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21B10" w14:textId="77777777" w:rsidR="00771F0D" w:rsidRPr="00B43B38" w:rsidRDefault="00771F0D" w:rsidP="00F54897">
      <w:pPr>
        <w:pStyle w:val="Title"/>
      </w:pPr>
      <w:r w:rsidRPr="00B43B38">
        <w:t>Code of Conduct Policy</w:t>
      </w:r>
    </w:p>
    <w:p w14:paraId="4BC4E37E" w14:textId="77777777" w:rsidR="00771F0D" w:rsidRDefault="00771F0D" w:rsidP="00F54897">
      <w:pPr>
        <w:pStyle w:val="Mandatory"/>
      </w:pPr>
      <w:r>
        <w:t>Mandatory – Quality Area 4</w:t>
      </w:r>
    </w:p>
    <w:p w14:paraId="5B5838D5" w14:textId="77777777" w:rsidR="00771F0D" w:rsidRPr="00F54897" w:rsidRDefault="00771F0D" w:rsidP="00F54897">
      <w:pPr>
        <w:pStyle w:val="Heading1"/>
      </w:pPr>
      <w:r w:rsidRPr="00F54897">
        <w:t>Purpose</w:t>
      </w:r>
    </w:p>
    <w:p w14:paraId="6289236F" w14:textId="77777777" w:rsidR="00771F0D" w:rsidRDefault="00771F0D" w:rsidP="00F54897">
      <w:pPr>
        <w:pStyle w:val="BodyText3ptAfter"/>
      </w:pPr>
      <w:r>
        <w:t xml:space="preserve">This policy </w:t>
      </w:r>
      <w:r w:rsidRPr="005E0122">
        <w:t>provide</w:t>
      </w:r>
      <w:r w:rsidR="009C06D4">
        <w:t>s</w:t>
      </w:r>
      <w:r>
        <w:t xml:space="preserve"> guidelines </w:t>
      </w:r>
      <w:r w:rsidR="00FB3CD2">
        <w:t>to</w:t>
      </w:r>
      <w:r w:rsidR="0022701F">
        <w:t xml:space="preserve"> enable</w:t>
      </w:r>
      <w:r w:rsidR="009C06D4">
        <w:t xml:space="preserve"> </w:t>
      </w:r>
      <w:r w:rsidR="0018172B" w:rsidRPr="0018172B">
        <w:rPr>
          <w:lang w:val="en-AU"/>
        </w:rPr>
        <w:fldChar w:fldCharType="begin"/>
      </w:r>
      <w:r w:rsidR="0018172B" w:rsidRPr="0018172B">
        <w:rPr>
          <w:lang w:val="en-AU"/>
        </w:rPr>
        <w:instrText xml:space="preserve"> DOCPROPERTY  Company  \* MERGEFORMAT </w:instrText>
      </w:r>
      <w:r w:rsidR="0018172B" w:rsidRPr="0018172B">
        <w:rPr>
          <w:lang w:val="en-AU"/>
        </w:rPr>
        <w:fldChar w:fldCharType="separate"/>
      </w:r>
      <w:r w:rsidR="00A71F8C">
        <w:rPr>
          <w:lang w:val="en-AU"/>
        </w:rPr>
        <w:t>Eltham South Preschool</w:t>
      </w:r>
      <w:r w:rsidR="0018172B" w:rsidRPr="0018172B">
        <w:fldChar w:fldCharType="end"/>
      </w:r>
      <w:r w:rsidR="0018172B" w:rsidRPr="0018172B">
        <w:rPr>
          <w:lang w:val="en-AU"/>
        </w:rPr>
        <w:t xml:space="preserve"> </w:t>
      </w:r>
      <w:r>
        <w:t>to:</w:t>
      </w:r>
    </w:p>
    <w:p w14:paraId="42215448" w14:textId="77777777" w:rsidR="005C1FD8" w:rsidRPr="0018172B" w:rsidRDefault="00771F0D" w:rsidP="00851445">
      <w:pPr>
        <w:pStyle w:val="Bullets1"/>
        <w:ind w:left="284" w:hanging="284"/>
        <w:rPr>
          <w:szCs w:val="20"/>
        </w:rPr>
      </w:pPr>
      <w:r w:rsidRPr="0018172B">
        <w:t xml:space="preserve">establish </w:t>
      </w:r>
      <w:r w:rsidR="000330EC" w:rsidRPr="0018172B">
        <w:t>the expected</w:t>
      </w:r>
      <w:r w:rsidRPr="0018172B">
        <w:t xml:space="preserve"> standard</w:t>
      </w:r>
      <w:r w:rsidR="000330EC" w:rsidRPr="0018172B">
        <w:t>s</w:t>
      </w:r>
      <w:r w:rsidRPr="0018172B">
        <w:t xml:space="preserve"> of behaviour for the </w:t>
      </w:r>
      <w:r w:rsidR="007C62CD" w:rsidRPr="0018172B">
        <w:rPr>
          <w:sz w:val="19"/>
          <w:lang w:eastAsia="en-US"/>
        </w:rPr>
        <w:t xml:space="preserve">Approved Provider, Nominated Supervisor, </w:t>
      </w:r>
      <w:r w:rsidR="007C62CD" w:rsidRPr="0018172B">
        <w:rPr>
          <w:szCs w:val="20"/>
          <w:lang w:eastAsia="en-US"/>
        </w:rPr>
        <w:t>staff, contractors, volunteers, students on placem</w:t>
      </w:r>
      <w:r w:rsidR="004F7811" w:rsidRPr="0018172B">
        <w:rPr>
          <w:szCs w:val="20"/>
          <w:lang w:eastAsia="en-US"/>
        </w:rPr>
        <w:t>ent, parents/</w:t>
      </w:r>
      <w:proofErr w:type="gramStart"/>
      <w:r w:rsidR="004F7811" w:rsidRPr="0018172B">
        <w:rPr>
          <w:szCs w:val="20"/>
          <w:lang w:eastAsia="en-US"/>
        </w:rPr>
        <w:t>guardians</w:t>
      </w:r>
      <w:proofErr w:type="gramEnd"/>
      <w:r w:rsidR="007C62CD" w:rsidRPr="0018172B">
        <w:rPr>
          <w:szCs w:val="20"/>
          <w:lang w:eastAsia="en-US"/>
        </w:rPr>
        <w:t xml:space="preserve"> and </w:t>
      </w:r>
      <w:r w:rsidR="004F7811" w:rsidRPr="0018172B">
        <w:rPr>
          <w:szCs w:val="20"/>
          <w:lang w:eastAsia="en-US"/>
        </w:rPr>
        <w:t>visitors</w:t>
      </w:r>
    </w:p>
    <w:p w14:paraId="13AB2AC5" w14:textId="77777777" w:rsidR="00771F0D" w:rsidRPr="002A1BAA" w:rsidRDefault="000F5D55" w:rsidP="00851445">
      <w:pPr>
        <w:pStyle w:val="Bullets1"/>
        <w:ind w:left="284" w:hanging="284"/>
      </w:pPr>
      <w:r>
        <w:t xml:space="preserve">create and maintain a child safe environment </w:t>
      </w:r>
      <w:r w:rsidR="00771F0D" w:rsidRPr="002A1BAA">
        <w:t xml:space="preserve">that </w:t>
      </w:r>
      <w:r w:rsidR="00771F0D" w:rsidRPr="0001212A">
        <w:t xml:space="preserve">reflects the </w:t>
      </w:r>
      <w:r w:rsidR="00771F0D">
        <w:t xml:space="preserve">philosophy, beliefs, </w:t>
      </w:r>
      <w:r w:rsidR="00771F0D" w:rsidRPr="0001212A">
        <w:t xml:space="preserve">objectives and values </w:t>
      </w:r>
      <w:r w:rsidR="009C06D4">
        <w:t xml:space="preserve">of </w:t>
      </w:r>
      <w:fldSimple w:instr=" DOCPROPERTY  Company  \* MERGEFORMAT ">
        <w:r w:rsidR="00A71F8C">
          <w:t>Eltham South Preschool</w:t>
        </w:r>
      </w:fldSimple>
    </w:p>
    <w:p w14:paraId="28948E86" w14:textId="77777777" w:rsidR="00771F0D" w:rsidRDefault="00771F0D" w:rsidP="00851445">
      <w:pPr>
        <w:pStyle w:val="Bullets1"/>
        <w:ind w:left="284" w:hanging="284"/>
      </w:pPr>
      <w:r w:rsidRPr="005E0122">
        <w:t>promote desi</w:t>
      </w:r>
      <w:r w:rsidR="009C3B51">
        <w:t>rable and appropriate behaviour</w:t>
      </w:r>
    </w:p>
    <w:p w14:paraId="662C850B" w14:textId="77777777" w:rsidR="00771F0D" w:rsidRPr="005C1FD8" w:rsidRDefault="009C06D4" w:rsidP="00851445">
      <w:pPr>
        <w:pStyle w:val="Bullets1"/>
        <w:ind w:left="284" w:hanging="284"/>
      </w:pPr>
      <w:r>
        <w:t xml:space="preserve">promote </w:t>
      </w:r>
      <w:r w:rsidR="00771F0D" w:rsidRPr="005C1FD8">
        <w:t>interaction</w:t>
      </w:r>
      <w:r>
        <w:t>s</w:t>
      </w:r>
      <w:r w:rsidR="00771F0D" w:rsidRPr="005C1FD8">
        <w:t xml:space="preserve"> at the service </w:t>
      </w:r>
      <w:r>
        <w:t>which are</w:t>
      </w:r>
      <w:r w:rsidR="00771F0D" w:rsidRPr="005C1FD8">
        <w:t xml:space="preserve"> respectful,</w:t>
      </w:r>
      <w:r w:rsidR="00720291">
        <w:t xml:space="preserve"> </w:t>
      </w:r>
      <w:r w:rsidR="00771F0D" w:rsidRPr="005C1FD8">
        <w:t xml:space="preserve">honest, courteous, sensitive, </w:t>
      </w:r>
      <w:proofErr w:type="gramStart"/>
      <w:r w:rsidR="00771F0D" w:rsidRPr="005C1FD8">
        <w:t>tactful</w:t>
      </w:r>
      <w:proofErr w:type="gramEnd"/>
      <w:r w:rsidR="00771F0D" w:rsidRPr="005C1FD8">
        <w:t xml:space="preserve"> and considerate.</w:t>
      </w:r>
    </w:p>
    <w:p w14:paraId="54F8D315" w14:textId="77777777" w:rsidR="00771F0D" w:rsidRPr="00F54897" w:rsidRDefault="00771F0D" w:rsidP="009C3B51">
      <w:pPr>
        <w:pStyle w:val="Heading1"/>
      </w:pPr>
      <w:r w:rsidRPr="00F54897">
        <w:t>Policy statement</w:t>
      </w:r>
    </w:p>
    <w:p w14:paraId="68C6AF88" w14:textId="77777777" w:rsidR="00771F0D" w:rsidRPr="00F54897" w:rsidRDefault="00771F0D" w:rsidP="00F54897">
      <w:pPr>
        <w:pStyle w:val="Heading2"/>
      </w:pPr>
      <w:r w:rsidRPr="00F54897">
        <w:t>Values</w:t>
      </w:r>
    </w:p>
    <w:p w14:paraId="2948EB9E" w14:textId="77777777" w:rsidR="00771F0D" w:rsidRPr="005E0122" w:rsidRDefault="00821F8B" w:rsidP="00F54897">
      <w:pPr>
        <w:pStyle w:val="BodyText3ptAfter"/>
      </w:pPr>
      <w:fldSimple w:instr=" DOCPROPERTY  Company  \* MERGEFORMAT ">
        <w:r w:rsidR="00A71F8C">
          <w:t>Eltham South Preschool</w:t>
        </w:r>
      </w:fldSimple>
      <w:r w:rsidR="00771F0D" w:rsidRPr="0018172B">
        <w:t>:</w:t>
      </w:r>
    </w:p>
    <w:p w14:paraId="6D83E5DC" w14:textId="77777777" w:rsidR="00C720A9" w:rsidRPr="005E0122" w:rsidRDefault="009C6F11" w:rsidP="00C720A9">
      <w:pPr>
        <w:pStyle w:val="Bullets1"/>
        <w:ind w:left="284" w:hanging="284"/>
      </w:pPr>
      <w:r>
        <w:t>respects</w:t>
      </w:r>
      <w:r w:rsidR="00C720A9">
        <w:t xml:space="preserve"> the rights of the child</w:t>
      </w:r>
      <w:r w:rsidR="00AE08CE">
        <w:t xml:space="preserve"> and values diversity</w:t>
      </w:r>
    </w:p>
    <w:p w14:paraId="7816247A" w14:textId="77777777" w:rsidR="00AE08CE" w:rsidRPr="00CD6E79" w:rsidRDefault="00AE08CE" w:rsidP="00AE08CE">
      <w:pPr>
        <w:pStyle w:val="Bullets1"/>
        <w:ind w:left="284" w:hanging="284"/>
      </w:pPr>
      <w:r w:rsidRPr="00CD6E79">
        <w:t>acknowledges the vulnerability of Aboriginal children, children from a culturally and linguistically diverse background and children with a disability and has zero tolerance of discrimination</w:t>
      </w:r>
    </w:p>
    <w:p w14:paraId="04824A65" w14:textId="77777777" w:rsidR="00771F0D" w:rsidRPr="00C00781" w:rsidRDefault="00771F0D" w:rsidP="00234916">
      <w:pPr>
        <w:pStyle w:val="Bullets1"/>
        <w:ind w:left="284" w:hanging="284"/>
      </w:pPr>
      <w:r>
        <w:t>maintain</w:t>
      </w:r>
      <w:r w:rsidR="009C6F11">
        <w:t>s</w:t>
      </w:r>
      <w:r>
        <w:t xml:space="preserve"> a duty of care (refer to </w:t>
      </w:r>
      <w:r w:rsidRPr="00C00781">
        <w:rPr>
          <w:i/>
        </w:rPr>
        <w:t>Definitions</w:t>
      </w:r>
      <w:r>
        <w:t>) towards all children at the service</w:t>
      </w:r>
    </w:p>
    <w:p w14:paraId="156CB1BA" w14:textId="77777777" w:rsidR="00AE08CE" w:rsidRDefault="00AE08CE" w:rsidP="00AE08CE">
      <w:pPr>
        <w:pStyle w:val="Bullets1"/>
        <w:ind w:left="284" w:hanging="284"/>
      </w:pPr>
      <w:r w:rsidRPr="005E0122">
        <w:t xml:space="preserve">is </w:t>
      </w:r>
      <w:r w:rsidRPr="00884FE2">
        <w:t>committed</w:t>
      </w:r>
      <w:r w:rsidRPr="005E0122">
        <w:t xml:space="preserve"> to</w:t>
      </w:r>
      <w:r w:rsidDel="00C720A9">
        <w:t xml:space="preserve"> </w:t>
      </w:r>
      <w:r>
        <w:t>t</w:t>
      </w:r>
      <w:r w:rsidRPr="005E0122">
        <w:t xml:space="preserve">he </w:t>
      </w:r>
      <w:r>
        <w:t xml:space="preserve">safety and </w:t>
      </w:r>
      <w:r w:rsidRPr="005E0122">
        <w:t>wellbeing of each child</w:t>
      </w:r>
      <w:r>
        <w:t xml:space="preserve"> at the service</w:t>
      </w:r>
    </w:p>
    <w:p w14:paraId="05EAE66B" w14:textId="77777777" w:rsidR="009C06D4" w:rsidRPr="005E0122" w:rsidRDefault="009C06D4" w:rsidP="00AE08CE">
      <w:pPr>
        <w:pStyle w:val="Bullets1"/>
        <w:ind w:left="284" w:hanging="284"/>
      </w:pPr>
      <w:r>
        <w:t>is committed to the safety and wellbeing of all staff at the service</w:t>
      </w:r>
    </w:p>
    <w:p w14:paraId="1F96530A" w14:textId="77777777" w:rsidR="00771F0D" w:rsidRDefault="00771F0D" w:rsidP="00234916">
      <w:pPr>
        <w:pStyle w:val="Bullets1"/>
        <w:ind w:left="284" w:hanging="284"/>
      </w:pPr>
      <w:r>
        <w:t>provid</w:t>
      </w:r>
      <w:r w:rsidR="009C6F11">
        <w:t>es</w:t>
      </w:r>
      <w:r>
        <w:t xml:space="preserve"> a </w:t>
      </w:r>
      <w:r w:rsidRPr="005E0122">
        <w:t>safe and secure environment</w:t>
      </w:r>
      <w:r>
        <w:t xml:space="preserve"> for all at the service</w:t>
      </w:r>
    </w:p>
    <w:p w14:paraId="64FC7B00" w14:textId="77777777" w:rsidR="00771F0D" w:rsidRDefault="00771F0D" w:rsidP="00234916">
      <w:pPr>
        <w:pStyle w:val="Bullets1"/>
        <w:ind w:left="284" w:hanging="284"/>
      </w:pPr>
      <w:r>
        <w:t>p</w:t>
      </w:r>
      <w:r w:rsidRPr="005E0122">
        <w:t>rovid</w:t>
      </w:r>
      <w:r w:rsidR="009C6F11">
        <w:t>es</w:t>
      </w:r>
      <w:r w:rsidRPr="005E0122">
        <w:t xml:space="preserve"> an open, welcoming environment </w:t>
      </w:r>
      <w:r>
        <w:t>in which</w:t>
      </w:r>
      <w:r w:rsidRPr="005E0122">
        <w:t xml:space="preserve"> everyone’s contribution is valued and respected</w:t>
      </w:r>
    </w:p>
    <w:p w14:paraId="45079D12" w14:textId="77777777" w:rsidR="005C1FD8" w:rsidRDefault="00D00F64" w:rsidP="005C1FD8">
      <w:pPr>
        <w:pStyle w:val="Bullets1"/>
        <w:ind w:left="284" w:hanging="284"/>
      </w:pPr>
      <w:r>
        <w:t>is committed to co</w:t>
      </w:r>
      <w:r w:rsidR="00464F74">
        <w:t>mmunicating openly and honestly</w:t>
      </w:r>
    </w:p>
    <w:p w14:paraId="50218EDC" w14:textId="77777777" w:rsidR="00D00F64" w:rsidRPr="005E0122" w:rsidRDefault="005C1FD8" w:rsidP="005C1FD8">
      <w:pPr>
        <w:pStyle w:val="Bullets1"/>
        <w:ind w:left="284" w:hanging="284"/>
      </w:pPr>
      <w:r>
        <w:t xml:space="preserve">is committed </w:t>
      </w:r>
      <w:r w:rsidR="00D00F64">
        <w:t>to continually learn</w:t>
      </w:r>
      <w:r>
        <w:t>ing</w:t>
      </w:r>
      <w:r w:rsidR="00D00F64">
        <w:t xml:space="preserve"> how to be inclusive and respectful of cultural needs</w:t>
      </w:r>
    </w:p>
    <w:p w14:paraId="3272672A" w14:textId="77777777" w:rsidR="00720291" w:rsidRDefault="00771F0D" w:rsidP="004A64C1">
      <w:pPr>
        <w:pStyle w:val="Bullets1"/>
        <w:ind w:left="284" w:hanging="284"/>
      </w:pPr>
      <w:r w:rsidRPr="0018172B">
        <w:t>encourag</w:t>
      </w:r>
      <w:r w:rsidR="005C1FD8" w:rsidRPr="0018172B">
        <w:t>es</w:t>
      </w:r>
      <w:r w:rsidRPr="0018172B">
        <w:t xml:space="preserve"> volunteers,</w:t>
      </w:r>
      <w:r w:rsidR="00AA7168" w:rsidRPr="0018172B">
        <w:t xml:space="preserve"> students, parents/</w:t>
      </w:r>
      <w:proofErr w:type="gramStart"/>
      <w:r w:rsidR="00AA7168" w:rsidRPr="0018172B">
        <w:t>guardians</w:t>
      </w:r>
      <w:proofErr w:type="gramEnd"/>
      <w:r w:rsidR="00AA7168" w:rsidRPr="0018172B">
        <w:t xml:space="preserve"> and visitors</w:t>
      </w:r>
      <w:r w:rsidRPr="0018172B">
        <w:t xml:space="preserve"> to support and participate in the</w:t>
      </w:r>
      <w:r w:rsidRPr="005E0122">
        <w:t xml:space="preserve"> program</w:t>
      </w:r>
      <w:r>
        <w:t xml:space="preserve"> and activities of the service</w:t>
      </w:r>
      <w:r w:rsidRPr="005E0122">
        <w:t>.</w:t>
      </w:r>
    </w:p>
    <w:p w14:paraId="69EC768B" w14:textId="77777777" w:rsidR="00771F0D" w:rsidRPr="00F54897" w:rsidRDefault="00771F0D" w:rsidP="00F54897">
      <w:pPr>
        <w:pStyle w:val="Heading2"/>
      </w:pPr>
      <w:r w:rsidRPr="00F54897">
        <w:t>Scope</w:t>
      </w:r>
    </w:p>
    <w:p w14:paraId="2F8CACDB" w14:textId="77777777" w:rsidR="00771F0D" w:rsidRDefault="00771F0D" w:rsidP="00F54897">
      <w:pPr>
        <w:pStyle w:val="BodyText"/>
        <w:rPr>
          <w:shd w:val="clear" w:color="auto" w:fill="FFFFFF"/>
        </w:rPr>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sidR="007C62CD" w:rsidRPr="0018172B">
        <w:rPr>
          <w:shd w:val="clear" w:color="auto" w:fill="FFFFFF"/>
          <w:lang w:val="en-AU"/>
        </w:rPr>
        <w:t xml:space="preserve">Approved Provider, </w:t>
      </w:r>
      <w:r w:rsidR="000D1C2D">
        <w:rPr>
          <w:shd w:val="clear" w:color="auto" w:fill="FFFFFF"/>
          <w:lang w:val="en-AU"/>
        </w:rPr>
        <w:t xml:space="preserve">Persons with Management or Control, </w:t>
      </w:r>
      <w:r w:rsidR="007C62CD" w:rsidRPr="0018172B">
        <w:rPr>
          <w:shd w:val="clear" w:color="auto" w:fill="FFFFFF"/>
          <w:lang w:val="en-AU"/>
        </w:rPr>
        <w:t xml:space="preserve">Nominated Supervisor, </w:t>
      </w:r>
      <w:r w:rsidR="000D1C2D">
        <w:rPr>
          <w:shd w:val="clear" w:color="auto" w:fill="FFFFFF"/>
          <w:lang w:val="en-AU"/>
        </w:rPr>
        <w:t xml:space="preserve">Person in Day to Day Charge, </w:t>
      </w:r>
      <w:r w:rsidR="007C62CD" w:rsidRPr="0018172B">
        <w:rPr>
          <w:shd w:val="clear" w:color="auto" w:fill="FFFFFF"/>
          <w:lang w:val="en-AU"/>
        </w:rPr>
        <w:t>staff, contractors, volunteers, students o</w:t>
      </w:r>
      <w:r w:rsidR="00AA7168" w:rsidRPr="0018172B">
        <w:rPr>
          <w:shd w:val="clear" w:color="auto" w:fill="FFFFFF"/>
          <w:lang w:val="en-AU"/>
        </w:rPr>
        <w:t xml:space="preserve">n placement, parents/guardians and </w:t>
      </w:r>
      <w:r w:rsidR="004F7811" w:rsidRPr="0018172B">
        <w:rPr>
          <w:shd w:val="clear" w:color="auto" w:fill="FFFFFF"/>
          <w:lang w:val="en-AU"/>
        </w:rPr>
        <w:t>visitors</w:t>
      </w:r>
      <w:r w:rsidR="007C62CD" w:rsidRPr="0018172B">
        <w:rPr>
          <w:shd w:val="clear" w:color="auto" w:fill="FFFFFF"/>
          <w:lang w:val="en-AU"/>
        </w:rPr>
        <w:t xml:space="preserve"> attending the programs and activities of</w:t>
      </w:r>
      <w:r w:rsidR="007C62CD" w:rsidRPr="007C62CD">
        <w:rPr>
          <w:shd w:val="clear" w:color="auto" w:fill="FFFFFF"/>
          <w:lang w:val="en-AU"/>
        </w:rPr>
        <w:t xml:space="preserve"> </w:t>
      </w:r>
      <w:fldSimple w:instr=" DOCPROPERTY  Company  \* MERGEFORMAT ">
        <w:r w:rsidR="00A71F8C">
          <w:t>Eltham South Preschool</w:t>
        </w:r>
      </w:fldSimple>
      <w:r>
        <w:t>.</w:t>
      </w:r>
    </w:p>
    <w:p w14:paraId="42D018C9" w14:textId="77777777" w:rsidR="00771F0D" w:rsidRPr="005179EE" w:rsidRDefault="00771F0D" w:rsidP="006E6054">
      <w:pPr>
        <w:pStyle w:val="Heading2"/>
      </w:pPr>
      <w:r w:rsidRPr="005179EE">
        <w:t>Background and legislation</w:t>
      </w:r>
    </w:p>
    <w:p w14:paraId="4453BEF2" w14:textId="77777777" w:rsidR="00771F0D" w:rsidRDefault="00771F0D" w:rsidP="00F54897">
      <w:pPr>
        <w:pStyle w:val="Heading4"/>
      </w:pPr>
      <w:r w:rsidRPr="00401719">
        <w:t>Background</w:t>
      </w:r>
    </w:p>
    <w:p w14:paraId="5BD12147" w14:textId="77777777" w:rsidR="00771F0D" w:rsidRDefault="00771F0D" w:rsidP="00F54897">
      <w:pPr>
        <w:pStyle w:val="BodyText"/>
        <w:rPr>
          <w:shd w:val="clear" w:color="auto" w:fill="FFFFFF"/>
        </w:rPr>
      </w:pPr>
      <w:r>
        <w:t>C</w:t>
      </w:r>
      <w:r w:rsidRPr="00872796">
        <w:t>ode</w:t>
      </w:r>
      <w:r w:rsidR="004A64C1">
        <w:t>s</w:t>
      </w:r>
      <w:r w:rsidRPr="00872796">
        <w:t xml:space="preserve"> </w:t>
      </w:r>
      <w:r>
        <w:t xml:space="preserve">of </w:t>
      </w:r>
      <w:r w:rsidR="004A64C1">
        <w:t>c</w:t>
      </w:r>
      <w:r>
        <w:t xml:space="preserve">onduct </w:t>
      </w:r>
      <w:r w:rsidRPr="00872796">
        <w:t>establish standard</w:t>
      </w:r>
      <w:r w:rsidR="0022701F">
        <w:t>s</w:t>
      </w:r>
      <w:r>
        <w:t xml:space="preserve"> of behaviour to be followed </w:t>
      </w:r>
      <w:r w:rsidR="009C06D4">
        <w:t>and</w:t>
      </w:r>
      <w:r>
        <w:rPr>
          <w:shd w:val="clear" w:color="auto" w:fill="FFFFFF"/>
        </w:rPr>
        <w:t xml:space="preserve"> define how individuals </w:t>
      </w:r>
      <w:r w:rsidR="000F5D55">
        <w:rPr>
          <w:shd w:val="clear" w:color="auto" w:fill="FFFFFF"/>
        </w:rPr>
        <w:t>are expected to</w:t>
      </w:r>
      <w:r>
        <w:rPr>
          <w:shd w:val="clear" w:color="auto" w:fill="FFFFFF"/>
        </w:rPr>
        <w:t xml:space="preserve"> behave towards each other, towards the children in their care, and towards other organisations and individuals in the community.</w:t>
      </w:r>
    </w:p>
    <w:p w14:paraId="00F6990F" w14:textId="77777777" w:rsidR="003C3F97" w:rsidRPr="00F42AE7" w:rsidRDefault="00AA7168" w:rsidP="003C3F97">
      <w:pPr>
        <w:spacing w:before="60" w:line="260" w:lineRule="atLeast"/>
        <w:rPr>
          <w:sz w:val="20"/>
          <w:lang w:eastAsia="en-AU"/>
        </w:rPr>
      </w:pPr>
      <w:r>
        <w:rPr>
          <w:sz w:val="20"/>
          <w:lang w:eastAsia="en-AU"/>
        </w:rPr>
        <w:t xml:space="preserve">The Approved Provider, Nominated Supervisor and staff </w:t>
      </w:r>
      <w:r w:rsidR="003C3F97" w:rsidRPr="003C3F97">
        <w:rPr>
          <w:sz w:val="20"/>
          <w:lang w:eastAsia="en-AU"/>
        </w:rPr>
        <w:t xml:space="preserve">have a duty of care to the children attending the service and must ensure </w:t>
      </w:r>
      <w:r w:rsidR="00F42AE7">
        <w:rPr>
          <w:sz w:val="20"/>
          <w:lang w:eastAsia="en-AU"/>
        </w:rPr>
        <w:t>‘</w:t>
      </w:r>
      <w:r w:rsidR="003C3F97" w:rsidRPr="00F42AE7">
        <w:rPr>
          <w:sz w:val="20"/>
          <w:lang w:eastAsia="en-AU"/>
        </w:rPr>
        <w:t>that every reasonable precaution is taken to protect children being educated and cared for by the service from harm and from an</w:t>
      </w:r>
      <w:r w:rsidR="00F42AE7">
        <w:rPr>
          <w:sz w:val="20"/>
          <w:lang w:eastAsia="en-AU"/>
        </w:rPr>
        <w:t>y hazard likely to cause injury’</w:t>
      </w:r>
      <w:r w:rsidR="003C3F97" w:rsidRPr="00F42AE7">
        <w:rPr>
          <w:sz w:val="20"/>
          <w:lang w:eastAsia="en-AU"/>
        </w:rPr>
        <w:t xml:space="preserve"> (National Law: Section 167).</w:t>
      </w:r>
    </w:p>
    <w:p w14:paraId="0F5A7605" w14:textId="77777777" w:rsidR="00771F0D" w:rsidRDefault="00771F0D" w:rsidP="00F54897">
      <w:pPr>
        <w:pStyle w:val="BodyText"/>
      </w:pPr>
      <w:r w:rsidRPr="00F42AE7">
        <w:t xml:space="preserve">The </w:t>
      </w:r>
      <w:r w:rsidRPr="00F42AE7">
        <w:rPr>
          <w:i/>
        </w:rPr>
        <w:t>National Quality Standard</w:t>
      </w:r>
      <w:r w:rsidRPr="00F42AE7">
        <w:t xml:space="preserve"> requires that </w:t>
      </w:r>
      <w:r w:rsidR="009C06D4" w:rsidRPr="00F42AE7">
        <w:t>staff</w:t>
      </w:r>
      <w:r w:rsidRPr="00F42AE7">
        <w:t xml:space="preserve"> </w:t>
      </w:r>
      <w:proofErr w:type="gramStart"/>
      <w:r w:rsidRPr="00F42AE7">
        <w:t>are</w:t>
      </w:r>
      <w:proofErr w:type="gramEnd"/>
      <w:r w:rsidRPr="00F42AE7">
        <w:t xml:space="preserve"> respectful and ethical and that </w:t>
      </w:r>
      <w:r w:rsidR="00F42AE7">
        <w:t>‘</w:t>
      </w:r>
      <w:r w:rsidRPr="00F42AE7">
        <w:t>professional standards guide practice,</w:t>
      </w:r>
      <w:r w:rsidR="00F42AE7">
        <w:t xml:space="preserve"> interactions and relationships’</w:t>
      </w:r>
      <w:r w:rsidRPr="00F42AE7">
        <w:t xml:space="preserve"> (</w:t>
      </w:r>
      <w:r w:rsidRPr="00F42AE7">
        <w:rPr>
          <w:i/>
        </w:rPr>
        <w:t>National Quality Standard</w:t>
      </w:r>
      <w:r w:rsidRPr="00F42AE7">
        <w:t>: 4.2 and 4.2.</w:t>
      </w:r>
      <w:r w:rsidR="000D1C2D">
        <w:t>2</w:t>
      </w:r>
      <w:r>
        <w:t>).</w:t>
      </w:r>
    </w:p>
    <w:p w14:paraId="1C6E5FAF" w14:textId="77777777" w:rsidR="00F41138" w:rsidRDefault="00771F0D" w:rsidP="003C3F97">
      <w:pPr>
        <w:pStyle w:val="BodyText"/>
      </w:pPr>
      <w:r w:rsidRPr="005179EE">
        <w:lastRenderedPageBreak/>
        <w:t xml:space="preserve">Employers </w:t>
      </w:r>
      <w:r>
        <w:t xml:space="preserve">also </w:t>
      </w:r>
      <w:r w:rsidRPr="005179EE">
        <w:t xml:space="preserve">have a </w:t>
      </w:r>
      <w:r>
        <w:t xml:space="preserve">legal </w:t>
      </w:r>
      <w:r w:rsidRPr="005179EE">
        <w:t xml:space="preserve">responsibility to provide, as far as </w:t>
      </w:r>
      <w:r>
        <w:t xml:space="preserve">is </w:t>
      </w:r>
      <w:r w:rsidRPr="005179EE">
        <w:t>practicable, a safe workplace that is free from discrimin</w:t>
      </w:r>
      <w:r w:rsidR="009C3B51">
        <w:t>ation, bullying and harassment.</w:t>
      </w:r>
    </w:p>
    <w:p w14:paraId="51596E97" w14:textId="77777777" w:rsidR="001C1C4B" w:rsidRPr="001C1C4B" w:rsidRDefault="001C1C4B" w:rsidP="00CD6E79">
      <w:pPr>
        <w:pStyle w:val="BodyText3ptAfter"/>
      </w:pPr>
      <w:r w:rsidRPr="001C1C4B">
        <w:t>Child Safe Standard 3 requires services to develop and review codes of conduct that establish clear expectations for appropriate beh</w:t>
      </w:r>
      <w:r w:rsidR="0062349B">
        <w:t>aviour with children including:</w:t>
      </w:r>
    </w:p>
    <w:p w14:paraId="6EF466EA" w14:textId="77777777" w:rsidR="001C1C4B" w:rsidRPr="00D21754" w:rsidRDefault="001C1C4B" w:rsidP="00CD6E79">
      <w:pPr>
        <w:pStyle w:val="BodyText3ptAfter"/>
        <w:numPr>
          <w:ilvl w:val="0"/>
          <w:numId w:val="40"/>
        </w:numPr>
        <w:ind w:left="284" w:hanging="284"/>
      </w:pPr>
      <w:r w:rsidRPr="00D21754">
        <w:t>how to respond to risks adults may pose to children or that children may pose to each other</w:t>
      </w:r>
    </w:p>
    <w:p w14:paraId="311D0F40" w14:textId="77777777" w:rsidR="001C1C4B" w:rsidRPr="00D21754" w:rsidRDefault="001C1C4B" w:rsidP="00CD6E79">
      <w:pPr>
        <w:pStyle w:val="BodyText3ptAfter"/>
        <w:numPr>
          <w:ilvl w:val="0"/>
          <w:numId w:val="40"/>
        </w:numPr>
        <w:ind w:left="284" w:hanging="284"/>
      </w:pPr>
      <w:r w:rsidRPr="00D21754">
        <w:t xml:space="preserve">how to ensure the cultural safety of Aboriginal children and culturally and </w:t>
      </w:r>
      <w:r w:rsidR="00464568" w:rsidRPr="00D21754">
        <w:t>linguistically diverse children</w:t>
      </w:r>
    </w:p>
    <w:p w14:paraId="42DEE7FC" w14:textId="77777777" w:rsidR="00464568" w:rsidRPr="00D21754" w:rsidRDefault="00464568" w:rsidP="00CD6E79">
      <w:pPr>
        <w:pStyle w:val="BodyText3ptAfter"/>
        <w:numPr>
          <w:ilvl w:val="0"/>
          <w:numId w:val="40"/>
        </w:numPr>
        <w:ind w:left="284" w:hanging="284"/>
      </w:pPr>
      <w:r w:rsidRPr="00D21754">
        <w:t>how to be inclusive of all children, including children with a disability.</w:t>
      </w:r>
    </w:p>
    <w:p w14:paraId="7C76914D" w14:textId="77777777" w:rsidR="009C06D4" w:rsidRDefault="00771F0D" w:rsidP="00CD6E79">
      <w:pPr>
        <w:pStyle w:val="BodyText"/>
        <w:spacing w:before="170"/>
      </w:pPr>
      <w:r>
        <w:t xml:space="preserve">A Code of Conduct should be </w:t>
      </w:r>
      <w:r w:rsidR="00C720A9">
        <w:t>informed by</w:t>
      </w:r>
      <w:r>
        <w:t xml:space="preserve"> the service’s philosophy, </w:t>
      </w:r>
      <w:proofErr w:type="gramStart"/>
      <w:r>
        <w:t>beliefs</w:t>
      </w:r>
      <w:proofErr w:type="gramEnd"/>
      <w:r>
        <w:t xml:space="preserve"> and values, and </w:t>
      </w:r>
      <w:r w:rsidR="009C06D4">
        <w:t xml:space="preserve">based </w:t>
      </w:r>
      <w:r>
        <w:t xml:space="preserve">on ethical principles of mutual respect, equity and fairness. Consideration should be given to </w:t>
      </w:r>
      <w:r w:rsidR="000F5F33" w:rsidRPr="00CD6E79">
        <w:t>the Victorian Teaching Profession</w:t>
      </w:r>
      <w:r w:rsidR="000F5F33">
        <w:rPr>
          <w:i/>
        </w:rPr>
        <w:t xml:space="preserve"> Code of </w:t>
      </w:r>
      <w:r w:rsidR="002C6862">
        <w:rPr>
          <w:i/>
        </w:rPr>
        <w:t xml:space="preserve">Conduct and the Code of </w:t>
      </w:r>
      <w:r w:rsidR="000F5F33">
        <w:rPr>
          <w:i/>
        </w:rPr>
        <w:t>Ethics</w:t>
      </w:r>
      <w:r>
        <w:t xml:space="preserve"> </w:t>
      </w:r>
      <w:r w:rsidR="000F5F33">
        <w:t>and</w:t>
      </w:r>
      <w:r>
        <w:t xml:space="preserve"> to </w:t>
      </w:r>
      <w:r w:rsidR="000F5F33">
        <w:t xml:space="preserve">the </w:t>
      </w:r>
      <w:r>
        <w:t xml:space="preserve">Early Childhood Australia’s </w:t>
      </w:r>
      <w:r w:rsidRPr="0050793C">
        <w:rPr>
          <w:i/>
        </w:rPr>
        <w:t>Code of Ethics</w:t>
      </w:r>
      <w:r>
        <w:t xml:space="preserve"> in developing the </w:t>
      </w:r>
      <w:r w:rsidR="00AD515D">
        <w:t>c</w:t>
      </w:r>
      <w:r>
        <w:t xml:space="preserve">ode of </w:t>
      </w:r>
      <w:r w:rsidR="00AD515D">
        <w:t>c</w:t>
      </w:r>
      <w:r w:rsidR="0062349B">
        <w:t>onduct.</w:t>
      </w:r>
    </w:p>
    <w:p w14:paraId="6BB1203F" w14:textId="77777777" w:rsidR="00275CB0" w:rsidRDefault="00771F0D" w:rsidP="00AA7168">
      <w:pPr>
        <w:pStyle w:val="BodyText3ptAfter"/>
      </w:pPr>
      <w:r w:rsidRPr="0018172B">
        <w:t xml:space="preserve">The Approved Provider must ensure that </w:t>
      </w:r>
      <w:r w:rsidR="004F7811" w:rsidRPr="0018172B">
        <w:t>the</w:t>
      </w:r>
      <w:r w:rsidR="004F7811" w:rsidRPr="0018172B">
        <w:rPr>
          <w:sz w:val="19"/>
          <w:lang w:eastAsia="en-US"/>
        </w:rPr>
        <w:t xml:space="preserve"> Nominated Supervisor, </w:t>
      </w:r>
      <w:r w:rsidR="004F7811" w:rsidRPr="0018172B">
        <w:rPr>
          <w:lang w:eastAsia="en-US"/>
        </w:rPr>
        <w:t>staff, contractors, volunteers, students on placement, parents/guardians, children and others attending the programs and activities</w:t>
      </w:r>
      <w:r w:rsidR="004F7811" w:rsidRPr="007C62CD">
        <w:rPr>
          <w:lang w:eastAsia="en-US"/>
        </w:rPr>
        <w:t xml:space="preserve"> </w:t>
      </w:r>
      <w:r w:rsidR="004F7811" w:rsidRPr="007C62CD">
        <w:t xml:space="preserve">of </w:t>
      </w:r>
      <w:fldSimple w:instr=" DOCPROPERTY  Company  \* MERGEFORMAT ">
        <w:r w:rsidR="00A71F8C">
          <w:t>Eltham South Preschool</w:t>
        </w:r>
      </w:fldSimple>
      <w:r w:rsidR="004F7811">
        <w:t xml:space="preserve"> </w:t>
      </w:r>
      <w:r w:rsidRPr="004F6D1B">
        <w:t xml:space="preserve">adhere to </w:t>
      </w:r>
      <w:r w:rsidR="00AA7168">
        <w:t xml:space="preserve">the </w:t>
      </w:r>
      <w:r w:rsidR="00C720A9">
        <w:t>expectations</w:t>
      </w:r>
      <w:r w:rsidR="00275CB0">
        <w:t xml:space="preserve"> </w:t>
      </w:r>
      <w:r w:rsidR="00AA7168">
        <w:t xml:space="preserve">outlined in the Code of Conduct </w:t>
      </w:r>
      <w:r w:rsidR="00275CB0">
        <w:t xml:space="preserve">when </w:t>
      </w:r>
      <w:r>
        <w:t>communicati</w:t>
      </w:r>
      <w:r w:rsidR="00275CB0">
        <w:t>ng to and interacting with:</w:t>
      </w:r>
    </w:p>
    <w:p w14:paraId="052EF2AC" w14:textId="77777777" w:rsidR="00275CB0" w:rsidRDefault="00771F0D" w:rsidP="00AA7168">
      <w:pPr>
        <w:pStyle w:val="BodyText3ptAfter"/>
        <w:numPr>
          <w:ilvl w:val="0"/>
          <w:numId w:val="53"/>
        </w:numPr>
      </w:pPr>
      <w:r w:rsidRPr="004F6D1B">
        <w:t xml:space="preserve">children at the </w:t>
      </w:r>
      <w:r w:rsidR="00275CB0">
        <w:t>service and their parents and family members</w:t>
      </w:r>
    </w:p>
    <w:p w14:paraId="7520659B" w14:textId="77777777" w:rsidR="00275CB0" w:rsidRDefault="005D2DC9" w:rsidP="00AA7168">
      <w:pPr>
        <w:pStyle w:val="BodyText3ptAfter"/>
        <w:numPr>
          <w:ilvl w:val="0"/>
          <w:numId w:val="53"/>
        </w:numPr>
      </w:pPr>
      <w:r>
        <w:t>each other</w:t>
      </w:r>
    </w:p>
    <w:p w14:paraId="76E6E331" w14:textId="77777777" w:rsidR="00771F0D" w:rsidRDefault="00275CB0" w:rsidP="00AA7168">
      <w:pPr>
        <w:pStyle w:val="BodyText3ptAfter"/>
        <w:numPr>
          <w:ilvl w:val="0"/>
          <w:numId w:val="53"/>
        </w:numPr>
      </w:pPr>
      <w:r>
        <w:t>others in the community</w:t>
      </w:r>
      <w:r w:rsidR="00771F0D" w:rsidRPr="004F6D1B">
        <w:t>.</w:t>
      </w:r>
    </w:p>
    <w:p w14:paraId="12A6C09F" w14:textId="77777777" w:rsidR="00771F0D" w:rsidRPr="00401719" w:rsidRDefault="00771F0D" w:rsidP="005443C1">
      <w:pPr>
        <w:pStyle w:val="Heading4"/>
        <w:spacing w:before="170"/>
      </w:pPr>
      <w:r w:rsidRPr="00401719">
        <w:t>Legislation and standards</w:t>
      </w:r>
    </w:p>
    <w:p w14:paraId="223843F1" w14:textId="77777777" w:rsidR="00771F0D" w:rsidRPr="006978C9" w:rsidRDefault="00771F0D" w:rsidP="00F54897">
      <w:pPr>
        <w:pStyle w:val="BodyText3ptAfter"/>
      </w:pPr>
      <w:r w:rsidRPr="006978C9">
        <w:t>Relevant legislation</w:t>
      </w:r>
      <w:r>
        <w:t xml:space="preserve"> and standards</w:t>
      </w:r>
      <w:r w:rsidRPr="006978C9">
        <w:t xml:space="preserve"> include but </w:t>
      </w:r>
      <w:r>
        <w:t xml:space="preserve">are </w:t>
      </w:r>
      <w:r w:rsidR="009C3B51">
        <w:t>not limited to:</w:t>
      </w:r>
    </w:p>
    <w:p w14:paraId="63934685" w14:textId="77777777" w:rsidR="00771F0D" w:rsidRPr="00106ACA" w:rsidRDefault="00D1514B" w:rsidP="0008128D">
      <w:pPr>
        <w:pStyle w:val="Bullets1"/>
        <w:ind w:left="284" w:hanging="284"/>
        <w:rPr>
          <w:lang w:val="en-GB"/>
        </w:rPr>
      </w:pPr>
      <w:hyperlink r:id="rId8" w:tgtFrame="_blank" w:history="1">
        <w:r w:rsidR="00771F0D" w:rsidRPr="00523995">
          <w:rPr>
            <w:i/>
            <w:iCs/>
            <w:lang w:val="en-GB"/>
          </w:rPr>
          <w:t xml:space="preserve">Charter of Human Rights and Responsibilities Act 2006 </w:t>
        </w:r>
        <w:r w:rsidR="00771F0D" w:rsidRPr="000E1D7B">
          <w:rPr>
            <w:iCs/>
            <w:lang w:val="en-GB"/>
          </w:rPr>
          <w:t>(Vic)</w:t>
        </w:r>
      </w:hyperlink>
    </w:p>
    <w:p w14:paraId="24055195" w14:textId="77777777" w:rsidR="005A1CEB" w:rsidRPr="00AA7168" w:rsidRDefault="005A1CEB" w:rsidP="005A1CEB">
      <w:pPr>
        <w:pStyle w:val="Bullets1"/>
        <w:ind w:left="284" w:hanging="284"/>
      </w:pPr>
      <w:r w:rsidRPr="00AA7168">
        <w:t>Child Safe Standards (Vic)</w:t>
      </w:r>
    </w:p>
    <w:p w14:paraId="7B177EDE" w14:textId="77777777" w:rsidR="00771F0D" w:rsidRPr="00401719" w:rsidRDefault="00771F0D" w:rsidP="0008128D">
      <w:pPr>
        <w:pStyle w:val="Bullets1"/>
        <w:ind w:left="284" w:hanging="284"/>
        <w:rPr>
          <w:i/>
          <w:iCs/>
        </w:rPr>
      </w:pPr>
      <w:r w:rsidRPr="00401719">
        <w:rPr>
          <w:i/>
          <w:iCs/>
        </w:rPr>
        <w:t>Children,</w:t>
      </w:r>
      <w:r w:rsidR="005C1FD8">
        <w:rPr>
          <w:i/>
          <w:iCs/>
        </w:rPr>
        <w:t xml:space="preserve"> </w:t>
      </w:r>
      <w:r w:rsidRPr="00401719">
        <w:rPr>
          <w:i/>
          <w:iCs/>
        </w:rPr>
        <w:t>Youth and Families Act 2005</w:t>
      </w:r>
      <w:r>
        <w:rPr>
          <w:i/>
          <w:iCs/>
        </w:rPr>
        <w:t xml:space="preserve"> </w:t>
      </w:r>
      <w:r w:rsidRPr="000E1D7B">
        <w:rPr>
          <w:iCs/>
        </w:rPr>
        <w:t>(Vic)</w:t>
      </w:r>
    </w:p>
    <w:p w14:paraId="4F6AFE43" w14:textId="77777777" w:rsidR="00771F0D" w:rsidRPr="00401719" w:rsidRDefault="00771F0D" w:rsidP="0008128D">
      <w:pPr>
        <w:pStyle w:val="Bullets1"/>
        <w:ind w:left="284" w:hanging="284"/>
        <w:rPr>
          <w:i/>
          <w:iCs/>
        </w:rPr>
      </w:pPr>
      <w:r w:rsidRPr="00401719">
        <w:rPr>
          <w:i/>
          <w:iCs/>
        </w:rPr>
        <w:t>Child Wellbeing and Safety Act 2005</w:t>
      </w:r>
      <w:r>
        <w:rPr>
          <w:i/>
          <w:iCs/>
        </w:rPr>
        <w:t xml:space="preserve"> </w:t>
      </w:r>
      <w:r w:rsidRPr="000E1D7B">
        <w:rPr>
          <w:iCs/>
        </w:rPr>
        <w:t>(Vic)</w:t>
      </w:r>
    </w:p>
    <w:p w14:paraId="56A934AB" w14:textId="77777777" w:rsidR="00771F0D" w:rsidRPr="00401719" w:rsidRDefault="00771F0D" w:rsidP="0008128D">
      <w:pPr>
        <w:pStyle w:val="Bullets1"/>
        <w:ind w:left="284" w:hanging="284"/>
        <w:rPr>
          <w:i/>
          <w:iCs/>
        </w:rPr>
      </w:pPr>
      <w:r w:rsidRPr="00401719">
        <w:rPr>
          <w:i/>
          <w:iCs/>
        </w:rPr>
        <w:t xml:space="preserve">Disability Discrimination Act 1992 </w:t>
      </w:r>
      <w:r w:rsidRPr="000E1D7B">
        <w:rPr>
          <w:iCs/>
        </w:rPr>
        <w:t>(Cth)</w:t>
      </w:r>
    </w:p>
    <w:p w14:paraId="34566647" w14:textId="77777777" w:rsidR="00771F0D" w:rsidRPr="00401719" w:rsidRDefault="00771F0D" w:rsidP="0008128D">
      <w:pPr>
        <w:pStyle w:val="Bullets1"/>
        <w:ind w:left="284" w:hanging="284"/>
      </w:pPr>
      <w:r w:rsidRPr="00C00781">
        <w:rPr>
          <w:i/>
        </w:rPr>
        <w:t>Education and Care Services National Law Act 2010</w:t>
      </w:r>
      <w:r w:rsidRPr="00401719">
        <w:t>: Sections 166, 167, 174</w:t>
      </w:r>
    </w:p>
    <w:p w14:paraId="719E89AE" w14:textId="77777777" w:rsidR="00771F0D" w:rsidRPr="00401719" w:rsidRDefault="00771F0D" w:rsidP="0008128D">
      <w:pPr>
        <w:pStyle w:val="Bullets1"/>
        <w:ind w:left="284" w:hanging="284"/>
      </w:pPr>
      <w:r w:rsidRPr="00C00781">
        <w:rPr>
          <w:i/>
        </w:rPr>
        <w:t>Education and Care Services National Regulations 2011</w:t>
      </w:r>
      <w:r w:rsidRPr="00401719">
        <w:t xml:space="preserve">: </w:t>
      </w:r>
      <w:r w:rsidR="00B77F29">
        <w:t>Regulations 155, 156, 157, 175</w:t>
      </w:r>
    </w:p>
    <w:p w14:paraId="6A14DAE2" w14:textId="77777777" w:rsidR="00771F0D" w:rsidRPr="00401719" w:rsidRDefault="00771F0D" w:rsidP="0008128D">
      <w:pPr>
        <w:pStyle w:val="Bullets1"/>
        <w:ind w:left="284" w:hanging="284"/>
        <w:rPr>
          <w:i/>
          <w:iCs/>
        </w:rPr>
      </w:pPr>
      <w:r w:rsidRPr="00401719">
        <w:rPr>
          <w:i/>
          <w:iCs/>
        </w:rPr>
        <w:t xml:space="preserve">Equal Opportunity Act </w:t>
      </w:r>
      <w:r>
        <w:rPr>
          <w:i/>
          <w:iCs/>
        </w:rPr>
        <w:t xml:space="preserve">2010 </w:t>
      </w:r>
      <w:r w:rsidRPr="000E1D7B">
        <w:rPr>
          <w:iCs/>
        </w:rPr>
        <w:t>(Vic)</w:t>
      </w:r>
    </w:p>
    <w:p w14:paraId="3D1E07EA" w14:textId="77777777" w:rsidR="00771F0D" w:rsidRPr="00401719" w:rsidRDefault="00771F0D" w:rsidP="0008128D">
      <w:pPr>
        <w:pStyle w:val="Bullets1"/>
        <w:ind w:left="284" w:hanging="284"/>
        <w:rPr>
          <w:i/>
          <w:iCs/>
        </w:rPr>
      </w:pPr>
      <w:r w:rsidRPr="00401719">
        <w:rPr>
          <w:i/>
          <w:iCs/>
        </w:rPr>
        <w:t xml:space="preserve">Fair Work Act 2009 </w:t>
      </w:r>
      <w:r w:rsidRPr="000E1D7B">
        <w:rPr>
          <w:iCs/>
        </w:rPr>
        <w:t>(Cth)</w:t>
      </w:r>
    </w:p>
    <w:p w14:paraId="4422607E" w14:textId="77777777" w:rsidR="00B77F29" w:rsidRPr="00B77F29" w:rsidRDefault="00771F0D" w:rsidP="0008128D">
      <w:pPr>
        <w:pStyle w:val="Bullets1"/>
        <w:ind w:left="284" w:hanging="284"/>
      </w:pPr>
      <w:r w:rsidRPr="00B77F29">
        <w:t>Fair Work Regulations 2009 (Cth)</w:t>
      </w:r>
    </w:p>
    <w:p w14:paraId="75DC9C5C" w14:textId="77777777" w:rsidR="00771F0D" w:rsidRPr="00B77F29" w:rsidRDefault="00771F0D" w:rsidP="0008128D">
      <w:pPr>
        <w:pStyle w:val="Bullets1"/>
        <w:ind w:left="284" w:hanging="284"/>
      </w:pPr>
      <w:r w:rsidRPr="00B77F29">
        <w:t>National Quality Standard, Quality Area 4: Staffing Arrangements</w:t>
      </w:r>
    </w:p>
    <w:p w14:paraId="2B67666A" w14:textId="77777777" w:rsidR="00771F0D" w:rsidRPr="009E1A4D" w:rsidRDefault="00771F0D" w:rsidP="00E449D1">
      <w:pPr>
        <w:pStyle w:val="Bullets1"/>
        <w:ind w:left="284" w:hanging="284"/>
        <w:rPr>
          <w:i/>
        </w:rPr>
      </w:pPr>
      <w:r w:rsidRPr="009E1A4D">
        <w:rPr>
          <w:i/>
        </w:rPr>
        <w:t>Occupati</w:t>
      </w:r>
      <w:r w:rsidR="009C3B51" w:rsidRPr="009E1A4D">
        <w:rPr>
          <w:i/>
        </w:rPr>
        <w:t>onal Health and Safety Act 2004</w:t>
      </w:r>
    </w:p>
    <w:p w14:paraId="38D0C70D" w14:textId="77777777" w:rsidR="00771F0D" w:rsidRPr="009E1A4D" w:rsidRDefault="00771F0D" w:rsidP="00E449D1">
      <w:pPr>
        <w:pStyle w:val="Bullets1"/>
        <w:ind w:left="284" w:hanging="284"/>
        <w:rPr>
          <w:i/>
        </w:rPr>
      </w:pPr>
      <w:r w:rsidRPr="009E1A4D">
        <w:rPr>
          <w:i/>
        </w:rPr>
        <w:t>Occupational Hea</w:t>
      </w:r>
      <w:r w:rsidR="009C3B51" w:rsidRPr="009E1A4D">
        <w:rPr>
          <w:i/>
        </w:rPr>
        <w:t>lth and Safety Regulations 2007</w:t>
      </w:r>
    </w:p>
    <w:p w14:paraId="3C710FB2" w14:textId="77777777" w:rsidR="00771F0D" w:rsidRPr="009E1A4D" w:rsidRDefault="00771F0D" w:rsidP="00E449D1">
      <w:pPr>
        <w:pStyle w:val="Bullets1"/>
        <w:ind w:left="284" w:hanging="284"/>
        <w:rPr>
          <w:i/>
          <w:lang w:val="en-GB"/>
        </w:rPr>
      </w:pPr>
      <w:r w:rsidRPr="009E1A4D">
        <w:rPr>
          <w:i/>
          <w:lang w:val="en-GB"/>
        </w:rPr>
        <w:t>Racial Discrimination Act 1975</w:t>
      </w:r>
    </w:p>
    <w:p w14:paraId="5873EE90" w14:textId="77777777" w:rsidR="00771F0D" w:rsidRPr="000E1D7B" w:rsidRDefault="00D1514B" w:rsidP="00AA7168">
      <w:pPr>
        <w:pStyle w:val="Bullets1"/>
        <w:ind w:left="284" w:hanging="284"/>
        <w:rPr>
          <w:lang w:val="en-GB"/>
        </w:rPr>
      </w:pPr>
      <w:hyperlink r:id="rId9" w:tgtFrame="_blank" w:history="1">
        <w:r w:rsidR="00771F0D" w:rsidRPr="009E1A4D">
          <w:rPr>
            <w:i/>
            <w:lang w:val="en-GB"/>
          </w:rPr>
          <w:t>Racial and Religious Tolerance Act 2001</w:t>
        </w:r>
      </w:hyperlink>
      <w:r w:rsidR="00771F0D" w:rsidRPr="00BD5E2F">
        <w:rPr>
          <w:lang w:val="en-GB"/>
        </w:rPr>
        <w:t xml:space="preserve"> </w:t>
      </w:r>
      <w:r w:rsidR="00771F0D" w:rsidRPr="000E1D7B">
        <w:rPr>
          <w:lang w:val="en-GB"/>
        </w:rPr>
        <w:t>(Vic)</w:t>
      </w:r>
    </w:p>
    <w:p w14:paraId="7293EE6A" w14:textId="77777777" w:rsidR="00760C72" w:rsidRDefault="00771F0D" w:rsidP="00AA7168">
      <w:pPr>
        <w:pStyle w:val="Bullets1"/>
        <w:spacing w:line="200" w:lineRule="atLeast"/>
        <w:ind w:left="284" w:hanging="284"/>
      </w:pPr>
      <w:r w:rsidRPr="009E1A4D">
        <w:rPr>
          <w:i/>
        </w:rPr>
        <w:t>Sex Discrimination Act 1984</w:t>
      </w:r>
      <w:r w:rsidRPr="00401719">
        <w:t xml:space="preserve"> </w:t>
      </w:r>
      <w:r w:rsidRPr="000E1D7B">
        <w:t>(Cth)</w:t>
      </w:r>
    </w:p>
    <w:p w14:paraId="302E4C20" w14:textId="77777777" w:rsidR="005A1CEB" w:rsidRPr="00CD6E79" w:rsidRDefault="005A1CEB" w:rsidP="00AA7168">
      <w:pPr>
        <w:pStyle w:val="Bullets1"/>
        <w:spacing w:line="200" w:lineRule="atLeast"/>
        <w:ind w:left="284" w:hanging="284"/>
      </w:pPr>
      <w:r w:rsidRPr="00CD6E79">
        <w:t>Victorian Institute of Teach</w:t>
      </w:r>
      <w:r w:rsidR="004A64C1">
        <w:t xml:space="preserve">ing </w:t>
      </w:r>
      <w:proofErr w:type="gramStart"/>
      <w:r w:rsidR="004A64C1">
        <w:rPr>
          <w:i/>
        </w:rPr>
        <w:t>The</w:t>
      </w:r>
      <w:proofErr w:type="gramEnd"/>
      <w:r w:rsidR="004A64C1">
        <w:rPr>
          <w:i/>
        </w:rPr>
        <w:t xml:space="preserve"> Victorian Teaching Profession</w:t>
      </w:r>
      <w:r>
        <w:rPr>
          <w:i/>
        </w:rPr>
        <w:t xml:space="preserve"> Code of </w:t>
      </w:r>
      <w:r w:rsidR="004A64C1">
        <w:rPr>
          <w:i/>
        </w:rPr>
        <w:t>Conduct</w:t>
      </w:r>
    </w:p>
    <w:p w14:paraId="7B2B2596" w14:textId="77777777" w:rsidR="004A64C1" w:rsidRPr="004A64C1" w:rsidRDefault="004A64C1" w:rsidP="00AA7168">
      <w:pPr>
        <w:pStyle w:val="Bullets1"/>
        <w:ind w:left="284" w:hanging="284"/>
      </w:pPr>
      <w:r w:rsidRPr="004A64C1">
        <w:t xml:space="preserve">Victorian Institute of Teaching </w:t>
      </w:r>
      <w:proofErr w:type="gramStart"/>
      <w:r w:rsidRPr="004A64C1">
        <w:rPr>
          <w:i/>
        </w:rPr>
        <w:t>The</w:t>
      </w:r>
      <w:proofErr w:type="gramEnd"/>
      <w:r w:rsidRPr="004A64C1">
        <w:rPr>
          <w:i/>
        </w:rPr>
        <w:t xml:space="preserve"> Victorian Teaching Profession Code of </w:t>
      </w:r>
      <w:r>
        <w:rPr>
          <w:i/>
        </w:rPr>
        <w:t>Ethics</w:t>
      </w:r>
    </w:p>
    <w:p w14:paraId="414DF403" w14:textId="77777777" w:rsidR="0062349B" w:rsidRDefault="0062349B" w:rsidP="00E8128E">
      <w:pPr>
        <w:shd w:val="clear" w:color="auto" w:fill="FFFFFF"/>
        <w:rPr>
          <w:rFonts w:cs="Arial"/>
          <w:iCs/>
        </w:rPr>
      </w:pPr>
    </w:p>
    <w:p w14:paraId="6696EF21" w14:textId="77777777" w:rsidR="00CF41F7" w:rsidRDefault="000D1C2D" w:rsidP="00E8128E">
      <w:pPr>
        <w:shd w:val="clear" w:color="auto" w:fill="FFFFFF"/>
        <w:rPr>
          <w:rFonts w:cs="Arial"/>
          <w:iCs/>
        </w:rPr>
      </w:pPr>
      <w:r>
        <w:rPr>
          <w:noProof/>
          <w:lang w:eastAsia="en-AU"/>
        </w:rPr>
        <mc:AlternateContent>
          <mc:Choice Requires="wps">
            <w:drawing>
              <wp:anchor distT="0" distB="0" distL="114300" distR="114300" simplePos="0" relativeHeight="251657728" behindDoc="0" locked="0" layoutInCell="1" allowOverlap="1" wp14:anchorId="54356215" wp14:editId="1F00AA1B">
                <wp:simplePos x="0" y="0"/>
                <wp:positionH relativeFrom="column">
                  <wp:posOffset>-5080</wp:posOffset>
                </wp:positionH>
                <wp:positionV relativeFrom="paragraph">
                  <wp:posOffset>27305</wp:posOffset>
                </wp:positionV>
                <wp:extent cx="5705475" cy="561975"/>
                <wp:effectExtent l="0" t="0"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5475" cy="561975"/>
                        </a:xfrm>
                        <a:prstGeom prst="rect">
                          <a:avLst/>
                        </a:prstGeom>
                        <a:solidFill>
                          <a:srgbClr val="DDDDDD"/>
                        </a:solidFill>
                        <a:ln w="6350">
                          <a:noFill/>
                        </a:ln>
                        <a:effectLst/>
                      </wps:spPr>
                      <wps:txbx>
                        <w:txbxContent>
                          <w:p w14:paraId="5208412F" w14:textId="77777777" w:rsidR="0018172B" w:rsidRPr="00CF41F7" w:rsidRDefault="0018172B" w:rsidP="00412BFA">
                            <w:pPr>
                              <w:spacing w:after="0"/>
                              <w:rPr>
                                <w:rFonts w:cs="Arial"/>
                              </w:rPr>
                            </w:pPr>
                            <w:r w:rsidRPr="00CF41F7">
                              <w:rPr>
                                <w:rFonts w:cs="Arial"/>
                              </w:rPr>
                              <w:t>The most current amendments to listed legislation can be found at:</w:t>
                            </w:r>
                          </w:p>
                          <w:p w14:paraId="21B98882" w14:textId="77777777" w:rsidR="0018172B" w:rsidRPr="00CF41F7" w:rsidRDefault="0018172B" w:rsidP="00412BFA">
                            <w:pPr>
                              <w:pStyle w:val="ListParagraph"/>
                              <w:numPr>
                                <w:ilvl w:val="0"/>
                                <w:numId w:val="25"/>
                              </w:numPr>
                              <w:spacing w:after="0"/>
                              <w:rPr>
                                <w:rFonts w:ascii="Arial" w:hAnsi="Arial" w:cs="Arial"/>
                                <w:sz w:val="19"/>
                                <w:szCs w:val="19"/>
                              </w:rPr>
                            </w:pPr>
                            <w:r w:rsidRPr="00CF41F7">
                              <w:rPr>
                                <w:rFonts w:ascii="Arial" w:hAnsi="Arial" w:cs="Arial"/>
                                <w:sz w:val="19"/>
                                <w:szCs w:val="19"/>
                              </w:rPr>
                              <w:t xml:space="preserve">Victorian Legislation – Victorian Law Today: </w:t>
                            </w:r>
                            <w:hyperlink r:id="rId10" w:history="1">
                              <w:r w:rsidRPr="00CF41F7">
                                <w:rPr>
                                  <w:rStyle w:val="Hyperlink"/>
                                  <w:rFonts w:ascii="Arial" w:hAnsi="Arial" w:cs="Arial"/>
                                  <w:sz w:val="19"/>
                                  <w:szCs w:val="19"/>
                                </w:rPr>
                                <w:t>http://www.legislation.vic.gov.au</w:t>
                              </w:r>
                            </w:hyperlink>
                            <w:r>
                              <w:rPr>
                                <w:rStyle w:val="Hyperlink"/>
                                <w:rFonts w:ascii="Arial" w:hAnsi="Arial" w:cs="Arial"/>
                                <w:sz w:val="19"/>
                                <w:szCs w:val="19"/>
                              </w:rPr>
                              <w:t xml:space="preserve"> </w:t>
                            </w:r>
                          </w:p>
                          <w:p w14:paraId="65B6B44C" w14:textId="77777777" w:rsidR="0018172B" w:rsidRPr="00CD6E79" w:rsidRDefault="0018172B" w:rsidP="001C1C4B">
                            <w:pPr>
                              <w:pStyle w:val="ListParagraph"/>
                              <w:numPr>
                                <w:ilvl w:val="0"/>
                                <w:numId w:val="25"/>
                              </w:numPr>
                              <w:rPr>
                                <w:rFonts w:ascii="Arial" w:hAnsi="Arial" w:cs="Arial"/>
                                <w:sz w:val="19"/>
                                <w:szCs w:val="19"/>
                              </w:rPr>
                            </w:pPr>
                            <w:r w:rsidRPr="00CD6E79">
                              <w:rPr>
                                <w:rFonts w:ascii="Arial" w:hAnsi="Arial" w:cs="Arial"/>
                                <w:sz w:val="19"/>
                                <w:szCs w:val="19"/>
                              </w:rPr>
                              <w:t xml:space="preserve">Commonwealth Legislation – Federal Register of Legislation: </w:t>
                            </w:r>
                            <w:hyperlink r:id="rId11" w:history="1">
                              <w:r w:rsidRPr="00CD6E79">
                                <w:rPr>
                                  <w:rStyle w:val="Hyperlink"/>
                                  <w:rFonts w:ascii="Arial" w:hAnsi="Arial" w:cs="Arial"/>
                                  <w:sz w:val="19"/>
                                  <w:szCs w:val="19"/>
                                </w:rPr>
                                <w:t>https://www.legislation.gov.au/</w:t>
                              </w:r>
                            </w:hyperlink>
                          </w:p>
                          <w:p w14:paraId="2D2FB5FB" w14:textId="77777777" w:rsidR="0018172B" w:rsidRPr="00CF41F7" w:rsidRDefault="0018172B" w:rsidP="00CF41F7">
                            <w:pPr>
                              <w:pStyle w:val="ListParagraph"/>
                              <w:numPr>
                                <w:ilvl w:val="0"/>
                                <w:numId w:val="25"/>
                              </w:numPr>
                              <w:rPr>
                                <w:rFonts w:ascii="Arial" w:hAnsi="Arial" w:cs="Arial"/>
                                <w:sz w:val="19"/>
                                <w:szCs w:val="19"/>
                              </w:rPr>
                            </w:pPr>
                            <w:r w:rsidRPr="00CD6E79">
                              <w:rPr>
                                <w:rFonts w:ascii="Arial" w:hAnsi="Arial" w:cs="Arial"/>
                                <w:sz w:val="19"/>
                                <w:szCs w:val="19"/>
                                <w:highlight w:val="yellow"/>
                              </w:rPr>
                              <w:t xml:space="preserve">n – ComLaw: </w:t>
                            </w:r>
                            <w:hyperlink r:id="rId12" w:history="1">
                              <w:r w:rsidRPr="00CD6E79">
                                <w:rPr>
                                  <w:rStyle w:val="Hyperlink"/>
                                  <w:rFonts w:ascii="Arial" w:hAnsi="Arial" w:cs="Arial"/>
                                  <w:sz w:val="19"/>
                                  <w:szCs w:val="19"/>
                                  <w:highlight w:val="yellow"/>
                                </w:rPr>
                                <w:t>http://www.comlaw.gov.au</w:t>
                              </w:r>
                            </w:hyperlink>
                            <w:r>
                              <w:rPr>
                                <w:rStyle w:val="Hyperlink"/>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356215" id="_x0000_t202" coordsize="21600,21600" o:spt="202" path="m,l,21600r21600,l21600,xe">
                <v:stroke joinstyle="miter"/>
                <v:path gradientshapeok="t" o:connecttype="rect"/>
              </v:shapetype>
              <v:shape id="Text Box 1" o:spid="_x0000_s1026" type="#_x0000_t202" style="position:absolute;margin-left:-.4pt;margin-top:2.15pt;width:449.25pt;height:4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" fillcolor="#ddd" stroked="f" strokeweight=".5pt">
                <v:textbox>
                  <w:txbxContent>
                    <w:p w14:paraId="5208412F" w14:textId="77777777" w:rsidR="0018172B" w:rsidRPr="00CF41F7" w:rsidRDefault="0018172B" w:rsidP="00412BFA">
                      <w:pPr>
                        <w:spacing w:after="0"/>
                        <w:rPr>
                          <w:rFonts w:cs="Arial"/>
                        </w:rPr>
                      </w:pPr>
                      <w:r w:rsidRPr="00CF41F7">
                        <w:rPr>
                          <w:rFonts w:cs="Arial"/>
                        </w:rPr>
                        <w:t>The most current amendments to listed legislation can be found at:</w:t>
                      </w:r>
                    </w:p>
                    <w:p w14:paraId="21B98882" w14:textId="77777777" w:rsidR="0018172B" w:rsidRPr="00CF41F7" w:rsidRDefault="0018172B" w:rsidP="00412BFA">
                      <w:pPr>
                        <w:pStyle w:val="ListParagraph"/>
                        <w:numPr>
                          <w:ilvl w:val="0"/>
                          <w:numId w:val="25"/>
                        </w:numPr>
                        <w:spacing w:after="0"/>
                        <w:rPr>
                          <w:rFonts w:ascii="Arial" w:hAnsi="Arial" w:cs="Arial"/>
                          <w:sz w:val="19"/>
                          <w:szCs w:val="19"/>
                        </w:rPr>
                      </w:pPr>
                      <w:r w:rsidRPr="00CF41F7">
                        <w:rPr>
                          <w:rFonts w:ascii="Arial" w:hAnsi="Arial" w:cs="Arial"/>
                          <w:sz w:val="19"/>
                          <w:szCs w:val="19"/>
                        </w:rPr>
                        <w:t xml:space="preserve">Victorian Legislation – Victorian Law Today: </w:t>
                      </w:r>
                      <w:hyperlink r:id="rId13" w:history="1">
                        <w:r w:rsidRPr="00CF41F7">
                          <w:rPr>
                            <w:rStyle w:val="Hyperlink"/>
                            <w:rFonts w:ascii="Arial" w:hAnsi="Arial" w:cs="Arial"/>
                            <w:sz w:val="19"/>
                            <w:szCs w:val="19"/>
                          </w:rPr>
                          <w:t>http://www.legislation.vic.gov.au</w:t>
                        </w:r>
                      </w:hyperlink>
                      <w:r>
                        <w:rPr>
                          <w:rStyle w:val="Hyperlink"/>
                          <w:rFonts w:ascii="Arial" w:hAnsi="Arial" w:cs="Arial"/>
                          <w:sz w:val="19"/>
                          <w:szCs w:val="19"/>
                        </w:rPr>
                        <w:t xml:space="preserve"> </w:t>
                      </w:r>
                    </w:p>
                    <w:p w14:paraId="65B6B44C" w14:textId="77777777" w:rsidR="0018172B" w:rsidRPr="00CD6E79" w:rsidRDefault="0018172B" w:rsidP="001C1C4B">
                      <w:pPr>
                        <w:pStyle w:val="ListParagraph"/>
                        <w:numPr>
                          <w:ilvl w:val="0"/>
                          <w:numId w:val="25"/>
                        </w:numPr>
                        <w:rPr>
                          <w:rFonts w:ascii="Arial" w:hAnsi="Arial" w:cs="Arial"/>
                          <w:sz w:val="19"/>
                          <w:szCs w:val="19"/>
                        </w:rPr>
                      </w:pPr>
                      <w:r w:rsidRPr="00CD6E79">
                        <w:rPr>
                          <w:rFonts w:ascii="Arial" w:hAnsi="Arial" w:cs="Arial"/>
                          <w:sz w:val="19"/>
                          <w:szCs w:val="19"/>
                        </w:rPr>
                        <w:t xml:space="preserve">Commonwealth Legislation – Federal Register of Legislation: </w:t>
                      </w:r>
                      <w:hyperlink r:id="rId14" w:history="1">
                        <w:r w:rsidRPr="00CD6E79">
                          <w:rPr>
                            <w:rStyle w:val="Hyperlink"/>
                            <w:rFonts w:ascii="Arial" w:hAnsi="Arial" w:cs="Arial"/>
                            <w:sz w:val="19"/>
                            <w:szCs w:val="19"/>
                          </w:rPr>
                          <w:t>https://www.legislation.gov.au/</w:t>
                        </w:r>
                      </w:hyperlink>
                    </w:p>
                    <w:p w14:paraId="2D2FB5FB" w14:textId="77777777" w:rsidR="0018172B" w:rsidRPr="00CF41F7" w:rsidRDefault="0018172B" w:rsidP="00CF41F7">
                      <w:pPr>
                        <w:pStyle w:val="ListParagraph"/>
                        <w:numPr>
                          <w:ilvl w:val="0"/>
                          <w:numId w:val="25"/>
                        </w:numPr>
                        <w:rPr>
                          <w:rFonts w:ascii="Arial" w:hAnsi="Arial" w:cs="Arial"/>
                          <w:sz w:val="19"/>
                          <w:szCs w:val="19"/>
                        </w:rPr>
                      </w:pPr>
                      <w:r w:rsidRPr="00CD6E79">
                        <w:rPr>
                          <w:rFonts w:ascii="Arial" w:hAnsi="Arial" w:cs="Arial"/>
                          <w:sz w:val="19"/>
                          <w:szCs w:val="19"/>
                          <w:highlight w:val="yellow"/>
                        </w:rPr>
                        <w:t xml:space="preserve">n – ComLaw: </w:t>
                      </w:r>
                      <w:hyperlink r:id="rId15" w:history="1">
                        <w:r w:rsidRPr="00CD6E79">
                          <w:rPr>
                            <w:rStyle w:val="Hyperlink"/>
                            <w:rFonts w:ascii="Arial" w:hAnsi="Arial" w:cs="Arial"/>
                            <w:sz w:val="19"/>
                            <w:szCs w:val="19"/>
                            <w:highlight w:val="yellow"/>
                          </w:rPr>
                          <w:t>http://www.comlaw.gov.au</w:t>
                        </w:r>
                      </w:hyperlink>
                      <w:r>
                        <w:rPr>
                          <w:rStyle w:val="Hyperlink"/>
                          <w:rFonts w:ascii="Arial" w:hAnsi="Arial" w:cs="Arial"/>
                          <w:sz w:val="19"/>
                          <w:szCs w:val="19"/>
                        </w:rPr>
                        <w:t xml:space="preserve"> </w:t>
                      </w:r>
                    </w:p>
                  </w:txbxContent>
                </v:textbox>
              </v:shape>
            </w:pict>
          </mc:Fallback>
        </mc:AlternateContent>
      </w:r>
    </w:p>
    <w:p w14:paraId="4760AF3D" w14:textId="77777777" w:rsidR="00CF41F7" w:rsidRDefault="00CF41F7" w:rsidP="00E8128E">
      <w:pPr>
        <w:shd w:val="clear" w:color="auto" w:fill="FFFFFF"/>
        <w:rPr>
          <w:rFonts w:cs="Arial"/>
          <w:iCs/>
        </w:rPr>
      </w:pPr>
    </w:p>
    <w:p w14:paraId="632F805D" w14:textId="77777777" w:rsidR="00771F0D" w:rsidRPr="005179EE" w:rsidRDefault="00771F0D" w:rsidP="00EF3F28">
      <w:pPr>
        <w:pStyle w:val="Heading2"/>
        <w:keepNext/>
        <w:overflowPunct w:val="0"/>
        <w:autoSpaceDE w:val="0"/>
        <w:autoSpaceDN w:val="0"/>
        <w:adjustRightInd w:val="0"/>
        <w:spacing w:before="60" w:after="120"/>
        <w:textAlignment w:val="baseline"/>
      </w:pPr>
      <w:r w:rsidRPr="005179EE">
        <w:lastRenderedPageBreak/>
        <w:t>Definitions</w:t>
      </w:r>
    </w:p>
    <w:p w14:paraId="305C5B62" w14:textId="77777777" w:rsidR="00771F0D" w:rsidRPr="003E6337" w:rsidRDefault="00771F0D" w:rsidP="00F54897">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3E6337">
        <w:rPr>
          <w:i/>
        </w:rPr>
        <w:t>General Definitions</w:t>
      </w:r>
      <w:r>
        <w:t xml:space="preserve"> section </w:t>
      </w:r>
      <w:r w:rsidRPr="003E6337">
        <w:t>of this manual</w:t>
      </w:r>
      <w:r>
        <w:t>.</w:t>
      </w:r>
    </w:p>
    <w:p w14:paraId="622A9225" w14:textId="77777777" w:rsidR="00AA7168" w:rsidRPr="00AA7168" w:rsidRDefault="00AA7168" w:rsidP="00AA7168">
      <w:pPr>
        <w:spacing w:before="60" w:line="260" w:lineRule="atLeast"/>
        <w:rPr>
          <w:sz w:val="20"/>
          <w:lang w:eastAsia="en-AU"/>
        </w:rPr>
      </w:pPr>
      <w:r w:rsidRPr="00AA7168">
        <w:rPr>
          <w:b/>
          <w:sz w:val="20"/>
          <w:lang w:eastAsia="en-AU"/>
        </w:rPr>
        <w:t>Bullying:</w:t>
      </w:r>
      <w:r w:rsidRPr="00AA7168">
        <w:rPr>
          <w:sz w:val="20"/>
          <w:lang w:eastAsia="en-AU"/>
        </w:rPr>
        <w:t xml:space="preserve"> Repeated verbal, physical, </w:t>
      </w:r>
      <w:proofErr w:type="gramStart"/>
      <w:r w:rsidRPr="00AA7168">
        <w:rPr>
          <w:sz w:val="20"/>
          <w:lang w:eastAsia="en-AU"/>
        </w:rPr>
        <w:t>social</w:t>
      </w:r>
      <w:proofErr w:type="gramEnd"/>
      <w:r w:rsidRPr="00AA7168">
        <w:rPr>
          <w:sz w:val="20"/>
          <w:lang w:eastAsia="en-AU"/>
        </w:rPr>
        <w:t xml:space="preserve"> or psychological behaviour that is harmful and involves the misuse of power by an individual or group towards one or more </w:t>
      </w:r>
      <w:r w:rsidRPr="00AA7168">
        <w:rPr>
          <w:rFonts w:cs="Arial"/>
          <w:sz w:val="20"/>
          <w:lang w:eastAsia="en-AU"/>
        </w:rPr>
        <w:t xml:space="preserve">persons. </w:t>
      </w:r>
      <w:r w:rsidRPr="00AA7168">
        <w:rPr>
          <w:sz w:val="20"/>
          <w:lang w:eastAsia="en-AU"/>
        </w:rPr>
        <w:t xml:space="preserve">Bullying occurs when one or more people deliberately and repeatedly upset or hurt another person, damage their property, </w:t>
      </w:r>
      <w:proofErr w:type="gramStart"/>
      <w:r w:rsidRPr="00AA7168">
        <w:rPr>
          <w:sz w:val="20"/>
          <w:lang w:eastAsia="en-AU"/>
        </w:rPr>
        <w:t>reputation</w:t>
      </w:r>
      <w:proofErr w:type="gramEnd"/>
      <w:r w:rsidRPr="00AA7168">
        <w:rPr>
          <w:sz w:val="20"/>
          <w:lang w:eastAsia="en-AU"/>
        </w:rPr>
        <w:t xml:space="preserve"> or social </w:t>
      </w:r>
      <w:r w:rsidRPr="00AA7168">
        <w:rPr>
          <w:rFonts w:cs="Arial"/>
          <w:sz w:val="20"/>
          <w:lang w:eastAsia="en-AU"/>
        </w:rPr>
        <w:t>acceptance.</w:t>
      </w:r>
    </w:p>
    <w:p w14:paraId="16358397" w14:textId="77777777" w:rsidR="00771F0D" w:rsidRPr="00F0193E" w:rsidRDefault="00771F0D" w:rsidP="00F54897">
      <w:pPr>
        <w:pStyle w:val="BodyText"/>
      </w:pPr>
      <w:r>
        <w:rPr>
          <w:b/>
          <w:bCs/>
        </w:rPr>
        <w:t xml:space="preserve">Duty of care: </w:t>
      </w:r>
      <w:r w:rsidRPr="00F0193E">
        <w:t xml:space="preserve">A common law concept that refers to the responsibilities of organisations to provide people with an adequate level of protection against harm and all </w:t>
      </w:r>
      <w:proofErr w:type="gramStart"/>
      <w:r w:rsidRPr="00F0193E">
        <w:t>reasonable</w:t>
      </w:r>
      <w:proofErr w:type="gramEnd"/>
      <w:r w:rsidRPr="00F0193E">
        <w:t xml:space="preserve"> foreseeable risk of injury.</w:t>
      </w:r>
    </w:p>
    <w:p w14:paraId="1E05EBC8" w14:textId="77777777" w:rsidR="00771F0D" w:rsidRDefault="00771F0D" w:rsidP="00F54897">
      <w:pPr>
        <w:pStyle w:val="BodyText"/>
      </w:pPr>
      <w:r w:rsidRPr="0018172B">
        <w:rPr>
          <w:b/>
          <w:bCs/>
        </w:rPr>
        <w:t>Ethical conduct</w:t>
      </w:r>
      <w:r w:rsidRPr="0018172B">
        <w:rPr>
          <w:b/>
        </w:rPr>
        <w:t xml:space="preserve">: </w:t>
      </w:r>
      <w:r w:rsidR="005D6568" w:rsidRPr="0018172B">
        <w:t>Behavior which reflects values or a code of conduct.</w:t>
      </w:r>
    </w:p>
    <w:p w14:paraId="64332CC6" w14:textId="77777777" w:rsidR="00771F0D" w:rsidRPr="00343050" w:rsidRDefault="00771F0D" w:rsidP="0018172B">
      <w:pPr>
        <w:pStyle w:val="BodyText3ptAfter"/>
      </w:pPr>
      <w:r w:rsidRPr="00D11BC6">
        <w:rPr>
          <w:b/>
        </w:rPr>
        <w:t>Harassment</w:t>
      </w:r>
      <w:r w:rsidRPr="00B77F29">
        <w:rPr>
          <w:b/>
        </w:rPr>
        <w:t>:</w:t>
      </w:r>
      <w:r>
        <w:t xml:space="preserve"> W</w:t>
      </w:r>
      <w:r w:rsidRPr="00343050">
        <w:t xml:space="preserve">hen someone is demeaning, derogatory or intimidating towards another person. </w:t>
      </w:r>
      <w:r>
        <w:t>Harassment</w:t>
      </w:r>
      <w:r w:rsidRPr="00343050">
        <w:t xml:space="preserve"> include</w:t>
      </w:r>
      <w:r>
        <w:t>s</w:t>
      </w:r>
      <w:r w:rsidRPr="00343050">
        <w:t>:</w:t>
      </w:r>
    </w:p>
    <w:p w14:paraId="1A498EF5" w14:textId="77777777" w:rsidR="00771F0D" w:rsidRPr="0018172B" w:rsidRDefault="009C3B51" w:rsidP="0018172B">
      <w:pPr>
        <w:pStyle w:val="Bullets1"/>
      </w:pPr>
      <w:r w:rsidRPr="0018172B">
        <w:t>racial taunts</w:t>
      </w:r>
    </w:p>
    <w:p w14:paraId="12FE1D7B" w14:textId="77777777" w:rsidR="00771F0D" w:rsidRPr="0018172B" w:rsidRDefault="009624AA" w:rsidP="0018172B">
      <w:pPr>
        <w:pStyle w:val="Bullets1"/>
      </w:pPr>
      <w:r w:rsidRPr="0018172B">
        <w:t xml:space="preserve">taunts about </w:t>
      </w:r>
      <w:r w:rsidR="00771F0D" w:rsidRPr="0018172B">
        <w:t>sexual</w:t>
      </w:r>
      <w:r w:rsidR="009C3B51" w:rsidRPr="0018172B">
        <w:t xml:space="preserve"> orientation or gender identity</w:t>
      </w:r>
    </w:p>
    <w:p w14:paraId="39BDAE4F" w14:textId="77777777" w:rsidR="00771F0D" w:rsidRPr="0018172B" w:rsidRDefault="00771F0D" w:rsidP="0018172B">
      <w:pPr>
        <w:pStyle w:val="Bullets1"/>
      </w:pPr>
      <w:r w:rsidRPr="0018172B">
        <w:t xml:space="preserve">sexual harassment: unwelcome physical, </w:t>
      </w:r>
      <w:proofErr w:type="gramStart"/>
      <w:r w:rsidRPr="0018172B">
        <w:t>verbal</w:t>
      </w:r>
      <w:proofErr w:type="gramEnd"/>
      <w:r w:rsidRPr="0018172B">
        <w:t xml:space="preserve"> or writt</w:t>
      </w:r>
      <w:r w:rsidR="009C3B51" w:rsidRPr="0018172B">
        <w:t>en behaviour of a sexual nature</w:t>
      </w:r>
    </w:p>
    <w:p w14:paraId="3CD4D023" w14:textId="77777777" w:rsidR="00D21754" w:rsidRPr="0018172B" w:rsidRDefault="00771F0D" w:rsidP="0018172B">
      <w:pPr>
        <w:pStyle w:val="Bullets1"/>
        <w:spacing w:after="170"/>
      </w:pPr>
      <w:r w:rsidRPr="0018172B">
        <w:t>repeated insulting remarks.</w:t>
      </w:r>
    </w:p>
    <w:p w14:paraId="4B419479" w14:textId="77777777" w:rsidR="00AA7168" w:rsidRPr="00AA7168" w:rsidRDefault="00AA7168" w:rsidP="0018172B">
      <w:pPr>
        <w:pStyle w:val="BodyText3ptAfter"/>
        <w:spacing w:after="170"/>
      </w:pPr>
      <w:r w:rsidRPr="005D6568">
        <w:rPr>
          <w:b/>
        </w:rPr>
        <w:t xml:space="preserve">Investigator: </w:t>
      </w:r>
      <w:r w:rsidR="005D6568" w:rsidRPr="005D6568">
        <w:t>A p</w:t>
      </w:r>
      <w:r w:rsidRPr="005D6568">
        <w:t>erson</w:t>
      </w:r>
      <w:r w:rsidR="005D6568" w:rsidRPr="005D6568">
        <w:t>/staff member</w:t>
      </w:r>
      <w:r w:rsidR="00E57AEE" w:rsidRPr="005D6568">
        <w:t xml:space="preserve"> </w:t>
      </w:r>
      <w:proofErr w:type="gramStart"/>
      <w:r w:rsidR="00E57AEE" w:rsidRPr="005D6568">
        <w:t>assigned</w:t>
      </w:r>
      <w:proofErr w:type="gramEnd"/>
      <w:r w:rsidR="00E57AEE" w:rsidRPr="005D6568">
        <w:t xml:space="preserve"> or organization engaged with</w:t>
      </w:r>
      <w:r w:rsidRPr="005D6568">
        <w:t xml:space="preserve"> </w:t>
      </w:r>
      <w:r w:rsidR="005D6568" w:rsidRPr="005D6568">
        <w:t xml:space="preserve">the </w:t>
      </w:r>
      <w:r w:rsidRPr="005D6568">
        <w:t xml:space="preserve">responsibility of investigating </w:t>
      </w:r>
      <w:r w:rsidR="00E57AEE" w:rsidRPr="005D6568">
        <w:t>suspected breaches of the Code of Conduct by the Approved Provider.</w:t>
      </w:r>
    </w:p>
    <w:p w14:paraId="2DE9C3EB" w14:textId="77777777" w:rsidR="00D21754" w:rsidRDefault="00D21754">
      <w:pPr>
        <w:pStyle w:val="BodyText3ptAfter"/>
      </w:pPr>
      <w:r w:rsidRPr="00526462">
        <w:rPr>
          <w:b/>
        </w:rPr>
        <w:t>Notifiable complaint:</w:t>
      </w:r>
      <w:r>
        <w:t xml:space="preserve"> A complaint that alleges a breach of the</w:t>
      </w:r>
      <w:r w:rsidR="002E3DC2">
        <w:t xml:space="preserve"> Education and Care Services National</w:t>
      </w:r>
      <w:r>
        <w:t xml:space="preserve"> Act or Regulation, or alleges that the health, </w:t>
      </w:r>
      <w:proofErr w:type="gramStart"/>
      <w:r>
        <w:t>safety</w:t>
      </w:r>
      <w:proofErr w:type="gramEnd"/>
      <w:r>
        <w:t xml:space="preserve"> or wellbeing of a child at the service may have been compromised. Any complaint of this nature must be reported by the Approved Provider to the secretary of DET within 24 hours of the complaint being made (Section 174(2</w:t>
      </w:r>
      <w:r w:rsidR="00A05D19">
        <w:t>) (</w:t>
      </w:r>
      <w:r>
        <w:t>b), Regulation 176(2</w:t>
      </w:r>
      <w:r w:rsidR="00A05D19">
        <w:t>) (</w:t>
      </w:r>
      <w:r>
        <w:t>b)). Written reports to DET must include:</w:t>
      </w:r>
    </w:p>
    <w:p w14:paraId="7C0DDFAA" w14:textId="77777777" w:rsidR="00D21754" w:rsidRDefault="00D21754" w:rsidP="00AA7168">
      <w:pPr>
        <w:pStyle w:val="BodyText3ptAfter"/>
        <w:numPr>
          <w:ilvl w:val="0"/>
          <w:numId w:val="54"/>
        </w:numPr>
      </w:pPr>
      <w:r>
        <w:t>details of the event or incident</w:t>
      </w:r>
    </w:p>
    <w:p w14:paraId="3B4A8008" w14:textId="77777777" w:rsidR="00D21754" w:rsidRDefault="00D21754" w:rsidP="00AA7168">
      <w:pPr>
        <w:pStyle w:val="BodyText3ptAfter"/>
        <w:numPr>
          <w:ilvl w:val="0"/>
          <w:numId w:val="54"/>
        </w:numPr>
      </w:pPr>
      <w:r>
        <w:t>the name of the person who initially made the complaint</w:t>
      </w:r>
    </w:p>
    <w:p w14:paraId="341E95BD" w14:textId="77777777" w:rsidR="00D21754" w:rsidRDefault="00D21754" w:rsidP="00AA7168">
      <w:pPr>
        <w:pStyle w:val="BodyText3ptAfter"/>
        <w:numPr>
          <w:ilvl w:val="0"/>
          <w:numId w:val="54"/>
        </w:numPr>
      </w:pPr>
      <w:r>
        <w:t>if appropriate, the name of the child concerned and the condition of the child, including a medical or incident report (where relevant)</w:t>
      </w:r>
    </w:p>
    <w:p w14:paraId="14633D8B" w14:textId="77777777" w:rsidR="00D21754" w:rsidRDefault="00D21754" w:rsidP="00AA7168">
      <w:pPr>
        <w:pStyle w:val="BodyText3ptAfter"/>
        <w:numPr>
          <w:ilvl w:val="0"/>
          <w:numId w:val="54"/>
        </w:numPr>
      </w:pPr>
      <w:r>
        <w:t>contact details of a nominated member of the Grievances Subcommittee/investigator</w:t>
      </w:r>
    </w:p>
    <w:p w14:paraId="3E3CB4B8" w14:textId="77777777" w:rsidR="00D21754" w:rsidRDefault="00A05D19" w:rsidP="00AA7168">
      <w:pPr>
        <w:pStyle w:val="BodyText3ptAfter"/>
        <w:numPr>
          <w:ilvl w:val="0"/>
          <w:numId w:val="54"/>
        </w:numPr>
      </w:pPr>
      <w:r>
        <w:t>Any</w:t>
      </w:r>
      <w:r w:rsidR="00D21754">
        <w:t xml:space="preserve"> other relevant information.</w:t>
      </w:r>
    </w:p>
    <w:p w14:paraId="39EDCBAA" w14:textId="77777777" w:rsidR="00D21754" w:rsidRPr="00275CB0" w:rsidRDefault="00D21754" w:rsidP="00CD6E79">
      <w:pPr>
        <w:pStyle w:val="BodyText"/>
        <w:rPr>
          <w:b/>
        </w:rPr>
      </w:pPr>
      <w:r w:rsidRPr="00275CB0">
        <w:t xml:space="preserve">Written notification of complaints must be submitted </w:t>
      </w:r>
      <w:r w:rsidR="0065062D" w:rsidRPr="00275CB0">
        <w:t>via the National Quality Agenda IT system</w:t>
      </w:r>
      <w:r w:rsidR="00EE56F0" w:rsidRPr="00275CB0">
        <w:t xml:space="preserve"> (NQAITS)</w:t>
      </w:r>
      <w:r w:rsidR="0065062D" w:rsidRPr="00275CB0">
        <w:t xml:space="preserve">: </w:t>
      </w:r>
      <w:hyperlink r:id="rId16" w:history="1">
        <w:r w:rsidR="0065062D" w:rsidRPr="00275CB0">
          <w:rPr>
            <w:rStyle w:val="Hyperlink"/>
          </w:rPr>
          <w:t>http://www.acecqa.gov.au/national-quality-agenda-it-system</w:t>
        </w:r>
      </w:hyperlink>
      <w:r w:rsidRPr="00275CB0">
        <w:rPr>
          <w:rStyle w:val="Hyperlink"/>
          <w:u w:val="none"/>
          <w:lang w:eastAsia="en-US"/>
        </w:rPr>
        <w:t xml:space="preserve">. </w:t>
      </w:r>
      <w:r w:rsidRPr="00275CB0">
        <w:rPr>
          <w:lang w:eastAsia="en-US"/>
        </w:rPr>
        <w:t>If the Approved Provider is unsure whether the matter is a notifiable complaint, it is good practice to contact DET for confirmation.</w:t>
      </w:r>
    </w:p>
    <w:p w14:paraId="72AB03E8" w14:textId="77777777" w:rsidR="00771F0D" w:rsidRDefault="00771F0D" w:rsidP="00F54897">
      <w:pPr>
        <w:pStyle w:val="BodyText"/>
      </w:pPr>
      <w:r w:rsidRPr="0018172B">
        <w:rPr>
          <w:b/>
          <w:bCs/>
        </w:rPr>
        <w:t xml:space="preserve">Respect: </w:t>
      </w:r>
      <w:r w:rsidR="00E70A4C" w:rsidRPr="0018172B">
        <w:t>Demonstrating regard for the rights</w:t>
      </w:r>
      <w:r w:rsidRPr="0018172B">
        <w:t xml:space="preserve"> of indi</w:t>
      </w:r>
      <w:r w:rsidR="009C2A0B" w:rsidRPr="0018172B">
        <w:t xml:space="preserve">viduals, </w:t>
      </w:r>
      <w:r w:rsidR="00E70A4C" w:rsidRPr="0018172B">
        <w:t>for different values and points of views</w:t>
      </w:r>
      <w:r w:rsidRPr="0018172B">
        <w:t>.</w:t>
      </w:r>
    </w:p>
    <w:p w14:paraId="25C1E29B" w14:textId="77777777" w:rsidR="00D21754" w:rsidRPr="00D21754" w:rsidRDefault="00D21754" w:rsidP="00AA7168">
      <w:pPr>
        <w:autoSpaceDE w:val="0"/>
        <w:autoSpaceDN w:val="0"/>
        <w:adjustRightInd w:val="0"/>
        <w:spacing w:before="60" w:after="0" w:line="260" w:lineRule="atLeast"/>
        <w:ind w:right="380"/>
        <w:rPr>
          <w:rFonts w:cs="Arial"/>
          <w:color w:val="000000"/>
          <w:sz w:val="20"/>
          <w:szCs w:val="20"/>
        </w:rPr>
      </w:pPr>
      <w:r w:rsidRPr="00D21754">
        <w:rPr>
          <w:rFonts w:cs="Arial"/>
          <w:b/>
          <w:bCs/>
          <w:color w:val="000000"/>
          <w:sz w:val="20"/>
          <w:szCs w:val="20"/>
        </w:rPr>
        <w:t xml:space="preserve">Serious incident: </w:t>
      </w:r>
      <w:r w:rsidRPr="00D21754">
        <w:rPr>
          <w:rFonts w:cs="Arial"/>
          <w:color w:val="000000"/>
          <w:sz w:val="20"/>
          <w:szCs w:val="20"/>
        </w:rPr>
        <w:t>A serious incident is defined as (regulation 12):</w:t>
      </w:r>
    </w:p>
    <w:p w14:paraId="1A1F0996" w14:textId="77777777"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the death of a child -</w:t>
      </w:r>
    </w:p>
    <w:p w14:paraId="33BF7897" w14:textId="77777777"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while being cared for by an education and care service; or</w:t>
      </w:r>
    </w:p>
    <w:p w14:paraId="5381FC11" w14:textId="77777777"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following an incident while being educated and cared for by an education and care service</w:t>
      </w:r>
    </w:p>
    <w:p w14:paraId="3CAFEF65" w14:textId="77777777"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 xml:space="preserve">any incident involving serious injury or trauma to, or illness of, a child while being educated and cared for by </w:t>
      </w:r>
      <w:r w:rsidR="00F320DC">
        <w:rPr>
          <w:rFonts w:cs="Arial"/>
          <w:color w:val="000000"/>
          <w:sz w:val="20"/>
          <w:szCs w:val="20"/>
        </w:rPr>
        <w:t>an education and care service -</w:t>
      </w:r>
    </w:p>
    <w:p w14:paraId="447FB9A7" w14:textId="77777777" w:rsidR="00D21754" w:rsidRPr="00D21754" w:rsidRDefault="00D21754" w:rsidP="00AA7168">
      <w:pPr>
        <w:numPr>
          <w:ilvl w:val="1"/>
          <w:numId w:val="27"/>
        </w:numPr>
        <w:tabs>
          <w:tab w:val="left" w:pos="567"/>
        </w:tabs>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which a reasonable person would consider required urgent medical attention from a registered medical practitioner (examples include broken limbs or anaphylaxis reaction) attention of a registered medical practitioner; or</w:t>
      </w:r>
    </w:p>
    <w:p w14:paraId="73020BD7" w14:textId="77777777" w:rsidR="00D21754" w:rsidRDefault="00D21754" w:rsidP="00AA7168">
      <w:pPr>
        <w:numPr>
          <w:ilvl w:val="1"/>
          <w:numId w:val="27"/>
        </w:numPr>
        <w:tabs>
          <w:tab w:val="left" w:pos="567"/>
        </w:tabs>
        <w:autoSpaceDE w:val="0"/>
        <w:autoSpaceDN w:val="0"/>
        <w:adjustRightInd w:val="0"/>
        <w:spacing w:before="60" w:after="0" w:line="260" w:lineRule="atLeast"/>
        <w:ind w:left="284" w:right="380" w:firstLine="0"/>
        <w:contextualSpacing/>
        <w:rPr>
          <w:rFonts w:eastAsia="Calibri" w:cs="Arial"/>
          <w:color w:val="000000"/>
          <w:sz w:val="20"/>
          <w:szCs w:val="20"/>
        </w:rPr>
      </w:pPr>
      <w:r w:rsidRPr="00D21754">
        <w:rPr>
          <w:rFonts w:eastAsia="Calibri" w:cs="Arial"/>
          <w:color w:val="000000"/>
          <w:sz w:val="20"/>
          <w:szCs w:val="20"/>
        </w:rPr>
        <w:t xml:space="preserve">for which the child </w:t>
      </w:r>
      <w:proofErr w:type="gramStart"/>
      <w:r w:rsidRPr="00D21754">
        <w:rPr>
          <w:rFonts w:eastAsia="Calibri" w:cs="Arial"/>
          <w:color w:val="000000"/>
          <w:sz w:val="20"/>
          <w:szCs w:val="20"/>
        </w:rPr>
        <w:t>attended, or</w:t>
      </w:r>
      <w:proofErr w:type="gramEnd"/>
      <w:r w:rsidRPr="00D21754">
        <w:rPr>
          <w:rFonts w:eastAsia="Calibri" w:cs="Arial"/>
          <w:color w:val="000000"/>
          <w:sz w:val="20"/>
          <w:szCs w:val="20"/>
        </w:rPr>
        <w:t xml:space="preserve"> ought reasonab</w:t>
      </w:r>
      <w:r w:rsidR="00F47123">
        <w:rPr>
          <w:rFonts w:eastAsia="Calibri" w:cs="Arial"/>
          <w:color w:val="000000"/>
          <w:sz w:val="20"/>
          <w:szCs w:val="20"/>
        </w:rPr>
        <w:t>ly to have attended a hospital.</w:t>
      </w:r>
    </w:p>
    <w:p w14:paraId="308D1E95" w14:textId="77777777" w:rsidR="00830BAB" w:rsidRPr="00D21754" w:rsidRDefault="00830BAB" w:rsidP="00830BAB">
      <w:pPr>
        <w:tabs>
          <w:tab w:val="left" w:pos="567"/>
        </w:tabs>
        <w:autoSpaceDE w:val="0"/>
        <w:autoSpaceDN w:val="0"/>
        <w:adjustRightInd w:val="0"/>
        <w:spacing w:before="60" w:after="0" w:line="260" w:lineRule="atLeast"/>
        <w:ind w:left="284" w:right="380"/>
        <w:contextualSpacing/>
        <w:rPr>
          <w:rFonts w:eastAsia="Calibri" w:cs="Arial"/>
          <w:color w:val="000000"/>
          <w:sz w:val="20"/>
          <w:szCs w:val="20"/>
        </w:rPr>
      </w:pPr>
    </w:p>
    <w:p w14:paraId="30DB0E20" w14:textId="77777777"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lastRenderedPageBreak/>
        <w:t>any incident where the attendance by emergency services at the education and care service premises was sought, or ought reasonably to have been sought</w:t>
      </w:r>
    </w:p>
    <w:p w14:paraId="5EB9ACDA" w14:textId="77777777" w:rsidR="00D21754" w:rsidRPr="00D21754" w:rsidRDefault="00D21754" w:rsidP="00AA7168">
      <w:pPr>
        <w:numPr>
          <w:ilvl w:val="0"/>
          <w:numId w:val="27"/>
        </w:numPr>
        <w:autoSpaceDE w:val="0"/>
        <w:autoSpaceDN w:val="0"/>
        <w:adjustRightInd w:val="0"/>
        <w:spacing w:before="60" w:after="0" w:line="260" w:lineRule="atLeast"/>
        <w:ind w:left="284" w:hanging="284"/>
        <w:rPr>
          <w:rFonts w:cs="Arial"/>
          <w:color w:val="000000"/>
          <w:sz w:val="20"/>
          <w:szCs w:val="20"/>
        </w:rPr>
      </w:pPr>
      <w:r w:rsidRPr="00D21754">
        <w:rPr>
          <w:rFonts w:cs="Arial"/>
          <w:color w:val="000000"/>
          <w:sz w:val="20"/>
          <w:szCs w:val="20"/>
        </w:rPr>
        <w:t xml:space="preserve">any circumstances where a child being educated and cared for by an education and care service appears to be missing or cannot be accounted </w:t>
      </w:r>
      <w:proofErr w:type="gramStart"/>
      <w:r w:rsidRPr="00D21754">
        <w:rPr>
          <w:rFonts w:cs="Arial"/>
          <w:color w:val="000000"/>
          <w:sz w:val="20"/>
          <w:szCs w:val="20"/>
        </w:rPr>
        <w:t>for;</w:t>
      </w:r>
      <w:proofErr w:type="gramEnd"/>
    </w:p>
    <w:p w14:paraId="14290F20" w14:textId="77777777"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 xml:space="preserve">appears to have been taken or removed from the education and care services premises in a manner that contravenes National </w:t>
      </w:r>
      <w:proofErr w:type="gramStart"/>
      <w:r w:rsidRPr="00D21754">
        <w:rPr>
          <w:rFonts w:cs="Arial"/>
          <w:color w:val="000000"/>
          <w:sz w:val="20"/>
          <w:szCs w:val="20"/>
        </w:rPr>
        <w:t>Regulations;</w:t>
      </w:r>
      <w:proofErr w:type="gramEnd"/>
    </w:p>
    <w:p w14:paraId="0635EFA2" w14:textId="77777777" w:rsidR="00D21754" w:rsidRPr="00D21754" w:rsidRDefault="00D21754" w:rsidP="00AA7168">
      <w:pPr>
        <w:numPr>
          <w:ilvl w:val="1"/>
          <w:numId w:val="27"/>
        </w:numPr>
        <w:autoSpaceDE w:val="0"/>
        <w:autoSpaceDN w:val="0"/>
        <w:adjustRightInd w:val="0"/>
        <w:spacing w:before="60" w:after="0" w:line="260" w:lineRule="atLeast"/>
        <w:ind w:left="567" w:hanging="283"/>
        <w:rPr>
          <w:rFonts w:cs="Arial"/>
          <w:color w:val="000000"/>
          <w:sz w:val="20"/>
          <w:szCs w:val="20"/>
        </w:rPr>
      </w:pPr>
      <w:r w:rsidRPr="00D21754">
        <w:rPr>
          <w:rFonts w:cs="Arial"/>
          <w:color w:val="000000"/>
          <w:sz w:val="20"/>
          <w:szCs w:val="20"/>
        </w:rPr>
        <w:t>is mistakenly locked in or locked out of the education and care service premises o</w:t>
      </w:r>
      <w:r w:rsidR="00953985">
        <w:rPr>
          <w:rFonts w:cs="Arial"/>
          <w:color w:val="000000"/>
          <w:sz w:val="20"/>
          <w:szCs w:val="20"/>
        </w:rPr>
        <w:t>r any part of the premises.</w:t>
      </w:r>
    </w:p>
    <w:p w14:paraId="5E36C562" w14:textId="77777777" w:rsidR="00D21754" w:rsidRPr="00D21754" w:rsidRDefault="00D21754" w:rsidP="00AA7168">
      <w:pPr>
        <w:spacing w:before="60" w:after="0" w:line="260" w:lineRule="atLeast"/>
        <w:rPr>
          <w:rFonts w:cs="Arial"/>
          <w:b/>
          <w:color w:val="000000"/>
          <w:sz w:val="20"/>
          <w:szCs w:val="20"/>
        </w:rPr>
      </w:pPr>
      <w:r w:rsidRPr="00D21754">
        <w:rPr>
          <w:rFonts w:cs="Arial"/>
          <w:color w:val="000000"/>
          <w:sz w:val="20"/>
          <w:szCs w:val="20"/>
        </w:rPr>
        <w:t xml:space="preserve">The Regulatory Authority must be notified of a serious incident (section 174(2)(a)) </w:t>
      </w:r>
      <w:r w:rsidRPr="00D21754">
        <w:rPr>
          <w:rFonts w:cs="Arial"/>
          <w:b/>
          <w:color w:val="000000"/>
          <w:sz w:val="20"/>
          <w:szCs w:val="20"/>
        </w:rPr>
        <w:t>in writing in the case of:</w:t>
      </w:r>
    </w:p>
    <w:p w14:paraId="763F2EE5" w14:textId="77777777" w:rsidR="00D21754" w:rsidRPr="00D21754" w:rsidRDefault="00D21754" w:rsidP="00AA7168">
      <w:pPr>
        <w:numPr>
          <w:ilvl w:val="0"/>
          <w:numId w:val="41"/>
        </w:numPr>
        <w:spacing w:before="60" w:after="0" w:line="260" w:lineRule="atLeast"/>
        <w:ind w:left="284" w:hanging="284"/>
        <w:rPr>
          <w:sz w:val="20"/>
          <w:lang w:eastAsia="en-AU"/>
        </w:rPr>
      </w:pPr>
      <w:r w:rsidRPr="00D21754">
        <w:rPr>
          <w:sz w:val="20"/>
          <w:lang w:eastAsia="en-AU"/>
        </w:rPr>
        <w:t>the death of a child, as soon as practicable but within 24 hours of the death, or the time that the person becomes aware of the death</w:t>
      </w:r>
    </w:p>
    <w:p w14:paraId="70F6EF6A" w14:textId="77777777" w:rsidR="00D21754" w:rsidRPr="00D21754" w:rsidRDefault="00D21754" w:rsidP="00AA7168">
      <w:pPr>
        <w:numPr>
          <w:ilvl w:val="0"/>
          <w:numId w:val="41"/>
        </w:numPr>
        <w:spacing w:before="60" w:after="0" w:line="260" w:lineRule="atLeast"/>
        <w:ind w:left="284" w:hanging="284"/>
        <w:rPr>
          <w:sz w:val="20"/>
          <w:lang w:eastAsia="en-AU"/>
        </w:rPr>
      </w:pPr>
      <w:r w:rsidRPr="00D21754">
        <w:rPr>
          <w:sz w:val="20"/>
          <w:lang w:eastAsia="en-AU"/>
        </w:rPr>
        <w:t>any other serious incident, within 24 hours of the incident or the time that the perso</w:t>
      </w:r>
      <w:r w:rsidR="00EF262F">
        <w:rPr>
          <w:sz w:val="20"/>
          <w:lang w:eastAsia="en-AU"/>
        </w:rPr>
        <w:t>n becomes aware of the incident</w:t>
      </w:r>
    </w:p>
    <w:p w14:paraId="4C4BA8D2" w14:textId="77777777" w:rsidR="00D21754" w:rsidRPr="00D21754" w:rsidRDefault="00D21754" w:rsidP="00AA7168">
      <w:pPr>
        <w:spacing w:before="60" w:line="260" w:lineRule="atLeast"/>
        <w:rPr>
          <w:sz w:val="20"/>
          <w:lang w:eastAsia="en-AU"/>
        </w:rPr>
      </w:pPr>
      <w:r w:rsidRPr="00D21754">
        <w:rPr>
          <w:sz w:val="20"/>
          <w:lang w:eastAsia="en-AU"/>
        </w:rPr>
        <w:t xml:space="preserve">Written notification of serious incidents must be submitted via the ACECQA portal using the appropriate forms at </w:t>
      </w:r>
      <w:hyperlink r:id="rId17" w:history="1">
        <w:r w:rsidR="00EA39E4">
          <w:rPr>
            <w:rStyle w:val="Hyperlink"/>
          </w:rPr>
          <w:t>https://www.acecqa.gov.au/resources/applications</w:t>
        </w:r>
      </w:hyperlink>
      <w:r w:rsidRPr="00D21754">
        <w:rPr>
          <w:sz w:val="20"/>
          <w:lang w:eastAsia="en-AU"/>
        </w:rPr>
        <w:t>.</w:t>
      </w:r>
    </w:p>
    <w:p w14:paraId="0D986F1D" w14:textId="77777777" w:rsidR="00771F0D" w:rsidRDefault="00771F0D" w:rsidP="00F54897">
      <w:pPr>
        <w:pStyle w:val="BodyText"/>
      </w:pPr>
      <w:r w:rsidRPr="00B90C7C">
        <w:rPr>
          <w:b/>
          <w:bCs/>
        </w:rPr>
        <w:t>Support</w:t>
      </w:r>
      <w:r w:rsidRPr="000E085B">
        <w:rPr>
          <w:b/>
          <w:bCs/>
        </w:rPr>
        <w:t>:</w:t>
      </w:r>
      <w:r w:rsidRPr="00B90C7C">
        <w:t xml:space="preserve"> Work in a co</w:t>
      </w:r>
      <w:r>
        <w:t>-</w:t>
      </w:r>
      <w:r w:rsidRPr="00B90C7C">
        <w:t>operative and positive manner.</w:t>
      </w:r>
    </w:p>
    <w:p w14:paraId="2BEB5173" w14:textId="77777777" w:rsidR="00771F0D" w:rsidRDefault="00771F0D" w:rsidP="00771F0D">
      <w:pPr>
        <w:pStyle w:val="Heading2"/>
        <w:keepNext/>
        <w:overflowPunct w:val="0"/>
        <w:autoSpaceDE w:val="0"/>
        <w:autoSpaceDN w:val="0"/>
        <w:adjustRightInd w:val="0"/>
        <w:spacing w:before="240" w:after="120"/>
        <w:textAlignment w:val="baseline"/>
      </w:pPr>
      <w:r>
        <w:t>Sources and related policies</w:t>
      </w:r>
    </w:p>
    <w:p w14:paraId="7DA07F2B" w14:textId="77777777" w:rsidR="00771F0D" w:rsidRPr="004F6D1B" w:rsidRDefault="00771F0D" w:rsidP="00F54897">
      <w:pPr>
        <w:pStyle w:val="Heading4"/>
      </w:pPr>
      <w:r>
        <w:t>Sources</w:t>
      </w:r>
    </w:p>
    <w:p w14:paraId="113B7F06" w14:textId="77777777" w:rsidR="00771F0D" w:rsidRPr="00760C72" w:rsidRDefault="00771F0D" w:rsidP="004F7811">
      <w:pPr>
        <w:pStyle w:val="Bullets1"/>
        <w:ind w:left="284" w:hanging="284"/>
        <w:rPr>
          <w:rStyle w:val="Hyperlink"/>
          <w:color w:val="auto"/>
          <w:u w:val="none"/>
        </w:rPr>
      </w:pPr>
      <w:r w:rsidRPr="00B90C7C">
        <w:t>Early Childhood Australia</w:t>
      </w:r>
      <w:r>
        <w:t>,</w:t>
      </w:r>
      <w:r w:rsidRPr="00B90C7C">
        <w:t xml:space="preserve"> </w:t>
      </w:r>
      <w:r w:rsidRPr="000E085B">
        <w:rPr>
          <w:i/>
        </w:rPr>
        <w:t>Code of Ethics</w:t>
      </w:r>
      <w:r>
        <w:t xml:space="preserve">: </w:t>
      </w:r>
      <w:hyperlink r:id="rId18" w:history="1">
        <w:r w:rsidR="00EA39E4">
          <w:rPr>
            <w:rStyle w:val="Hyperlink"/>
          </w:rPr>
          <w:t>http://www.earlychildhoodaustralia.org.au/our-publications/eca-code-ethics/</w:t>
        </w:r>
      </w:hyperlink>
    </w:p>
    <w:p w14:paraId="3284B9F6" w14:textId="77777777" w:rsidR="00C82F79" w:rsidRPr="00C82F79" w:rsidRDefault="000C38A7" w:rsidP="00C82F79">
      <w:pPr>
        <w:pStyle w:val="Bullets1"/>
        <w:rPr>
          <w:color w:val="0000FF"/>
          <w:u w:val="single"/>
        </w:rPr>
      </w:pPr>
      <w:r>
        <w:t xml:space="preserve">United Nations, </w:t>
      </w:r>
      <w:r w:rsidR="00771F0D" w:rsidRPr="00CD6E79">
        <w:rPr>
          <w:i/>
        </w:rPr>
        <w:t>The Universal Declaration of Human Rights</w:t>
      </w:r>
      <w:r w:rsidR="00771F0D">
        <w:t xml:space="preserve">: </w:t>
      </w:r>
      <w:hyperlink r:id="rId19" w:history="1">
        <w:r w:rsidR="00E55C3B" w:rsidRPr="00E55C3B">
          <w:rPr>
            <w:rStyle w:val="Hyperlink"/>
          </w:rPr>
          <w:t>http://www.un.org/en/universal-declaration-human-rights/</w:t>
        </w:r>
      </w:hyperlink>
    </w:p>
    <w:p w14:paraId="28DECF5C" w14:textId="77777777" w:rsidR="000F5F33" w:rsidRPr="000F5F33" w:rsidRDefault="00D1514B" w:rsidP="004F7811">
      <w:pPr>
        <w:pStyle w:val="Bullets1"/>
        <w:ind w:left="284" w:hanging="284"/>
      </w:pPr>
      <w:hyperlink w:history="1"/>
      <w:r w:rsidR="000F5F33" w:rsidRPr="000F5F33">
        <w:t xml:space="preserve">United Nations, </w:t>
      </w:r>
      <w:r w:rsidR="000F5F33" w:rsidRPr="000F5F33">
        <w:rPr>
          <w:i/>
        </w:rPr>
        <w:t>Convention on The Rights of the Child</w:t>
      </w:r>
      <w:r w:rsidR="000F5F33" w:rsidRPr="000F5F33">
        <w:t xml:space="preserve">: </w:t>
      </w:r>
      <w:hyperlink r:id="rId20" w:history="1">
        <w:r w:rsidR="000F5F33" w:rsidRPr="000F5F33">
          <w:rPr>
            <w:rStyle w:val="Hyperlink"/>
          </w:rPr>
          <w:t>http://www.unicef.org/crc/</w:t>
        </w:r>
      </w:hyperlink>
    </w:p>
    <w:p w14:paraId="06C5D0B8" w14:textId="77777777" w:rsidR="00771F0D" w:rsidRPr="000F5F33" w:rsidRDefault="00771F0D" w:rsidP="004F7811">
      <w:pPr>
        <w:pStyle w:val="Bullets1"/>
        <w:ind w:left="284" w:hanging="284"/>
        <w:rPr>
          <w:rStyle w:val="Hyperlink"/>
          <w:color w:val="auto"/>
          <w:u w:val="none"/>
        </w:rPr>
      </w:pPr>
      <w:r>
        <w:t xml:space="preserve">Victoria Legal Aid: </w:t>
      </w:r>
      <w:hyperlink r:id="rId21" w:history="1">
        <w:r w:rsidR="00476C98" w:rsidRPr="00CF79A7">
          <w:rPr>
            <w:rStyle w:val="Hyperlink"/>
          </w:rPr>
          <w:t>www.legalaid.vic.gov.au</w:t>
        </w:r>
      </w:hyperlink>
    </w:p>
    <w:p w14:paraId="6DE4E394" w14:textId="77777777" w:rsidR="00771F0D" w:rsidRDefault="00EE0ADF" w:rsidP="00CD6E79">
      <w:pPr>
        <w:pStyle w:val="Bullets1"/>
        <w:ind w:left="284" w:hanging="284"/>
      </w:pPr>
      <w:r w:rsidRPr="004A64C1">
        <w:t>Victorian Institute of Teaching – The Victorian Teaching Profession Code of Conduct</w:t>
      </w:r>
      <w:r w:rsidR="000F5F33" w:rsidRPr="004A64C1">
        <w:t xml:space="preserve"> and Code of Ethics</w:t>
      </w:r>
      <w:r w:rsidRPr="004A64C1">
        <w:t xml:space="preserve">: </w:t>
      </w:r>
      <w:hyperlink r:id="rId22" w:history="1">
        <w:r w:rsidR="002E3DC2" w:rsidRPr="002E3DC2">
          <w:rPr>
            <w:rStyle w:val="Hyperlink"/>
          </w:rPr>
          <w:t>http://www.vit.vic.edu.au</w:t>
        </w:r>
      </w:hyperlink>
    </w:p>
    <w:p w14:paraId="00FBA293" w14:textId="77777777" w:rsidR="000C38A7" w:rsidRPr="004F6D1B" w:rsidRDefault="000C38A7" w:rsidP="000C38A7">
      <w:pPr>
        <w:pStyle w:val="Heading4"/>
      </w:pPr>
      <w:r>
        <w:t>Related policies</w:t>
      </w:r>
    </w:p>
    <w:p w14:paraId="509893FA" w14:textId="77777777" w:rsidR="008E62D5" w:rsidRDefault="008E62D5" w:rsidP="00275BB9">
      <w:pPr>
        <w:pStyle w:val="Bullets1"/>
        <w:ind w:left="284" w:hanging="284"/>
        <w:rPr>
          <w:i/>
        </w:rPr>
      </w:pPr>
      <w:r>
        <w:rPr>
          <w:i/>
        </w:rPr>
        <w:t xml:space="preserve">Child Safe </w:t>
      </w:r>
      <w:r w:rsidR="005F67F5">
        <w:rPr>
          <w:i/>
        </w:rPr>
        <w:t>(</w:t>
      </w:r>
      <w:r w:rsidR="002E3DC2">
        <w:rPr>
          <w:i/>
        </w:rPr>
        <w:t>formerly</w:t>
      </w:r>
      <w:r w:rsidR="005F67F5">
        <w:rPr>
          <w:i/>
        </w:rPr>
        <w:t xml:space="preserve"> </w:t>
      </w:r>
      <w:r w:rsidR="005A7B5A">
        <w:rPr>
          <w:i/>
        </w:rPr>
        <w:t>Child Protection</w:t>
      </w:r>
      <w:r w:rsidR="0065062D">
        <w:rPr>
          <w:i/>
        </w:rPr>
        <w:t>)</w:t>
      </w:r>
      <w:r w:rsidR="005A7B5A">
        <w:rPr>
          <w:i/>
        </w:rPr>
        <w:t xml:space="preserve"> Policy</w:t>
      </w:r>
    </w:p>
    <w:p w14:paraId="0871CEF8" w14:textId="77777777" w:rsidR="00771F0D" w:rsidRPr="009E1A4D" w:rsidRDefault="00771F0D" w:rsidP="00275BB9">
      <w:pPr>
        <w:pStyle w:val="Bullets1"/>
        <w:ind w:left="284" w:hanging="284"/>
        <w:rPr>
          <w:i/>
        </w:rPr>
      </w:pPr>
      <w:r w:rsidRPr="009E1A4D">
        <w:rPr>
          <w:i/>
        </w:rPr>
        <w:t>Complaints and Grievances Policy</w:t>
      </w:r>
    </w:p>
    <w:p w14:paraId="111DA350" w14:textId="77777777" w:rsidR="00771F0D" w:rsidRPr="009E1A4D" w:rsidRDefault="00771F0D" w:rsidP="00275BB9">
      <w:pPr>
        <w:pStyle w:val="Bullets1"/>
        <w:ind w:left="284" w:hanging="284"/>
        <w:rPr>
          <w:i/>
        </w:rPr>
      </w:pPr>
      <w:r w:rsidRPr="009E1A4D">
        <w:rPr>
          <w:i/>
        </w:rPr>
        <w:t>Delivery and Collection of Children Policy</w:t>
      </w:r>
    </w:p>
    <w:p w14:paraId="390EF5C6" w14:textId="77777777" w:rsidR="00771F0D" w:rsidRPr="00B77F29" w:rsidRDefault="00771F0D" w:rsidP="00275BB9">
      <w:pPr>
        <w:pStyle w:val="Bullets1"/>
        <w:ind w:left="284" w:hanging="284"/>
        <w:rPr>
          <w:i/>
        </w:rPr>
      </w:pPr>
      <w:r w:rsidRPr="00B77F29">
        <w:rPr>
          <w:i/>
        </w:rPr>
        <w:t>Interactions with Children Policy</w:t>
      </w:r>
    </w:p>
    <w:p w14:paraId="0DF7923C" w14:textId="77777777" w:rsidR="00771F0D" w:rsidRPr="00B77F29" w:rsidRDefault="00771F0D" w:rsidP="00275BB9">
      <w:pPr>
        <w:pStyle w:val="Bullets1"/>
        <w:ind w:left="284" w:hanging="284"/>
        <w:rPr>
          <w:i/>
        </w:rPr>
      </w:pPr>
      <w:r w:rsidRPr="00B77F29">
        <w:rPr>
          <w:i/>
        </w:rPr>
        <w:t>Occupational Health and Safety Policy</w:t>
      </w:r>
    </w:p>
    <w:p w14:paraId="6DB1D173" w14:textId="77777777" w:rsidR="00771F0D" w:rsidRPr="00B77F29" w:rsidRDefault="00771F0D" w:rsidP="00275BB9">
      <w:pPr>
        <w:pStyle w:val="Bullets1"/>
        <w:ind w:left="284" w:hanging="284"/>
        <w:rPr>
          <w:i/>
        </w:rPr>
      </w:pPr>
      <w:r w:rsidRPr="00B77F29">
        <w:rPr>
          <w:i/>
        </w:rPr>
        <w:t>Privacy and Confidentiality Policy</w:t>
      </w:r>
    </w:p>
    <w:p w14:paraId="59BD17D2" w14:textId="77777777" w:rsidR="00771F0D" w:rsidRPr="009E1A4D" w:rsidRDefault="00771F0D" w:rsidP="00275BB9">
      <w:pPr>
        <w:pStyle w:val="Bullets1"/>
        <w:ind w:left="284" w:hanging="284"/>
        <w:rPr>
          <w:i/>
        </w:rPr>
      </w:pPr>
      <w:r w:rsidRPr="009E1A4D">
        <w:rPr>
          <w:i/>
        </w:rPr>
        <w:t>Relaxation and Sleep Policy</w:t>
      </w:r>
    </w:p>
    <w:p w14:paraId="4647B49F" w14:textId="77777777" w:rsidR="00771F0D" w:rsidRPr="009E1A4D" w:rsidRDefault="00771F0D" w:rsidP="00275BB9">
      <w:pPr>
        <w:pStyle w:val="Bullets1"/>
        <w:ind w:left="284" w:hanging="284"/>
        <w:rPr>
          <w:i/>
        </w:rPr>
      </w:pPr>
      <w:r w:rsidRPr="009E1A4D">
        <w:rPr>
          <w:i/>
        </w:rPr>
        <w:t>Staffing Policy</w:t>
      </w:r>
    </w:p>
    <w:p w14:paraId="47E90FBA" w14:textId="77777777" w:rsidR="00771F0D" w:rsidRPr="006A1214" w:rsidRDefault="002E3DC2" w:rsidP="00771F0D">
      <w:pPr>
        <w:pStyle w:val="Heading1"/>
      </w:pPr>
      <w:r>
        <w:t>RESPONSIBILITI</w:t>
      </w:r>
      <w:r w:rsidR="00771F0D">
        <w:t>es</w:t>
      </w:r>
    </w:p>
    <w:p w14:paraId="530D35D9" w14:textId="77777777" w:rsidR="00771F0D" w:rsidRDefault="00771F0D" w:rsidP="00F54897">
      <w:pPr>
        <w:pStyle w:val="Heading4"/>
      </w:pPr>
      <w:r w:rsidRPr="00D11BC6">
        <w:t xml:space="preserve">The </w:t>
      </w:r>
      <w:r>
        <w:t>A</w:t>
      </w:r>
      <w:r w:rsidRPr="00D11BC6">
        <w:t xml:space="preserve">pproved </w:t>
      </w:r>
      <w:r>
        <w:t>P</w:t>
      </w:r>
      <w:r w:rsidRPr="00D11BC6">
        <w:t>rovider</w:t>
      </w:r>
      <w:r>
        <w:t xml:space="preserve"> </w:t>
      </w:r>
      <w:r w:rsidR="000D1C2D">
        <w:t xml:space="preserve">or Persons with Management and Control </w:t>
      </w:r>
      <w:r w:rsidRPr="008B00CB">
        <w:t>is responsible for:</w:t>
      </w:r>
    </w:p>
    <w:p w14:paraId="3CD7B986" w14:textId="77777777" w:rsidR="002E3DC2" w:rsidRPr="0018172B" w:rsidRDefault="002E3DC2" w:rsidP="00E747E5">
      <w:pPr>
        <w:pStyle w:val="Bullets1"/>
        <w:ind w:left="284" w:hanging="284"/>
      </w:pPr>
      <w:r w:rsidRPr="0018172B">
        <w:t xml:space="preserve">providing a safe environment for </w:t>
      </w:r>
      <w:r w:rsidR="004F7811" w:rsidRPr="0018172B">
        <w:t xml:space="preserve">staff, contractors, volunteers, students on placement, parents/guardians, children and others attending the programs and activities of </w:t>
      </w:r>
      <w:fldSimple w:instr=" DOCPROPERTY  Company  \* MERGEFORMAT ">
        <w:r w:rsidR="00A71F8C">
          <w:t>Eltham South Preschool</w:t>
        </w:r>
      </w:fldSimple>
    </w:p>
    <w:p w14:paraId="3AF50E8A" w14:textId="77777777" w:rsidR="009C2A0B" w:rsidRPr="0018172B" w:rsidRDefault="009C2A0B" w:rsidP="00E747E5">
      <w:pPr>
        <w:pStyle w:val="Bullets1"/>
        <w:ind w:left="284" w:hanging="284"/>
      </w:pPr>
      <w:r w:rsidRPr="0018172B">
        <w:t>providing guidance through leadership and by being a positive role model</w:t>
      </w:r>
    </w:p>
    <w:p w14:paraId="663B9B33" w14:textId="77777777" w:rsidR="00771F0D" w:rsidRDefault="00771F0D" w:rsidP="00E747E5">
      <w:pPr>
        <w:pStyle w:val="Bullets1"/>
        <w:ind w:left="284" w:hanging="284"/>
      </w:pPr>
      <w:r w:rsidRPr="0018172B">
        <w:t xml:space="preserve">developing </w:t>
      </w:r>
      <w:r w:rsidR="00B9400E" w:rsidRPr="0018172B">
        <w:t>and updating/ reviewing</w:t>
      </w:r>
      <w:r w:rsidR="00CA1C2D" w:rsidRPr="0018172B">
        <w:t xml:space="preserve"> codes of conduct</w:t>
      </w:r>
      <w:r w:rsidRPr="0018172B">
        <w:t xml:space="preserve"> for </w:t>
      </w:r>
      <w:fldSimple w:instr=" DOCPROPERTY  Company  \* MERGEFORMAT ">
        <w:r w:rsidR="00A71F8C">
          <w:t>Eltham South Preschool</w:t>
        </w:r>
      </w:fldSimple>
      <w:r w:rsidR="00953985">
        <w:t xml:space="preserve"> </w:t>
      </w:r>
      <w:r w:rsidRPr="0018172B">
        <w:t>in collaboration with the</w:t>
      </w:r>
      <w:r>
        <w:t xml:space="preserve"> Nominated Supervisor, staff, parents/guardians</w:t>
      </w:r>
      <w:r w:rsidR="00CA1C2D">
        <w:t>, children</w:t>
      </w:r>
      <w:r>
        <w:t xml:space="preserve"> and others involved with the service</w:t>
      </w:r>
      <w:r w:rsidR="00CA1C2D">
        <w:t xml:space="preserve"> (refer to Attachment</w:t>
      </w:r>
      <w:r w:rsidR="00760F1A">
        <w:t>s</w:t>
      </w:r>
      <w:r w:rsidR="00CA1C2D">
        <w:t xml:space="preserve"> 1 </w:t>
      </w:r>
      <w:r w:rsidR="00760F1A">
        <w:t>and 3</w:t>
      </w:r>
      <w:r w:rsidR="00CA1C2D">
        <w:t>)</w:t>
      </w:r>
    </w:p>
    <w:p w14:paraId="17BDCFEB" w14:textId="77777777" w:rsidR="00771F0D" w:rsidRDefault="00771F0D" w:rsidP="00E747E5">
      <w:pPr>
        <w:pStyle w:val="Bullets1"/>
        <w:ind w:left="284" w:hanging="284"/>
      </w:pPr>
      <w:r>
        <w:lastRenderedPageBreak/>
        <w:t>e</w:t>
      </w:r>
      <w:r w:rsidRPr="00050B0D">
        <w:t xml:space="preserve">nsuring </w:t>
      </w:r>
      <w:r>
        <w:t xml:space="preserve">that </w:t>
      </w:r>
      <w:r w:rsidRPr="00050B0D">
        <w:t xml:space="preserve">staff, volunteers, </w:t>
      </w:r>
      <w:proofErr w:type="gramStart"/>
      <w:r w:rsidRPr="00050B0D">
        <w:t>students</w:t>
      </w:r>
      <w:proofErr w:type="gramEnd"/>
      <w:r w:rsidR="0065062D">
        <w:t xml:space="preserve"> and </w:t>
      </w:r>
      <w:r w:rsidRPr="00050B0D">
        <w:t>parents/guardians are provid</w:t>
      </w:r>
      <w:r>
        <w:t xml:space="preserve">ed with a copy of this policy </w:t>
      </w:r>
      <w:r w:rsidRPr="00050B0D">
        <w:t xml:space="preserve">on </w:t>
      </w:r>
      <w:r>
        <w:t xml:space="preserve">employment, </w:t>
      </w:r>
      <w:r w:rsidR="008F0F29">
        <w:t xml:space="preserve">engagement or </w:t>
      </w:r>
      <w:r>
        <w:t>enrolment at the service</w:t>
      </w:r>
      <w:r w:rsidR="00CA1C2D">
        <w:t xml:space="preserve"> and that the current code</w:t>
      </w:r>
      <w:r w:rsidR="00B9400E">
        <w:t>s of conduct are</w:t>
      </w:r>
      <w:r w:rsidR="00CA1C2D">
        <w:t xml:space="preserve"> publicly displayed and promoted</w:t>
      </w:r>
      <w:r w:rsidR="008F0F29">
        <w:t xml:space="preserve"> </w:t>
      </w:r>
      <w:r w:rsidR="009C2A0B">
        <w:t>to everyone including contractors and visitors</w:t>
      </w:r>
    </w:p>
    <w:p w14:paraId="67DE1C6C" w14:textId="77777777" w:rsidR="00DE2D18" w:rsidRDefault="00771F0D" w:rsidP="00E747E5">
      <w:pPr>
        <w:pStyle w:val="Bullets1"/>
        <w:ind w:left="284" w:hanging="284"/>
      </w:pPr>
      <w:r>
        <w:t xml:space="preserve">ensuring that staff </w:t>
      </w:r>
      <w:r w:rsidRPr="00AF620B">
        <w:t>complete</w:t>
      </w:r>
      <w:r>
        <w:t xml:space="preserve"> and sign the </w:t>
      </w:r>
      <w:r w:rsidRPr="00304629">
        <w:rPr>
          <w:i/>
        </w:rPr>
        <w:t>Code of Conduct Acknowledgement</w:t>
      </w:r>
      <w:r>
        <w:t xml:space="preserve"> (refer to </w:t>
      </w:r>
      <w:r w:rsidRPr="00703FAE">
        <w:t>Attachment 2) and that these are file</w:t>
      </w:r>
      <w:r w:rsidR="009C3B51" w:rsidRPr="00703FAE">
        <w:t>d with individual staff records</w:t>
      </w:r>
      <w:r w:rsidR="008F0F29">
        <w:t xml:space="preserve"> upon engagement in the service</w:t>
      </w:r>
    </w:p>
    <w:p w14:paraId="4EF541F6" w14:textId="77777777" w:rsidR="00771F0D" w:rsidRPr="00703FAE" w:rsidRDefault="00DE2D18" w:rsidP="00E747E5">
      <w:pPr>
        <w:pStyle w:val="Bullets1"/>
        <w:ind w:left="284" w:hanging="284"/>
      </w:pPr>
      <w:r>
        <w:t xml:space="preserve">ensuring that the codes of conduct </w:t>
      </w:r>
      <w:r w:rsidR="008F0F29">
        <w:t>are regularly discussed at staff meetings</w:t>
      </w:r>
      <w:r w:rsidR="001A282B">
        <w:t xml:space="preserve"> to reinforce</w:t>
      </w:r>
      <w:r>
        <w:t xml:space="preserve"> expectations</w:t>
      </w:r>
    </w:p>
    <w:p w14:paraId="31F05555" w14:textId="77777777" w:rsidR="00771F0D" w:rsidRPr="00703FAE" w:rsidRDefault="00B9400E" w:rsidP="00E747E5">
      <w:pPr>
        <w:pStyle w:val="Bullets1"/>
        <w:ind w:left="284" w:hanging="284"/>
      </w:pPr>
      <w:r w:rsidRPr="00703FAE">
        <w:t>developing a culture of accountability within the service for complying with the code(s) of conduct</w:t>
      </w:r>
      <w:r w:rsidR="00771F0D" w:rsidRPr="00703FAE">
        <w:t xml:space="preserve"> </w:t>
      </w:r>
      <w:r w:rsidR="00CA1C2D" w:rsidRPr="00703FAE">
        <w:t xml:space="preserve">and </w:t>
      </w:r>
      <w:r w:rsidRPr="00703FAE">
        <w:t>being prepared to respond</w:t>
      </w:r>
      <w:r w:rsidR="000C38A7">
        <w:t xml:space="preserve"> </w:t>
      </w:r>
      <w:r w:rsidRPr="00703FAE">
        <w:t xml:space="preserve">when behavioural </w:t>
      </w:r>
      <w:r w:rsidR="00CD6E79">
        <w:t>expectations</w:t>
      </w:r>
      <w:r w:rsidR="00CA1C2D" w:rsidRPr="00703FAE">
        <w:t xml:space="preserve"> are not adhered to</w:t>
      </w:r>
    </w:p>
    <w:p w14:paraId="6C0664FC" w14:textId="77777777" w:rsidR="00771F0D" w:rsidRPr="00703FAE" w:rsidRDefault="00771F0D" w:rsidP="00E747E5">
      <w:pPr>
        <w:pStyle w:val="Bullets1"/>
        <w:ind w:left="284" w:hanging="284"/>
      </w:pPr>
      <w:r w:rsidRPr="00703FAE">
        <w:t xml:space="preserve">ensuring that all children being educated and cared for at </w:t>
      </w:r>
      <w:r w:rsidR="0022350B" w:rsidRPr="00464568">
        <w:fldChar w:fldCharType="begin"/>
      </w:r>
      <w:r w:rsidR="0022350B" w:rsidRPr="00703FAE">
        <w:instrText xml:space="preserve"> DOCPROPERTY  Company  \* MERGEFORMAT </w:instrText>
      </w:r>
      <w:r w:rsidR="0022350B" w:rsidRPr="00464568">
        <w:fldChar w:fldCharType="separate"/>
      </w:r>
      <w:r w:rsidR="00A71F8C">
        <w:t>Eltham South Preschool</w:t>
      </w:r>
      <w:r w:rsidR="0022350B" w:rsidRPr="00464568">
        <w:fldChar w:fldCharType="end"/>
      </w:r>
      <w:r w:rsidR="000378EA" w:rsidRPr="00703FAE">
        <w:t xml:space="preserve"> </w:t>
      </w:r>
      <w:r w:rsidRPr="00703FAE">
        <w:t>are protected from harm and any hazard likely to cause injury (National Law: Section 167)</w:t>
      </w:r>
      <w:r w:rsidR="00B9400E" w:rsidRPr="00CD6E79">
        <w:t xml:space="preserve"> and</w:t>
      </w:r>
      <w:r w:rsidR="0065062D">
        <w:t xml:space="preserve"> </w:t>
      </w:r>
      <w:r w:rsidR="009C2A0B">
        <w:t xml:space="preserve">that the children </w:t>
      </w:r>
      <w:r w:rsidR="00B9400E" w:rsidRPr="00CD6E79">
        <w:t>know who to speak to</w:t>
      </w:r>
      <w:r w:rsidR="00414BA7" w:rsidRPr="00CD6E79">
        <w:t xml:space="preserve"> about any concerns</w:t>
      </w:r>
      <w:r w:rsidR="0065062D">
        <w:t xml:space="preserve"> and that their concerns are followed-u</w:t>
      </w:r>
      <w:r w:rsidR="00EE56F0">
        <w:t>p</w:t>
      </w:r>
    </w:p>
    <w:p w14:paraId="4C5CFFD9" w14:textId="77777777" w:rsidR="00414BA7" w:rsidRPr="00703FAE" w:rsidRDefault="00414BA7" w:rsidP="00414BA7">
      <w:pPr>
        <w:pStyle w:val="Bullets1"/>
        <w:ind w:left="284" w:hanging="284"/>
      </w:pPr>
      <w:r w:rsidRPr="00703FAE">
        <w:t>working with the Nominated Supervisor, staff, students, volunteers, parents/</w:t>
      </w:r>
      <w:proofErr w:type="gramStart"/>
      <w:r w:rsidRPr="00703FAE">
        <w:t>guardians</w:t>
      </w:r>
      <w:proofErr w:type="gramEnd"/>
      <w:r w:rsidRPr="00703FAE">
        <w:t xml:space="preserve"> and others at the service to provide an environment that encourages positive interactions</w:t>
      </w:r>
      <w:r w:rsidR="00DE2D18">
        <w:t xml:space="preserve">, </w:t>
      </w:r>
      <w:r w:rsidRPr="00703FAE">
        <w:t>supports constructive feedback</w:t>
      </w:r>
      <w:r w:rsidR="00195414">
        <w:t xml:space="preserve"> and holds one</w:t>
      </w:r>
      <w:r w:rsidR="001A282B">
        <w:t xml:space="preserve"> ano</w:t>
      </w:r>
      <w:r w:rsidR="00DE2D18">
        <w:t>ther to the codes of conduct</w:t>
      </w:r>
    </w:p>
    <w:p w14:paraId="26CFFBAE" w14:textId="77777777" w:rsidR="00414BA7" w:rsidRPr="00DE2D18" w:rsidRDefault="00414BA7" w:rsidP="00414BA7">
      <w:pPr>
        <w:pStyle w:val="Bullets1"/>
        <w:ind w:left="284" w:hanging="284"/>
      </w:pPr>
      <w:r w:rsidRPr="00DE2D18">
        <w:t xml:space="preserve">ensuring that parents/guardians of a child attending the service can enter the service premises at any time that the child is being educated and cared for, except where this may pose a risk to the safety of children or staff, or conflict with any duty </w:t>
      </w:r>
      <w:r w:rsidR="00EE56F0" w:rsidRPr="00DE2D18">
        <w:t xml:space="preserve">of care </w:t>
      </w:r>
      <w:r w:rsidRPr="00DE2D18">
        <w:t>of the Approved Provider, Nominated Supervisor or educators under the Law (Regulation 157)</w:t>
      </w:r>
    </w:p>
    <w:p w14:paraId="13F6FF81" w14:textId="77777777" w:rsidR="00195414" w:rsidRPr="00195414" w:rsidRDefault="001A282B" w:rsidP="00195414">
      <w:pPr>
        <w:pStyle w:val="Bullets1"/>
        <w:ind w:left="284" w:hanging="284"/>
      </w:pPr>
      <w:r>
        <w:t xml:space="preserve">ensuring that contractors, </w:t>
      </w:r>
      <w:r w:rsidR="00195414" w:rsidRPr="00195414">
        <w:t>volunteers, parent/guardians</w:t>
      </w:r>
      <w:r>
        <w:t xml:space="preserve">, </w:t>
      </w:r>
      <w:proofErr w:type="gramStart"/>
      <w:r>
        <w:t>students</w:t>
      </w:r>
      <w:proofErr w:type="gramEnd"/>
      <w:r w:rsidR="00195414" w:rsidRPr="00195414">
        <w:t xml:space="preserve"> or visitors at the service are not placed in a situation where they are left alone with a child</w:t>
      </w:r>
    </w:p>
    <w:p w14:paraId="05B4C1AC" w14:textId="77777777" w:rsidR="00414BA7" w:rsidRPr="00703FAE" w:rsidRDefault="00414BA7" w:rsidP="00414BA7">
      <w:pPr>
        <w:pStyle w:val="Bullets1"/>
        <w:ind w:left="284" w:hanging="284"/>
      </w:pPr>
      <w:r w:rsidRPr="00703FAE">
        <w:t>respecting individual abilities, needs, cultural practices and beliefs in all interactions, both verbal and non-verbal</w:t>
      </w:r>
    </w:p>
    <w:p w14:paraId="027693BE" w14:textId="77777777" w:rsidR="00771F0D" w:rsidRDefault="00771F0D" w:rsidP="00E747E5">
      <w:pPr>
        <w:pStyle w:val="Bullets1"/>
        <w:ind w:left="284" w:hanging="284"/>
      </w:pPr>
      <w:r w:rsidRPr="001B68A7">
        <w:t xml:space="preserve">notifying </w:t>
      </w:r>
      <w:r w:rsidR="00D00F64">
        <w:t>DET</w:t>
      </w:r>
      <w:r w:rsidRPr="001B68A7">
        <w:t xml:space="preserve"> in writing within 24 hours of a serious incident (refer to </w:t>
      </w:r>
      <w:r w:rsidRPr="001B68A7">
        <w:rPr>
          <w:i/>
        </w:rPr>
        <w:t>Definitions</w:t>
      </w:r>
      <w:r w:rsidRPr="001B68A7">
        <w:t xml:space="preserve">) or </w:t>
      </w:r>
      <w:r>
        <w:t xml:space="preserve">of a notifiable complaint (refer to </w:t>
      </w:r>
      <w:r w:rsidRPr="001B68A7">
        <w:rPr>
          <w:i/>
        </w:rPr>
        <w:t>Definitions</w:t>
      </w:r>
      <w:r>
        <w:t xml:space="preserve">) at the service </w:t>
      </w:r>
      <w:r w:rsidRPr="001B68A7">
        <w:t>(National Law</w:t>
      </w:r>
      <w:r>
        <w:t>: Sections 174(2)(b) and 174(4), National Regulations: Regulations 175(2)(c) and 176(2)(b))</w:t>
      </w:r>
      <w:r w:rsidR="00EE56F0">
        <w:t xml:space="preserve"> via the NQAITS</w:t>
      </w:r>
    </w:p>
    <w:p w14:paraId="1A0E929A" w14:textId="77777777" w:rsidR="00771F0D" w:rsidRPr="009001CD" w:rsidRDefault="00771F0D" w:rsidP="00E747E5">
      <w:pPr>
        <w:pStyle w:val="Bullets1"/>
        <w:ind w:left="284" w:hanging="284"/>
      </w:pPr>
      <w:r>
        <w:t xml:space="preserve">referring notifiable complaints (refer to </w:t>
      </w:r>
      <w:r>
        <w:rPr>
          <w:i/>
        </w:rPr>
        <w:t>Definitions</w:t>
      </w:r>
      <w:r w:rsidR="00B008E4">
        <w:t>), grievances</w:t>
      </w:r>
      <w:r>
        <w:t xml:space="preserve"> or complaints that are unable to be resolved appropriately and in a timely manner to the Grievances </w:t>
      </w:r>
      <w:r w:rsidRPr="009001CD">
        <w:t xml:space="preserve">Subcommittee/investigator (refer to </w:t>
      </w:r>
      <w:r w:rsidRPr="009001CD">
        <w:rPr>
          <w:i/>
        </w:rPr>
        <w:t>Complaints and Grievances Policy</w:t>
      </w:r>
      <w:r w:rsidRPr="009001CD">
        <w:t>)</w:t>
      </w:r>
    </w:p>
    <w:p w14:paraId="3C1AE8BA" w14:textId="77777777" w:rsidR="00EE56F0" w:rsidRPr="009001CD" w:rsidRDefault="00EE56F0" w:rsidP="00EE56F0">
      <w:pPr>
        <w:pStyle w:val="Bullets1"/>
        <w:ind w:left="284" w:hanging="284"/>
      </w:pPr>
      <w:r w:rsidRPr="009001CD">
        <w:t xml:space="preserve">activating the </w:t>
      </w:r>
      <w:r w:rsidRPr="009001CD">
        <w:rPr>
          <w:i/>
          <w:iCs/>
        </w:rPr>
        <w:t>Complaints and Grievances Policy</w:t>
      </w:r>
      <w:r w:rsidRPr="009001CD">
        <w:t xml:space="preserve"> on notification of a breach of the </w:t>
      </w:r>
      <w:r w:rsidRPr="009001CD">
        <w:rPr>
          <w:i/>
        </w:rPr>
        <w:t>Code of Conduct Policy</w:t>
      </w:r>
    </w:p>
    <w:p w14:paraId="6F5EFCB0" w14:textId="77777777" w:rsidR="00771F0D" w:rsidRPr="009001CD" w:rsidRDefault="00771F0D" w:rsidP="00E747E5">
      <w:pPr>
        <w:pStyle w:val="Bullets1"/>
        <w:ind w:left="284" w:hanging="284"/>
        <w:rPr>
          <w:b/>
          <w:bCs/>
        </w:rPr>
      </w:pPr>
      <w:r w:rsidRPr="009001CD">
        <w:t xml:space="preserve">taking appropriate disciplinary or legal action, or reviewing the terms of </w:t>
      </w:r>
      <w:r w:rsidR="004D53CE" w:rsidRPr="009001CD">
        <w:t xml:space="preserve">employment </w:t>
      </w:r>
      <w:r w:rsidRPr="009001CD">
        <w:t xml:space="preserve">in the event of misconduct or a serious breach of the </w:t>
      </w:r>
      <w:r w:rsidRPr="009001CD">
        <w:rPr>
          <w:i/>
        </w:rPr>
        <w:t>Code of Conduct Policy</w:t>
      </w:r>
    </w:p>
    <w:p w14:paraId="2A10D2F7" w14:textId="77777777" w:rsidR="00771F0D" w:rsidRPr="00DE2D18" w:rsidRDefault="00771F0D" w:rsidP="00E747E5">
      <w:pPr>
        <w:pStyle w:val="Bullets1"/>
        <w:ind w:left="284" w:hanging="284"/>
        <w:rPr>
          <w:b/>
          <w:bCs/>
        </w:rPr>
      </w:pPr>
      <w:r w:rsidRPr="00DE2D18">
        <w:t>contacting Police in an emergency situation where it is believed that there is an immediate risk</w:t>
      </w:r>
      <w:r w:rsidR="00330BC5" w:rsidRPr="00DE2D18">
        <w:t>, such as</w:t>
      </w:r>
      <w:r w:rsidRPr="00DE2D18">
        <w:t xml:space="preserve"> when violence has </w:t>
      </w:r>
      <w:r w:rsidR="009C3B51" w:rsidRPr="00DE2D18">
        <w:t>been threatened or perpetrated</w:t>
      </w:r>
      <w:r w:rsidR="00330BC5" w:rsidRPr="00DE2D18">
        <w:t xml:space="preserve"> or where sexual abuse or grooming is suspected as outlined in the </w:t>
      </w:r>
      <w:r w:rsidR="00330BC5" w:rsidRPr="00DE2D18">
        <w:rPr>
          <w:i/>
        </w:rPr>
        <w:t>Child Safe (formerly Child Protection) Policy</w:t>
      </w:r>
      <w:r w:rsidR="00703FAE" w:rsidRPr="00DE2D18">
        <w:t>.</w:t>
      </w:r>
    </w:p>
    <w:p w14:paraId="627A1E47" w14:textId="77777777" w:rsidR="00771F0D" w:rsidRPr="001B68A7" w:rsidRDefault="00771F0D" w:rsidP="005443C1">
      <w:pPr>
        <w:pStyle w:val="Heading4"/>
        <w:spacing w:before="170"/>
      </w:pPr>
      <w:r w:rsidRPr="000540D3">
        <w:t>The Nominated Supervisor</w:t>
      </w:r>
      <w:r w:rsidR="000D1C2D">
        <w:t xml:space="preserve"> and Persons in Day to Day Charge </w:t>
      </w:r>
      <w:r w:rsidRPr="001B68A7">
        <w:t>is responsible for:</w:t>
      </w:r>
    </w:p>
    <w:p w14:paraId="01E86DC0" w14:textId="77777777" w:rsidR="009C2A0B" w:rsidRPr="001B68A7" w:rsidRDefault="009C2A0B" w:rsidP="009C2A0B">
      <w:pPr>
        <w:pStyle w:val="Bullets1"/>
        <w:ind w:left="284" w:hanging="284"/>
      </w:pPr>
      <w:r w:rsidRPr="001B68A7">
        <w:t xml:space="preserve">ensuring that the children educated and cared for at </w:t>
      </w:r>
      <w:fldSimple w:instr=" DOCPROPERTY  Company  \* MERGEFORMAT ">
        <w:r w:rsidR="00A71F8C">
          <w:t>Eltham South Preschool</w:t>
        </w:r>
      </w:fldSimple>
      <w:r>
        <w:t xml:space="preserve"> </w:t>
      </w:r>
      <w:r w:rsidRPr="001B68A7">
        <w:t>are protected from harm and from any hazard likely to cause injury (National Law</w:t>
      </w:r>
      <w:r>
        <w:t>: Section 167)</w:t>
      </w:r>
    </w:p>
    <w:p w14:paraId="4CC71E10" w14:textId="77777777" w:rsidR="009C2A0B" w:rsidRPr="0018172B" w:rsidRDefault="009C2A0B" w:rsidP="009C2A0B">
      <w:pPr>
        <w:pStyle w:val="Bullets1"/>
        <w:ind w:left="284" w:hanging="284"/>
      </w:pPr>
      <w:r w:rsidRPr="0018172B">
        <w:t>providing guidance through their leadership and by being a positive role model</w:t>
      </w:r>
    </w:p>
    <w:p w14:paraId="0DD93850" w14:textId="77777777" w:rsidR="00771F0D" w:rsidRDefault="009C2A0B" w:rsidP="009C2A0B">
      <w:pPr>
        <w:pStyle w:val="Bullets1"/>
        <w:ind w:left="284" w:hanging="284"/>
      </w:pPr>
      <w:r>
        <w:t>a</w:t>
      </w:r>
      <w:r w:rsidR="00771F0D">
        <w:t xml:space="preserve">ssisting the Approved Provider to develop </w:t>
      </w:r>
      <w:r w:rsidR="002C6862">
        <w:t>codes of conduct</w:t>
      </w:r>
      <w:r w:rsidR="00771F0D">
        <w:t xml:space="preserve"> fo</w:t>
      </w:r>
      <w:r w:rsidR="009C3B51">
        <w:t xml:space="preserve">r staff </w:t>
      </w:r>
      <w:r w:rsidR="000C38A7">
        <w:t>and parents/guardians</w:t>
      </w:r>
      <w:r w:rsidR="00B008E4">
        <w:t xml:space="preserve">, students, contractors, </w:t>
      </w:r>
      <w:proofErr w:type="gramStart"/>
      <w:r w:rsidR="000C38A7">
        <w:t>volunteers</w:t>
      </w:r>
      <w:proofErr w:type="gramEnd"/>
      <w:r w:rsidR="000C38A7">
        <w:t xml:space="preserve"> </w:t>
      </w:r>
      <w:r w:rsidR="00B008E4">
        <w:t xml:space="preserve">and visitors </w:t>
      </w:r>
      <w:r w:rsidR="009C3B51">
        <w:t>(refer to Attachment</w:t>
      </w:r>
      <w:r w:rsidR="00760F1A">
        <w:t>s</w:t>
      </w:r>
      <w:r w:rsidR="009C3B51">
        <w:t xml:space="preserve"> 1</w:t>
      </w:r>
      <w:r w:rsidR="00760F1A">
        <w:t xml:space="preserve"> and 3</w:t>
      </w:r>
      <w:r w:rsidR="002C6862">
        <w:t xml:space="preserve"> for sample</w:t>
      </w:r>
      <w:r w:rsidR="00760F1A">
        <w:t>s</w:t>
      </w:r>
      <w:r w:rsidR="009C3B51">
        <w:t>)</w:t>
      </w:r>
    </w:p>
    <w:p w14:paraId="61522024" w14:textId="77777777" w:rsidR="00771F0D" w:rsidRDefault="00771F0D" w:rsidP="000768F4">
      <w:pPr>
        <w:pStyle w:val="Bullets1"/>
        <w:ind w:left="284" w:hanging="284"/>
      </w:pPr>
      <w:r>
        <w:t xml:space="preserve">completing and signing the </w:t>
      </w:r>
      <w:r w:rsidRPr="00143829">
        <w:rPr>
          <w:i/>
        </w:rPr>
        <w:t>Code of Conduct Acknowledgement</w:t>
      </w:r>
      <w:r w:rsidR="00DE2D18">
        <w:rPr>
          <w:i/>
        </w:rPr>
        <w:t xml:space="preserve"> </w:t>
      </w:r>
      <w:r w:rsidR="00DE2D18" w:rsidRPr="00DE2D18">
        <w:t>for staff</w:t>
      </w:r>
      <w:r>
        <w:t xml:space="preserve"> (r</w:t>
      </w:r>
      <w:r w:rsidR="009C3B51">
        <w:t xml:space="preserve">efer to Attachment </w:t>
      </w:r>
      <w:r w:rsidR="00703FAE">
        <w:t>2</w:t>
      </w:r>
      <w:r w:rsidR="009C3B51">
        <w:t>)</w:t>
      </w:r>
    </w:p>
    <w:p w14:paraId="26A7DF12" w14:textId="77777777" w:rsidR="00771F0D" w:rsidRDefault="00771F0D" w:rsidP="000768F4">
      <w:pPr>
        <w:pStyle w:val="Bullets1"/>
        <w:ind w:left="284" w:hanging="284"/>
      </w:pPr>
      <w:r>
        <w:t xml:space="preserve">adhering to the </w:t>
      </w:r>
      <w:r w:rsidR="00703FAE">
        <w:t>Code of Conduct</w:t>
      </w:r>
      <w:r>
        <w:t xml:space="preserve"> for staff </w:t>
      </w:r>
      <w:proofErr w:type="gramStart"/>
      <w:r>
        <w:t>at all times</w:t>
      </w:r>
      <w:proofErr w:type="gramEnd"/>
    </w:p>
    <w:p w14:paraId="11256ECA" w14:textId="77777777" w:rsidR="00771F0D" w:rsidRDefault="00771F0D" w:rsidP="000768F4">
      <w:pPr>
        <w:pStyle w:val="Bullets1"/>
        <w:ind w:left="284" w:hanging="284"/>
      </w:pPr>
      <w:r w:rsidRPr="001B68A7">
        <w:t xml:space="preserve">informing the Approved Provider in the event of a serious incident (refer to </w:t>
      </w:r>
      <w:r w:rsidRPr="001B68A7">
        <w:rPr>
          <w:i/>
        </w:rPr>
        <w:t>Definitions</w:t>
      </w:r>
      <w:r w:rsidRPr="001B68A7">
        <w:t>)</w:t>
      </w:r>
      <w:r>
        <w:t>,</w:t>
      </w:r>
      <w:r w:rsidRPr="001B68A7">
        <w:t xml:space="preserve"> of a notifiable complaint (refer to </w:t>
      </w:r>
      <w:r w:rsidRPr="001B68A7">
        <w:rPr>
          <w:i/>
        </w:rPr>
        <w:t>Definitions</w:t>
      </w:r>
      <w:r w:rsidRPr="001B68A7">
        <w:t xml:space="preserve">) </w:t>
      </w:r>
      <w:r>
        <w:t xml:space="preserve">or of a breach of the </w:t>
      </w:r>
      <w:r w:rsidRPr="008B4894">
        <w:rPr>
          <w:i/>
        </w:rPr>
        <w:t>Code of Conduct Policy</w:t>
      </w:r>
    </w:p>
    <w:p w14:paraId="6417E62A" w14:textId="77777777" w:rsidR="00DE2D18" w:rsidRPr="00CD6E79" w:rsidRDefault="00DE2D18" w:rsidP="000768F4">
      <w:pPr>
        <w:pStyle w:val="Bullets1"/>
        <w:ind w:left="284"/>
        <w:rPr>
          <w:bCs/>
        </w:rPr>
      </w:pPr>
      <w:r w:rsidRPr="007D61BC">
        <w:rPr>
          <w:bCs/>
        </w:rPr>
        <w:t>contacting Police in an emergency situation where it is believed that there is an immediate risk</w:t>
      </w:r>
      <w:r w:rsidRPr="00DE2D18">
        <w:rPr>
          <w:bCs/>
        </w:rPr>
        <w:t>, such as</w:t>
      </w:r>
      <w:r w:rsidRPr="00EF5C7E">
        <w:rPr>
          <w:bCs/>
        </w:rPr>
        <w:t xml:space="preserve"> when violence has been threatened or perpetrated</w:t>
      </w:r>
      <w:r w:rsidRPr="00DE2D18">
        <w:rPr>
          <w:bCs/>
        </w:rPr>
        <w:t xml:space="preserve">, or where sexual abuse or grooming is suspected as outlined in the </w:t>
      </w:r>
      <w:r w:rsidRPr="00DE2D18">
        <w:rPr>
          <w:bCs/>
          <w:i/>
        </w:rPr>
        <w:t>Child Safe (formerly Child Protection) Policy</w:t>
      </w:r>
    </w:p>
    <w:p w14:paraId="03E5CE99" w14:textId="77777777" w:rsidR="00771F0D" w:rsidRDefault="00771F0D" w:rsidP="000768F4">
      <w:pPr>
        <w:pStyle w:val="Bullets1"/>
        <w:ind w:left="284" w:hanging="284"/>
      </w:pPr>
      <w:r>
        <w:lastRenderedPageBreak/>
        <w:t>w</w:t>
      </w:r>
      <w:r w:rsidRPr="005E0122">
        <w:t xml:space="preserve">orking </w:t>
      </w:r>
      <w:r>
        <w:t>with th</w:t>
      </w:r>
      <w:r w:rsidR="00DE2D18">
        <w:t xml:space="preserve">e Approved Provider, </w:t>
      </w:r>
      <w:r>
        <w:t xml:space="preserve">staff, students, volunteers, </w:t>
      </w:r>
      <w:r w:rsidRPr="005E0122">
        <w:t>parents/</w:t>
      </w:r>
      <w:proofErr w:type="gramStart"/>
      <w:r w:rsidRPr="005E0122">
        <w:t>guardians</w:t>
      </w:r>
      <w:proofErr w:type="gramEnd"/>
      <w:r w:rsidRPr="005E0122">
        <w:t xml:space="preserve"> </w:t>
      </w:r>
      <w:r>
        <w:t xml:space="preserve">and others at the service </w:t>
      </w:r>
      <w:r w:rsidRPr="005E0122">
        <w:t>to provide an environment that enco</w:t>
      </w:r>
      <w:r w:rsidR="00DE2D18">
        <w:t xml:space="preserve">urages positive interactions, </w:t>
      </w:r>
      <w:r>
        <w:t>supports constructive feedback</w:t>
      </w:r>
      <w:r w:rsidR="00DE2D18">
        <w:t xml:space="preserve"> and holds one another to the codes of conduct</w:t>
      </w:r>
    </w:p>
    <w:p w14:paraId="2233884B" w14:textId="77777777" w:rsidR="001A282B" w:rsidRDefault="001A282B" w:rsidP="000768F4">
      <w:pPr>
        <w:pStyle w:val="Bullets1"/>
        <w:ind w:left="284"/>
      </w:pPr>
      <w:r>
        <w:t xml:space="preserve">ensuring that parents/guardians, </w:t>
      </w:r>
      <w:proofErr w:type="gramStart"/>
      <w:r>
        <w:t>students</w:t>
      </w:r>
      <w:proofErr w:type="gramEnd"/>
      <w:r>
        <w:t xml:space="preserve"> and volunteers sign the code of conduct (refer to Attachment 4)</w:t>
      </w:r>
    </w:p>
    <w:p w14:paraId="2E006E61" w14:textId="77777777" w:rsidR="00DE2D18" w:rsidRDefault="00DE2D18" w:rsidP="000768F4">
      <w:pPr>
        <w:pStyle w:val="Bullets1"/>
        <w:ind w:left="284"/>
      </w:pPr>
      <w:r w:rsidRPr="00DE2D18">
        <w:t>ensuring that parents/guardians of a child attending the service can enter the service premises at any time that the child is being educated and cared for, except where this may pose a risk to the safety of children or staff, or conflict with any duty of care of the Approved Provider, Nominated Supervisor or educators under the Law (Regulation 157)</w:t>
      </w:r>
    </w:p>
    <w:p w14:paraId="61973D81" w14:textId="77777777" w:rsidR="00771F0D" w:rsidRPr="00EE56F0" w:rsidRDefault="00771F0D" w:rsidP="000768F4">
      <w:pPr>
        <w:pStyle w:val="Bullets1"/>
        <w:ind w:left="284" w:hanging="284"/>
      </w:pPr>
      <w:r w:rsidRPr="00EE56F0">
        <w:t xml:space="preserve">developing practices and procedures to ensure that </w:t>
      </w:r>
      <w:r w:rsidR="00195414" w:rsidRPr="00195414">
        <w:t>parent/guardians</w:t>
      </w:r>
      <w:r w:rsidR="00B008E4">
        <w:t xml:space="preserve">, students, contractors, </w:t>
      </w:r>
      <w:proofErr w:type="gramStart"/>
      <w:r w:rsidR="00B008E4">
        <w:t>volunteers</w:t>
      </w:r>
      <w:proofErr w:type="gramEnd"/>
      <w:r w:rsidR="00195414" w:rsidRPr="00195414">
        <w:t xml:space="preserve"> or visitors </w:t>
      </w:r>
      <w:r w:rsidR="00EE56F0" w:rsidRPr="00CD6E79">
        <w:t>at the service</w:t>
      </w:r>
      <w:r w:rsidRPr="00EE56F0">
        <w:t>, are not placed in a situation where they are left alone with a child</w:t>
      </w:r>
    </w:p>
    <w:p w14:paraId="021F5589" w14:textId="77777777" w:rsidR="00771F0D" w:rsidRPr="007A7F78" w:rsidRDefault="00771F0D" w:rsidP="000768F4">
      <w:pPr>
        <w:pStyle w:val="Bullets1"/>
        <w:ind w:left="284" w:hanging="284"/>
      </w:pPr>
      <w:r>
        <w:t>r</w:t>
      </w:r>
      <w:r w:rsidRPr="007A7F78">
        <w:t xml:space="preserve">especting individual </w:t>
      </w:r>
      <w:r>
        <w:t xml:space="preserve">abilities, </w:t>
      </w:r>
      <w:r w:rsidRPr="007A7F78">
        <w:t>needs, cultural practices and beliefs in all interactions, both verbal and non-verbal</w:t>
      </w:r>
    </w:p>
    <w:p w14:paraId="072109D1" w14:textId="77777777" w:rsidR="00771F0D" w:rsidRPr="00B42381" w:rsidRDefault="00771F0D" w:rsidP="000768F4">
      <w:pPr>
        <w:pStyle w:val="Bullets1"/>
        <w:ind w:left="284" w:hanging="284"/>
        <w:rPr>
          <w:b/>
          <w:bCs/>
        </w:rPr>
      </w:pPr>
      <w:r>
        <w:t>u</w:t>
      </w:r>
      <w:r w:rsidRPr="00637C89">
        <w:t xml:space="preserve">nderstanding </w:t>
      </w:r>
      <w:r w:rsidRPr="00B77F29">
        <w:t>and accepting that serious breaches of this code will be deemed misconduct and may lead to disciplinary or legal action, or a review of their</w:t>
      </w:r>
      <w:r w:rsidR="0037536E">
        <w:t xml:space="preserve"> </w:t>
      </w:r>
      <w:r w:rsidR="004D53CE">
        <w:t>employment</w:t>
      </w:r>
      <w:r w:rsidRPr="00B77F29">
        <w:t>.</w:t>
      </w:r>
    </w:p>
    <w:p w14:paraId="19824E61" w14:textId="77777777" w:rsidR="00771F0D" w:rsidRPr="001B68A7" w:rsidRDefault="009C2A0B" w:rsidP="005443C1">
      <w:pPr>
        <w:pStyle w:val="Heading4"/>
        <w:spacing w:before="170"/>
      </w:pPr>
      <w:r>
        <w:t>All s</w:t>
      </w:r>
      <w:r w:rsidR="00755F19">
        <w:t xml:space="preserve">taff </w:t>
      </w:r>
      <w:r w:rsidR="00771F0D" w:rsidRPr="001B68A7">
        <w:t>are responsible for:</w:t>
      </w:r>
    </w:p>
    <w:p w14:paraId="3705933B" w14:textId="77777777" w:rsidR="00771F0D" w:rsidRDefault="00771F0D" w:rsidP="00EF64A6">
      <w:pPr>
        <w:pStyle w:val="Bullets1"/>
        <w:ind w:left="284" w:hanging="284"/>
      </w:pPr>
      <w:r>
        <w:t xml:space="preserve">assisting the Approved Provider to develop </w:t>
      </w:r>
      <w:r w:rsidR="00703FAE">
        <w:t>a code of conduct</w:t>
      </w:r>
      <w:r>
        <w:t xml:space="preserve"> fo</w:t>
      </w:r>
      <w:r w:rsidR="009C3B51">
        <w:t>r staff (refer to Attachment 1)</w:t>
      </w:r>
    </w:p>
    <w:p w14:paraId="6BEE0B45" w14:textId="77777777" w:rsidR="00771F0D" w:rsidRPr="00B77F29" w:rsidRDefault="00771F0D" w:rsidP="00EF64A6">
      <w:pPr>
        <w:pStyle w:val="Bullets1"/>
        <w:ind w:left="284" w:hanging="284"/>
      </w:pPr>
      <w:r>
        <w:t xml:space="preserve">completing and signing the </w:t>
      </w:r>
      <w:r w:rsidRPr="008057D4">
        <w:rPr>
          <w:i/>
        </w:rPr>
        <w:t>Code of Conduct Acknowledgement</w:t>
      </w:r>
      <w:r w:rsidR="009C3B51">
        <w:t xml:space="preserve"> </w:t>
      </w:r>
      <w:r w:rsidR="009C3B51" w:rsidRPr="00B77F29">
        <w:t xml:space="preserve">(refer to Attachment </w:t>
      </w:r>
      <w:r w:rsidR="00755F19">
        <w:t>2</w:t>
      </w:r>
      <w:r w:rsidR="009C3B51" w:rsidRPr="00B77F29">
        <w:t>)</w:t>
      </w:r>
    </w:p>
    <w:p w14:paraId="26334D81" w14:textId="77777777" w:rsidR="00771F0D" w:rsidRPr="00B77F29" w:rsidRDefault="00771F0D" w:rsidP="00EF64A6">
      <w:pPr>
        <w:pStyle w:val="Bullets1"/>
        <w:ind w:left="284" w:hanging="284"/>
      </w:pPr>
      <w:r w:rsidRPr="00B77F29">
        <w:t xml:space="preserve">adhering to the </w:t>
      </w:r>
      <w:r w:rsidR="00703FAE">
        <w:t>code of conduct</w:t>
      </w:r>
      <w:r w:rsidRPr="00B77F29">
        <w:t xml:space="preserve"> for staff (</w:t>
      </w:r>
      <w:proofErr w:type="gramStart"/>
      <w:r w:rsidRPr="00B77F29">
        <w:t>refer to Attachment 1) at all times</w:t>
      </w:r>
      <w:proofErr w:type="gramEnd"/>
    </w:p>
    <w:p w14:paraId="19311606" w14:textId="77777777" w:rsidR="00771F0D" w:rsidRDefault="00771F0D" w:rsidP="00EF64A6">
      <w:pPr>
        <w:pStyle w:val="Bullets1"/>
        <w:ind w:left="284" w:hanging="284"/>
      </w:pPr>
      <w:r>
        <w:t>p</w:t>
      </w:r>
      <w:r w:rsidRPr="005E0122">
        <w:t xml:space="preserve">roviding guidance to </w:t>
      </w:r>
      <w:r w:rsidR="00195414">
        <w:t xml:space="preserve">students, volunteers, </w:t>
      </w:r>
      <w:r w:rsidRPr="005E0122">
        <w:t>parents/g</w:t>
      </w:r>
      <w:r w:rsidR="00195414">
        <w:t>uardians</w:t>
      </w:r>
      <w:r w:rsidR="001A282B">
        <w:t xml:space="preserve">, </w:t>
      </w:r>
      <w:proofErr w:type="gramStart"/>
      <w:r w:rsidR="001A282B">
        <w:t>students</w:t>
      </w:r>
      <w:proofErr w:type="gramEnd"/>
      <w:r w:rsidR="00195414">
        <w:t xml:space="preserve"> and visitors</w:t>
      </w:r>
      <w:r w:rsidRPr="005E0122">
        <w:t xml:space="preserve"> through positive role</w:t>
      </w:r>
      <w:r>
        <w:t xml:space="preserve"> </w:t>
      </w:r>
      <w:r w:rsidRPr="005E0122">
        <w:t xml:space="preserve">modelling and, when appropriate, </w:t>
      </w:r>
      <w:r>
        <w:t>clear and respectful directions</w:t>
      </w:r>
    </w:p>
    <w:p w14:paraId="0B269496" w14:textId="77777777" w:rsidR="00771F0D" w:rsidRDefault="00771F0D" w:rsidP="00EF64A6">
      <w:pPr>
        <w:pStyle w:val="Bullets1"/>
        <w:ind w:left="284" w:hanging="284"/>
      </w:pPr>
      <w:r>
        <w:t>w</w:t>
      </w:r>
      <w:r w:rsidRPr="005E0122">
        <w:t xml:space="preserve">orking </w:t>
      </w:r>
      <w:r>
        <w:t xml:space="preserve">with the Approved Provider, </w:t>
      </w:r>
      <w:r w:rsidR="00195414">
        <w:t>Nominated Supervisor, their colleagues</w:t>
      </w:r>
      <w:r>
        <w:t xml:space="preserve">, students, volunteers, </w:t>
      </w:r>
      <w:r w:rsidRPr="005E0122">
        <w:t>parents/</w:t>
      </w:r>
      <w:proofErr w:type="gramStart"/>
      <w:r w:rsidRPr="005E0122">
        <w:t>guardians</w:t>
      </w:r>
      <w:proofErr w:type="gramEnd"/>
      <w:r w:rsidRPr="005E0122">
        <w:t xml:space="preserve"> </w:t>
      </w:r>
      <w:r>
        <w:t xml:space="preserve">and others at the service </w:t>
      </w:r>
      <w:r w:rsidRPr="005E0122">
        <w:t>to provide an environment that enco</w:t>
      </w:r>
      <w:r w:rsidR="00195414">
        <w:t xml:space="preserve">urages positive interactions, </w:t>
      </w:r>
      <w:r>
        <w:t>supports constructive feedback</w:t>
      </w:r>
      <w:r w:rsidR="00195414">
        <w:t xml:space="preserve"> and holds one another to the codes of conduct</w:t>
      </w:r>
    </w:p>
    <w:p w14:paraId="621EFF01" w14:textId="77777777" w:rsidR="00771F0D" w:rsidRPr="00195414" w:rsidRDefault="00771F0D" w:rsidP="00EF64A6">
      <w:pPr>
        <w:pStyle w:val="Bullets1"/>
        <w:ind w:left="284" w:hanging="284"/>
        <w:rPr>
          <w:szCs w:val="20"/>
        </w:rPr>
      </w:pPr>
      <w:r w:rsidRPr="00393D20">
        <w:t xml:space="preserve">ensuring </w:t>
      </w:r>
      <w:r w:rsidRPr="00195414">
        <w:rPr>
          <w:szCs w:val="20"/>
        </w:rPr>
        <w:t xml:space="preserve">that </w:t>
      </w:r>
      <w:r w:rsidR="00573323" w:rsidRPr="00573323">
        <w:rPr>
          <w:szCs w:val="20"/>
          <w:lang w:eastAsia="en-US"/>
        </w:rPr>
        <w:t xml:space="preserve">parents/guardians, students, contractors, </w:t>
      </w:r>
      <w:proofErr w:type="gramStart"/>
      <w:r w:rsidR="00573323" w:rsidRPr="00573323">
        <w:rPr>
          <w:szCs w:val="20"/>
          <w:lang w:eastAsia="en-US"/>
        </w:rPr>
        <w:t>volunteers</w:t>
      </w:r>
      <w:proofErr w:type="gramEnd"/>
      <w:r w:rsidR="00573323" w:rsidRPr="00573323">
        <w:rPr>
          <w:szCs w:val="20"/>
          <w:lang w:eastAsia="en-US"/>
        </w:rPr>
        <w:t xml:space="preserve"> and </w:t>
      </w:r>
      <w:r w:rsidR="00573323">
        <w:rPr>
          <w:szCs w:val="20"/>
          <w:lang w:eastAsia="en-US"/>
        </w:rPr>
        <w:t xml:space="preserve">visitors </w:t>
      </w:r>
      <w:r w:rsidR="00195414">
        <w:rPr>
          <w:szCs w:val="20"/>
          <w:lang w:eastAsia="en-US"/>
        </w:rPr>
        <w:t xml:space="preserve">at the service </w:t>
      </w:r>
      <w:r w:rsidRPr="00195414">
        <w:rPr>
          <w:szCs w:val="20"/>
        </w:rPr>
        <w:t>are not placed in a situation where they are left alone with a child</w:t>
      </w:r>
    </w:p>
    <w:p w14:paraId="5A29B243" w14:textId="77777777" w:rsidR="00771F0D" w:rsidRDefault="00771F0D" w:rsidP="00EF64A6">
      <w:pPr>
        <w:pStyle w:val="Bullets1"/>
        <w:ind w:left="284" w:hanging="284"/>
      </w:pPr>
      <w:r w:rsidRPr="001B68A7">
        <w:t xml:space="preserve">informing the Approved Provider in the event of a serious incident (refer to </w:t>
      </w:r>
      <w:r w:rsidRPr="001B68A7">
        <w:rPr>
          <w:i/>
        </w:rPr>
        <w:t>Definitions</w:t>
      </w:r>
      <w:r w:rsidRPr="001B68A7">
        <w:t>)</w:t>
      </w:r>
      <w:r>
        <w:t>,</w:t>
      </w:r>
      <w:r w:rsidRPr="001B68A7">
        <w:t xml:space="preserve"> of a notifiable complaint (refer to </w:t>
      </w:r>
      <w:r w:rsidRPr="001B68A7">
        <w:rPr>
          <w:i/>
        </w:rPr>
        <w:t>Definitions</w:t>
      </w:r>
      <w:r w:rsidRPr="001B68A7">
        <w:t xml:space="preserve">) </w:t>
      </w:r>
      <w:r>
        <w:t xml:space="preserve">or of a breach of the </w:t>
      </w:r>
      <w:r w:rsidRPr="008B4894">
        <w:rPr>
          <w:i/>
        </w:rPr>
        <w:t>Code of Conduct Policy</w:t>
      </w:r>
    </w:p>
    <w:p w14:paraId="0CA89992" w14:textId="77777777" w:rsidR="000768F4" w:rsidRPr="000768F4" w:rsidRDefault="000768F4" w:rsidP="000768F4">
      <w:pPr>
        <w:pStyle w:val="Bullets1"/>
        <w:rPr>
          <w:b/>
          <w:bCs/>
        </w:rPr>
      </w:pPr>
      <w:r w:rsidRPr="000768F4">
        <w:t xml:space="preserve">contacting Police in an emergency situation where it is believed that there is an immediate risk, such as when violence has been threatened or perpetrated or where sexual abuse or grooming is suspected as outlined in the </w:t>
      </w:r>
      <w:r w:rsidRPr="000768F4">
        <w:rPr>
          <w:i/>
        </w:rPr>
        <w:t>Child Safe (formerly Child Protection) Policy</w:t>
      </w:r>
      <w:r w:rsidRPr="000768F4">
        <w:t>.</w:t>
      </w:r>
    </w:p>
    <w:p w14:paraId="3B1838BA" w14:textId="77777777" w:rsidR="00854C83" w:rsidRDefault="00854C83" w:rsidP="00EF64A6">
      <w:pPr>
        <w:pStyle w:val="Bullets1"/>
        <w:ind w:left="284" w:hanging="284"/>
      </w:pPr>
      <w:r>
        <w:t>r</w:t>
      </w:r>
      <w:r w:rsidRPr="007A7F78">
        <w:t xml:space="preserve">especting individual </w:t>
      </w:r>
      <w:r>
        <w:t xml:space="preserve">abilities, </w:t>
      </w:r>
      <w:r w:rsidRPr="007A7F78">
        <w:t>needs, cultural practices and beliefs in all interactions, both verbal and non-verbal</w:t>
      </w:r>
    </w:p>
    <w:p w14:paraId="2B450460" w14:textId="77777777" w:rsidR="00854C83" w:rsidRPr="00B42381" w:rsidRDefault="00854C83" w:rsidP="00EF64A6">
      <w:pPr>
        <w:pStyle w:val="Bullets1"/>
        <w:ind w:left="284" w:hanging="284"/>
        <w:rPr>
          <w:b/>
          <w:bCs/>
        </w:rPr>
      </w:pPr>
      <w:r>
        <w:t>u</w:t>
      </w:r>
      <w:r w:rsidRPr="00637C89">
        <w:t xml:space="preserve">nderstanding </w:t>
      </w:r>
      <w:r>
        <w:t xml:space="preserve">and accepting </w:t>
      </w:r>
      <w:r w:rsidRPr="00637C89">
        <w:t>that serious breaches of this code will be deemed misconduct and may lead to discipli</w:t>
      </w:r>
      <w:r>
        <w:t xml:space="preserve">nary or legal action, </w:t>
      </w:r>
      <w:r w:rsidRPr="00B77F29">
        <w:t xml:space="preserve">or a review of their </w:t>
      </w:r>
      <w:r w:rsidR="004D53CE">
        <w:t>employment</w:t>
      </w:r>
      <w:r w:rsidRPr="00B77F29">
        <w:t>.</w:t>
      </w:r>
    </w:p>
    <w:p w14:paraId="11C59152" w14:textId="77777777" w:rsidR="00854C83" w:rsidRPr="00BD5E2F" w:rsidRDefault="00854C83" w:rsidP="005443C1">
      <w:pPr>
        <w:pStyle w:val="Heading4"/>
        <w:spacing w:before="170"/>
      </w:pPr>
      <w:r w:rsidRPr="00BD5E2F">
        <w:t>Parents/guardians are responsible for:</w:t>
      </w:r>
    </w:p>
    <w:p w14:paraId="6364C457" w14:textId="77777777" w:rsidR="00854C83" w:rsidRPr="008B4894" w:rsidRDefault="00854C83" w:rsidP="00712E72">
      <w:pPr>
        <w:pStyle w:val="Bullets1"/>
        <w:ind w:left="284" w:hanging="284"/>
      </w:pPr>
      <w:r>
        <w:t>r</w:t>
      </w:r>
      <w:r w:rsidRPr="005E0122">
        <w:t xml:space="preserve">eading the </w:t>
      </w:r>
      <w:r w:rsidRPr="009E1A4D">
        <w:rPr>
          <w:i/>
        </w:rPr>
        <w:t>Code of Conduct Policy</w:t>
      </w:r>
    </w:p>
    <w:p w14:paraId="2BCD175F" w14:textId="77777777" w:rsidR="006A684E" w:rsidRDefault="006A684E" w:rsidP="00712E72">
      <w:pPr>
        <w:pStyle w:val="Bullets1"/>
        <w:ind w:left="284" w:hanging="284"/>
      </w:pPr>
      <w:r>
        <w:t>completing and signing the Code of Conduct for parents/g</w:t>
      </w:r>
      <w:r w:rsidR="000C38A7">
        <w:t>uardians (refer to Attachment</w:t>
      </w:r>
      <w:r w:rsidR="00AC24DB">
        <w:t>s</w:t>
      </w:r>
      <w:r w:rsidR="000C38A7">
        <w:t xml:space="preserve"> 3</w:t>
      </w:r>
      <w:r w:rsidR="00AC24DB">
        <w:t xml:space="preserve"> and 4</w:t>
      </w:r>
      <w:r>
        <w:t>)</w:t>
      </w:r>
    </w:p>
    <w:p w14:paraId="76066236" w14:textId="77777777" w:rsidR="006A684E" w:rsidRDefault="00854C83" w:rsidP="004A64C1">
      <w:pPr>
        <w:pStyle w:val="Bullets1"/>
        <w:ind w:left="284" w:hanging="284"/>
      </w:pPr>
      <w:r>
        <w:t>a</w:t>
      </w:r>
      <w:r w:rsidRPr="005E0122">
        <w:t xml:space="preserve">biding by the </w:t>
      </w:r>
      <w:r w:rsidR="00AC24DB">
        <w:t>Code of Conduct for parents/guardians</w:t>
      </w:r>
    </w:p>
    <w:p w14:paraId="6DF2B57D" w14:textId="77777777" w:rsidR="00854C83" w:rsidRDefault="00854C83" w:rsidP="00712E72">
      <w:pPr>
        <w:pStyle w:val="Bullets1"/>
        <w:ind w:left="284" w:hanging="284"/>
      </w:pPr>
      <w:r>
        <w:t>complying with all policies of the service.</w:t>
      </w:r>
    </w:p>
    <w:p w14:paraId="132970A1" w14:textId="77777777" w:rsidR="00854C83" w:rsidRDefault="00C82F79" w:rsidP="00F54897">
      <w:pPr>
        <w:pStyle w:val="Heading4"/>
      </w:pPr>
      <w:r>
        <w:t>S</w:t>
      </w:r>
      <w:r w:rsidR="00854C83" w:rsidRPr="000768F4">
        <w:t xml:space="preserve">tudents, </w:t>
      </w:r>
      <w:r w:rsidR="00755F19" w:rsidRPr="000768F4">
        <w:t>contractors</w:t>
      </w:r>
      <w:r>
        <w:t xml:space="preserve">, </w:t>
      </w:r>
      <w:proofErr w:type="gramStart"/>
      <w:r>
        <w:t>volunteers</w:t>
      </w:r>
      <w:proofErr w:type="gramEnd"/>
      <w:r w:rsidR="00755F19" w:rsidRPr="000768F4">
        <w:t xml:space="preserve"> and visitors </w:t>
      </w:r>
      <w:r w:rsidR="00854C83" w:rsidRPr="000768F4">
        <w:t>while at the service, are responsible for following this policy and its procedures.</w:t>
      </w:r>
    </w:p>
    <w:p w14:paraId="37D2797A" w14:textId="77777777" w:rsidR="00854C83" w:rsidRDefault="00854C83" w:rsidP="00854C83">
      <w:pPr>
        <w:pStyle w:val="Heading1"/>
      </w:pPr>
      <w:r>
        <w:t>Evaluation</w:t>
      </w:r>
    </w:p>
    <w:p w14:paraId="208AFE83" w14:textId="77777777" w:rsidR="00854C83" w:rsidRDefault="00854C83" w:rsidP="00F54897">
      <w:pPr>
        <w:pStyle w:val="BodyText3ptAfter"/>
      </w:pPr>
      <w:proofErr w:type="gramStart"/>
      <w:r>
        <w:t>In order to</w:t>
      </w:r>
      <w:proofErr w:type="gramEnd"/>
      <w:r>
        <w:t xml:space="preserve"> assess whether the values and purposes of the policy have been achieved, the Approved Provider will:</w:t>
      </w:r>
    </w:p>
    <w:p w14:paraId="0F529C1E" w14:textId="77777777" w:rsidR="00854C83" w:rsidRDefault="00854C83" w:rsidP="00407284">
      <w:pPr>
        <w:pStyle w:val="Bullets1"/>
        <w:ind w:left="284" w:hanging="284"/>
        <w:rPr>
          <w:lang w:val="en-US"/>
        </w:rPr>
      </w:pPr>
      <w:r>
        <w:rPr>
          <w:lang w:val="en-US"/>
        </w:rPr>
        <w:t>regularly seek feedback from everyone affected by the policy regarding its effectiveness</w:t>
      </w:r>
    </w:p>
    <w:p w14:paraId="6F3BEB09" w14:textId="77777777" w:rsidR="00854C83" w:rsidRDefault="00854C83" w:rsidP="00407284">
      <w:pPr>
        <w:pStyle w:val="Bullets1"/>
        <w:ind w:left="284" w:hanging="284"/>
        <w:rPr>
          <w:lang w:val="en-US"/>
        </w:rPr>
      </w:pPr>
      <w:r>
        <w:rPr>
          <w:lang w:val="en-US"/>
        </w:rPr>
        <w:lastRenderedPageBreak/>
        <w:t xml:space="preserve">monitor the implementation, compliance, </w:t>
      </w:r>
      <w:proofErr w:type="gramStart"/>
      <w:r>
        <w:rPr>
          <w:lang w:val="en-US"/>
        </w:rPr>
        <w:t>complaints</w:t>
      </w:r>
      <w:proofErr w:type="gramEnd"/>
      <w:r>
        <w:rPr>
          <w:lang w:val="en-US"/>
        </w:rPr>
        <w:t xml:space="preserve"> and incidents in relation to this policy</w:t>
      </w:r>
    </w:p>
    <w:p w14:paraId="68B4A4B0" w14:textId="77777777" w:rsidR="00854C83" w:rsidRDefault="00854C83" w:rsidP="00407284">
      <w:pPr>
        <w:pStyle w:val="Bullets1"/>
        <w:ind w:left="284" w:hanging="284"/>
      </w:pPr>
      <w:r>
        <w:t>a</w:t>
      </w:r>
      <w:r w:rsidRPr="005E0122">
        <w:t>ssess whether a satisfactory resolution has been achieved in relation to issues arising from this policy</w:t>
      </w:r>
    </w:p>
    <w:p w14:paraId="751EEDD8" w14:textId="77777777" w:rsidR="00F45062" w:rsidRDefault="00854C83" w:rsidP="00407284">
      <w:pPr>
        <w:pStyle w:val="Bullets1"/>
        <w:ind w:left="284" w:hanging="284"/>
        <w:rPr>
          <w:lang w:val="en-US"/>
        </w:rPr>
      </w:pPr>
      <w:r>
        <w:rPr>
          <w:lang w:val="en-US"/>
        </w:rPr>
        <w:t xml:space="preserve">keep the policy up to date with current legislation, research, </w:t>
      </w:r>
      <w:proofErr w:type="gramStart"/>
      <w:r>
        <w:rPr>
          <w:lang w:val="en-US"/>
        </w:rPr>
        <w:t>policy</w:t>
      </w:r>
      <w:proofErr w:type="gramEnd"/>
      <w:r>
        <w:rPr>
          <w:lang w:val="en-US"/>
        </w:rPr>
        <w:t xml:space="preserve"> and best practice</w:t>
      </w:r>
    </w:p>
    <w:p w14:paraId="3E97659D" w14:textId="77777777" w:rsidR="00854C83" w:rsidRDefault="00854C83" w:rsidP="00407284">
      <w:pPr>
        <w:pStyle w:val="Bullets1"/>
        <w:ind w:left="284" w:hanging="284"/>
        <w:rPr>
          <w:lang w:val="en-US"/>
        </w:rPr>
      </w:pPr>
      <w:r>
        <w:rPr>
          <w:lang w:val="en-US"/>
        </w:rPr>
        <w:t>revise the policy and procedures as part of the service’s policy review cycle, or as required</w:t>
      </w:r>
    </w:p>
    <w:p w14:paraId="51221279" w14:textId="77777777" w:rsidR="00A71F8C" w:rsidRDefault="00A71F8C" w:rsidP="00A71F8C">
      <w:pPr>
        <w:pStyle w:val="Bullets1"/>
      </w:pPr>
      <w:proofErr w:type="gramStart"/>
      <w:r>
        <w:t>make policies available at all times</w:t>
      </w:r>
      <w:proofErr w:type="gramEnd"/>
      <w:r>
        <w:t xml:space="preserve"> so that anyone can make comment.</w:t>
      </w:r>
    </w:p>
    <w:sectPr w:rsidR="00A71F8C" w:rsidSect="00924EAD">
      <w:footerReference w:type="default" r:id="rId23"/>
      <w:type w:val="continuous"/>
      <w:pgSz w:w="11906" w:h="16838" w:code="9"/>
      <w:pgMar w:top="1021" w:right="1418" w:bottom="1276"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99E43" w14:textId="77777777" w:rsidR="00D1514B" w:rsidRDefault="00D1514B" w:rsidP="002D4B54">
      <w:pPr>
        <w:spacing w:after="0"/>
      </w:pPr>
      <w:r>
        <w:separator/>
      </w:r>
    </w:p>
  </w:endnote>
  <w:endnote w:type="continuationSeparator" w:id="0">
    <w:p w14:paraId="4FC1F5B9" w14:textId="77777777" w:rsidR="00D1514B" w:rsidRDefault="00D1514B" w:rsidP="002D4B54">
      <w:pPr>
        <w:spacing w:after="0"/>
      </w:pPr>
      <w:r>
        <w:continuationSeparator/>
      </w:r>
    </w:p>
  </w:endnote>
  <w:endnote w:type="continuationNotice" w:id="1">
    <w:p w14:paraId="1BED94D8" w14:textId="77777777" w:rsidR="00D1514B" w:rsidRDefault="00D151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ont243">
    <w:altName w:val="Times New Roman"/>
    <w:panose1 w:val="00000000000000000000"/>
    <w:charset w:val="00"/>
    <w:family w:val="auto"/>
    <w:notTrueType/>
    <w:pitch w:val="default"/>
    <w:sig w:usb0="00000000" w:usb1="00000000" w:usb2="00000000" w:usb3="00000000" w:csb0="00000000" w:csb1="0006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8"/>
      <w:gridCol w:w="4532"/>
    </w:tblGrid>
    <w:tr w:rsidR="0018172B" w:rsidRPr="00771F0D" w14:paraId="3EC8964E" w14:textId="77777777" w:rsidTr="00771F0D">
      <w:tc>
        <w:tcPr>
          <w:tcW w:w="4643" w:type="dxa"/>
          <w:shd w:val="clear" w:color="auto" w:fill="auto"/>
        </w:tcPr>
        <w:p w14:paraId="5BB30379" w14:textId="77777777" w:rsidR="0018172B" w:rsidRPr="007E6827" w:rsidRDefault="0018172B" w:rsidP="00F03AC2">
          <w:pPr>
            <w:pStyle w:val="Footer"/>
            <w:rPr>
              <w:rFonts w:cs="Arial"/>
            </w:rPr>
          </w:pPr>
          <w:r w:rsidRPr="007E6827">
            <w:rPr>
              <w:rFonts w:cs="Arial"/>
            </w:rPr>
            <w:t>© 201</w:t>
          </w:r>
          <w:r w:rsidR="00A028F0">
            <w:rPr>
              <w:rFonts w:cs="Arial"/>
            </w:rPr>
            <w:t>9</w:t>
          </w:r>
          <w:r w:rsidRPr="007E6827">
            <w:rPr>
              <w:rFonts w:cs="Arial"/>
            </w:rPr>
            <w:t xml:space="preserve"> Early Learning Association Australia</w:t>
          </w:r>
        </w:p>
        <w:p w14:paraId="7D991783" w14:textId="77777777" w:rsidR="0018172B" w:rsidRPr="007E6827" w:rsidRDefault="0018172B" w:rsidP="00F03AC2">
          <w:pPr>
            <w:pStyle w:val="Footer"/>
            <w:rPr>
              <w:rFonts w:cs="Arial"/>
            </w:rPr>
          </w:pPr>
          <w:r w:rsidRPr="007E6827">
            <w:rPr>
              <w:rFonts w:cs="Arial"/>
            </w:rPr>
            <w:t>Telephone 03 9489 3500 or 1300 730 119 (rural)</w:t>
          </w:r>
        </w:p>
      </w:tc>
      <w:tc>
        <w:tcPr>
          <w:tcW w:w="4643" w:type="dxa"/>
          <w:shd w:val="clear" w:color="auto" w:fill="auto"/>
        </w:tcPr>
        <w:p w14:paraId="752805A1" w14:textId="3D95B3AF" w:rsidR="0018172B" w:rsidRPr="0018172B" w:rsidRDefault="0018172B" w:rsidP="0018172B">
          <w:pPr>
            <w:pStyle w:val="Footer"/>
            <w:jc w:val="center"/>
            <w:rPr>
              <w:noProof/>
            </w:rPr>
          </w:pPr>
          <w:r>
            <w:t xml:space="preserve">                                           </w:t>
          </w:r>
          <w:fldSimple w:instr=" STYLEREF  Title  \* MERGEFORMAT ">
            <w:r w:rsidR="00EB46D4" w:rsidRPr="00EB46D4">
              <w:rPr>
                <w:rFonts w:cs="Arial"/>
                <w:bCs/>
                <w:noProof/>
                <w:lang w:val="en-US"/>
              </w:rPr>
              <w:t>Code of Conduct Policy</w:t>
            </w:r>
          </w:fldSimple>
          <w:r>
            <w:rPr>
              <w:noProof/>
            </w:rPr>
            <w:t xml:space="preserve"> </w:t>
          </w:r>
          <w:r w:rsidRPr="0018172B">
            <w:rPr>
              <w:noProof/>
            </w:rPr>
            <w:t>(</w:t>
          </w:r>
          <w:r w:rsidR="00A028F0">
            <w:rPr>
              <w:noProof/>
            </w:rPr>
            <w:t>July 2019</w:t>
          </w:r>
          <w:r w:rsidRPr="0018172B">
            <w:rPr>
              <w:noProof/>
            </w:rPr>
            <w:t>)</w:t>
          </w:r>
        </w:p>
        <w:p w14:paraId="1B6CFA3C" w14:textId="77777777" w:rsidR="0018172B" w:rsidRPr="007E6827" w:rsidRDefault="0018172B" w:rsidP="00A028F0">
          <w:pPr>
            <w:pStyle w:val="Footer"/>
            <w:jc w:val="right"/>
            <w:rPr>
              <w:rFonts w:cs="Arial"/>
            </w:rPr>
          </w:pPr>
          <w:r w:rsidRPr="007E6827">
            <w:rPr>
              <w:rFonts w:cs="Arial"/>
            </w:rPr>
            <w:t xml:space="preserve">Page </w:t>
          </w:r>
          <w:r w:rsidRPr="007E6827">
            <w:rPr>
              <w:rFonts w:cs="Arial"/>
            </w:rPr>
            <w:fldChar w:fldCharType="begin"/>
          </w:r>
          <w:r w:rsidRPr="007E6827">
            <w:rPr>
              <w:rFonts w:cs="Arial"/>
            </w:rPr>
            <w:instrText xml:space="preserve"> PAGE </w:instrText>
          </w:r>
          <w:r w:rsidRPr="007E6827">
            <w:rPr>
              <w:rFonts w:cs="Arial"/>
            </w:rPr>
            <w:fldChar w:fldCharType="separate"/>
          </w:r>
          <w:r w:rsidR="001D0E54">
            <w:rPr>
              <w:rFonts w:cs="Arial"/>
              <w:noProof/>
            </w:rPr>
            <w:t>1</w:t>
          </w:r>
          <w:r w:rsidRPr="007E6827">
            <w:rPr>
              <w:rFonts w:cs="Arial"/>
              <w:noProof/>
            </w:rPr>
            <w:fldChar w:fldCharType="end"/>
          </w:r>
          <w:r w:rsidRPr="007E6827">
            <w:rPr>
              <w:rFonts w:cs="Arial"/>
            </w:rPr>
            <w:t xml:space="preserve"> of </w:t>
          </w:r>
          <w:r w:rsidRPr="007E6827">
            <w:rPr>
              <w:rFonts w:cs="Arial"/>
            </w:rPr>
            <w:fldChar w:fldCharType="begin"/>
          </w:r>
          <w:r w:rsidRPr="007E6827">
            <w:rPr>
              <w:rFonts w:cs="Arial"/>
            </w:rPr>
            <w:instrText xml:space="preserve"> NUMPAGES  </w:instrText>
          </w:r>
          <w:r w:rsidRPr="007E6827">
            <w:rPr>
              <w:rFonts w:cs="Arial"/>
            </w:rPr>
            <w:fldChar w:fldCharType="separate"/>
          </w:r>
          <w:r w:rsidR="001D0E54">
            <w:rPr>
              <w:rFonts w:cs="Arial"/>
              <w:noProof/>
            </w:rPr>
            <w:t>12</w:t>
          </w:r>
          <w:r w:rsidRPr="007E6827">
            <w:rPr>
              <w:rFonts w:cs="Arial"/>
              <w:noProof/>
            </w:rPr>
            <w:fldChar w:fldCharType="end"/>
          </w:r>
        </w:p>
      </w:tc>
    </w:tr>
  </w:tbl>
  <w:p w14:paraId="303B0541" w14:textId="77777777" w:rsidR="0018172B" w:rsidRPr="00A25BD5" w:rsidRDefault="0018172B" w:rsidP="00181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ADBBFA" w14:textId="77777777" w:rsidR="00D1514B" w:rsidRDefault="00D1514B" w:rsidP="002D4B54">
      <w:pPr>
        <w:spacing w:after="0"/>
      </w:pPr>
      <w:r>
        <w:separator/>
      </w:r>
    </w:p>
  </w:footnote>
  <w:footnote w:type="continuationSeparator" w:id="0">
    <w:p w14:paraId="13C639E6" w14:textId="77777777" w:rsidR="00D1514B" w:rsidRDefault="00D1514B" w:rsidP="002D4B54">
      <w:pPr>
        <w:spacing w:after="0"/>
      </w:pPr>
      <w:r>
        <w:continuationSeparator/>
      </w:r>
    </w:p>
  </w:footnote>
  <w:footnote w:type="continuationNotice" w:id="1">
    <w:p w14:paraId="64F93A28" w14:textId="77777777" w:rsidR="00D1514B" w:rsidRDefault="00D1514B">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70B78"/>
    <w:multiLevelType w:val="hybridMultilevel"/>
    <w:tmpl w:val="41BE9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F94FCB"/>
    <w:multiLevelType w:val="hybridMultilevel"/>
    <w:tmpl w:val="CED2E9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7241BF2"/>
    <w:multiLevelType w:val="hybridMultilevel"/>
    <w:tmpl w:val="9872E0D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C3A3D57"/>
    <w:multiLevelType w:val="hybridMultilevel"/>
    <w:tmpl w:val="DD3A91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D703249"/>
    <w:multiLevelType w:val="hybridMultilevel"/>
    <w:tmpl w:val="B6E28432"/>
    <w:lvl w:ilvl="0" w:tplc="854C5172">
      <w:start w:val="1"/>
      <w:numFmt w:val="bullet"/>
      <w:pStyle w:val="Policybulletsindented"/>
      <w:lvlText w:val=""/>
      <w:lvlJc w:val="left"/>
      <w:pPr>
        <w:ind w:left="1004" w:hanging="360"/>
      </w:pPr>
      <w:rPr>
        <w:rFonts w:ascii="Symbol" w:hAnsi="Symbol" w:hint="default"/>
        <w:color w:val="auto"/>
      </w:rPr>
    </w:lvl>
    <w:lvl w:ilvl="1" w:tplc="0C090003" w:tentative="1">
      <w:start w:val="1"/>
      <w:numFmt w:val="bullet"/>
      <w:lvlText w:val="o"/>
      <w:lvlJc w:val="left"/>
      <w:pPr>
        <w:ind w:left="1724" w:hanging="360"/>
      </w:pPr>
      <w:rPr>
        <w:rFonts w:ascii="Courier New" w:hAnsi="Courier New" w:cs="Arial Narro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Arial Narro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Arial Narro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0F170F36"/>
    <w:multiLevelType w:val="hybridMultilevel"/>
    <w:tmpl w:val="77E4E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582269"/>
    <w:multiLevelType w:val="hybridMultilevel"/>
    <w:tmpl w:val="7B7CC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751A09"/>
    <w:multiLevelType w:val="hybridMultilevel"/>
    <w:tmpl w:val="00760B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11" w15:restartNumberingAfterBreak="0">
    <w:nsid w:val="191439A2"/>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FA522B5"/>
    <w:multiLevelType w:val="hybridMultilevel"/>
    <w:tmpl w:val="6A081B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3AE0525"/>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5912DF"/>
    <w:multiLevelType w:val="hybridMultilevel"/>
    <w:tmpl w:val="63A2D8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90309EE"/>
    <w:multiLevelType w:val="hybridMultilevel"/>
    <w:tmpl w:val="30B631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D4F6180"/>
    <w:multiLevelType w:val="hybridMultilevel"/>
    <w:tmpl w:val="74E6FE3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19" w15:restartNumberingAfterBreak="0">
    <w:nsid w:val="3A6205D9"/>
    <w:multiLevelType w:val="hybridMultilevel"/>
    <w:tmpl w:val="FF9CA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DB14EC"/>
    <w:multiLevelType w:val="hybridMultilevel"/>
    <w:tmpl w:val="92D0C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BE326E"/>
    <w:multiLevelType w:val="multilevel"/>
    <w:tmpl w:val="D7AA215E"/>
    <w:numStyleLink w:val="Bullets"/>
  </w:abstractNum>
  <w:abstractNum w:abstractNumId="22" w15:restartNumberingAfterBreak="0">
    <w:nsid w:val="42753A75"/>
    <w:multiLevelType w:val="hybridMultilevel"/>
    <w:tmpl w:val="C406C538"/>
    <w:lvl w:ilvl="0" w:tplc="0C090001">
      <w:start w:val="1"/>
      <w:numFmt w:val="bullet"/>
      <w:lvlText w:val=""/>
      <w:lvlJc w:val="left"/>
      <w:pPr>
        <w:ind w:left="720" w:hanging="360"/>
      </w:pPr>
      <w:rPr>
        <w:rFonts w:ascii="Symbol" w:hAnsi="Symbol" w:hint="default"/>
      </w:rPr>
    </w:lvl>
    <w:lvl w:ilvl="1" w:tplc="751290AA">
      <w:numFmt w:val="bullet"/>
      <w:lvlText w:val="–"/>
      <w:lvlJc w:val="left"/>
      <w:pPr>
        <w:ind w:left="1440" w:hanging="360"/>
      </w:pPr>
      <w:rPr>
        <w:rFonts w:ascii="Arial" w:eastAsia="Calibr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2D36AB0"/>
    <w:multiLevelType w:val="multilevel"/>
    <w:tmpl w:val="DB422F72"/>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49D6F20"/>
    <w:multiLevelType w:val="hybridMultilevel"/>
    <w:tmpl w:val="C278FE6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Symbol"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Symbol"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Symbol" w:hint="default"/>
      </w:rPr>
    </w:lvl>
    <w:lvl w:ilvl="8" w:tplc="0C090005">
      <w:start w:val="1"/>
      <w:numFmt w:val="bullet"/>
      <w:lvlText w:val=""/>
      <w:lvlJc w:val="left"/>
      <w:pPr>
        <w:ind w:left="6120" w:hanging="360"/>
      </w:pPr>
      <w:rPr>
        <w:rFonts w:ascii="Wingdings" w:hAnsi="Wingdings" w:hint="default"/>
      </w:rPr>
    </w:lvl>
  </w:abstractNum>
  <w:abstractNum w:abstractNumId="25" w15:restartNumberingAfterBreak="0">
    <w:nsid w:val="45382BE1"/>
    <w:multiLevelType w:val="hybridMultilevel"/>
    <w:tmpl w:val="0A6418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27"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6B50AC"/>
    <w:multiLevelType w:val="hybridMultilevel"/>
    <w:tmpl w:val="402EB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2555959"/>
    <w:multiLevelType w:val="hybridMultilevel"/>
    <w:tmpl w:val="D280EF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2EE309C"/>
    <w:multiLevelType w:val="hybridMultilevel"/>
    <w:tmpl w:val="06C86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4BA27C5"/>
    <w:multiLevelType w:val="hybridMultilevel"/>
    <w:tmpl w:val="D7D251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ABE6FD7"/>
    <w:multiLevelType w:val="multilevel"/>
    <w:tmpl w:val="3E3E4A38"/>
    <w:lvl w:ilvl="0">
      <w:start w:val="1"/>
      <w:numFmt w:val="bullet"/>
      <w:lvlText w:val=""/>
      <w:lvlJc w:val="left"/>
      <w:pPr>
        <w:ind w:left="227" w:hanging="227"/>
      </w:pPr>
      <w:rPr>
        <w:rFonts w:ascii="Symbol" w:hAnsi="Symbol" w:hint="default"/>
        <w:color w:val="231F20"/>
      </w:rPr>
    </w:lvl>
    <w:lvl w:ilvl="1">
      <w:start w:val="1"/>
      <w:numFmt w:val="bullet"/>
      <w:lvlText w:val=""/>
      <w:lvlJc w:val="left"/>
      <w:pPr>
        <w:ind w:left="454" w:hanging="227"/>
      </w:pPr>
      <w:rPr>
        <w:rFonts w:ascii="Symbol" w:hAnsi="Symbol" w:hint="default"/>
      </w:rPr>
    </w:lvl>
    <w:lvl w:ilvl="2">
      <w:start w:val="1"/>
      <w:numFmt w:val="bullet"/>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35" w15:restartNumberingAfterBreak="0">
    <w:nsid w:val="5EED05E6"/>
    <w:multiLevelType w:val="hybridMultilevel"/>
    <w:tmpl w:val="6832C256"/>
    <w:lvl w:ilvl="0" w:tplc="27A8CCEA">
      <w:start w:val="1"/>
      <w:numFmt w:val="bullet"/>
      <w:pStyle w:val="Policybullets"/>
      <w:lvlText w:val=""/>
      <w:lvlJc w:val="left"/>
      <w:pPr>
        <w:tabs>
          <w:tab w:val="num" w:pos="567"/>
        </w:tabs>
        <w:ind w:left="567" w:hanging="56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37" w15:restartNumberingAfterBreak="0">
    <w:nsid w:val="646B338F"/>
    <w:multiLevelType w:val="hybridMultilevel"/>
    <w:tmpl w:val="6DD028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Symbo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Symbol"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6A8F3DAF"/>
    <w:multiLevelType w:val="hybridMultilevel"/>
    <w:tmpl w:val="49CEBB0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6D1B63DA"/>
    <w:multiLevelType w:val="multilevel"/>
    <w:tmpl w:val="02DE7F8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41"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43" w15:restartNumberingAfterBreak="0">
    <w:nsid w:val="7BC86A0B"/>
    <w:multiLevelType w:val="hybridMultilevel"/>
    <w:tmpl w:val="DA487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D31B51"/>
    <w:multiLevelType w:val="hybridMultilevel"/>
    <w:tmpl w:val="3FD672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21"/>
  </w:num>
  <w:num w:numId="3">
    <w:abstractNumId w:val="23"/>
  </w:num>
  <w:num w:numId="4">
    <w:abstractNumId w:val="40"/>
  </w:num>
  <w:num w:numId="5">
    <w:abstractNumId w:val="27"/>
  </w:num>
  <w:num w:numId="6">
    <w:abstractNumId w:val="18"/>
  </w:num>
  <w:num w:numId="7">
    <w:abstractNumId w:val="36"/>
  </w:num>
  <w:num w:numId="8">
    <w:abstractNumId w:val="1"/>
  </w:num>
  <w:num w:numId="9">
    <w:abstractNumId w:val="3"/>
  </w:num>
  <w:num w:numId="10">
    <w:abstractNumId w:val="31"/>
  </w:num>
  <w:num w:numId="11">
    <w:abstractNumId w:val="10"/>
  </w:num>
  <w:num w:numId="12">
    <w:abstractNumId w:val="42"/>
  </w:num>
  <w:num w:numId="13">
    <w:abstractNumId w:val="34"/>
  </w:num>
  <w:num w:numId="14">
    <w:abstractNumId w:val="41"/>
  </w:num>
  <w:num w:numId="15">
    <w:abstractNumId w:val="26"/>
  </w:num>
  <w:num w:numId="16">
    <w:abstractNumId w:val="35"/>
  </w:num>
  <w:num w:numId="17">
    <w:abstractNumId w:val="6"/>
  </w:num>
  <w:num w:numId="18">
    <w:abstractNumId w:val="39"/>
  </w:num>
  <w:num w:numId="19">
    <w:abstractNumId w:val="2"/>
  </w:num>
  <w:num w:numId="20">
    <w:abstractNumId w:val="24"/>
  </w:num>
  <w:num w:numId="21">
    <w:abstractNumId w:val="37"/>
  </w:num>
  <w:num w:numId="22">
    <w:abstractNumId w:val="16"/>
  </w:num>
  <w:num w:numId="23">
    <w:abstractNumId w:val="23"/>
  </w:num>
  <w:num w:numId="24">
    <w:abstractNumId w:val="44"/>
  </w:num>
  <w:num w:numId="25">
    <w:abstractNumId w:val="25"/>
  </w:num>
  <w:num w:numId="26">
    <w:abstractNumId w:val="19"/>
  </w:num>
  <w:num w:numId="27">
    <w:abstractNumId w:val="22"/>
  </w:num>
  <w:num w:numId="28">
    <w:abstractNumId w:val="9"/>
  </w:num>
  <w:num w:numId="29">
    <w:abstractNumId w:val="13"/>
  </w:num>
  <w:num w:numId="30">
    <w:abstractNumId w:val="33"/>
  </w:num>
  <w:num w:numId="31">
    <w:abstractNumId w:val="11"/>
  </w:num>
  <w:num w:numId="32">
    <w:abstractNumId w:val="23"/>
  </w:num>
  <w:num w:numId="33">
    <w:abstractNumId w:val="7"/>
  </w:num>
  <w:num w:numId="34">
    <w:abstractNumId w:val="23"/>
  </w:num>
  <w:num w:numId="35">
    <w:abstractNumId w:val="14"/>
  </w:num>
  <w:num w:numId="36">
    <w:abstractNumId w:val="23"/>
  </w:num>
  <w:num w:numId="37">
    <w:abstractNumId w:val="23"/>
  </w:num>
  <w:num w:numId="38">
    <w:abstractNumId w:val="23"/>
  </w:num>
  <w:num w:numId="39">
    <w:abstractNumId w:val="23"/>
  </w:num>
  <w:num w:numId="40">
    <w:abstractNumId w:val="28"/>
  </w:num>
  <w:num w:numId="41">
    <w:abstractNumId w:val="30"/>
  </w:num>
  <w:num w:numId="42">
    <w:abstractNumId w:val="0"/>
  </w:num>
  <w:num w:numId="43">
    <w:abstractNumId w:val="20"/>
  </w:num>
  <w:num w:numId="44">
    <w:abstractNumId w:val="8"/>
  </w:num>
  <w:num w:numId="45">
    <w:abstractNumId w:val="23"/>
  </w:num>
  <w:num w:numId="46">
    <w:abstractNumId w:val="23"/>
  </w:num>
  <w:num w:numId="47">
    <w:abstractNumId w:val="5"/>
  </w:num>
  <w:num w:numId="48">
    <w:abstractNumId w:val="32"/>
  </w:num>
  <w:num w:numId="49">
    <w:abstractNumId w:val="43"/>
  </w:num>
  <w:num w:numId="50">
    <w:abstractNumId w:val="38"/>
  </w:num>
  <w:num w:numId="51">
    <w:abstractNumId w:val="4"/>
  </w:num>
  <w:num w:numId="52">
    <w:abstractNumId w:val="17"/>
  </w:num>
  <w:num w:numId="53">
    <w:abstractNumId w:val="12"/>
  </w:num>
  <w:num w:numId="54">
    <w:abstractNumId w:val="29"/>
  </w:num>
  <w:num w:numId="55">
    <w:abstractNumId w:val="23"/>
  </w:num>
  <w:num w:numId="56">
    <w:abstractNumId w:val="23"/>
  </w:num>
  <w:num w:numId="57">
    <w:abstractNumId w:val="2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71F8C"/>
    <w:rsid w:val="0000107D"/>
    <w:rsid w:val="0000702E"/>
    <w:rsid w:val="00017BB3"/>
    <w:rsid w:val="00017F2D"/>
    <w:rsid w:val="0002620A"/>
    <w:rsid w:val="00027DD2"/>
    <w:rsid w:val="00027FF8"/>
    <w:rsid w:val="00030B9A"/>
    <w:rsid w:val="000330EC"/>
    <w:rsid w:val="000378EA"/>
    <w:rsid w:val="0004266C"/>
    <w:rsid w:val="000500F9"/>
    <w:rsid w:val="000627DA"/>
    <w:rsid w:val="000705BA"/>
    <w:rsid w:val="000768F4"/>
    <w:rsid w:val="0008128D"/>
    <w:rsid w:val="00082DC7"/>
    <w:rsid w:val="0009680A"/>
    <w:rsid w:val="000A47CA"/>
    <w:rsid w:val="000A714E"/>
    <w:rsid w:val="000B19A1"/>
    <w:rsid w:val="000B1F9C"/>
    <w:rsid w:val="000B30CD"/>
    <w:rsid w:val="000C38A7"/>
    <w:rsid w:val="000D1C2D"/>
    <w:rsid w:val="000D7C45"/>
    <w:rsid w:val="000F5BDE"/>
    <w:rsid w:val="000F5D55"/>
    <w:rsid w:val="000F5F33"/>
    <w:rsid w:val="000F6FF4"/>
    <w:rsid w:val="00102FDB"/>
    <w:rsid w:val="00120688"/>
    <w:rsid w:val="0012585C"/>
    <w:rsid w:val="00134613"/>
    <w:rsid w:val="00150870"/>
    <w:rsid w:val="00151F30"/>
    <w:rsid w:val="001616FD"/>
    <w:rsid w:val="001668E2"/>
    <w:rsid w:val="00167EAF"/>
    <w:rsid w:val="0017047B"/>
    <w:rsid w:val="0018172B"/>
    <w:rsid w:val="001875D3"/>
    <w:rsid w:val="00195414"/>
    <w:rsid w:val="0019706A"/>
    <w:rsid w:val="001A282B"/>
    <w:rsid w:val="001A30BE"/>
    <w:rsid w:val="001B03C4"/>
    <w:rsid w:val="001C1B2F"/>
    <w:rsid w:val="001C1C4B"/>
    <w:rsid w:val="001D0E54"/>
    <w:rsid w:val="001E3B32"/>
    <w:rsid w:val="001F143D"/>
    <w:rsid w:val="001F5F4A"/>
    <w:rsid w:val="00206526"/>
    <w:rsid w:val="00206637"/>
    <w:rsid w:val="0020716A"/>
    <w:rsid w:val="002071F5"/>
    <w:rsid w:val="0022350B"/>
    <w:rsid w:val="0022701F"/>
    <w:rsid w:val="00233E9F"/>
    <w:rsid w:val="00234916"/>
    <w:rsid w:val="002443F3"/>
    <w:rsid w:val="00254DBE"/>
    <w:rsid w:val="002653FF"/>
    <w:rsid w:val="002709A8"/>
    <w:rsid w:val="00275BB9"/>
    <w:rsid w:val="00275CB0"/>
    <w:rsid w:val="00276E8B"/>
    <w:rsid w:val="00286B4F"/>
    <w:rsid w:val="002A02CA"/>
    <w:rsid w:val="002B1F0E"/>
    <w:rsid w:val="002C143B"/>
    <w:rsid w:val="002C51F7"/>
    <w:rsid w:val="002C6862"/>
    <w:rsid w:val="002D4B54"/>
    <w:rsid w:val="002D5450"/>
    <w:rsid w:val="002E3DC2"/>
    <w:rsid w:val="002E4A6A"/>
    <w:rsid w:val="00301D80"/>
    <w:rsid w:val="00304B14"/>
    <w:rsid w:val="00316F5E"/>
    <w:rsid w:val="00330BC5"/>
    <w:rsid w:val="0033219C"/>
    <w:rsid w:val="003322BC"/>
    <w:rsid w:val="00347EE6"/>
    <w:rsid w:val="00363709"/>
    <w:rsid w:val="00367414"/>
    <w:rsid w:val="00370B68"/>
    <w:rsid w:val="0037536E"/>
    <w:rsid w:val="003841C2"/>
    <w:rsid w:val="00384B0E"/>
    <w:rsid w:val="003B4096"/>
    <w:rsid w:val="003C3F97"/>
    <w:rsid w:val="003D0740"/>
    <w:rsid w:val="003E7A75"/>
    <w:rsid w:val="003F2077"/>
    <w:rsid w:val="003F2D4C"/>
    <w:rsid w:val="00407284"/>
    <w:rsid w:val="00412BFA"/>
    <w:rsid w:val="00414BA7"/>
    <w:rsid w:val="004216AF"/>
    <w:rsid w:val="00436153"/>
    <w:rsid w:val="00441BB1"/>
    <w:rsid w:val="004510A4"/>
    <w:rsid w:val="00455B1F"/>
    <w:rsid w:val="00461717"/>
    <w:rsid w:val="00464568"/>
    <w:rsid w:val="00464F74"/>
    <w:rsid w:val="00476C98"/>
    <w:rsid w:val="00491378"/>
    <w:rsid w:val="00495E72"/>
    <w:rsid w:val="00497285"/>
    <w:rsid w:val="004A64C1"/>
    <w:rsid w:val="004D53CE"/>
    <w:rsid w:val="004F7811"/>
    <w:rsid w:val="00514D80"/>
    <w:rsid w:val="00520F62"/>
    <w:rsid w:val="00525041"/>
    <w:rsid w:val="005443C1"/>
    <w:rsid w:val="0056542D"/>
    <w:rsid w:val="00573323"/>
    <w:rsid w:val="005804AD"/>
    <w:rsid w:val="00583E75"/>
    <w:rsid w:val="00583E81"/>
    <w:rsid w:val="00586909"/>
    <w:rsid w:val="00592295"/>
    <w:rsid w:val="005A1CEB"/>
    <w:rsid w:val="005A70E4"/>
    <w:rsid w:val="005A7B5A"/>
    <w:rsid w:val="005B76C1"/>
    <w:rsid w:val="005C1924"/>
    <w:rsid w:val="005C1FD8"/>
    <w:rsid w:val="005D2DC9"/>
    <w:rsid w:val="005D473E"/>
    <w:rsid w:val="005D6568"/>
    <w:rsid w:val="005E6509"/>
    <w:rsid w:val="005F67F5"/>
    <w:rsid w:val="00604F0D"/>
    <w:rsid w:val="00613AE7"/>
    <w:rsid w:val="0062349B"/>
    <w:rsid w:val="00636744"/>
    <w:rsid w:val="00643023"/>
    <w:rsid w:val="0064631B"/>
    <w:rsid w:val="006500C5"/>
    <w:rsid w:val="0065062D"/>
    <w:rsid w:val="006540C4"/>
    <w:rsid w:val="006543DB"/>
    <w:rsid w:val="00670BFD"/>
    <w:rsid w:val="00672829"/>
    <w:rsid w:val="0069012B"/>
    <w:rsid w:val="006A456A"/>
    <w:rsid w:val="006A5ADE"/>
    <w:rsid w:val="006A684E"/>
    <w:rsid w:val="006A7CB6"/>
    <w:rsid w:val="006D4979"/>
    <w:rsid w:val="006E6054"/>
    <w:rsid w:val="00703FAE"/>
    <w:rsid w:val="007114E2"/>
    <w:rsid w:val="00712C5C"/>
    <w:rsid w:val="00712E72"/>
    <w:rsid w:val="00720091"/>
    <w:rsid w:val="00720291"/>
    <w:rsid w:val="00737C7F"/>
    <w:rsid w:val="00746B75"/>
    <w:rsid w:val="00747433"/>
    <w:rsid w:val="00753166"/>
    <w:rsid w:val="00755F19"/>
    <w:rsid w:val="00760C72"/>
    <w:rsid w:val="00760F1A"/>
    <w:rsid w:val="00764088"/>
    <w:rsid w:val="00771F0D"/>
    <w:rsid w:val="00790623"/>
    <w:rsid w:val="007969AD"/>
    <w:rsid w:val="007B2833"/>
    <w:rsid w:val="007B29FC"/>
    <w:rsid w:val="007B60AE"/>
    <w:rsid w:val="007C3C03"/>
    <w:rsid w:val="007C46B0"/>
    <w:rsid w:val="007C62CD"/>
    <w:rsid w:val="007D61BC"/>
    <w:rsid w:val="007E6827"/>
    <w:rsid w:val="007F191B"/>
    <w:rsid w:val="00804169"/>
    <w:rsid w:val="00821F8B"/>
    <w:rsid w:val="00830BAB"/>
    <w:rsid w:val="00851445"/>
    <w:rsid w:val="00854C83"/>
    <w:rsid w:val="008721D2"/>
    <w:rsid w:val="00872801"/>
    <w:rsid w:val="00882EEF"/>
    <w:rsid w:val="00883C68"/>
    <w:rsid w:val="0088746D"/>
    <w:rsid w:val="008A0996"/>
    <w:rsid w:val="008B11CC"/>
    <w:rsid w:val="008C0942"/>
    <w:rsid w:val="008C205B"/>
    <w:rsid w:val="008D3809"/>
    <w:rsid w:val="008E62D5"/>
    <w:rsid w:val="008F0F29"/>
    <w:rsid w:val="008F2AA1"/>
    <w:rsid w:val="009001CD"/>
    <w:rsid w:val="0090371A"/>
    <w:rsid w:val="00910975"/>
    <w:rsid w:val="00913143"/>
    <w:rsid w:val="00920DBA"/>
    <w:rsid w:val="00924EAD"/>
    <w:rsid w:val="009251D6"/>
    <w:rsid w:val="00925235"/>
    <w:rsid w:val="00941495"/>
    <w:rsid w:val="00953985"/>
    <w:rsid w:val="009562FD"/>
    <w:rsid w:val="009624AA"/>
    <w:rsid w:val="00973123"/>
    <w:rsid w:val="00986C5F"/>
    <w:rsid w:val="009949EB"/>
    <w:rsid w:val="009B5711"/>
    <w:rsid w:val="009C06D4"/>
    <w:rsid w:val="009C2A0B"/>
    <w:rsid w:val="009C3B51"/>
    <w:rsid w:val="009C6F11"/>
    <w:rsid w:val="009D7E21"/>
    <w:rsid w:val="009E16CB"/>
    <w:rsid w:val="009E1A4D"/>
    <w:rsid w:val="009F36CF"/>
    <w:rsid w:val="00A028F0"/>
    <w:rsid w:val="00A0554A"/>
    <w:rsid w:val="00A05D19"/>
    <w:rsid w:val="00A15445"/>
    <w:rsid w:val="00A16552"/>
    <w:rsid w:val="00A17EE9"/>
    <w:rsid w:val="00A248F8"/>
    <w:rsid w:val="00A25BD5"/>
    <w:rsid w:val="00A318D9"/>
    <w:rsid w:val="00A3377D"/>
    <w:rsid w:val="00A5096B"/>
    <w:rsid w:val="00A71F8C"/>
    <w:rsid w:val="00A840E6"/>
    <w:rsid w:val="00A91DD3"/>
    <w:rsid w:val="00AA230F"/>
    <w:rsid w:val="00AA7168"/>
    <w:rsid w:val="00AB379E"/>
    <w:rsid w:val="00AB37FF"/>
    <w:rsid w:val="00AB4D54"/>
    <w:rsid w:val="00AB6AD7"/>
    <w:rsid w:val="00AC24DB"/>
    <w:rsid w:val="00AD3C6D"/>
    <w:rsid w:val="00AD515D"/>
    <w:rsid w:val="00AD7668"/>
    <w:rsid w:val="00AE08CE"/>
    <w:rsid w:val="00AF6A30"/>
    <w:rsid w:val="00B008E4"/>
    <w:rsid w:val="00B0724C"/>
    <w:rsid w:val="00B3117F"/>
    <w:rsid w:val="00B34A30"/>
    <w:rsid w:val="00B41B24"/>
    <w:rsid w:val="00B7586C"/>
    <w:rsid w:val="00B77F29"/>
    <w:rsid w:val="00B90F6D"/>
    <w:rsid w:val="00B9400E"/>
    <w:rsid w:val="00B953ED"/>
    <w:rsid w:val="00BA11C3"/>
    <w:rsid w:val="00BA6375"/>
    <w:rsid w:val="00BF60FB"/>
    <w:rsid w:val="00C00653"/>
    <w:rsid w:val="00C13D46"/>
    <w:rsid w:val="00C25A43"/>
    <w:rsid w:val="00C32428"/>
    <w:rsid w:val="00C41617"/>
    <w:rsid w:val="00C5400D"/>
    <w:rsid w:val="00C5558E"/>
    <w:rsid w:val="00C6620F"/>
    <w:rsid w:val="00C664FA"/>
    <w:rsid w:val="00C706B3"/>
    <w:rsid w:val="00C71344"/>
    <w:rsid w:val="00C720A9"/>
    <w:rsid w:val="00C7384C"/>
    <w:rsid w:val="00C820E7"/>
    <w:rsid w:val="00C82F79"/>
    <w:rsid w:val="00C96A47"/>
    <w:rsid w:val="00CA1C2D"/>
    <w:rsid w:val="00CC0878"/>
    <w:rsid w:val="00CD51B7"/>
    <w:rsid w:val="00CD607A"/>
    <w:rsid w:val="00CD6754"/>
    <w:rsid w:val="00CD6E79"/>
    <w:rsid w:val="00CF4009"/>
    <w:rsid w:val="00CF41F7"/>
    <w:rsid w:val="00CF5EBF"/>
    <w:rsid w:val="00D00F64"/>
    <w:rsid w:val="00D13824"/>
    <w:rsid w:val="00D1514B"/>
    <w:rsid w:val="00D21754"/>
    <w:rsid w:val="00D25277"/>
    <w:rsid w:val="00D41CD5"/>
    <w:rsid w:val="00D52D40"/>
    <w:rsid w:val="00D5532C"/>
    <w:rsid w:val="00D6787E"/>
    <w:rsid w:val="00D775C1"/>
    <w:rsid w:val="00D81F19"/>
    <w:rsid w:val="00D95FDE"/>
    <w:rsid w:val="00DD625B"/>
    <w:rsid w:val="00DE2D18"/>
    <w:rsid w:val="00DF7CAA"/>
    <w:rsid w:val="00E053ED"/>
    <w:rsid w:val="00E079AE"/>
    <w:rsid w:val="00E1057B"/>
    <w:rsid w:val="00E12544"/>
    <w:rsid w:val="00E37513"/>
    <w:rsid w:val="00E43632"/>
    <w:rsid w:val="00E449D1"/>
    <w:rsid w:val="00E44BB6"/>
    <w:rsid w:val="00E55C3B"/>
    <w:rsid w:val="00E57AEE"/>
    <w:rsid w:val="00E70A4C"/>
    <w:rsid w:val="00E747E5"/>
    <w:rsid w:val="00E8128E"/>
    <w:rsid w:val="00EA39E4"/>
    <w:rsid w:val="00EB46D4"/>
    <w:rsid w:val="00EC1D4C"/>
    <w:rsid w:val="00EC300D"/>
    <w:rsid w:val="00EE0ADF"/>
    <w:rsid w:val="00EE203E"/>
    <w:rsid w:val="00EE56F0"/>
    <w:rsid w:val="00EF0934"/>
    <w:rsid w:val="00EF0F00"/>
    <w:rsid w:val="00EF262F"/>
    <w:rsid w:val="00EF3F28"/>
    <w:rsid w:val="00EF5C7E"/>
    <w:rsid w:val="00EF64A6"/>
    <w:rsid w:val="00F03AC2"/>
    <w:rsid w:val="00F06A87"/>
    <w:rsid w:val="00F24759"/>
    <w:rsid w:val="00F320DC"/>
    <w:rsid w:val="00F32235"/>
    <w:rsid w:val="00F41138"/>
    <w:rsid w:val="00F42AE7"/>
    <w:rsid w:val="00F437B4"/>
    <w:rsid w:val="00F45062"/>
    <w:rsid w:val="00F47123"/>
    <w:rsid w:val="00F54897"/>
    <w:rsid w:val="00F55941"/>
    <w:rsid w:val="00F71B8F"/>
    <w:rsid w:val="00F8373E"/>
    <w:rsid w:val="00F90F70"/>
    <w:rsid w:val="00FB104E"/>
    <w:rsid w:val="00FB1C49"/>
    <w:rsid w:val="00FB3CD2"/>
    <w:rsid w:val="00FC1958"/>
    <w:rsid w:val="00FC567A"/>
    <w:rsid w:val="00FD7B15"/>
    <w:rsid w:val="00FE40EF"/>
    <w:rsid w:val="00FE743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E5B0"/>
  <w15:docId w15:val="{6A84DC95-D5EA-44C2-ABFD-DF5D47ED3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b/>
      <w:bCs/>
      <w:caps/>
      <w:color w:val="000000"/>
      <w:sz w:val="24"/>
      <w:szCs w:val="24"/>
      <w:lang w:val="en-US"/>
    </w:rPr>
  </w:style>
  <w:style w:type="paragraph" w:styleId="Heading2">
    <w:name w:val="heading 2"/>
    <w:next w:val="BodyText"/>
    <w:link w:val="Heading2Char"/>
    <w:qFormat/>
    <w:rsid w:val="00636744"/>
    <w:pPr>
      <w:numPr>
        <w:numId w:val="4"/>
      </w:numPr>
      <w:spacing w:before="200" w:after="60"/>
      <w:ind w:left="284" w:hanging="284"/>
      <w:outlineLvl w:val="1"/>
    </w:pPr>
    <w:rPr>
      <w:rFonts w:eastAsia="Times New Roman"/>
      <w:b/>
      <w:bCs/>
      <w:caps/>
      <w:color w:val="000000"/>
      <w:sz w:val="22"/>
      <w:szCs w:val="22"/>
      <w:lang w:val="en-US"/>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lang w:val="en-US"/>
    </w:rPr>
  </w:style>
  <w:style w:type="paragraph" w:styleId="Heading4">
    <w:name w:val="heading 4"/>
    <w:next w:val="BodyText"/>
    <w:link w:val="Heading4Char"/>
    <w:qFormat/>
    <w:rsid w:val="00F32235"/>
    <w:pPr>
      <w:keepNext/>
      <w:spacing w:before="140" w:after="60" w:line="230" w:lineRule="atLeast"/>
      <w:outlineLvl w:val="3"/>
    </w:pPr>
    <w:rPr>
      <w:rFonts w:eastAsia="Times New Roman" w:cs="Arial"/>
      <w:b/>
      <w:bCs/>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b/>
      <w:bCs/>
      <w:caps/>
      <w:color w:val="000000"/>
      <w:sz w:val="24"/>
      <w:szCs w:val="24"/>
      <w:lang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b/>
      <w:bCs/>
      <w:caps/>
      <w:color w:val="000000"/>
      <w:sz w:val="28"/>
      <w:szCs w:val="28"/>
      <w:lang w:val="en-US" w:eastAsia="en-US"/>
    </w:rPr>
  </w:style>
  <w:style w:type="character" w:customStyle="1" w:styleId="TitleChar">
    <w:name w:val="Title Char"/>
    <w:link w:val="Title"/>
    <w:uiPriority w:val="1"/>
    <w:rsid w:val="002071F5"/>
    <w:rPr>
      <w:rFonts w:eastAsia="Times New Roman"/>
      <w:b/>
      <w:bCs/>
      <w:caps/>
      <w:color w:val="000000"/>
      <w:sz w:val="28"/>
      <w:szCs w:val="28"/>
      <w:lang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lang w:val="en-US"/>
    </w:rPr>
  </w:style>
  <w:style w:type="character" w:customStyle="1" w:styleId="BodyTextChar">
    <w:name w:val="Body Text Char"/>
    <w:link w:val="BodyText"/>
    <w:rsid w:val="00C25A43"/>
    <w:rPr>
      <w:lang w:eastAsia="en-AU" w:bidi="ar-SA"/>
    </w:rPr>
  </w:style>
  <w:style w:type="character" w:customStyle="1" w:styleId="Heading2Char">
    <w:name w:val="Heading 2 Char"/>
    <w:link w:val="Heading2"/>
    <w:rsid w:val="00636744"/>
    <w:rPr>
      <w:rFonts w:eastAsia="Times New Roman"/>
      <w:b/>
      <w:bCs/>
      <w:caps/>
      <w:color w:val="000000"/>
      <w:sz w:val="22"/>
      <w:szCs w:val="22"/>
      <w:lang w:eastAsia="en-AU" w:bidi="ar-SA"/>
    </w:rPr>
  </w:style>
  <w:style w:type="character" w:customStyle="1" w:styleId="Heading3Char">
    <w:name w:val="Heading 3 Char"/>
    <w:link w:val="Heading3"/>
    <w:rsid w:val="00F06A87"/>
    <w:rPr>
      <w:rFonts w:eastAsia="Times New Roman" w:cs="Arial"/>
      <w:b/>
      <w:bCs/>
      <w:caps/>
      <w:color w:val="000000"/>
      <w:lang w:eastAsia="en-AU" w:bidi="ar-SA"/>
    </w:rPr>
  </w:style>
  <w:style w:type="character" w:customStyle="1" w:styleId="Heading4Char">
    <w:name w:val="Heading 4 Char"/>
    <w:link w:val="Heading4"/>
    <w:rsid w:val="00F32235"/>
    <w:rPr>
      <w:rFonts w:eastAsia="Times New Roman" w:cs="Arial"/>
      <w:b/>
      <w:bCs/>
      <w:color w:val="000000"/>
      <w:lang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unhideWhenUsed/>
    <w:rsid w:val="00EA39E4"/>
    <w:pPr>
      <w:spacing w:after="0"/>
    </w:pPr>
    <w:rPr>
      <w:rFonts w:eastAsia="Times New Roman"/>
      <w:snapToGrid w:val="0"/>
      <w:sz w:val="16"/>
      <w:szCs w:val="20"/>
    </w:rPr>
  </w:style>
  <w:style w:type="character" w:customStyle="1" w:styleId="FootnoteTextChar">
    <w:name w:val="Footnote Text Char"/>
    <w:link w:val="FootnoteText"/>
    <w:uiPriority w:val="99"/>
    <w:rsid w:val="00EA39E4"/>
    <w:rPr>
      <w:rFonts w:eastAsia="Times New Roman"/>
      <w:snapToGrid w:val="0"/>
      <w:sz w:val="16"/>
      <w:lang w:eastAsia="en-US"/>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bulletsindented">
    <w:name w:val="Policy bullets indented"/>
    <w:basedOn w:val="Policybullets"/>
    <w:qFormat/>
    <w:rsid w:val="00771F0D"/>
    <w:pPr>
      <w:numPr>
        <w:numId w:val="17"/>
      </w:numPr>
      <w:tabs>
        <w:tab w:val="left" w:pos="5"/>
      </w:tabs>
      <w:ind w:left="720"/>
    </w:pPr>
  </w:style>
  <w:style w:type="paragraph" w:customStyle="1" w:styleId="Policybullets">
    <w:name w:val="Policy bullets"/>
    <w:basedOn w:val="Policytext"/>
    <w:rsid w:val="00771F0D"/>
    <w:pPr>
      <w:numPr>
        <w:numId w:val="16"/>
      </w:numPr>
      <w:tabs>
        <w:tab w:val="clear" w:pos="567"/>
      </w:tabs>
      <w:ind w:left="227" w:hanging="227"/>
    </w:pPr>
  </w:style>
  <w:style w:type="paragraph" w:customStyle="1" w:styleId="Policytext">
    <w:name w:val="Policy text"/>
    <w:link w:val="PolicytextChar"/>
    <w:rsid w:val="00771F0D"/>
    <w:pPr>
      <w:spacing w:before="80" w:after="40" w:line="280" w:lineRule="atLeast"/>
    </w:pPr>
    <w:rPr>
      <w:rFonts w:eastAsia="Times New Roman"/>
      <w:snapToGrid w:val="0"/>
      <w:sz w:val="22"/>
      <w:szCs w:val="22"/>
      <w:lang w:val="en-US" w:eastAsia="en-US"/>
    </w:rPr>
  </w:style>
  <w:style w:type="character" w:customStyle="1" w:styleId="PolicytextChar">
    <w:name w:val="Policy text Char"/>
    <w:link w:val="Policytext"/>
    <w:rsid w:val="00771F0D"/>
    <w:rPr>
      <w:rFonts w:eastAsia="Times New Roman"/>
      <w:snapToGrid w:val="0"/>
      <w:sz w:val="22"/>
      <w:szCs w:val="22"/>
      <w:lang w:bidi="ar-SA"/>
    </w:rPr>
  </w:style>
  <w:style w:type="character" w:customStyle="1" w:styleId="bc">
    <w:name w:val="bc"/>
    <w:rsid w:val="00771F0D"/>
  </w:style>
  <w:style w:type="paragraph" w:customStyle="1" w:styleId="Attachmenttitle">
    <w:name w:val="Attachment title"/>
    <w:basedOn w:val="Normal"/>
    <w:qFormat/>
    <w:rsid w:val="00854C83"/>
    <w:pPr>
      <w:spacing w:before="120" w:after="240"/>
      <w:jc w:val="center"/>
    </w:pPr>
    <w:rPr>
      <w:rFonts w:eastAsia="Times New Roman" w:cs="Courier New"/>
      <w:b/>
      <w:snapToGrid w:val="0"/>
      <w:sz w:val="28"/>
      <w:szCs w:val="32"/>
      <w:lang w:val="en-US"/>
    </w:rPr>
  </w:style>
  <w:style w:type="paragraph" w:customStyle="1" w:styleId="Attachmentsubtitle">
    <w:name w:val="Attachment subtitle"/>
    <w:basedOn w:val="Attachmenttitle"/>
    <w:qFormat/>
    <w:rsid w:val="00854C83"/>
    <w:pPr>
      <w:spacing w:before="240" w:after="120"/>
      <w:jc w:val="left"/>
    </w:pPr>
    <w:rPr>
      <w:sz w:val="24"/>
    </w:rPr>
  </w:style>
  <w:style w:type="paragraph" w:styleId="ListParagraph">
    <w:name w:val="List Paragraph"/>
    <w:basedOn w:val="Normal"/>
    <w:uiPriority w:val="34"/>
    <w:qFormat/>
    <w:rsid w:val="00455B1F"/>
    <w:pPr>
      <w:spacing w:after="200" w:line="276" w:lineRule="auto"/>
      <w:ind w:left="720"/>
      <w:contextualSpacing/>
    </w:pPr>
    <w:rPr>
      <w:rFonts w:ascii="Corbel" w:eastAsia="Calibri" w:hAnsi="Corbel"/>
      <w:sz w:val="22"/>
      <w:szCs w:val="22"/>
    </w:rPr>
  </w:style>
  <w:style w:type="character" w:styleId="CommentReference">
    <w:name w:val="annotation reference"/>
    <w:uiPriority w:val="99"/>
    <w:semiHidden/>
    <w:unhideWhenUsed/>
    <w:rsid w:val="00455B1F"/>
    <w:rPr>
      <w:sz w:val="16"/>
      <w:szCs w:val="16"/>
    </w:rPr>
  </w:style>
  <w:style w:type="paragraph" w:styleId="CommentText">
    <w:name w:val="annotation text"/>
    <w:basedOn w:val="Normal"/>
    <w:link w:val="CommentTextChar"/>
    <w:uiPriority w:val="99"/>
    <w:semiHidden/>
    <w:unhideWhenUsed/>
    <w:rsid w:val="00455B1F"/>
    <w:rPr>
      <w:sz w:val="20"/>
      <w:szCs w:val="20"/>
    </w:rPr>
  </w:style>
  <w:style w:type="character" w:customStyle="1" w:styleId="CommentTextChar">
    <w:name w:val="Comment Text Char"/>
    <w:link w:val="CommentText"/>
    <w:uiPriority w:val="99"/>
    <w:semiHidden/>
    <w:rsid w:val="00455B1F"/>
    <w:rPr>
      <w:lang w:eastAsia="en-US"/>
    </w:rPr>
  </w:style>
  <w:style w:type="paragraph" w:styleId="CommentSubject">
    <w:name w:val="annotation subject"/>
    <w:basedOn w:val="CommentText"/>
    <w:next w:val="CommentText"/>
    <w:link w:val="CommentSubjectChar"/>
    <w:uiPriority w:val="99"/>
    <w:semiHidden/>
    <w:unhideWhenUsed/>
    <w:rsid w:val="00455B1F"/>
    <w:rPr>
      <w:b/>
      <w:bCs/>
    </w:rPr>
  </w:style>
  <w:style w:type="character" w:customStyle="1" w:styleId="CommentSubjectChar">
    <w:name w:val="Comment Subject Char"/>
    <w:link w:val="CommentSubject"/>
    <w:uiPriority w:val="99"/>
    <w:semiHidden/>
    <w:rsid w:val="00455B1F"/>
    <w:rPr>
      <w:b/>
      <w:bCs/>
      <w:lang w:eastAsia="en-US"/>
    </w:rPr>
  </w:style>
  <w:style w:type="character" w:styleId="FollowedHyperlink">
    <w:name w:val="FollowedHyperlink"/>
    <w:uiPriority w:val="99"/>
    <w:semiHidden/>
    <w:unhideWhenUsed/>
    <w:rsid w:val="00476C98"/>
    <w:rPr>
      <w:color w:val="800080"/>
      <w:u w:val="single"/>
    </w:rPr>
  </w:style>
  <w:style w:type="paragraph" w:styleId="Revision">
    <w:name w:val="Revision"/>
    <w:hidden/>
    <w:uiPriority w:val="99"/>
    <w:semiHidden/>
    <w:rsid w:val="005C1FD8"/>
    <w:rPr>
      <w:sz w:val="19"/>
      <w:szCs w:val="19"/>
      <w:lang w:eastAsia="en-US"/>
    </w:rPr>
  </w:style>
  <w:style w:type="paragraph" w:styleId="EndnoteText">
    <w:name w:val="endnote text"/>
    <w:basedOn w:val="Normal"/>
    <w:link w:val="EndnoteTextChar"/>
    <w:uiPriority w:val="99"/>
    <w:semiHidden/>
    <w:unhideWhenUsed/>
    <w:rsid w:val="00CF4009"/>
    <w:pPr>
      <w:spacing w:after="0"/>
    </w:pPr>
    <w:rPr>
      <w:sz w:val="20"/>
      <w:szCs w:val="20"/>
    </w:rPr>
  </w:style>
  <w:style w:type="character" w:customStyle="1" w:styleId="EndnoteTextChar">
    <w:name w:val="Endnote Text Char"/>
    <w:link w:val="EndnoteText"/>
    <w:uiPriority w:val="99"/>
    <w:semiHidden/>
    <w:rsid w:val="00CF4009"/>
    <w:rPr>
      <w:lang w:val="en-AU"/>
    </w:rPr>
  </w:style>
  <w:style w:type="character" w:styleId="EndnoteReference">
    <w:name w:val="endnote reference"/>
    <w:uiPriority w:val="99"/>
    <w:semiHidden/>
    <w:unhideWhenUsed/>
    <w:rsid w:val="00CF40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176633">
      <w:bodyDiv w:val="1"/>
      <w:marLeft w:val="0"/>
      <w:marRight w:val="0"/>
      <w:marTop w:val="0"/>
      <w:marBottom w:val="0"/>
      <w:divBdr>
        <w:top w:val="none" w:sz="0" w:space="0" w:color="auto"/>
        <w:left w:val="none" w:sz="0" w:space="0" w:color="auto"/>
        <w:bottom w:val="none" w:sz="0" w:space="0" w:color="auto"/>
        <w:right w:val="none" w:sz="0" w:space="0" w:color="auto"/>
      </w:divBdr>
    </w:div>
    <w:div w:id="171595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Domino/Web_Notes/LDMS/PubStatbook.nsf/f932b66241ecf1b7ca256e92000e23be/54d73763ef9dca36ca2571b6002428b0!OpenDocument" TargetMode="External"/><Relationship Id="rId13" Type="http://schemas.openxmlformats.org/officeDocument/2006/relationships/hyperlink" Target="http://www.legislation.vic.gov.au" TargetMode="External"/><Relationship Id="rId18" Type="http://schemas.openxmlformats.org/officeDocument/2006/relationships/hyperlink" Target="http://www.earlychildhoodaustralia.org.au/our-publications/eca-code-ethics/" TargetMode="External"/><Relationship Id="rId3" Type="http://schemas.openxmlformats.org/officeDocument/2006/relationships/styles" Target="styles.xml"/><Relationship Id="rId21" Type="http://schemas.openxmlformats.org/officeDocument/2006/relationships/hyperlink" Target="http://www.legalaid.vic.gov.au" TargetMode="External"/><Relationship Id="rId7" Type="http://schemas.openxmlformats.org/officeDocument/2006/relationships/endnotes" Target="endnotes.xml"/><Relationship Id="rId12" Type="http://schemas.openxmlformats.org/officeDocument/2006/relationships/hyperlink" Target="http://www.comlaw.gov.au" TargetMode="External"/><Relationship Id="rId17" Type="http://schemas.openxmlformats.org/officeDocument/2006/relationships/hyperlink" Target="https://www.acecqa.gov.au/resources/applica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cecqa.gov.au/national-quality-agenda-it-system" TargetMode="External"/><Relationship Id="rId20" Type="http://schemas.openxmlformats.org/officeDocument/2006/relationships/hyperlink" Target="http://www.unicef.org/cr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mlaw.gov.au" TargetMode="External"/><Relationship Id="rId23" Type="http://schemas.openxmlformats.org/officeDocument/2006/relationships/footer" Target="footer1.xml"/><Relationship Id="rId10" Type="http://schemas.openxmlformats.org/officeDocument/2006/relationships/hyperlink" Target="http://www.legislation.vic.gov.au" TargetMode="External"/><Relationship Id="rId19" Type="http://schemas.openxmlformats.org/officeDocument/2006/relationships/hyperlink" Target="http://www.un.org/en/universal-declaration-human-rights/" TargetMode="External"/><Relationship Id="rId4" Type="http://schemas.openxmlformats.org/officeDocument/2006/relationships/settings" Target="settings.xml"/><Relationship Id="rId9" Type="http://schemas.openxmlformats.org/officeDocument/2006/relationships/hyperlink" Target="http://www.legislation.vic.gov.au/Domino/Web_Notes/LDMS/PubLawToday.nsf/a12f6f60fbd56800ca256de500201e54/ab66aeef028f70e7ca2576400082797c%21OpenDocument" TargetMode="External"/><Relationship Id="rId14" Type="http://schemas.openxmlformats.org/officeDocument/2006/relationships/hyperlink" Target="https://www.legislation.gov.au/" TargetMode="External"/><Relationship Id="rId22" Type="http://schemas.openxmlformats.org/officeDocument/2006/relationships/hyperlink" Target="http://www.vit.vic.edu.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4-Code-of-Conduct-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4B40D-AF93-40ED-8FFF-27EF6CB2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QA4-Code-of-Conduct-Policy.dotx</Template>
  <TotalTime>1</TotalTime>
  <Pages>7</Pages>
  <Words>2962</Words>
  <Characters>16885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19808</CharactersWithSpaces>
  <SharedDoc>false</SharedDoc>
  <HLinks>
    <vt:vector size="72" baseType="variant">
      <vt:variant>
        <vt:i4>6422639</vt:i4>
      </vt:variant>
      <vt:variant>
        <vt:i4>42</vt:i4>
      </vt:variant>
      <vt:variant>
        <vt:i4>0</vt:i4>
      </vt:variant>
      <vt:variant>
        <vt:i4>5</vt:i4>
      </vt:variant>
      <vt:variant>
        <vt:lpwstr>http://www.vit.vic.edu.au/</vt:lpwstr>
      </vt:variant>
      <vt:variant>
        <vt:lpwstr/>
      </vt:variant>
      <vt:variant>
        <vt:i4>7864372</vt:i4>
      </vt:variant>
      <vt:variant>
        <vt:i4>39</vt:i4>
      </vt:variant>
      <vt:variant>
        <vt:i4>0</vt:i4>
      </vt:variant>
      <vt:variant>
        <vt:i4>5</vt:i4>
      </vt:variant>
      <vt:variant>
        <vt:lpwstr>http://www.legalaid.vic.gov.au/</vt:lpwstr>
      </vt:variant>
      <vt:variant>
        <vt:lpwstr/>
      </vt:variant>
      <vt:variant>
        <vt:i4>8126515</vt:i4>
      </vt:variant>
      <vt:variant>
        <vt:i4>36</vt:i4>
      </vt:variant>
      <vt:variant>
        <vt:i4>0</vt:i4>
      </vt:variant>
      <vt:variant>
        <vt:i4>5</vt:i4>
      </vt:variant>
      <vt:variant>
        <vt:lpwstr>http://www.unicef.org/crc/</vt:lpwstr>
      </vt:variant>
      <vt:variant>
        <vt:lpwstr/>
      </vt:variant>
      <vt:variant>
        <vt:i4>92</vt:i4>
      </vt:variant>
      <vt:variant>
        <vt:i4>30</vt:i4>
      </vt:variant>
      <vt:variant>
        <vt:i4>0</vt:i4>
      </vt:variant>
      <vt:variant>
        <vt:i4>5</vt:i4>
      </vt:variant>
      <vt:variant>
        <vt:lpwstr>http://www.un.org/en/universal-declaration-human-rights/</vt:lpwstr>
      </vt:variant>
      <vt:variant>
        <vt:lpwstr/>
      </vt:variant>
      <vt:variant>
        <vt:i4>7143478</vt:i4>
      </vt:variant>
      <vt:variant>
        <vt:i4>27</vt:i4>
      </vt:variant>
      <vt:variant>
        <vt:i4>0</vt:i4>
      </vt:variant>
      <vt:variant>
        <vt:i4>5</vt:i4>
      </vt:variant>
      <vt:variant>
        <vt:lpwstr>http://www.earlychildhoodaustralia.org.au/</vt:lpwstr>
      </vt:variant>
      <vt:variant>
        <vt:lpwstr/>
      </vt:variant>
      <vt:variant>
        <vt:i4>3342398</vt:i4>
      </vt:variant>
      <vt:variant>
        <vt:i4>24</vt:i4>
      </vt:variant>
      <vt:variant>
        <vt:i4>0</vt:i4>
      </vt:variant>
      <vt:variant>
        <vt:i4>5</vt:i4>
      </vt:variant>
      <vt:variant>
        <vt:lpwstr>http://acecqa.gov.au/notifications</vt:lpwstr>
      </vt:variant>
      <vt:variant>
        <vt:lpwstr/>
      </vt:variant>
      <vt:variant>
        <vt:i4>7405624</vt:i4>
      </vt:variant>
      <vt:variant>
        <vt:i4>21</vt:i4>
      </vt:variant>
      <vt:variant>
        <vt:i4>0</vt:i4>
      </vt:variant>
      <vt:variant>
        <vt:i4>5</vt:i4>
      </vt:variant>
      <vt:variant>
        <vt:lpwstr>http://www.acecqa.gov.au/national-quality-agenda-it-system</vt:lpwstr>
      </vt:variant>
      <vt:variant>
        <vt:lpwstr/>
      </vt:variant>
      <vt:variant>
        <vt:i4>917610</vt:i4>
      </vt:variant>
      <vt:variant>
        <vt:i4>18</vt:i4>
      </vt:variant>
      <vt:variant>
        <vt:i4>0</vt:i4>
      </vt:variant>
      <vt:variant>
        <vt:i4>5</vt:i4>
      </vt:variant>
      <vt:variant>
        <vt:lpwstr>http://www.legislation.vic.gov.au/Domino/Web_Notes/LDMS/PubLawToday.nsf/a12f6f60fbd56800ca256de500201e54/ab66aeef028f70e7ca2576400082797c%21OpenDocument</vt:lpwstr>
      </vt:variant>
      <vt:variant>
        <vt:lpwstr/>
      </vt:variant>
      <vt:variant>
        <vt:i4>3997790</vt:i4>
      </vt:variant>
      <vt:variant>
        <vt:i4>15</vt:i4>
      </vt:variant>
      <vt:variant>
        <vt:i4>0</vt:i4>
      </vt:variant>
      <vt:variant>
        <vt:i4>5</vt:i4>
      </vt:variant>
      <vt:variant>
        <vt:lpwstr>http://www.legislation.vic.gov.au/Domino/Web_Notes/LDMS/PubStatbook.nsf/f932b66241ecf1b7ca256e92000e23be/54d73763ef9dca36ca2571b6002428b0!OpenDocument</vt:lpwstr>
      </vt:variant>
      <vt:variant>
        <vt:lpwstr/>
      </vt:variant>
      <vt:variant>
        <vt:i4>6160468</vt:i4>
      </vt:variant>
      <vt:variant>
        <vt:i4>6</vt:i4>
      </vt:variant>
      <vt:variant>
        <vt:i4>0</vt:i4>
      </vt:variant>
      <vt:variant>
        <vt:i4>5</vt:i4>
      </vt:variant>
      <vt:variant>
        <vt:lpwstr>http://www.comlaw.gov.au/</vt:lpwstr>
      </vt:variant>
      <vt:variant>
        <vt:lpwstr/>
      </vt:variant>
      <vt:variant>
        <vt:i4>2687022</vt:i4>
      </vt:variant>
      <vt:variant>
        <vt:i4>3</vt:i4>
      </vt:variant>
      <vt:variant>
        <vt:i4>0</vt:i4>
      </vt:variant>
      <vt:variant>
        <vt:i4>5</vt:i4>
      </vt:variant>
      <vt:variant>
        <vt:lpwstr>https://www.legislation.gov.au/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2019-07-25T01:35:00Z</cp:lastPrinted>
  <dcterms:created xsi:type="dcterms:W3CDTF">2019-07-25T01:32:00Z</dcterms:created>
  <dcterms:modified xsi:type="dcterms:W3CDTF">2020-08-21T04:49:00Z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