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412FAE" w14:textId="77777777" w:rsidR="000F6FF4" w:rsidRPr="00EC300D" w:rsidRDefault="00525041" w:rsidP="002071F5">
      <w:pPr>
        <w:pStyle w:val="Title"/>
      </w:pPr>
      <w:r w:rsidRPr="00525041">
        <w:t>Complaints and Grievances Policy</w:t>
      </w:r>
    </w:p>
    <w:p w14:paraId="0FCF0B25" w14:textId="77777777" w:rsidR="00C13D46" w:rsidRDefault="00C13D46" w:rsidP="002071F5">
      <w:pPr>
        <w:pStyle w:val="Mandatory"/>
      </w:pPr>
      <w:r w:rsidRPr="002071F5">
        <w:t>Mandatory</w:t>
      </w:r>
      <w:r w:rsidR="0091080A">
        <w:t xml:space="preserve"> </w:t>
      </w:r>
      <w:r w:rsidR="002709A8" w:rsidRPr="002709A8">
        <w:t>– Quality Area 7</w:t>
      </w:r>
    </w:p>
    <w:p w14:paraId="14EB3155" w14:textId="77777777" w:rsidR="002709A8" w:rsidRPr="002071F5" w:rsidRDefault="002709A8" w:rsidP="002071F5">
      <w:pPr>
        <w:pStyle w:val="Heading1"/>
      </w:pPr>
      <w:r>
        <w:t>Purpose</w:t>
      </w:r>
    </w:p>
    <w:p w14:paraId="1DD047C6" w14:textId="77777777" w:rsidR="002709A8" w:rsidRDefault="002709A8" w:rsidP="00F06A87">
      <w:pPr>
        <w:pStyle w:val="BodyText3ptAfter"/>
      </w:pPr>
      <w:r>
        <w:t>This policy will provide guidelines for:</w:t>
      </w:r>
    </w:p>
    <w:p w14:paraId="5A5E2BC1" w14:textId="77777777" w:rsidR="0014251B" w:rsidRDefault="0014251B" w:rsidP="004E3A31">
      <w:pPr>
        <w:pStyle w:val="Bullets1"/>
        <w:numPr>
          <w:ilvl w:val="0"/>
          <w:numId w:val="7"/>
        </w:numPr>
        <w:ind w:left="284" w:hanging="284"/>
      </w:pPr>
      <w:r>
        <w:t xml:space="preserve">receiving and dealing with complaints and grievances at </w:t>
      </w:r>
      <w:r w:rsidR="009E2584">
        <w:fldChar w:fldCharType="begin"/>
      </w:r>
      <w:r w:rsidR="009E2584">
        <w:instrText xml:space="preserve"> DOCPROPERTY  Company  \* MERGEFORMAT </w:instrText>
      </w:r>
      <w:r w:rsidR="009E2584">
        <w:fldChar w:fldCharType="separate"/>
      </w:r>
      <w:r w:rsidR="00F24C3B">
        <w:t>Eltham South Preschool</w:t>
      </w:r>
      <w:r w:rsidR="009E2584">
        <w:fldChar w:fldCharType="end"/>
      </w:r>
    </w:p>
    <w:p w14:paraId="69C1671F" w14:textId="77777777" w:rsidR="0014251B" w:rsidRDefault="0014251B" w:rsidP="004E3A31">
      <w:pPr>
        <w:pStyle w:val="Bullets1"/>
        <w:numPr>
          <w:ilvl w:val="0"/>
          <w:numId w:val="7"/>
        </w:numPr>
        <w:ind w:left="284" w:hanging="284"/>
      </w:pPr>
      <w:r>
        <w:t>procedures to be followed in investigating complaints and grievances.</w:t>
      </w:r>
    </w:p>
    <w:p w14:paraId="3B9E1290" w14:textId="77777777" w:rsidR="002709A8" w:rsidRDefault="002709A8" w:rsidP="00C25A43">
      <w:pPr>
        <w:pStyle w:val="BodyText"/>
      </w:pPr>
      <w:r>
        <w:t xml:space="preserve">Note: This policy does not address complaints relating to staff grievances or employment matters. The relevant awards provide information on the management of such issues. </w:t>
      </w:r>
    </w:p>
    <w:p w14:paraId="3A3AF348" w14:textId="77777777" w:rsidR="002709A8" w:rsidRDefault="002709A8" w:rsidP="002071F5">
      <w:pPr>
        <w:pStyle w:val="Heading1"/>
      </w:pPr>
      <w:r>
        <w:t>Policy statement</w:t>
      </w:r>
    </w:p>
    <w:p w14:paraId="0293EA40" w14:textId="77777777" w:rsidR="002709A8" w:rsidRDefault="002709A8" w:rsidP="00636744">
      <w:pPr>
        <w:pStyle w:val="Heading2"/>
      </w:pPr>
      <w:r w:rsidRPr="00D25277">
        <w:t>Values</w:t>
      </w:r>
    </w:p>
    <w:p w14:paraId="7F8E4B99" w14:textId="77777777" w:rsidR="002709A8" w:rsidRDefault="009E2584" w:rsidP="00F06A87">
      <w:pPr>
        <w:pStyle w:val="BodyText3ptAfter"/>
      </w:pPr>
      <w:r>
        <w:fldChar w:fldCharType="begin"/>
      </w:r>
      <w:r>
        <w:instrText xml:space="preserve"> DOCPROPERTY  Company  \* MERGEFORMAT </w:instrText>
      </w:r>
      <w:r>
        <w:fldChar w:fldCharType="separate"/>
      </w:r>
      <w:r w:rsidR="00F24C3B">
        <w:t>Eltham South Preschool</w:t>
      </w:r>
      <w:r>
        <w:fldChar w:fldCharType="end"/>
      </w:r>
      <w:r w:rsidR="002709A8">
        <w:t xml:space="preserve"> is committed to:</w:t>
      </w:r>
    </w:p>
    <w:p w14:paraId="10F72F30" w14:textId="77777777" w:rsidR="0014251B" w:rsidRDefault="0014251B" w:rsidP="004E3A31">
      <w:pPr>
        <w:pStyle w:val="Bullets1"/>
        <w:numPr>
          <w:ilvl w:val="0"/>
          <w:numId w:val="8"/>
        </w:numPr>
        <w:ind w:left="284" w:hanging="284"/>
      </w:pPr>
      <w:r>
        <w:t>providing an environment of mutual respect and open communication, where the expression of opinions is encouraged</w:t>
      </w:r>
    </w:p>
    <w:p w14:paraId="75D9FF8E" w14:textId="77777777" w:rsidR="0014251B" w:rsidRDefault="0014251B" w:rsidP="004E3A31">
      <w:pPr>
        <w:pStyle w:val="Bullets1"/>
        <w:numPr>
          <w:ilvl w:val="0"/>
          <w:numId w:val="8"/>
        </w:numPr>
        <w:ind w:left="284" w:hanging="284"/>
      </w:pPr>
      <w:r>
        <w:t>complying with all legislative and statutory requirements</w:t>
      </w:r>
    </w:p>
    <w:p w14:paraId="472DD07D" w14:textId="77777777" w:rsidR="0014251B" w:rsidRDefault="0014251B" w:rsidP="004E3A31">
      <w:pPr>
        <w:pStyle w:val="Bullets1"/>
        <w:numPr>
          <w:ilvl w:val="0"/>
          <w:numId w:val="8"/>
        </w:numPr>
        <w:ind w:left="284" w:hanging="284"/>
      </w:pPr>
      <w:r>
        <w:t>dealing with disputes, complaints and complainants with fairness and equity</w:t>
      </w:r>
    </w:p>
    <w:p w14:paraId="43A42673" w14:textId="77777777" w:rsidR="0014251B" w:rsidRDefault="0014251B" w:rsidP="004E3A31">
      <w:pPr>
        <w:pStyle w:val="Bullets1"/>
        <w:numPr>
          <w:ilvl w:val="0"/>
          <w:numId w:val="8"/>
        </w:numPr>
        <w:ind w:left="284" w:hanging="284"/>
      </w:pPr>
      <w:r>
        <w:t>establishing mechanisms to promote prompt, efficient and satisfactory resolution of complaints and grievances</w:t>
      </w:r>
    </w:p>
    <w:p w14:paraId="0B63D7DB" w14:textId="77777777" w:rsidR="0014251B" w:rsidRDefault="0014251B" w:rsidP="004E3A31">
      <w:pPr>
        <w:pStyle w:val="Bullets1"/>
        <w:numPr>
          <w:ilvl w:val="0"/>
          <w:numId w:val="8"/>
        </w:numPr>
        <w:ind w:left="284" w:hanging="284"/>
      </w:pPr>
      <w:r>
        <w:t xml:space="preserve">maintaining confidentiality </w:t>
      </w:r>
      <w:proofErr w:type="gramStart"/>
      <w:r>
        <w:t>at all times</w:t>
      </w:r>
      <w:proofErr w:type="gramEnd"/>
      <w:r>
        <w:t>.</w:t>
      </w:r>
    </w:p>
    <w:p w14:paraId="105CAA61" w14:textId="77777777" w:rsidR="002709A8" w:rsidRDefault="002709A8" w:rsidP="00636744">
      <w:pPr>
        <w:pStyle w:val="Heading2"/>
      </w:pPr>
      <w:r>
        <w:t>Scope</w:t>
      </w:r>
    </w:p>
    <w:p w14:paraId="4E00F918" w14:textId="77777777" w:rsidR="002709A8" w:rsidRDefault="002709A8" w:rsidP="00C25A43">
      <w:pPr>
        <w:pStyle w:val="BodyText"/>
      </w:pPr>
      <w:r>
        <w:t xml:space="preserve">This policy applies to the Approved Provider, </w:t>
      </w:r>
      <w:r w:rsidR="00A32D40">
        <w:t xml:space="preserve">Persons with Management and Control, </w:t>
      </w:r>
      <w:r>
        <w:t>Nominated S</w:t>
      </w:r>
      <w:r w:rsidR="00A32D40">
        <w:t>upervisor, Persons in Day to Day Charge</w:t>
      </w:r>
      <w:r>
        <w:t xml:space="preserve">, educators, staff, students on placement, volunteers, parents/guardians, children and others attending the programs and activities of </w:t>
      </w:r>
      <w:r w:rsidR="009E2584">
        <w:fldChar w:fldCharType="begin"/>
      </w:r>
      <w:r w:rsidR="009E2584">
        <w:instrText xml:space="preserve"> DOCPROPERTY  Company  \* MERGEFORMAT </w:instrText>
      </w:r>
      <w:r w:rsidR="009E2584">
        <w:fldChar w:fldCharType="separate"/>
      </w:r>
      <w:r w:rsidR="00F24C3B">
        <w:t>Eltham South Preschool</w:t>
      </w:r>
      <w:r w:rsidR="009E2584">
        <w:fldChar w:fldCharType="end"/>
      </w:r>
      <w:r w:rsidR="00D25277">
        <w:t>.</w:t>
      </w:r>
    </w:p>
    <w:p w14:paraId="1660EDDB" w14:textId="77777777" w:rsidR="002709A8" w:rsidRDefault="002709A8" w:rsidP="00636744">
      <w:pPr>
        <w:pStyle w:val="Heading2"/>
      </w:pPr>
      <w:r w:rsidRPr="00D25277">
        <w:t>Background</w:t>
      </w:r>
      <w:r>
        <w:t xml:space="preserve"> and legislation</w:t>
      </w:r>
    </w:p>
    <w:p w14:paraId="1F919FC3" w14:textId="77777777" w:rsidR="002709A8" w:rsidRDefault="002709A8" w:rsidP="00C26427">
      <w:pPr>
        <w:pStyle w:val="Heading4"/>
      </w:pPr>
      <w:r w:rsidRPr="00C26427">
        <w:t>Background</w:t>
      </w:r>
    </w:p>
    <w:p w14:paraId="30AAADF8" w14:textId="1994FB84" w:rsidR="002709A8" w:rsidRDefault="002709A8" w:rsidP="00C25A43">
      <w:pPr>
        <w:pStyle w:val="BodyText"/>
      </w:pPr>
      <w:r>
        <w:t xml:space="preserve">Complaints or grievances may be received from anyone who comes in contact with </w:t>
      </w:r>
      <w:r w:rsidR="009E2584">
        <w:fldChar w:fldCharType="begin"/>
      </w:r>
      <w:r w:rsidR="009E2584">
        <w:instrText xml:space="preserve"> </w:instrText>
      </w:r>
      <w:r w:rsidR="009E2584">
        <w:instrText xml:space="preserve">DOCPROPERTY  Company  \* MERGEFORMAT </w:instrText>
      </w:r>
      <w:r w:rsidR="009E2584">
        <w:fldChar w:fldCharType="separate"/>
      </w:r>
      <w:r w:rsidR="00F24C3B">
        <w:t>Eltham South Preschool</w:t>
      </w:r>
      <w:r w:rsidR="009E2584">
        <w:fldChar w:fldCharType="end"/>
      </w:r>
      <w:r w:rsidR="003A2EDC">
        <w:t xml:space="preserve"> </w:t>
      </w:r>
      <w:r>
        <w:t>including parents/guardians, volunteers, students, members of the local community and other agencies.</w:t>
      </w:r>
    </w:p>
    <w:p w14:paraId="1EE0CA6E" w14:textId="77777777" w:rsidR="002709A8" w:rsidRDefault="002709A8" w:rsidP="00C25A43">
      <w:pPr>
        <w:pStyle w:val="BodyText"/>
      </w:pPr>
      <w:r>
        <w:t xml:space="preserve">In most cases, dealing with complaints and grievances will be the responsibility of the Approved Provider. All complaints and grievances, when lodged, need to be initially assessed to determine whether they are a general or a notifiable complaint (refer to </w:t>
      </w:r>
      <w:r w:rsidRPr="00030B9A">
        <w:rPr>
          <w:i/>
        </w:rPr>
        <w:t>Definitions</w:t>
      </w:r>
      <w:r>
        <w:t>).</w:t>
      </w:r>
    </w:p>
    <w:p w14:paraId="30C28E71" w14:textId="77777777" w:rsidR="002709A8" w:rsidRDefault="002709A8" w:rsidP="00C25A43">
      <w:pPr>
        <w:pStyle w:val="BodyText"/>
      </w:pPr>
      <w:r>
        <w:t>When a complaint or grievance has been assessed as 'notifiable', the Approved Provider must notif</w:t>
      </w:r>
      <w:r w:rsidR="00A32D40">
        <w:t>y Department of Education and Training (DET</w:t>
      </w:r>
      <w:r>
        <w:t>) of the complaint or grievance. The Approved Provider will investigate the complaint or grievance and take any actions deemed necessary, in addition to responding to requests from and assisting</w:t>
      </w:r>
      <w:r w:rsidR="00A32D40">
        <w:t xml:space="preserve"> with any investigation by DET</w:t>
      </w:r>
      <w:r>
        <w:t>.</w:t>
      </w:r>
    </w:p>
    <w:p w14:paraId="32DF4C89" w14:textId="77777777" w:rsidR="002709A8" w:rsidRDefault="002709A8" w:rsidP="00C25A43">
      <w:pPr>
        <w:pStyle w:val="BodyText"/>
      </w:pPr>
      <w:r>
        <w:t>There may be occasions when the complainant reports the complain</w:t>
      </w:r>
      <w:r w:rsidR="00A32D40">
        <w:t>t or grievance directly to DET. If DET</w:t>
      </w:r>
      <w:r>
        <w:t xml:space="preserve"> then notifies the Approved Provider about a complaint they have received, the Approved Provider will still have responsibility for investigating and dealing with the complaint or grievance as outlined in this policy, in addition to co-operating with any investigation by D</w:t>
      </w:r>
      <w:r w:rsidR="00A32D40">
        <w:t>ET</w:t>
      </w:r>
      <w:r>
        <w:t>.</w:t>
      </w:r>
    </w:p>
    <w:p w14:paraId="3B87E22F" w14:textId="77777777" w:rsidR="002709A8" w:rsidRDefault="00A32D40" w:rsidP="00C25A43">
      <w:pPr>
        <w:pStyle w:val="BodyText"/>
      </w:pPr>
      <w:r>
        <w:t>DET</w:t>
      </w:r>
      <w:r w:rsidR="002709A8">
        <w:t xml:space="preserve"> will investigate all complaints and grievances it receives about a service, where it is alleged that the health, safety or wellbeing of any child within the service may have been compromised, or that there may have been a contravention of the </w:t>
      </w:r>
      <w:r w:rsidR="002709A8" w:rsidRPr="005804AD">
        <w:rPr>
          <w:i/>
        </w:rPr>
        <w:t>Education and Care Services National Law Act 2010</w:t>
      </w:r>
      <w:r w:rsidR="002709A8">
        <w:t xml:space="preserve"> and the </w:t>
      </w:r>
      <w:r w:rsidR="002709A8" w:rsidRPr="005804AD">
        <w:rPr>
          <w:i/>
        </w:rPr>
        <w:t>Education and Care Services National Regulations 2011</w:t>
      </w:r>
      <w:r w:rsidR="002709A8">
        <w:t>.</w:t>
      </w:r>
    </w:p>
    <w:p w14:paraId="66FD0AAD" w14:textId="77777777" w:rsidR="002709A8" w:rsidRDefault="002709A8" w:rsidP="00C26427">
      <w:pPr>
        <w:pStyle w:val="Heading4"/>
      </w:pPr>
      <w:r>
        <w:lastRenderedPageBreak/>
        <w:t>Legislation and standards</w:t>
      </w:r>
    </w:p>
    <w:p w14:paraId="148F7461" w14:textId="77777777" w:rsidR="002709A8" w:rsidRDefault="002709A8" w:rsidP="00C25A43">
      <w:pPr>
        <w:pStyle w:val="BodyText"/>
      </w:pPr>
      <w:r>
        <w:t>Relevant legislation and standards include but are not limited to:</w:t>
      </w:r>
    </w:p>
    <w:p w14:paraId="5E70656F" w14:textId="77777777" w:rsidR="00450A6B" w:rsidRDefault="00450A6B" w:rsidP="004E3A31">
      <w:pPr>
        <w:pStyle w:val="Bullets1"/>
        <w:numPr>
          <w:ilvl w:val="0"/>
          <w:numId w:val="9"/>
        </w:numPr>
        <w:ind w:left="284" w:hanging="284"/>
      </w:pPr>
      <w:r w:rsidRPr="005804AD">
        <w:rPr>
          <w:i/>
        </w:rPr>
        <w:t>Charter of Human Rights and Responsibilities Act 2006 (Vic)</w:t>
      </w:r>
    </w:p>
    <w:p w14:paraId="18F03602" w14:textId="77777777" w:rsidR="00450A6B" w:rsidRDefault="00450A6B" w:rsidP="004E3A31">
      <w:pPr>
        <w:pStyle w:val="Bullets1"/>
        <w:numPr>
          <w:ilvl w:val="0"/>
          <w:numId w:val="9"/>
        </w:numPr>
        <w:ind w:left="284" w:hanging="284"/>
      </w:pPr>
      <w:r w:rsidRPr="005804AD">
        <w:rPr>
          <w:i/>
        </w:rPr>
        <w:t xml:space="preserve">Children, Youth and Families Act 2005 </w:t>
      </w:r>
      <w:r w:rsidRPr="00030B9A">
        <w:t>(Vic)</w:t>
      </w:r>
    </w:p>
    <w:p w14:paraId="5254A6AB" w14:textId="77777777" w:rsidR="00450A6B" w:rsidRPr="00030B9A" w:rsidRDefault="00450A6B" w:rsidP="004E3A31">
      <w:pPr>
        <w:pStyle w:val="Bullets1"/>
        <w:numPr>
          <w:ilvl w:val="0"/>
          <w:numId w:val="9"/>
        </w:numPr>
        <w:ind w:left="284" w:hanging="284"/>
      </w:pPr>
      <w:r w:rsidRPr="005804AD">
        <w:rPr>
          <w:i/>
        </w:rPr>
        <w:t>Education and Care Services National Law Act 2010</w:t>
      </w:r>
      <w:r w:rsidRPr="00030B9A">
        <w:t>: Section 174(2)(b)</w:t>
      </w:r>
    </w:p>
    <w:p w14:paraId="148AD3F4" w14:textId="77777777" w:rsidR="00450A6B" w:rsidRDefault="00450A6B" w:rsidP="004E3A31">
      <w:pPr>
        <w:pStyle w:val="Bullets1"/>
        <w:numPr>
          <w:ilvl w:val="0"/>
          <w:numId w:val="9"/>
        </w:numPr>
        <w:ind w:left="284" w:hanging="284"/>
      </w:pPr>
      <w:r w:rsidRPr="005804AD">
        <w:rPr>
          <w:i/>
        </w:rPr>
        <w:t>Education and Care Services National Regulations 2011</w:t>
      </w:r>
      <w:r>
        <w:t>: Regulations 168(2)(o) and 176(2)(b)</w:t>
      </w:r>
    </w:p>
    <w:p w14:paraId="2CF1E559" w14:textId="77777777" w:rsidR="00450A6B" w:rsidRDefault="00450A6B" w:rsidP="004E3A31">
      <w:pPr>
        <w:pStyle w:val="Bullets1"/>
        <w:numPr>
          <w:ilvl w:val="0"/>
          <w:numId w:val="9"/>
        </w:numPr>
        <w:ind w:left="284" w:hanging="284"/>
      </w:pPr>
      <w:r w:rsidRPr="005804AD">
        <w:rPr>
          <w:i/>
        </w:rPr>
        <w:t>Information Privacy Act 2000</w:t>
      </w:r>
      <w:r w:rsidRPr="00030B9A">
        <w:t xml:space="preserve"> (Vic)</w:t>
      </w:r>
    </w:p>
    <w:p w14:paraId="56F85987" w14:textId="77777777" w:rsidR="00450A6B" w:rsidRDefault="00450A6B" w:rsidP="004E3A31">
      <w:pPr>
        <w:pStyle w:val="Bullets1"/>
        <w:numPr>
          <w:ilvl w:val="0"/>
          <w:numId w:val="9"/>
        </w:numPr>
        <w:ind w:left="284" w:hanging="284"/>
      </w:pPr>
      <w:r w:rsidRPr="005804AD">
        <w:rPr>
          <w:i/>
        </w:rPr>
        <w:t>National Quality Standard</w:t>
      </w:r>
      <w:r w:rsidR="00A32D40">
        <w:t>, Quality Area 7: Governance and Leadership</w:t>
      </w:r>
    </w:p>
    <w:p w14:paraId="108F73DA" w14:textId="77777777" w:rsidR="007F19F3" w:rsidRDefault="007F19F3" w:rsidP="004E3A31">
      <w:pPr>
        <w:pStyle w:val="Bullets1"/>
        <w:numPr>
          <w:ilvl w:val="0"/>
          <w:numId w:val="9"/>
        </w:numPr>
        <w:ind w:left="284" w:hanging="284"/>
      </w:pPr>
      <w:r w:rsidRPr="005804AD">
        <w:rPr>
          <w:i/>
        </w:rPr>
        <w:t>Privacy Act 1988</w:t>
      </w:r>
      <w:r>
        <w:t xml:space="preserve"> (</w:t>
      </w:r>
      <w:proofErr w:type="spellStart"/>
      <w:r>
        <w:t>Cth</w:t>
      </w:r>
      <w:proofErr w:type="spellEnd"/>
      <w:r>
        <w:t>)</w:t>
      </w:r>
    </w:p>
    <w:p w14:paraId="6A5C2392" w14:textId="77777777" w:rsidR="002709A8" w:rsidRDefault="00A32D40" w:rsidP="004E3A31">
      <w:pPr>
        <w:pStyle w:val="Bullets1"/>
        <w:numPr>
          <w:ilvl w:val="0"/>
          <w:numId w:val="9"/>
        </w:numPr>
        <w:ind w:left="284" w:hanging="284"/>
      </w:pPr>
      <w:r>
        <w:rPr>
          <w:noProof/>
        </w:rPr>
        <mc:AlternateContent>
          <mc:Choice Requires="wps">
            <w:drawing>
              <wp:anchor distT="0" distB="0" distL="114300" distR="114300" simplePos="0" relativeHeight="251657728" behindDoc="0" locked="0" layoutInCell="1" allowOverlap="1" wp14:anchorId="7373FAEE" wp14:editId="436E752C">
                <wp:simplePos x="0" y="0"/>
                <wp:positionH relativeFrom="column">
                  <wp:posOffset>-1270</wp:posOffset>
                </wp:positionH>
                <wp:positionV relativeFrom="paragraph">
                  <wp:posOffset>323850</wp:posOffset>
                </wp:positionV>
                <wp:extent cx="5683885" cy="614045"/>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83885" cy="614045"/>
                        </a:xfrm>
                        <a:prstGeom prst="rect">
                          <a:avLst/>
                        </a:prstGeom>
                        <a:solidFill>
                          <a:srgbClr val="DDDDDD"/>
                        </a:solidFill>
                        <a:ln w="6350">
                          <a:noFill/>
                        </a:ln>
                        <a:effectLst/>
                      </wps:spPr>
                      <wps:txbx>
                        <w:txbxContent>
                          <w:p w14:paraId="7AA295A8" w14:textId="77777777" w:rsidR="000620DE" w:rsidRPr="0098202E" w:rsidRDefault="000620DE" w:rsidP="00946DF4">
                            <w:pPr>
                              <w:spacing w:after="40"/>
                              <w:rPr>
                                <w:rFonts w:cs="Arial"/>
                                <w:iCs/>
                              </w:rPr>
                            </w:pPr>
                            <w:r w:rsidRPr="0098202E">
                              <w:rPr>
                                <w:rFonts w:cs="Arial"/>
                                <w:iCs/>
                              </w:rPr>
                              <w:t>The most current amendments to listed legislation can be found at:</w:t>
                            </w:r>
                          </w:p>
                          <w:p w14:paraId="4A543DC0" w14:textId="77777777" w:rsidR="000620DE" w:rsidRPr="0098202E" w:rsidRDefault="000620DE" w:rsidP="00946DF4">
                            <w:pPr>
                              <w:pStyle w:val="ListParagraph"/>
                              <w:numPr>
                                <w:ilvl w:val="0"/>
                                <w:numId w:val="6"/>
                              </w:numPr>
                              <w:spacing w:after="0"/>
                              <w:ind w:left="714" w:hanging="357"/>
                              <w:rPr>
                                <w:rStyle w:val="Hyperlink"/>
                                <w:rFonts w:ascii="Arial" w:hAnsi="Arial" w:cs="Arial"/>
                                <w:color w:val="auto"/>
                                <w:sz w:val="19"/>
                                <w:szCs w:val="19"/>
                                <w:u w:val="none"/>
                              </w:rPr>
                            </w:pPr>
                            <w:r w:rsidRPr="0098202E">
                              <w:rPr>
                                <w:rFonts w:ascii="Arial" w:hAnsi="Arial" w:cs="Arial"/>
                                <w:sz w:val="19"/>
                                <w:szCs w:val="19"/>
                              </w:rPr>
                              <w:t xml:space="preserve">Victorian Legislation – Victorian Law Today: </w:t>
                            </w:r>
                            <w:hyperlink r:id="rId7" w:history="1">
                              <w:r w:rsidRPr="0098202E">
                                <w:rPr>
                                  <w:rStyle w:val="Hyperlink"/>
                                  <w:rFonts w:ascii="Arial" w:hAnsi="Arial" w:cs="Arial"/>
                                  <w:sz w:val="19"/>
                                  <w:szCs w:val="19"/>
                                </w:rPr>
                                <w:t>http://www.legislation.vic.gov.au/</w:t>
                              </w:r>
                            </w:hyperlink>
                          </w:p>
                          <w:p w14:paraId="1CD1C1FF" w14:textId="77777777" w:rsidR="000620DE" w:rsidRPr="0098202E" w:rsidRDefault="000620DE" w:rsidP="00946DF4">
                            <w:pPr>
                              <w:pStyle w:val="Bullets1"/>
                              <w:numPr>
                                <w:ilvl w:val="0"/>
                                <w:numId w:val="6"/>
                              </w:numPr>
                              <w:spacing w:after="0"/>
                              <w:ind w:left="714" w:hanging="357"/>
                              <w:rPr>
                                <w:rFonts w:cs="Arial"/>
                                <w:sz w:val="19"/>
                              </w:rPr>
                            </w:pPr>
                            <w:r w:rsidRPr="0098202E">
                              <w:rPr>
                                <w:rFonts w:cs="Arial"/>
                                <w:sz w:val="19"/>
                              </w:rPr>
                              <w:t xml:space="preserve">Commonwealth Legislation – </w:t>
                            </w:r>
                            <w:proofErr w:type="spellStart"/>
                            <w:r w:rsidRPr="0098202E">
                              <w:rPr>
                                <w:rFonts w:cs="Arial"/>
                                <w:sz w:val="19"/>
                              </w:rPr>
                              <w:t>ComLaw</w:t>
                            </w:r>
                            <w:proofErr w:type="spellEnd"/>
                            <w:r w:rsidRPr="0098202E">
                              <w:rPr>
                                <w:rFonts w:cs="Arial"/>
                                <w:sz w:val="19"/>
                              </w:rPr>
                              <w:t xml:space="preserve">: </w:t>
                            </w:r>
                            <w:hyperlink r:id="rId8" w:history="1">
                              <w:r w:rsidRPr="0098202E">
                                <w:rPr>
                                  <w:rStyle w:val="Hyperlink"/>
                                  <w:rFonts w:cs="Arial"/>
                                  <w:sz w:val="19"/>
                                </w:rPr>
                                <w:t>http://www.comlaw.gov.au/</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73FAEE" id="_x0000_t202" coordsize="21600,21600" o:spt="202" path="m,l,21600r21600,l21600,xe">
                <v:stroke joinstyle="miter"/>
                <v:path gradientshapeok="t" o:connecttype="rect"/>
              </v:shapetype>
              <v:shape id="Text Box 1" o:spid="_x0000_s1026" type="#_x0000_t202" style="position:absolute;left:0;text-align:left;margin-left:-.1pt;margin-top:25.5pt;width:447.55pt;height:4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" fillcolor="#ddd" stroked="f" strokeweight=".5pt">
                <v:textbox>
                  <w:txbxContent>
                    <w:p w14:paraId="7AA295A8" w14:textId="77777777" w:rsidR="000620DE" w:rsidRPr="0098202E" w:rsidRDefault="000620DE" w:rsidP="00946DF4">
                      <w:pPr>
                        <w:spacing w:after="40"/>
                        <w:rPr>
                          <w:rFonts w:cs="Arial"/>
                          <w:iCs/>
                        </w:rPr>
                      </w:pPr>
                      <w:r w:rsidRPr="0098202E">
                        <w:rPr>
                          <w:rFonts w:cs="Arial"/>
                          <w:iCs/>
                        </w:rPr>
                        <w:t>The most current amendments to listed legislation can be found at:</w:t>
                      </w:r>
                    </w:p>
                    <w:p w14:paraId="4A543DC0" w14:textId="77777777" w:rsidR="000620DE" w:rsidRPr="0098202E" w:rsidRDefault="000620DE" w:rsidP="00946DF4">
                      <w:pPr>
                        <w:pStyle w:val="ListParagraph"/>
                        <w:numPr>
                          <w:ilvl w:val="0"/>
                          <w:numId w:val="6"/>
                        </w:numPr>
                        <w:spacing w:after="0"/>
                        <w:ind w:left="714" w:hanging="357"/>
                        <w:rPr>
                          <w:rStyle w:val="Hyperlink"/>
                          <w:rFonts w:ascii="Arial" w:hAnsi="Arial" w:cs="Arial"/>
                          <w:color w:val="auto"/>
                          <w:sz w:val="19"/>
                          <w:szCs w:val="19"/>
                          <w:u w:val="none"/>
                        </w:rPr>
                      </w:pPr>
                      <w:r w:rsidRPr="0098202E">
                        <w:rPr>
                          <w:rFonts w:ascii="Arial" w:hAnsi="Arial" w:cs="Arial"/>
                          <w:sz w:val="19"/>
                          <w:szCs w:val="19"/>
                        </w:rPr>
                        <w:t xml:space="preserve">Victorian Legislation – Victorian Law Today: </w:t>
                      </w:r>
                      <w:hyperlink r:id="rId9" w:history="1">
                        <w:r w:rsidRPr="0098202E">
                          <w:rPr>
                            <w:rStyle w:val="Hyperlink"/>
                            <w:rFonts w:ascii="Arial" w:hAnsi="Arial" w:cs="Arial"/>
                            <w:sz w:val="19"/>
                            <w:szCs w:val="19"/>
                          </w:rPr>
                          <w:t>http://www.legislation.vic.gov.au/</w:t>
                        </w:r>
                      </w:hyperlink>
                    </w:p>
                    <w:p w14:paraId="1CD1C1FF" w14:textId="77777777" w:rsidR="000620DE" w:rsidRPr="0098202E" w:rsidRDefault="000620DE" w:rsidP="00946DF4">
                      <w:pPr>
                        <w:pStyle w:val="Bullets1"/>
                        <w:numPr>
                          <w:ilvl w:val="0"/>
                          <w:numId w:val="6"/>
                        </w:numPr>
                        <w:spacing w:after="0"/>
                        <w:ind w:left="714" w:hanging="357"/>
                        <w:rPr>
                          <w:rFonts w:cs="Arial"/>
                          <w:sz w:val="19"/>
                        </w:rPr>
                      </w:pPr>
                      <w:r w:rsidRPr="0098202E">
                        <w:rPr>
                          <w:rFonts w:cs="Arial"/>
                          <w:sz w:val="19"/>
                        </w:rPr>
                        <w:t xml:space="preserve">Commonwealth Legislation – </w:t>
                      </w:r>
                      <w:proofErr w:type="spellStart"/>
                      <w:r w:rsidRPr="0098202E">
                        <w:rPr>
                          <w:rFonts w:cs="Arial"/>
                          <w:sz w:val="19"/>
                        </w:rPr>
                        <w:t>ComLaw</w:t>
                      </w:r>
                      <w:proofErr w:type="spellEnd"/>
                      <w:r w:rsidRPr="0098202E">
                        <w:rPr>
                          <w:rFonts w:cs="Arial"/>
                          <w:sz w:val="19"/>
                        </w:rPr>
                        <w:t xml:space="preserve">: </w:t>
                      </w:r>
                      <w:hyperlink r:id="rId10" w:history="1">
                        <w:r w:rsidRPr="0098202E">
                          <w:rPr>
                            <w:rStyle w:val="Hyperlink"/>
                            <w:rFonts w:cs="Arial"/>
                            <w:sz w:val="19"/>
                          </w:rPr>
                          <w:t>http://www.comlaw.gov.au/</w:t>
                        </w:r>
                      </w:hyperlink>
                    </w:p>
                  </w:txbxContent>
                </v:textbox>
                <w10:wrap type="square"/>
              </v:shape>
            </w:pict>
          </mc:Fallback>
        </mc:AlternateContent>
      </w:r>
      <w:r w:rsidR="007F19F3" w:rsidRPr="005804AD">
        <w:rPr>
          <w:i/>
        </w:rPr>
        <w:t>Privacy Regulations 20</w:t>
      </w:r>
      <w:r w:rsidR="007F19F3">
        <w:rPr>
          <w:i/>
        </w:rPr>
        <w:t>13</w:t>
      </w:r>
      <w:r w:rsidR="007F19F3">
        <w:t>(</w:t>
      </w:r>
      <w:proofErr w:type="spellStart"/>
      <w:r w:rsidR="007F19F3">
        <w:t>Cth</w:t>
      </w:r>
      <w:proofErr w:type="spellEnd"/>
      <w:r w:rsidR="00F10006">
        <w:t>)</w:t>
      </w:r>
    </w:p>
    <w:p w14:paraId="360C25E9" w14:textId="77777777" w:rsidR="002709A8" w:rsidRDefault="002709A8" w:rsidP="00636744">
      <w:pPr>
        <w:pStyle w:val="Heading2"/>
      </w:pPr>
      <w:r w:rsidRPr="00636744">
        <w:t>Definitions</w:t>
      </w:r>
    </w:p>
    <w:p w14:paraId="0B17200F" w14:textId="77777777" w:rsidR="002709A8" w:rsidRDefault="002709A8" w:rsidP="00C25A43">
      <w:pPr>
        <w:pStyle w:val="BodyText"/>
      </w:pPr>
      <w:r>
        <w:t xml:space="preserve">The terms defined in this section relate specifically to this policy. For commonly used terms e.g. Approved Provider, Nominated Supervisor, Regulatory Authority etc. refer to the </w:t>
      </w:r>
      <w:r w:rsidRPr="00030B9A">
        <w:rPr>
          <w:i/>
        </w:rPr>
        <w:t>General Definitions</w:t>
      </w:r>
      <w:r>
        <w:t xml:space="preserve"> section of this manual.</w:t>
      </w:r>
    </w:p>
    <w:p w14:paraId="11358CB6" w14:textId="77777777" w:rsidR="00C25A43" w:rsidRDefault="002709A8" w:rsidP="00C25A43">
      <w:pPr>
        <w:pStyle w:val="BodyText3ptAfter"/>
      </w:pPr>
      <w:r w:rsidRPr="008C205B">
        <w:rPr>
          <w:b/>
        </w:rPr>
        <w:t>Complaint:</w:t>
      </w:r>
      <w:r>
        <w:t xml:space="preserve"> (In relation to this policy) a complaint is defined as an issue of a minor nature that can be resolved promptly or within 24 </w:t>
      </w:r>
      <w:proofErr w:type="gramStart"/>
      <w:r>
        <w:t>hours, and</w:t>
      </w:r>
      <w:proofErr w:type="gramEnd"/>
      <w:r>
        <w:t xml:space="preserve"> does not req</w:t>
      </w:r>
      <w:r w:rsidR="00C25A43">
        <w:t xml:space="preserve">uire a detailed investigation. </w:t>
      </w:r>
      <w:r>
        <w:t>Complaints include an expression of displeasure, such as poor service, and any verbal or written complaint directly related to the service (including gene</w:t>
      </w:r>
      <w:r w:rsidR="006B4573">
        <w:t>ral and notifiable complaints).</w:t>
      </w:r>
    </w:p>
    <w:p w14:paraId="4E63CA81" w14:textId="77777777" w:rsidR="002709A8" w:rsidRDefault="002709A8" w:rsidP="00C25A43">
      <w:pPr>
        <w:pStyle w:val="BodyText"/>
      </w:pPr>
      <w:r>
        <w:t>Complaints do not include staff, industrial or employment matters, occupational health and safety matters (unless related to the safety of the children) and issues related to the legal business entity, such as the incorporat</w:t>
      </w:r>
      <w:r w:rsidR="006B4573">
        <w:t>ed association or co-operative.</w:t>
      </w:r>
    </w:p>
    <w:p w14:paraId="655C8D07" w14:textId="77777777" w:rsidR="002709A8" w:rsidRDefault="002709A8" w:rsidP="00C25A43">
      <w:pPr>
        <w:pStyle w:val="BodyText"/>
      </w:pPr>
      <w:r w:rsidRPr="00CC0878">
        <w:rPr>
          <w:b/>
        </w:rPr>
        <w:t>Complaints and Grievances Register:</w:t>
      </w:r>
      <w:r>
        <w:t xml:space="preserve"> (In relation to this policy) records information about complaints and grievances received at the service, together with a record of the outcomes. This register must be kept in a secure file, accessible only to educators and Responsible Persons at the service. The register can provide valuable information to the Approved Provider on meeting the needs of children and families at the service.</w:t>
      </w:r>
    </w:p>
    <w:p w14:paraId="2A9B4167" w14:textId="77777777" w:rsidR="002709A8" w:rsidRDefault="002709A8" w:rsidP="00C25A43">
      <w:pPr>
        <w:pStyle w:val="BodyText"/>
      </w:pPr>
      <w:r w:rsidRPr="00CC0878">
        <w:rPr>
          <w:b/>
        </w:rPr>
        <w:t>Dispute resolution procedure:</w:t>
      </w:r>
      <w:r>
        <w:t xml:space="preserve"> The method used to resolve complaints, disputes or matters of concern through an agreed resolution process.</w:t>
      </w:r>
    </w:p>
    <w:p w14:paraId="2128C990" w14:textId="77777777" w:rsidR="002709A8" w:rsidRDefault="002709A8" w:rsidP="00C25A43">
      <w:pPr>
        <w:pStyle w:val="BodyText"/>
      </w:pPr>
      <w:r w:rsidRPr="00CC0878">
        <w:rPr>
          <w:b/>
        </w:rPr>
        <w:t>General complaint:</w:t>
      </w:r>
      <w:r>
        <w:t xml:space="preserve"> A general complaint may address any aspect of the service e.g. a lost clothing item or the service's fees. Serv</w:t>
      </w:r>
      <w:r w:rsidR="00A32D40">
        <w:t>ices do not have to inform DET</w:t>
      </w:r>
      <w:r>
        <w:t>, but the complaint must be dealt with as soon as is practicable to avoid escalation of the issue.</w:t>
      </w:r>
    </w:p>
    <w:p w14:paraId="34C9552E" w14:textId="77777777" w:rsidR="002709A8" w:rsidRDefault="002709A8" w:rsidP="00C25A43">
      <w:pPr>
        <w:pStyle w:val="BodyText"/>
      </w:pPr>
      <w:r w:rsidRPr="00CC0878">
        <w:rPr>
          <w:b/>
        </w:rPr>
        <w:t>Grievance:</w:t>
      </w:r>
      <w:r>
        <w:t xml:space="preserve"> A grievance is a formal statement of complaint that cannot be addressed immediately and involves matters of a more serious nature e.g. the service is in breach of a policy or the service did not meet the </w:t>
      </w:r>
      <w:r w:rsidR="006B4573">
        <w:t>care expectations of a family.</w:t>
      </w:r>
    </w:p>
    <w:p w14:paraId="2AD5A492" w14:textId="77777777" w:rsidR="002709A8" w:rsidRDefault="002709A8" w:rsidP="00C25A43">
      <w:pPr>
        <w:pStyle w:val="BodyText"/>
      </w:pPr>
      <w:r w:rsidRPr="00CC0878">
        <w:rPr>
          <w:b/>
        </w:rPr>
        <w:t>Mediator:</w:t>
      </w:r>
      <w:r>
        <w:t xml:space="preserve"> A person </w:t>
      </w:r>
      <w:r w:rsidR="007C729F">
        <w:t xml:space="preserve">(neutral party) </w:t>
      </w:r>
      <w:r>
        <w:t xml:space="preserve">who </w:t>
      </w:r>
      <w:r w:rsidR="007C729F">
        <w:t xml:space="preserve">attempts to </w:t>
      </w:r>
      <w:r>
        <w:t>reconcile differences between disputants.</w:t>
      </w:r>
    </w:p>
    <w:p w14:paraId="61174D3A" w14:textId="77777777" w:rsidR="004D5AEB" w:rsidRDefault="002709A8" w:rsidP="00C25A43">
      <w:pPr>
        <w:pStyle w:val="BodyText"/>
      </w:pPr>
      <w:r w:rsidRPr="00CC0878">
        <w:rPr>
          <w:b/>
        </w:rPr>
        <w:t>Mediation:</w:t>
      </w:r>
      <w:r>
        <w:t xml:space="preserve"> An attempt to bring about a peaceful settlement or compromise between disputants through the objective i</w:t>
      </w:r>
      <w:r w:rsidR="00A32D40">
        <w:t>ntervention of a neutral party.</w:t>
      </w:r>
    </w:p>
    <w:p w14:paraId="55FAA241" w14:textId="77777777" w:rsidR="002709A8" w:rsidRDefault="002709A8" w:rsidP="00C25A43">
      <w:pPr>
        <w:pStyle w:val="BodyText3ptAfter"/>
      </w:pPr>
      <w:r w:rsidRPr="00CC0878">
        <w:rPr>
          <w:b/>
        </w:rPr>
        <w:t>Notifiable complaint:</w:t>
      </w:r>
      <w:r>
        <w:t xml:space="preserve"> A complaint that alleges a breach of the Act or Regulation, or alleges that the health, safety or wellbeing of a child at the service may have been compromised. Any complaint of this nature must be reported by the Approved Provider to the secretar</w:t>
      </w:r>
      <w:r w:rsidR="00A32D40">
        <w:t>y of DET</w:t>
      </w:r>
      <w:r>
        <w:t xml:space="preserve"> within 24 hours of the complaint being made (Section 174(2</w:t>
      </w:r>
      <w:r w:rsidR="003C739C">
        <w:t>) (</w:t>
      </w:r>
      <w:r>
        <w:t>b), Regulation 176(2</w:t>
      </w:r>
      <w:r w:rsidR="003C739C">
        <w:t>) (</w:t>
      </w:r>
      <w:r>
        <w:t>b)). If the Approved Provider is unsure whether the matter is a notifiable complaint, it i</w:t>
      </w:r>
      <w:r w:rsidR="00A32D40">
        <w:t>s good practice to contact DET</w:t>
      </w:r>
      <w:r>
        <w:t xml:space="preserve"> for conf</w:t>
      </w:r>
      <w:r w:rsidR="00A32D40">
        <w:t>irmation. Written reports to DET</w:t>
      </w:r>
      <w:r>
        <w:t xml:space="preserve"> must include:</w:t>
      </w:r>
    </w:p>
    <w:p w14:paraId="0B2F7EF1" w14:textId="77777777" w:rsidR="002709A8" w:rsidRDefault="002709A8" w:rsidP="004E3A31">
      <w:pPr>
        <w:pStyle w:val="Bullets1"/>
        <w:ind w:left="284" w:hanging="284"/>
      </w:pPr>
      <w:r>
        <w:lastRenderedPageBreak/>
        <w:t>details of the event or incident</w:t>
      </w:r>
    </w:p>
    <w:p w14:paraId="3825A989" w14:textId="77777777" w:rsidR="002709A8" w:rsidRDefault="002709A8" w:rsidP="004E3A31">
      <w:pPr>
        <w:pStyle w:val="Bullets1"/>
        <w:ind w:left="284" w:hanging="284"/>
      </w:pPr>
      <w:r>
        <w:t>the name of the person who initially made the complaint</w:t>
      </w:r>
    </w:p>
    <w:p w14:paraId="17E5B946" w14:textId="77777777" w:rsidR="002709A8" w:rsidRDefault="002709A8" w:rsidP="004E3A31">
      <w:pPr>
        <w:pStyle w:val="Bullets1"/>
        <w:ind w:left="284" w:hanging="284"/>
      </w:pPr>
      <w:r>
        <w:t>if appropriate, the name of the child concerned and the condition of the child, including a medical or incident report (where relevant)</w:t>
      </w:r>
    </w:p>
    <w:p w14:paraId="6301775D" w14:textId="77777777" w:rsidR="002709A8" w:rsidRDefault="002709A8" w:rsidP="004E3A31">
      <w:pPr>
        <w:pStyle w:val="Bullets1"/>
        <w:ind w:left="284" w:hanging="284"/>
      </w:pPr>
      <w:r>
        <w:t>contact details of a nominated member of the Grievances Subcommittee/investigator</w:t>
      </w:r>
    </w:p>
    <w:p w14:paraId="4A4D08D2" w14:textId="77777777" w:rsidR="002709A8" w:rsidRDefault="002709A8" w:rsidP="004E3A31">
      <w:pPr>
        <w:pStyle w:val="Bullets1"/>
        <w:ind w:left="284" w:hanging="284"/>
      </w:pPr>
      <w:r>
        <w:t>any other relevant information.</w:t>
      </w:r>
    </w:p>
    <w:p w14:paraId="0858388F" w14:textId="77777777" w:rsidR="002709A8" w:rsidRPr="00A32D40" w:rsidRDefault="002709A8" w:rsidP="00C25A43">
      <w:pPr>
        <w:pStyle w:val="BodyText"/>
      </w:pPr>
      <w:r>
        <w:t xml:space="preserve">Written notification of </w:t>
      </w:r>
      <w:r w:rsidR="00A32D40">
        <w:t xml:space="preserve">notifiable </w:t>
      </w:r>
      <w:r>
        <w:t>complaints must be submitted using the a</w:t>
      </w:r>
      <w:r w:rsidR="00CC0878">
        <w:t xml:space="preserve">ppropriate forms, which can be </w:t>
      </w:r>
      <w:r>
        <w:t xml:space="preserve">found on the ACECQA website: </w:t>
      </w:r>
      <w:hyperlink r:id="rId11" w:history="1">
        <w:r w:rsidR="006B4573" w:rsidRPr="00A32D40">
          <w:rPr>
            <w:rStyle w:val="Hyperlink"/>
          </w:rPr>
          <w:t>www.acecqa.gov.au</w:t>
        </w:r>
      </w:hyperlink>
      <w:r w:rsidR="00924754" w:rsidRPr="00A32D40">
        <w:rPr>
          <w:rStyle w:val="Hyperlink"/>
          <w:u w:val="none"/>
        </w:rPr>
        <w:t xml:space="preserve"> </w:t>
      </w:r>
      <w:r w:rsidR="00A32D40" w:rsidRPr="00A32D40">
        <w:rPr>
          <w:rStyle w:val="Hyperlink"/>
          <w:u w:val="none"/>
        </w:rPr>
        <w:t xml:space="preserve"> </w:t>
      </w:r>
      <w:r w:rsidR="00A32D40" w:rsidRPr="00A32D40">
        <w:rPr>
          <w:rStyle w:val="Hyperlink"/>
          <w:color w:val="auto"/>
          <w:u w:val="none"/>
        </w:rPr>
        <w:t>or submitted via ACECQA’s online portal NQA-ITS</w:t>
      </w:r>
    </w:p>
    <w:p w14:paraId="3B7E7860" w14:textId="77777777" w:rsidR="002709A8" w:rsidRDefault="002709A8" w:rsidP="00C25A43">
      <w:pPr>
        <w:pStyle w:val="BodyText"/>
      </w:pPr>
      <w:r w:rsidRPr="00CC0878">
        <w:rPr>
          <w:b/>
        </w:rPr>
        <w:t xml:space="preserve">Serious incident: </w:t>
      </w:r>
      <w:r>
        <w:t xml:space="preserve">An incident resulting in the death of a child, or an injury, trauma or illness for which the attention of a registered medical practitioner, emergency services or hospital is sought or should have been sought. This also includes an incident in which a child appears to be missing, cannot be accounted for, is removed from the service in contravention of the Regulations or is mistakenly locked in/out of the service premises (Regulation 12). A serious incident should be documented in an </w:t>
      </w:r>
      <w:r w:rsidRPr="00030B9A">
        <w:rPr>
          <w:i/>
        </w:rPr>
        <w:t>Incident, Injury, Trauma and Illness Record</w:t>
      </w:r>
      <w:r>
        <w:t xml:space="preserve"> (sample form available on the ACECQA website) as soon as possible and within 24 hours of the incident.</w:t>
      </w:r>
      <w:r w:rsidR="00A32D40">
        <w:t xml:space="preserve"> The Regulatory Authority (DET</w:t>
      </w:r>
      <w:r>
        <w:t>) must be notified within 24 hours of a serious incident occurring at</w:t>
      </w:r>
      <w:r w:rsidR="00C25A43">
        <w:t xml:space="preserve"> the service (Regulation 176(2</w:t>
      </w:r>
      <w:r w:rsidR="003C739C">
        <w:t>) (</w:t>
      </w:r>
      <w:r>
        <w:t>a)). Records are required to be retained for the periods</w:t>
      </w:r>
      <w:r w:rsidR="00CC0878">
        <w:t xml:space="preserve"> specified in Regulation 183.  </w:t>
      </w:r>
    </w:p>
    <w:p w14:paraId="7DDCDE14" w14:textId="77777777" w:rsidR="002709A8" w:rsidRDefault="002709A8" w:rsidP="00636744">
      <w:pPr>
        <w:pStyle w:val="Heading2"/>
      </w:pPr>
      <w:r>
        <w:t>Sources and related policies</w:t>
      </w:r>
    </w:p>
    <w:p w14:paraId="1D4091FD" w14:textId="77777777" w:rsidR="00405981" w:rsidRDefault="002709A8" w:rsidP="00405981">
      <w:pPr>
        <w:pStyle w:val="Heading4"/>
      </w:pPr>
      <w:r>
        <w:t>Sources</w:t>
      </w:r>
    </w:p>
    <w:p w14:paraId="512D5FF7" w14:textId="77777777" w:rsidR="007A21D9" w:rsidRDefault="007A21D9" w:rsidP="004E3A31">
      <w:pPr>
        <w:pStyle w:val="Bullets1"/>
        <w:ind w:left="284" w:hanging="284"/>
      </w:pPr>
      <w:r>
        <w:t xml:space="preserve">ACECQA: </w:t>
      </w:r>
      <w:hyperlink r:id="rId12" w:history="1">
        <w:r w:rsidRPr="00D04AD9">
          <w:rPr>
            <w:rStyle w:val="Hyperlink"/>
          </w:rPr>
          <w:t>www.acecqa.gov.au</w:t>
        </w:r>
      </w:hyperlink>
      <w:r w:rsidR="00924754">
        <w:rPr>
          <w:rStyle w:val="Hyperlink"/>
        </w:rPr>
        <w:t xml:space="preserve"> </w:t>
      </w:r>
    </w:p>
    <w:p w14:paraId="54C76464" w14:textId="77777777" w:rsidR="007A21D9" w:rsidRDefault="007A21D9" w:rsidP="004E3A31">
      <w:pPr>
        <w:pStyle w:val="Bullets1"/>
        <w:ind w:left="284" w:hanging="284"/>
      </w:pPr>
      <w:r>
        <w:t>Department of Educ</w:t>
      </w:r>
      <w:r w:rsidR="00A32D40">
        <w:t>ation and Training (DET</w:t>
      </w:r>
      <w:r>
        <w:t>)</w:t>
      </w:r>
      <w:r w:rsidR="008439A5">
        <w:t xml:space="preserve"> – Regional Office</w:t>
      </w:r>
      <w:r w:rsidR="004874C0">
        <w:t xml:space="preserve"> details are available under ‘Contact Us’ on the DEECD website</w:t>
      </w:r>
      <w:r w:rsidR="008439A5">
        <w:t xml:space="preserve">: </w:t>
      </w:r>
      <w:hyperlink r:id="rId13" w:history="1">
        <w:r w:rsidR="004874C0" w:rsidRPr="00867321">
          <w:rPr>
            <w:rStyle w:val="Hyperlink"/>
          </w:rPr>
          <w:t>www.education.vic.gov.au</w:t>
        </w:r>
      </w:hyperlink>
      <w:r w:rsidR="00924754">
        <w:rPr>
          <w:rStyle w:val="Hyperlink"/>
        </w:rPr>
        <w:t xml:space="preserve"> </w:t>
      </w:r>
    </w:p>
    <w:p w14:paraId="00632C1F" w14:textId="77777777" w:rsidR="002709A8" w:rsidRDefault="00611F07" w:rsidP="004E3A31">
      <w:pPr>
        <w:pStyle w:val="Bullets1"/>
        <w:ind w:left="284" w:hanging="284"/>
      </w:pPr>
      <w:r>
        <w:t xml:space="preserve">ELAA </w:t>
      </w:r>
      <w:r w:rsidR="002709A8" w:rsidRPr="00030B9A">
        <w:rPr>
          <w:i/>
        </w:rPr>
        <w:t>Early Childhood Management Manual</w:t>
      </w:r>
      <w:r w:rsidR="004874C0">
        <w:rPr>
          <w:i/>
        </w:rPr>
        <w:t>:</w:t>
      </w:r>
      <w:r w:rsidR="004874C0" w:rsidRPr="006B4573">
        <w:t xml:space="preserve"> </w:t>
      </w:r>
      <w:hyperlink r:id="rId14" w:history="1">
        <w:r w:rsidR="004874C0" w:rsidRPr="006B4573">
          <w:rPr>
            <w:rStyle w:val="Hyperlink"/>
          </w:rPr>
          <w:t>www.elaa.org.au</w:t>
        </w:r>
      </w:hyperlink>
      <w:r w:rsidR="00924754">
        <w:rPr>
          <w:rStyle w:val="Hyperlink"/>
        </w:rPr>
        <w:t xml:space="preserve"> </w:t>
      </w:r>
    </w:p>
    <w:p w14:paraId="77A041ED" w14:textId="77777777" w:rsidR="002709A8" w:rsidRDefault="007A21D9" w:rsidP="004E3A31">
      <w:pPr>
        <w:pStyle w:val="Bullets1"/>
        <w:ind w:left="284" w:hanging="284"/>
      </w:pPr>
      <w:r>
        <w:rPr>
          <w:i/>
        </w:rPr>
        <w:t xml:space="preserve">The Kindergarten Guide </w:t>
      </w:r>
      <w:r w:rsidRPr="006B4573">
        <w:t>(Department of Education and Early Childhood Development)</w:t>
      </w:r>
      <w:r w:rsidR="004874C0">
        <w:t xml:space="preserve"> is available under </w:t>
      </w:r>
      <w:r w:rsidR="004874C0">
        <w:rPr>
          <w:i/>
        </w:rPr>
        <w:t xml:space="preserve">early childhood </w:t>
      </w:r>
      <w:r w:rsidR="00A32D40">
        <w:rPr>
          <w:i/>
        </w:rPr>
        <w:t>/ service providers on the DET</w:t>
      </w:r>
      <w:r w:rsidR="004874C0">
        <w:rPr>
          <w:i/>
        </w:rPr>
        <w:t xml:space="preserve"> website</w:t>
      </w:r>
      <w:r>
        <w:rPr>
          <w:i/>
        </w:rPr>
        <w:t>:</w:t>
      </w:r>
      <w:r>
        <w:t xml:space="preserve"> </w:t>
      </w:r>
      <w:hyperlink r:id="rId15" w:history="1">
        <w:r w:rsidR="004874C0" w:rsidRPr="00867321">
          <w:rPr>
            <w:rStyle w:val="Hyperlink"/>
          </w:rPr>
          <w:t>www.education.vic.gov.au</w:t>
        </w:r>
      </w:hyperlink>
      <w:r w:rsidR="00924754">
        <w:rPr>
          <w:rStyle w:val="Hyperlink"/>
        </w:rPr>
        <w:t xml:space="preserve"> </w:t>
      </w:r>
    </w:p>
    <w:p w14:paraId="5A0E28CB" w14:textId="77777777" w:rsidR="002709A8" w:rsidRDefault="002709A8" w:rsidP="00C26427">
      <w:pPr>
        <w:pStyle w:val="Heading4"/>
      </w:pPr>
      <w:r>
        <w:t>Service policies</w:t>
      </w:r>
    </w:p>
    <w:p w14:paraId="6C3FDA2C" w14:textId="77777777" w:rsidR="002709A8" w:rsidRDefault="002709A8" w:rsidP="004E3A31">
      <w:pPr>
        <w:pStyle w:val="Bullets1"/>
        <w:ind w:left="284" w:hanging="284"/>
        <w:rPr>
          <w:i/>
        </w:rPr>
      </w:pPr>
      <w:r w:rsidRPr="00030B9A">
        <w:rPr>
          <w:i/>
        </w:rPr>
        <w:t>Code of Conduct</w:t>
      </w:r>
      <w:r w:rsidR="00611F07">
        <w:rPr>
          <w:i/>
        </w:rPr>
        <w:t xml:space="preserve"> Policy</w:t>
      </w:r>
    </w:p>
    <w:p w14:paraId="68A1AF6F" w14:textId="77777777" w:rsidR="00611F07" w:rsidRPr="00030B9A" w:rsidRDefault="00611F07" w:rsidP="004E3A31">
      <w:pPr>
        <w:pStyle w:val="Bullets1"/>
        <w:ind w:left="284" w:hanging="284"/>
        <w:rPr>
          <w:i/>
        </w:rPr>
      </w:pPr>
      <w:r>
        <w:rPr>
          <w:i/>
        </w:rPr>
        <w:t>Incident, Injury, Trauma and Illness Policy</w:t>
      </w:r>
    </w:p>
    <w:p w14:paraId="1DD4336E" w14:textId="77777777" w:rsidR="002709A8" w:rsidRPr="00030B9A" w:rsidRDefault="002709A8" w:rsidP="004E3A31">
      <w:pPr>
        <w:pStyle w:val="Bullets1"/>
        <w:ind w:left="284" w:hanging="284"/>
        <w:rPr>
          <w:i/>
        </w:rPr>
      </w:pPr>
      <w:r w:rsidRPr="00030B9A">
        <w:rPr>
          <w:i/>
        </w:rPr>
        <w:t>Inclusion and Equity Policy</w:t>
      </w:r>
    </w:p>
    <w:p w14:paraId="70C5D155" w14:textId="77777777" w:rsidR="002709A8" w:rsidRPr="00030B9A" w:rsidRDefault="002709A8" w:rsidP="004E3A31">
      <w:pPr>
        <w:pStyle w:val="Bullets1"/>
        <w:ind w:left="284" w:hanging="284"/>
        <w:rPr>
          <w:i/>
        </w:rPr>
      </w:pPr>
      <w:r w:rsidRPr="00030B9A">
        <w:rPr>
          <w:i/>
        </w:rPr>
        <w:t>Interactions with Children Policy</w:t>
      </w:r>
    </w:p>
    <w:p w14:paraId="6FFCA9EE" w14:textId="77777777" w:rsidR="002709A8" w:rsidRPr="00030B9A" w:rsidRDefault="002709A8" w:rsidP="004E3A31">
      <w:pPr>
        <w:pStyle w:val="Bullets1"/>
        <w:ind w:left="284" w:hanging="284"/>
        <w:rPr>
          <w:i/>
        </w:rPr>
      </w:pPr>
      <w:r w:rsidRPr="00030B9A">
        <w:rPr>
          <w:i/>
        </w:rPr>
        <w:t>Privacy and Confidentiality Policy</w:t>
      </w:r>
    </w:p>
    <w:p w14:paraId="4B0FF9A2" w14:textId="77777777" w:rsidR="00E746D9" w:rsidRPr="00C80BE7" w:rsidRDefault="002709A8" w:rsidP="004E3A31">
      <w:pPr>
        <w:pStyle w:val="Bullets1"/>
        <w:ind w:left="284" w:hanging="284"/>
        <w:rPr>
          <w:i/>
        </w:rPr>
      </w:pPr>
      <w:r w:rsidRPr="00030B9A">
        <w:rPr>
          <w:i/>
        </w:rPr>
        <w:t>Staffing Policy</w:t>
      </w:r>
    </w:p>
    <w:p w14:paraId="3EE8A487" w14:textId="77777777" w:rsidR="002709A8" w:rsidRDefault="002709A8" w:rsidP="002071F5">
      <w:pPr>
        <w:pStyle w:val="Heading1"/>
      </w:pPr>
      <w:r>
        <w:t>Procedures</w:t>
      </w:r>
    </w:p>
    <w:p w14:paraId="7DFC9F5D" w14:textId="77777777" w:rsidR="002709A8" w:rsidRPr="00C25A43" w:rsidRDefault="002709A8" w:rsidP="00C26427">
      <w:pPr>
        <w:pStyle w:val="Heading4"/>
      </w:pPr>
      <w:r w:rsidRPr="00C25A43">
        <w:t xml:space="preserve">The </w:t>
      </w:r>
      <w:r w:rsidRPr="00F06A87">
        <w:t>Approved</w:t>
      </w:r>
      <w:r w:rsidRPr="00C25A43">
        <w:t xml:space="preserve"> Provider </w:t>
      </w:r>
      <w:r w:rsidR="00A32D40">
        <w:t xml:space="preserve">or Persons with Management and </w:t>
      </w:r>
      <w:r w:rsidR="003C739C">
        <w:t>Control</w:t>
      </w:r>
      <w:r w:rsidR="003C739C" w:rsidRPr="00C25A43">
        <w:t xml:space="preserve"> is</w:t>
      </w:r>
      <w:r w:rsidRPr="00C25A43">
        <w:t xml:space="preserve"> responsible for:</w:t>
      </w:r>
    </w:p>
    <w:p w14:paraId="5F7AA832" w14:textId="77777777" w:rsidR="002709A8" w:rsidRDefault="002709A8" w:rsidP="004E3A31">
      <w:pPr>
        <w:pStyle w:val="Bullets1"/>
        <w:ind w:left="284" w:hanging="284"/>
      </w:pPr>
      <w:r>
        <w:t xml:space="preserve">being familiar with the </w:t>
      </w:r>
      <w:r w:rsidRPr="00030B9A">
        <w:rPr>
          <w:i/>
        </w:rPr>
        <w:t>Education and Care Services National Law Act 2010</w:t>
      </w:r>
      <w:r>
        <w:t xml:space="preserve"> and the</w:t>
      </w:r>
      <w:r w:rsidRPr="00030B9A">
        <w:rPr>
          <w:i/>
        </w:rPr>
        <w:t xml:space="preserve"> Education and Care Services National Regulations 2011</w:t>
      </w:r>
      <w:r>
        <w:t>, service policies and constitution, and complaints and g</w:t>
      </w:r>
      <w:r w:rsidR="008334F0">
        <w:t>rievances policy and procedures</w:t>
      </w:r>
    </w:p>
    <w:p w14:paraId="7F937847" w14:textId="77777777" w:rsidR="004D5AEB" w:rsidRDefault="002709A8" w:rsidP="00A32D40">
      <w:pPr>
        <w:pStyle w:val="Bullets1"/>
        <w:ind w:left="284" w:hanging="284"/>
      </w:pPr>
      <w:r>
        <w:t>identifying, preventing and addressing potential concerns before they beco</w:t>
      </w:r>
      <w:r w:rsidR="00A32D40">
        <w:t>me formal complaints/grievances</w:t>
      </w:r>
    </w:p>
    <w:p w14:paraId="577A2E22" w14:textId="77777777" w:rsidR="002709A8" w:rsidRDefault="002709A8" w:rsidP="004E3A31">
      <w:pPr>
        <w:pStyle w:val="Bullets1"/>
        <w:ind w:left="284" w:hanging="284"/>
      </w:pPr>
      <w:r>
        <w:t xml:space="preserve">ensuring that the name and telephone number of the Responsible Person (refer to </w:t>
      </w:r>
      <w:r w:rsidRPr="00030B9A">
        <w:rPr>
          <w:i/>
        </w:rPr>
        <w:t>Staffing Policy</w:t>
      </w:r>
      <w:r>
        <w:t>) to whom complaints and grievances may be addressed are displayed prominently at the main entrance of the service (Regulation173(2)b))</w:t>
      </w:r>
    </w:p>
    <w:p w14:paraId="0548AF63" w14:textId="77777777" w:rsidR="002709A8" w:rsidRDefault="002709A8" w:rsidP="004E3A31">
      <w:pPr>
        <w:pStyle w:val="Bullets1"/>
        <w:ind w:left="284" w:hanging="284"/>
      </w:pPr>
      <w:r>
        <w:t>ensuring that the address and telephone number of the</w:t>
      </w:r>
      <w:r w:rsidR="00A32D40">
        <w:t xml:space="preserve"> Authorised Officer at the DET</w:t>
      </w:r>
      <w:r>
        <w:t xml:space="preserve"> regional office are displayed prominently at the main entra</w:t>
      </w:r>
      <w:r w:rsidR="00CC0878">
        <w:t xml:space="preserve">nce of the service (Regulation </w:t>
      </w:r>
      <w:r>
        <w:t>173(2)(e))</w:t>
      </w:r>
    </w:p>
    <w:p w14:paraId="507D250F" w14:textId="77777777" w:rsidR="002709A8" w:rsidRDefault="002709A8" w:rsidP="004E3A31">
      <w:pPr>
        <w:pStyle w:val="Bullets1"/>
        <w:ind w:left="284" w:hanging="284"/>
      </w:pPr>
      <w:r>
        <w:t xml:space="preserve">advising parents/guardians and any other new members of </w:t>
      </w:r>
      <w:r w:rsidR="009E2584">
        <w:fldChar w:fldCharType="begin"/>
      </w:r>
      <w:r w:rsidR="009E2584">
        <w:instrText xml:space="preserve"> DOCPROPERTY  Company  \* MERGEFORMAT </w:instrText>
      </w:r>
      <w:r w:rsidR="009E2584">
        <w:fldChar w:fldCharType="separate"/>
      </w:r>
      <w:r w:rsidR="00F24C3B">
        <w:t>Eltham South Preschool</w:t>
      </w:r>
      <w:r w:rsidR="009E2584">
        <w:fldChar w:fldCharType="end"/>
      </w:r>
      <w:r>
        <w:t xml:space="preserve"> of the complaints and grievances policy and procedures upon enrolment</w:t>
      </w:r>
    </w:p>
    <w:p w14:paraId="6C037DD9" w14:textId="77777777" w:rsidR="002709A8" w:rsidRDefault="002709A8" w:rsidP="004E3A31">
      <w:pPr>
        <w:pStyle w:val="Bullets1"/>
        <w:ind w:left="284" w:hanging="284"/>
      </w:pPr>
      <w:r>
        <w:lastRenderedPageBreak/>
        <w:t xml:space="preserve">ensuring that this policy </w:t>
      </w:r>
      <w:proofErr w:type="gramStart"/>
      <w:r>
        <w:t>is available for inspection at the servic</w:t>
      </w:r>
      <w:r w:rsidR="006B4573">
        <w:t>e at all times</w:t>
      </w:r>
      <w:proofErr w:type="gramEnd"/>
      <w:r w:rsidR="006B4573">
        <w:t xml:space="preserve"> (Regulation 171)</w:t>
      </w:r>
    </w:p>
    <w:p w14:paraId="5CFFE005" w14:textId="77777777" w:rsidR="002709A8" w:rsidRDefault="002709A8" w:rsidP="004E3A31">
      <w:pPr>
        <w:pStyle w:val="Bullets1"/>
        <w:ind w:left="284" w:hanging="284"/>
      </w:pPr>
      <w:r>
        <w:t>being aware of, and committed to, the principles of communicating and sharing information with service employees, members and volunteers</w:t>
      </w:r>
    </w:p>
    <w:p w14:paraId="5F421920" w14:textId="77777777" w:rsidR="002709A8" w:rsidRDefault="002709A8" w:rsidP="004E3A31">
      <w:pPr>
        <w:pStyle w:val="Bullets1"/>
        <w:ind w:left="284" w:hanging="284"/>
      </w:pPr>
      <w:r>
        <w:t xml:space="preserve">responding to all complaints and grievances in the most appropriate manner </w:t>
      </w:r>
      <w:r w:rsidR="006B4573">
        <w:t>and at the earliest opportunity</w:t>
      </w:r>
    </w:p>
    <w:p w14:paraId="05CABD64" w14:textId="77777777" w:rsidR="002709A8" w:rsidRDefault="002709A8" w:rsidP="004E3A31">
      <w:pPr>
        <w:pStyle w:val="Bullets1"/>
        <w:ind w:left="284" w:hanging="284"/>
      </w:pPr>
      <w:r>
        <w:t>treating all complainants fairly and equitably</w:t>
      </w:r>
    </w:p>
    <w:p w14:paraId="4DD053DC" w14:textId="77777777" w:rsidR="002709A8" w:rsidRDefault="002709A8" w:rsidP="004E3A31">
      <w:pPr>
        <w:pStyle w:val="Bullets1"/>
        <w:ind w:left="284" w:hanging="284"/>
      </w:pPr>
      <w:r>
        <w:t xml:space="preserve">providing a </w:t>
      </w:r>
      <w:r w:rsidRPr="00030B9A">
        <w:rPr>
          <w:i/>
        </w:rPr>
        <w:t>Complaints and Grievances Register</w:t>
      </w:r>
      <w:r>
        <w:t xml:space="preserve"> (refer to </w:t>
      </w:r>
      <w:r w:rsidRPr="00F90F70">
        <w:rPr>
          <w:i/>
        </w:rPr>
        <w:t>Definitions</w:t>
      </w:r>
      <w:r>
        <w:t>) and ensuring that staff record complaints and grievances along with outcomes</w:t>
      </w:r>
    </w:p>
    <w:p w14:paraId="4C2DF10B" w14:textId="77777777" w:rsidR="002709A8" w:rsidRDefault="002709A8" w:rsidP="004E3A31">
      <w:pPr>
        <w:pStyle w:val="Bullets1"/>
        <w:ind w:left="284" w:hanging="284"/>
      </w:pPr>
      <w:r>
        <w:t xml:space="preserve">complying with the service's </w:t>
      </w:r>
      <w:r w:rsidRPr="00F90F70">
        <w:rPr>
          <w:i/>
        </w:rPr>
        <w:t>Privacy and Confidentiality Policy</w:t>
      </w:r>
      <w:r>
        <w:t xml:space="preserve"> and maintaining confidentiality </w:t>
      </w:r>
      <w:proofErr w:type="gramStart"/>
      <w:r>
        <w:t>at a</w:t>
      </w:r>
      <w:r w:rsidR="006B4573">
        <w:t>ll times</w:t>
      </w:r>
      <w:proofErr w:type="gramEnd"/>
      <w:r w:rsidR="006B4573">
        <w:t xml:space="preserve"> (Regulations 181, 183)</w:t>
      </w:r>
    </w:p>
    <w:p w14:paraId="19850FD6" w14:textId="77777777" w:rsidR="002709A8" w:rsidRDefault="002709A8" w:rsidP="004E3A31">
      <w:pPr>
        <w:pStyle w:val="Bullets1"/>
        <w:ind w:left="284" w:hanging="284"/>
      </w:pPr>
      <w:r>
        <w:t xml:space="preserve">establishing a Grievances Subcommittee or appointing an investigator to investigate and resolve grievances (refer to Attachment 1 </w:t>
      </w:r>
      <w:r w:rsidR="007114E2">
        <w:t>–</w:t>
      </w:r>
      <w:r>
        <w:t xml:space="preserve"> Sample terms of reference for a Grievan</w:t>
      </w:r>
      <w:r w:rsidR="006B4573">
        <w:t>ces Subcommittee/investigator)</w:t>
      </w:r>
    </w:p>
    <w:p w14:paraId="20BD3A3E" w14:textId="77777777" w:rsidR="002709A8" w:rsidRDefault="002709A8" w:rsidP="004E3A31">
      <w:pPr>
        <w:pStyle w:val="Bullets1"/>
        <w:ind w:left="284" w:hanging="284"/>
      </w:pPr>
      <w:r>
        <w:t xml:space="preserve">referring notifiable complaints (refer to </w:t>
      </w:r>
      <w:r w:rsidRPr="00F90F70">
        <w:rPr>
          <w:i/>
        </w:rPr>
        <w:t>Definitions</w:t>
      </w:r>
      <w:r>
        <w:t xml:space="preserve">), grievances (refer to </w:t>
      </w:r>
      <w:r w:rsidRPr="00F90F70">
        <w:rPr>
          <w:i/>
        </w:rPr>
        <w:t>Definitions</w:t>
      </w:r>
      <w:r>
        <w:t>) or complaints that are unable to be resolved appropriately and in a timely manner to the Griev</w:t>
      </w:r>
      <w:r w:rsidR="006B4573">
        <w:t>ances Subcommittee/investigator</w:t>
      </w:r>
    </w:p>
    <w:p w14:paraId="16702A87" w14:textId="77777777" w:rsidR="002709A8" w:rsidRDefault="00A32D40" w:rsidP="004E3A31">
      <w:pPr>
        <w:pStyle w:val="Bullets1"/>
        <w:ind w:left="284" w:hanging="284"/>
      </w:pPr>
      <w:r>
        <w:t>informing DET</w:t>
      </w:r>
      <w:r w:rsidR="002709A8">
        <w:t xml:space="preserve"> in writing within 24 hours of receiving a notifiable complaint (refer to </w:t>
      </w:r>
      <w:r w:rsidR="002709A8" w:rsidRPr="00F90F70">
        <w:rPr>
          <w:i/>
        </w:rPr>
        <w:t>Definitions</w:t>
      </w:r>
      <w:r w:rsidR="002709A8">
        <w:t>) (Act 174(4), Regulation 176(2)(b))</w:t>
      </w:r>
    </w:p>
    <w:p w14:paraId="681C33E3" w14:textId="77777777" w:rsidR="002709A8" w:rsidRDefault="002709A8" w:rsidP="004E3A31">
      <w:pPr>
        <w:pStyle w:val="Bullets1"/>
        <w:ind w:left="284" w:hanging="284"/>
      </w:pPr>
      <w:r>
        <w:t>receiving recommendations from the Grievances Subcommittee/investigator and taking appropriate action.</w:t>
      </w:r>
    </w:p>
    <w:p w14:paraId="1CFF8A2C" w14:textId="77777777" w:rsidR="002709A8" w:rsidRPr="00CC0878" w:rsidRDefault="002709A8" w:rsidP="00C26427">
      <w:pPr>
        <w:pStyle w:val="Heading4"/>
      </w:pPr>
      <w:r w:rsidRPr="00CC0878">
        <w:t>The</w:t>
      </w:r>
      <w:r w:rsidR="00A32D40">
        <w:t xml:space="preserve"> Nominated Supervisor, Persons in Day to Day Charge</w:t>
      </w:r>
      <w:r w:rsidRPr="00CC0878">
        <w:t>, educators and o</w:t>
      </w:r>
      <w:r w:rsidR="00B053DB">
        <w:t>ther staff are responsible for:</w:t>
      </w:r>
    </w:p>
    <w:p w14:paraId="12647362" w14:textId="77777777" w:rsidR="002709A8" w:rsidRDefault="002709A8" w:rsidP="004E3A31">
      <w:pPr>
        <w:pStyle w:val="Bullets1"/>
        <w:ind w:left="284" w:hanging="284"/>
      </w:pPr>
      <w:r>
        <w:t xml:space="preserve">responding to and resolving issues as they </w:t>
      </w:r>
      <w:r w:rsidR="006B4573">
        <w:t>arise where practicable</w:t>
      </w:r>
    </w:p>
    <w:p w14:paraId="32AB2F53" w14:textId="77777777" w:rsidR="002709A8" w:rsidRDefault="002709A8" w:rsidP="004E3A31">
      <w:pPr>
        <w:pStyle w:val="Bullets1"/>
        <w:ind w:left="284" w:hanging="284"/>
      </w:pPr>
      <w:r>
        <w:t xml:space="preserve">maintaining professionalism and integrity </w:t>
      </w:r>
      <w:proofErr w:type="gramStart"/>
      <w:r>
        <w:t>at all times</w:t>
      </w:r>
      <w:proofErr w:type="gramEnd"/>
    </w:p>
    <w:p w14:paraId="6C4349E2" w14:textId="77777777" w:rsidR="002709A8" w:rsidRDefault="002709A8" w:rsidP="004E3A31">
      <w:pPr>
        <w:pStyle w:val="Bullets1"/>
        <w:ind w:left="284" w:hanging="284"/>
      </w:pPr>
      <w:r>
        <w:t>discussing minor complaints directly with the party involved as a first step towards resolution (the parties are encouraged to discuss the matter professionally and openly work together to achieve a desired outcome)</w:t>
      </w:r>
    </w:p>
    <w:p w14:paraId="6C764EEC" w14:textId="77777777" w:rsidR="002709A8" w:rsidRDefault="002709A8" w:rsidP="004E3A31">
      <w:pPr>
        <w:pStyle w:val="Bullets1"/>
        <w:ind w:left="284" w:hanging="284"/>
      </w:pPr>
      <w:r>
        <w:t xml:space="preserve">informing complainants of the service's </w:t>
      </w:r>
      <w:r w:rsidRPr="00F90F70">
        <w:rPr>
          <w:i/>
        </w:rPr>
        <w:t>Complaints and Grievances Policy</w:t>
      </w:r>
    </w:p>
    <w:p w14:paraId="11BE9C43" w14:textId="77777777" w:rsidR="002709A8" w:rsidRDefault="002709A8" w:rsidP="004E3A31">
      <w:pPr>
        <w:pStyle w:val="Bullets1"/>
        <w:ind w:left="284" w:hanging="284"/>
      </w:pPr>
      <w:r>
        <w:t xml:space="preserve">recording all complaints and grievances in the </w:t>
      </w:r>
      <w:r w:rsidRPr="00F90F70">
        <w:rPr>
          <w:i/>
        </w:rPr>
        <w:t>Complaints and Grievances Register</w:t>
      </w:r>
      <w:r>
        <w:t xml:space="preserve"> (refer to </w:t>
      </w:r>
      <w:r w:rsidRPr="00F90F70">
        <w:rPr>
          <w:i/>
        </w:rPr>
        <w:t>Definitions</w:t>
      </w:r>
      <w:r>
        <w:t>)</w:t>
      </w:r>
    </w:p>
    <w:p w14:paraId="587D78CD" w14:textId="77777777" w:rsidR="002709A8" w:rsidRDefault="002709A8" w:rsidP="004E3A31">
      <w:pPr>
        <w:pStyle w:val="Bullets1"/>
        <w:ind w:left="284" w:hanging="284"/>
      </w:pPr>
      <w:r>
        <w:t xml:space="preserve">notifying the Approved Provider if the complaint escalates and becomes a grievance (refer to </w:t>
      </w:r>
      <w:r w:rsidRPr="00F90F70">
        <w:rPr>
          <w:i/>
        </w:rPr>
        <w:t>Definitions</w:t>
      </w:r>
      <w:r>
        <w:t xml:space="preserve">), is a notifiable complaint (refer to </w:t>
      </w:r>
      <w:r w:rsidRPr="00F90F70">
        <w:rPr>
          <w:i/>
        </w:rPr>
        <w:t>Definitions</w:t>
      </w:r>
      <w:r>
        <w:t>) or is unable to be resolved a</w:t>
      </w:r>
      <w:r w:rsidR="006B4573">
        <w:t>ppropriately in a timely manner</w:t>
      </w:r>
    </w:p>
    <w:p w14:paraId="60902EBB" w14:textId="77777777" w:rsidR="002709A8" w:rsidRDefault="002709A8" w:rsidP="004E3A31">
      <w:pPr>
        <w:pStyle w:val="Bullets1"/>
        <w:ind w:left="284" w:hanging="284"/>
      </w:pPr>
      <w:r>
        <w:t>providing information as requested by the Approved Provider e.g. written reports relating to the grievance</w:t>
      </w:r>
    </w:p>
    <w:p w14:paraId="165DA91B" w14:textId="77777777" w:rsidR="002709A8" w:rsidRDefault="002709A8" w:rsidP="004E3A31">
      <w:pPr>
        <w:pStyle w:val="Bullets1"/>
        <w:ind w:left="284" w:hanging="284"/>
      </w:pPr>
      <w:r>
        <w:t xml:space="preserve">complying with the service's </w:t>
      </w:r>
      <w:r w:rsidRPr="00F90F70">
        <w:rPr>
          <w:i/>
        </w:rPr>
        <w:t>Privacy and Confidentiality Policy</w:t>
      </w:r>
      <w:r>
        <w:t xml:space="preserve"> and maintaining confidentiality </w:t>
      </w:r>
      <w:proofErr w:type="gramStart"/>
      <w:r>
        <w:t>at all times</w:t>
      </w:r>
      <w:proofErr w:type="gramEnd"/>
      <w:r>
        <w:t xml:space="preserve"> (Regulations 181, 183)</w:t>
      </w:r>
    </w:p>
    <w:p w14:paraId="222D3D3D" w14:textId="77777777" w:rsidR="00FF3FBA" w:rsidRPr="00FF3FBA" w:rsidRDefault="002709A8" w:rsidP="00FF3FBA">
      <w:pPr>
        <w:pStyle w:val="Bullets1"/>
        <w:ind w:left="284" w:hanging="284"/>
      </w:pPr>
      <w:r>
        <w:t>working co-operatively with</w:t>
      </w:r>
      <w:r w:rsidR="00A32D40">
        <w:t xml:space="preserve"> the Approved Provider and DET</w:t>
      </w:r>
      <w:r>
        <w:t xml:space="preserve"> in any investigations related to grievances about </w:t>
      </w:r>
      <w:r w:rsidR="009E2584">
        <w:fldChar w:fldCharType="begin"/>
      </w:r>
      <w:r w:rsidR="009E2584">
        <w:instrText xml:space="preserve"> DOCPROPERTY  Company  \* MERG</w:instrText>
      </w:r>
      <w:r w:rsidR="009E2584">
        <w:instrText xml:space="preserve">EFORMAT </w:instrText>
      </w:r>
      <w:r w:rsidR="009E2584">
        <w:fldChar w:fldCharType="separate"/>
      </w:r>
      <w:r w:rsidR="00F24C3B">
        <w:t>Eltham South Preschool</w:t>
      </w:r>
      <w:r w:rsidR="009E2584">
        <w:fldChar w:fldCharType="end"/>
      </w:r>
      <w:r>
        <w:t xml:space="preserve">, </w:t>
      </w:r>
      <w:r w:rsidR="003C739C">
        <w:t>its</w:t>
      </w:r>
      <w:r>
        <w:t xml:space="preserve"> programs or staff.</w:t>
      </w:r>
    </w:p>
    <w:p w14:paraId="3C930B20" w14:textId="77777777" w:rsidR="002709A8" w:rsidRPr="00CC0878" w:rsidRDefault="002709A8" w:rsidP="00C26427">
      <w:pPr>
        <w:pStyle w:val="Heading4"/>
      </w:pPr>
      <w:r w:rsidRPr="00CC0878">
        <w:t>Parents/guardians are responsible for:</w:t>
      </w:r>
    </w:p>
    <w:p w14:paraId="701EACC7" w14:textId="77777777" w:rsidR="002709A8" w:rsidRDefault="002709A8" w:rsidP="004E3A31">
      <w:pPr>
        <w:pStyle w:val="Bullets1"/>
        <w:ind w:left="284" w:hanging="284"/>
      </w:pPr>
      <w:r>
        <w:t xml:space="preserve">raising a complaint directly with the person involved, </w:t>
      </w:r>
      <w:proofErr w:type="gramStart"/>
      <w:r>
        <w:t>in an attempt to</w:t>
      </w:r>
      <w:proofErr w:type="gramEnd"/>
      <w:r>
        <w:t xml:space="preserve"> resolve the matter without recourse to the complaints and grievances procedures</w:t>
      </w:r>
    </w:p>
    <w:p w14:paraId="63D74C8C" w14:textId="77777777" w:rsidR="002709A8" w:rsidRDefault="002709A8" w:rsidP="004E3A31">
      <w:pPr>
        <w:pStyle w:val="Bullets1"/>
        <w:ind w:left="284" w:hanging="284"/>
      </w:pPr>
      <w:r>
        <w:t>communicating (preferably in writing) any concerns relating to the management or operation of the service as soon as is practicable</w:t>
      </w:r>
    </w:p>
    <w:p w14:paraId="55A0733F" w14:textId="77777777" w:rsidR="002709A8" w:rsidRDefault="002709A8" w:rsidP="004E3A31">
      <w:pPr>
        <w:pStyle w:val="Bullets1"/>
        <w:ind w:left="284" w:hanging="284"/>
      </w:pPr>
      <w:r>
        <w:t>raising any unresolved issues or serious concerns directly with the Approved Provider, via the Nominated Supervisor/educator or through the Griev</w:t>
      </w:r>
      <w:r w:rsidR="006B4573">
        <w:t>ances Subcommittee/investigator</w:t>
      </w:r>
    </w:p>
    <w:p w14:paraId="0772104E" w14:textId="77777777" w:rsidR="002709A8" w:rsidRDefault="002709A8" w:rsidP="004E3A31">
      <w:pPr>
        <w:pStyle w:val="Bullets1"/>
        <w:ind w:left="284" w:hanging="284"/>
      </w:pPr>
      <w:r>
        <w:t xml:space="preserve">maintaining complete confidentiality </w:t>
      </w:r>
      <w:proofErr w:type="gramStart"/>
      <w:r>
        <w:t>at all times</w:t>
      </w:r>
      <w:proofErr w:type="gramEnd"/>
    </w:p>
    <w:p w14:paraId="3DE840B3" w14:textId="77777777" w:rsidR="002709A8" w:rsidRDefault="002709A8" w:rsidP="004E3A31">
      <w:pPr>
        <w:pStyle w:val="Bullets1"/>
        <w:ind w:left="284" w:hanging="284"/>
      </w:pPr>
      <w:r>
        <w:t>co-operating with requests to meet with the Grievances Subcommittee and/or provide relevant information when requested in relatio</w:t>
      </w:r>
      <w:r w:rsidR="00CC0878">
        <w:t>n to complaints and grievances.</w:t>
      </w:r>
    </w:p>
    <w:p w14:paraId="1206EDFE" w14:textId="77777777" w:rsidR="002709A8" w:rsidRPr="00CC0878" w:rsidRDefault="002709A8" w:rsidP="00C26427">
      <w:pPr>
        <w:pStyle w:val="Heading4"/>
      </w:pPr>
      <w:r w:rsidRPr="00CC0878">
        <w:lastRenderedPageBreak/>
        <w:t xml:space="preserve">Volunteers and students, while at the service, are responsible for following </w:t>
      </w:r>
      <w:r w:rsidR="00E34A7B">
        <w:t>this policy and its procedures.</w:t>
      </w:r>
    </w:p>
    <w:p w14:paraId="2EE4F062" w14:textId="77777777" w:rsidR="002709A8" w:rsidRDefault="002709A8" w:rsidP="002071F5">
      <w:pPr>
        <w:pStyle w:val="Heading1"/>
      </w:pPr>
      <w:r>
        <w:t>Evaluation</w:t>
      </w:r>
    </w:p>
    <w:p w14:paraId="1FE6A18A" w14:textId="77777777" w:rsidR="002709A8" w:rsidRDefault="002709A8" w:rsidP="00F06A87">
      <w:pPr>
        <w:pStyle w:val="BodyText3ptAfter"/>
      </w:pPr>
      <w:r>
        <w:t>In order to assess whether the values and purposes of the policy have been achieved, the Approved Provider will:</w:t>
      </w:r>
    </w:p>
    <w:p w14:paraId="6DCFFEFA" w14:textId="77777777" w:rsidR="002709A8" w:rsidRDefault="002709A8" w:rsidP="004E3A31">
      <w:pPr>
        <w:pStyle w:val="Bullets1"/>
        <w:ind w:left="284" w:hanging="284"/>
      </w:pPr>
      <w:r>
        <w:t>regularly seek feedback from everyone affected by the policy regarding its effectiveness</w:t>
      </w:r>
    </w:p>
    <w:p w14:paraId="5F75A079" w14:textId="77777777" w:rsidR="002709A8" w:rsidRDefault="002709A8" w:rsidP="004E3A31">
      <w:pPr>
        <w:pStyle w:val="Bullets1"/>
        <w:ind w:left="284" w:hanging="284"/>
      </w:pPr>
      <w:r>
        <w:t xml:space="preserve">monitor complaints and grievances as recorded in the </w:t>
      </w:r>
      <w:r w:rsidRPr="00F90F70">
        <w:rPr>
          <w:i/>
        </w:rPr>
        <w:t>Complaints and Grievances Register</w:t>
      </w:r>
      <w:r>
        <w:t xml:space="preserve"> to assess whether satisfactory resolutions have been achieved</w:t>
      </w:r>
    </w:p>
    <w:p w14:paraId="3E9A3246" w14:textId="77777777" w:rsidR="002709A8" w:rsidRDefault="002709A8" w:rsidP="004E3A31">
      <w:pPr>
        <w:pStyle w:val="Bullets1"/>
        <w:ind w:left="284" w:hanging="284"/>
      </w:pPr>
      <w:r>
        <w:t>review the effectiveness of the policy and procedures to ensure that all complaints have been dealt w</w:t>
      </w:r>
      <w:r w:rsidR="006B4573">
        <w:t>ith in a fair and timely manner</w:t>
      </w:r>
    </w:p>
    <w:p w14:paraId="3C878BFC" w14:textId="77777777" w:rsidR="002709A8" w:rsidRDefault="002709A8" w:rsidP="004E3A31">
      <w:pPr>
        <w:pStyle w:val="Bullets1"/>
        <w:ind w:left="284" w:hanging="284"/>
      </w:pPr>
      <w:r>
        <w:t>keep the policy up to date with current legislation, research, policy and best practice</w:t>
      </w:r>
    </w:p>
    <w:p w14:paraId="3712133F" w14:textId="77777777" w:rsidR="002709A8" w:rsidRDefault="002709A8" w:rsidP="004E3A31">
      <w:pPr>
        <w:pStyle w:val="Bullets1"/>
        <w:ind w:left="284" w:hanging="284"/>
      </w:pPr>
      <w:r>
        <w:t>revise the policy and procedures as part of the service's policy review cycle, or as required</w:t>
      </w:r>
    </w:p>
    <w:p w14:paraId="4B79236A" w14:textId="77777777" w:rsidR="002709A8" w:rsidRDefault="0093002F" w:rsidP="004E3A31">
      <w:pPr>
        <w:pStyle w:val="Bullets1"/>
        <w:ind w:left="284" w:hanging="284"/>
      </w:pPr>
      <w:proofErr w:type="gramStart"/>
      <w:r>
        <w:t>make policies available at all times</w:t>
      </w:r>
      <w:proofErr w:type="gramEnd"/>
      <w:r>
        <w:t xml:space="preserve"> so that anyone can make comment on them</w:t>
      </w:r>
      <w:r w:rsidR="006B4573">
        <w:t>.</w:t>
      </w:r>
    </w:p>
    <w:sectPr w:rsidR="002709A8" w:rsidSect="0029583F">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021" w:right="1418" w:bottom="709"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0E525" w14:textId="77777777" w:rsidR="009E2584" w:rsidRDefault="009E2584" w:rsidP="002D4B54">
      <w:pPr>
        <w:spacing w:after="0"/>
      </w:pPr>
      <w:r>
        <w:separator/>
      </w:r>
    </w:p>
  </w:endnote>
  <w:endnote w:type="continuationSeparator" w:id="0">
    <w:p w14:paraId="5EDBF38C" w14:textId="77777777" w:rsidR="009E2584" w:rsidRDefault="009E2584"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D6013" w14:textId="77777777" w:rsidR="00FF3FBA" w:rsidRDefault="00FF3F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5"/>
      <w:gridCol w:w="4535"/>
    </w:tblGrid>
    <w:tr w:rsidR="00A25BD5" w:rsidRPr="00E7239C" w14:paraId="0929861C" w14:textId="77777777" w:rsidTr="00E7239C">
      <w:tc>
        <w:tcPr>
          <w:tcW w:w="4643" w:type="dxa"/>
        </w:tcPr>
        <w:p w14:paraId="198074C5" w14:textId="77777777" w:rsidR="00A25BD5" w:rsidRPr="00E7239C" w:rsidRDefault="00A25BD5" w:rsidP="00F03AC2">
          <w:pPr>
            <w:pStyle w:val="Footer"/>
          </w:pPr>
          <w:r w:rsidRPr="00E7239C">
            <w:t xml:space="preserve">© </w:t>
          </w:r>
          <w:r w:rsidR="00FF3FBA">
            <w:t>2019</w:t>
          </w:r>
          <w:r w:rsidR="00BA56FF">
            <w:t xml:space="preserve"> Early Learning Association Australia</w:t>
          </w:r>
        </w:p>
        <w:p w14:paraId="700C752B" w14:textId="77777777" w:rsidR="00A25BD5" w:rsidRPr="00E7239C" w:rsidRDefault="00A25BD5" w:rsidP="00F03AC2">
          <w:pPr>
            <w:pStyle w:val="Footer"/>
          </w:pPr>
          <w:r w:rsidRPr="00E7239C">
            <w:t>Telephone 03 9489 3500 or 1300 730 119 (rural)</w:t>
          </w:r>
        </w:p>
      </w:tc>
      <w:tc>
        <w:tcPr>
          <w:tcW w:w="4643" w:type="dxa"/>
        </w:tcPr>
        <w:p w14:paraId="28F7D707" w14:textId="27E10004" w:rsidR="00A25BD5" w:rsidRPr="00E7239C" w:rsidRDefault="009E2584" w:rsidP="00E7239C">
          <w:pPr>
            <w:pStyle w:val="Footer"/>
            <w:jc w:val="right"/>
          </w:pPr>
          <w:r>
            <w:fldChar w:fldCharType="begin"/>
          </w:r>
          <w:r>
            <w:instrText xml:space="preserve"> STYLEREF  Title  \* MERGEFORMAT </w:instrText>
          </w:r>
          <w:r>
            <w:fldChar w:fldCharType="separate"/>
          </w:r>
          <w:r w:rsidR="00E8567C">
            <w:rPr>
              <w:noProof/>
            </w:rPr>
            <w:t>Complaints and Grievances Policy</w:t>
          </w:r>
          <w:r>
            <w:rPr>
              <w:noProof/>
            </w:rPr>
            <w:fldChar w:fldCharType="end"/>
          </w:r>
          <w:r w:rsidR="00FF3FBA">
            <w:rPr>
              <w:noProof/>
            </w:rPr>
            <w:t xml:space="preserve"> (July 2019)</w:t>
          </w:r>
        </w:p>
        <w:p w14:paraId="4700EA4E" w14:textId="77777777" w:rsidR="00F03AC2" w:rsidRPr="00E7239C" w:rsidRDefault="00F03AC2" w:rsidP="00E7239C">
          <w:pPr>
            <w:pStyle w:val="Footer"/>
            <w:jc w:val="right"/>
          </w:pPr>
          <w:r w:rsidRPr="00E7239C">
            <w:t xml:space="preserve">Page </w:t>
          </w:r>
          <w:r w:rsidR="00FA0755" w:rsidRPr="00E7239C">
            <w:fldChar w:fldCharType="begin"/>
          </w:r>
          <w:r w:rsidR="00436153" w:rsidRPr="00E7239C">
            <w:instrText xml:space="preserve"> PAGE </w:instrText>
          </w:r>
          <w:r w:rsidR="00FA0755" w:rsidRPr="00E7239C">
            <w:fldChar w:fldCharType="separate"/>
          </w:r>
          <w:r w:rsidR="00FC4C09">
            <w:rPr>
              <w:noProof/>
            </w:rPr>
            <w:t>1</w:t>
          </w:r>
          <w:r w:rsidR="00FA0755" w:rsidRPr="00E7239C">
            <w:rPr>
              <w:noProof/>
            </w:rPr>
            <w:fldChar w:fldCharType="end"/>
          </w:r>
          <w:r w:rsidRPr="00E7239C">
            <w:t xml:space="preserve"> of </w:t>
          </w:r>
          <w:fldSimple w:instr=" NUMPAGES  ">
            <w:r w:rsidR="00FC4C09">
              <w:rPr>
                <w:noProof/>
              </w:rPr>
              <w:t>9</w:t>
            </w:r>
          </w:fldSimple>
        </w:p>
      </w:tc>
    </w:tr>
  </w:tbl>
  <w:p w14:paraId="190A967F" w14:textId="77777777" w:rsidR="00A25BD5" w:rsidRPr="00A25BD5" w:rsidRDefault="00A25BD5" w:rsidP="00F03A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E9B3F" w14:textId="77777777" w:rsidR="00FF3FBA" w:rsidRDefault="00FF3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C7B98" w14:textId="77777777" w:rsidR="009E2584" w:rsidRDefault="009E2584" w:rsidP="002D4B54">
      <w:pPr>
        <w:spacing w:after="0"/>
      </w:pPr>
      <w:r>
        <w:separator/>
      </w:r>
    </w:p>
  </w:footnote>
  <w:footnote w:type="continuationSeparator" w:id="0">
    <w:p w14:paraId="1CB98BEA" w14:textId="77777777" w:rsidR="009E2584" w:rsidRDefault="009E2584" w:rsidP="002D4B5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B493A" w14:textId="77777777" w:rsidR="00FF3FBA" w:rsidRDefault="00FF3F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EE5B0" w14:textId="77777777" w:rsidR="00FF3FBA" w:rsidRDefault="00FF3F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1C00F" w14:textId="77777777" w:rsidR="00FF3FBA" w:rsidRDefault="00FF3F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36E38"/>
    <w:multiLevelType w:val="hybridMultilevel"/>
    <w:tmpl w:val="39F28A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9B91CBD"/>
    <w:multiLevelType w:val="hybridMultilevel"/>
    <w:tmpl w:val="655AB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BE326E"/>
    <w:multiLevelType w:val="multilevel"/>
    <w:tmpl w:val="D7AA215E"/>
    <w:numStyleLink w:val="Bullets"/>
  </w:abstractNum>
  <w:abstractNum w:abstractNumId="4" w15:restartNumberingAfterBreak="0">
    <w:nsid w:val="42D36AB0"/>
    <w:multiLevelType w:val="multilevel"/>
    <w:tmpl w:val="DB422F72"/>
    <w:lvl w:ilvl="0">
      <w:start w:val="1"/>
      <w:numFmt w:val="bullet"/>
      <w:pStyle w:val="Bullets1"/>
      <w:lvlText w:val=""/>
      <w:lvlJc w:val="left"/>
      <w:pPr>
        <w:ind w:left="1645" w:hanging="227"/>
      </w:pPr>
      <w:rPr>
        <w:rFonts w:ascii="Symbol" w:hAnsi="Symbol" w:hint="default"/>
        <w:color w:val="231F20"/>
      </w:rPr>
    </w:lvl>
    <w:lvl w:ilvl="1">
      <w:start w:val="1"/>
      <w:numFmt w:val="bullet"/>
      <w:pStyle w:val="Bullets2"/>
      <w:lvlText w:val=""/>
      <w:lvlJc w:val="left"/>
      <w:pPr>
        <w:ind w:left="2014" w:hanging="227"/>
      </w:pPr>
      <w:rPr>
        <w:rFonts w:ascii="Symbol" w:hAnsi="Symbol" w:hint="default"/>
      </w:rPr>
    </w:lvl>
    <w:lvl w:ilvl="2">
      <w:start w:val="1"/>
      <w:numFmt w:val="bullet"/>
      <w:pStyle w:val="Bullets3"/>
      <w:lvlText w:val=""/>
      <w:lvlJc w:val="left"/>
      <w:pPr>
        <w:ind w:left="2240" w:hanging="226"/>
      </w:pPr>
      <w:rPr>
        <w:rFonts w:ascii="Symbol" w:hAnsi="Symbol" w:hint="default"/>
      </w:rPr>
    </w:lvl>
    <w:lvl w:ilvl="3">
      <w:start w:val="1"/>
      <w:numFmt w:val="decimal"/>
      <w:lvlText w:val="(%4)"/>
      <w:lvlJc w:val="left"/>
      <w:pPr>
        <w:ind w:left="3000" w:hanging="360"/>
      </w:pPr>
      <w:rPr>
        <w:rFonts w:hint="default"/>
      </w:rPr>
    </w:lvl>
    <w:lvl w:ilvl="4">
      <w:start w:val="1"/>
      <w:numFmt w:val="lowerLetter"/>
      <w:lvlText w:val="(%5)"/>
      <w:lvlJc w:val="left"/>
      <w:pPr>
        <w:ind w:left="3360" w:hanging="360"/>
      </w:pPr>
      <w:rPr>
        <w:rFonts w:hint="default"/>
      </w:rPr>
    </w:lvl>
    <w:lvl w:ilvl="5">
      <w:start w:val="1"/>
      <w:numFmt w:val="lowerRoman"/>
      <w:lvlText w:val="(%6)"/>
      <w:lvlJc w:val="left"/>
      <w:pPr>
        <w:ind w:left="3720" w:hanging="360"/>
      </w:pPr>
      <w:rPr>
        <w:rFonts w:hint="default"/>
      </w:rPr>
    </w:lvl>
    <w:lvl w:ilvl="6">
      <w:start w:val="1"/>
      <w:numFmt w:val="decimal"/>
      <w:lvlText w:val="%7."/>
      <w:lvlJc w:val="left"/>
      <w:pPr>
        <w:ind w:left="4080" w:hanging="360"/>
      </w:pPr>
      <w:rPr>
        <w:rFonts w:hint="default"/>
      </w:rPr>
    </w:lvl>
    <w:lvl w:ilvl="7">
      <w:start w:val="1"/>
      <w:numFmt w:val="lowerLetter"/>
      <w:lvlText w:val="%8."/>
      <w:lvlJc w:val="left"/>
      <w:pPr>
        <w:ind w:left="4440" w:hanging="360"/>
      </w:pPr>
      <w:rPr>
        <w:rFonts w:hint="default"/>
      </w:rPr>
    </w:lvl>
    <w:lvl w:ilvl="8">
      <w:start w:val="1"/>
      <w:numFmt w:val="lowerRoman"/>
      <w:lvlText w:val="%9."/>
      <w:lvlJc w:val="left"/>
      <w:pPr>
        <w:ind w:left="4800" w:hanging="360"/>
      </w:pPr>
      <w:rPr>
        <w:rFonts w:hint="default"/>
      </w:rPr>
    </w:lvl>
  </w:abstractNum>
  <w:abstractNum w:abstractNumId="5" w15:restartNumberingAfterBreak="0">
    <w:nsid w:val="51112F9A"/>
    <w:multiLevelType w:val="hybridMultilevel"/>
    <w:tmpl w:val="E2A0B0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2B72B7B"/>
    <w:multiLevelType w:val="hybridMultilevel"/>
    <w:tmpl w:val="F2F692FE"/>
    <w:lvl w:ilvl="0" w:tplc="988E223E">
      <w:start w:val="1"/>
      <w:numFmt w:val="decimal"/>
      <w:pStyle w:val="Heading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8F80D65"/>
    <w:multiLevelType w:val="hybridMultilevel"/>
    <w:tmpl w:val="0E5672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FD31B51"/>
    <w:multiLevelType w:val="hybridMultilevel"/>
    <w:tmpl w:val="3FD6722C"/>
    <w:lvl w:ilvl="0" w:tplc="0C090001">
      <w:start w:val="1"/>
      <w:numFmt w:val="bullet"/>
      <w:lvlText w:val=""/>
      <w:lvlJc w:val="left"/>
      <w:pPr>
        <w:ind w:left="587" w:hanging="360"/>
      </w:pPr>
      <w:rPr>
        <w:rFonts w:ascii="Symbol" w:hAnsi="Symbol" w:hint="default"/>
      </w:rPr>
    </w:lvl>
    <w:lvl w:ilvl="1" w:tplc="0C090003" w:tentative="1">
      <w:start w:val="1"/>
      <w:numFmt w:val="bullet"/>
      <w:lvlText w:val="o"/>
      <w:lvlJc w:val="left"/>
      <w:pPr>
        <w:ind w:left="1307" w:hanging="360"/>
      </w:pPr>
      <w:rPr>
        <w:rFonts w:ascii="Courier New" w:hAnsi="Courier New" w:cs="Courier New" w:hint="default"/>
      </w:rPr>
    </w:lvl>
    <w:lvl w:ilvl="2" w:tplc="0C090005" w:tentative="1">
      <w:start w:val="1"/>
      <w:numFmt w:val="bullet"/>
      <w:lvlText w:val=""/>
      <w:lvlJc w:val="left"/>
      <w:pPr>
        <w:ind w:left="2027" w:hanging="360"/>
      </w:pPr>
      <w:rPr>
        <w:rFonts w:ascii="Wingdings" w:hAnsi="Wingdings" w:hint="default"/>
      </w:rPr>
    </w:lvl>
    <w:lvl w:ilvl="3" w:tplc="0C090001" w:tentative="1">
      <w:start w:val="1"/>
      <w:numFmt w:val="bullet"/>
      <w:lvlText w:val=""/>
      <w:lvlJc w:val="left"/>
      <w:pPr>
        <w:ind w:left="2747" w:hanging="360"/>
      </w:pPr>
      <w:rPr>
        <w:rFonts w:ascii="Symbol" w:hAnsi="Symbol" w:hint="default"/>
      </w:rPr>
    </w:lvl>
    <w:lvl w:ilvl="4" w:tplc="0C090003" w:tentative="1">
      <w:start w:val="1"/>
      <w:numFmt w:val="bullet"/>
      <w:lvlText w:val="o"/>
      <w:lvlJc w:val="left"/>
      <w:pPr>
        <w:ind w:left="3467" w:hanging="360"/>
      </w:pPr>
      <w:rPr>
        <w:rFonts w:ascii="Courier New" w:hAnsi="Courier New" w:cs="Courier New" w:hint="default"/>
      </w:rPr>
    </w:lvl>
    <w:lvl w:ilvl="5" w:tplc="0C090005" w:tentative="1">
      <w:start w:val="1"/>
      <w:numFmt w:val="bullet"/>
      <w:lvlText w:val=""/>
      <w:lvlJc w:val="left"/>
      <w:pPr>
        <w:ind w:left="4187" w:hanging="360"/>
      </w:pPr>
      <w:rPr>
        <w:rFonts w:ascii="Wingdings" w:hAnsi="Wingdings" w:hint="default"/>
      </w:rPr>
    </w:lvl>
    <w:lvl w:ilvl="6" w:tplc="0C090001" w:tentative="1">
      <w:start w:val="1"/>
      <w:numFmt w:val="bullet"/>
      <w:lvlText w:val=""/>
      <w:lvlJc w:val="left"/>
      <w:pPr>
        <w:ind w:left="4907" w:hanging="360"/>
      </w:pPr>
      <w:rPr>
        <w:rFonts w:ascii="Symbol" w:hAnsi="Symbol" w:hint="default"/>
      </w:rPr>
    </w:lvl>
    <w:lvl w:ilvl="7" w:tplc="0C090003" w:tentative="1">
      <w:start w:val="1"/>
      <w:numFmt w:val="bullet"/>
      <w:lvlText w:val="o"/>
      <w:lvlJc w:val="left"/>
      <w:pPr>
        <w:ind w:left="5627" w:hanging="360"/>
      </w:pPr>
      <w:rPr>
        <w:rFonts w:ascii="Courier New" w:hAnsi="Courier New" w:cs="Courier New" w:hint="default"/>
      </w:rPr>
    </w:lvl>
    <w:lvl w:ilvl="8" w:tplc="0C090005" w:tentative="1">
      <w:start w:val="1"/>
      <w:numFmt w:val="bullet"/>
      <w:lvlText w:val=""/>
      <w:lvlJc w:val="left"/>
      <w:pPr>
        <w:ind w:left="6347"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8"/>
  </w:num>
  <w:num w:numId="6">
    <w:abstractNumId w:val="2"/>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24C3B"/>
    <w:rsid w:val="0000702E"/>
    <w:rsid w:val="000130CD"/>
    <w:rsid w:val="00017F2D"/>
    <w:rsid w:val="00025D6E"/>
    <w:rsid w:val="0002620A"/>
    <w:rsid w:val="00027DD2"/>
    <w:rsid w:val="00027FF8"/>
    <w:rsid w:val="00030B9A"/>
    <w:rsid w:val="0004266C"/>
    <w:rsid w:val="000620DE"/>
    <w:rsid w:val="00074BA2"/>
    <w:rsid w:val="000B1F9C"/>
    <w:rsid w:val="000C3A79"/>
    <w:rsid w:val="000F6FF4"/>
    <w:rsid w:val="00102FDB"/>
    <w:rsid w:val="0012585C"/>
    <w:rsid w:val="00134613"/>
    <w:rsid w:val="0014251B"/>
    <w:rsid w:val="001835F4"/>
    <w:rsid w:val="001D48A8"/>
    <w:rsid w:val="001E230A"/>
    <w:rsid w:val="00202CAC"/>
    <w:rsid w:val="002071F5"/>
    <w:rsid w:val="00225DC2"/>
    <w:rsid w:val="002443F3"/>
    <w:rsid w:val="002709A8"/>
    <w:rsid w:val="0029583F"/>
    <w:rsid w:val="002A02CA"/>
    <w:rsid w:val="002B00A8"/>
    <w:rsid w:val="002D4B54"/>
    <w:rsid w:val="00330482"/>
    <w:rsid w:val="003322BC"/>
    <w:rsid w:val="003A2EDC"/>
    <w:rsid w:val="003C739C"/>
    <w:rsid w:val="00405981"/>
    <w:rsid w:val="00436153"/>
    <w:rsid w:val="00450A6B"/>
    <w:rsid w:val="004510A4"/>
    <w:rsid w:val="0046589C"/>
    <w:rsid w:val="004874C0"/>
    <w:rsid w:val="004B4F1B"/>
    <w:rsid w:val="004C2116"/>
    <w:rsid w:val="004D5AEB"/>
    <w:rsid w:val="004E3A31"/>
    <w:rsid w:val="00525041"/>
    <w:rsid w:val="00560C93"/>
    <w:rsid w:val="0056542D"/>
    <w:rsid w:val="00566C27"/>
    <w:rsid w:val="005804AD"/>
    <w:rsid w:val="00583E75"/>
    <w:rsid w:val="00583E81"/>
    <w:rsid w:val="005E6509"/>
    <w:rsid w:val="00611F07"/>
    <w:rsid w:val="00631A18"/>
    <w:rsid w:val="00636744"/>
    <w:rsid w:val="0064631B"/>
    <w:rsid w:val="0064685C"/>
    <w:rsid w:val="00685AD1"/>
    <w:rsid w:val="0069012B"/>
    <w:rsid w:val="006A7428"/>
    <w:rsid w:val="006B12F5"/>
    <w:rsid w:val="006B4573"/>
    <w:rsid w:val="007035A2"/>
    <w:rsid w:val="007114E2"/>
    <w:rsid w:val="00712C5C"/>
    <w:rsid w:val="007202BC"/>
    <w:rsid w:val="007275F1"/>
    <w:rsid w:val="00732631"/>
    <w:rsid w:val="00753166"/>
    <w:rsid w:val="00764088"/>
    <w:rsid w:val="007775EE"/>
    <w:rsid w:val="007A1041"/>
    <w:rsid w:val="007A21D9"/>
    <w:rsid w:val="007C729F"/>
    <w:rsid w:val="007F19F3"/>
    <w:rsid w:val="008334F0"/>
    <w:rsid w:val="00841DDE"/>
    <w:rsid w:val="008439A5"/>
    <w:rsid w:val="00857729"/>
    <w:rsid w:val="008A0996"/>
    <w:rsid w:val="008B11CC"/>
    <w:rsid w:val="008B4511"/>
    <w:rsid w:val="008C205B"/>
    <w:rsid w:val="008D129A"/>
    <w:rsid w:val="008D3809"/>
    <w:rsid w:val="008F1FC4"/>
    <w:rsid w:val="0091080A"/>
    <w:rsid w:val="00913143"/>
    <w:rsid w:val="00924754"/>
    <w:rsid w:val="00925235"/>
    <w:rsid w:val="0093002F"/>
    <w:rsid w:val="00946DF4"/>
    <w:rsid w:val="00956BD4"/>
    <w:rsid w:val="00973123"/>
    <w:rsid w:val="0098202E"/>
    <w:rsid w:val="009A466C"/>
    <w:rsid w:val="009E2584"/>
    <w:rsid w:val="00A248F8"/>
    <w:rsid w:val="00A25BD5"/>
    <w:rsid w:val="00A32D40"/>
    <w:rsid w:val="00A840E6"/>
    <w:rsid w:val="00A86BBF"/>
    <w:rsid w:val="00A87CF5"/>
    <w:rsid w:val="00A91DD3"/>
    <w:rsid w:val="00AC61C8"/>
    <w:rsid w:val="00AD7668"/>
    <w:rsid w:val="00AF6A30"/>
    <w:rsid w:val="00B053DB"/>
    <w:rsid w:val="00B303FC"/>
    <w:rsid w:val="00B77FF2"/>
    <w:rsid w:val="00B953ED"/>
    <w:rsid w:val="00BA56FF"/>
    <w:rsid w:val="00BB6335"/>
    <w:rsid w:val="00BF1A24"/>
    <w:rsid w:val="00BF60FB"/>
    <w:rsid w:val="00C062FC"/>
    <w:rsid w:val="00C13D46"/>
    <w:rsid w:val="00C25A43"/>
    <w:rsid w:val="00C26427"/>
    <w:rsid w:val="00C513BC"/>
    <w:rsid w:val="00C664FA"/>
    <w:rsid w:val="00C71344"/>
    <w:rsid w:val="00C80BE7"/>
    <w:rsid w:val="00C82B05"/>
    <w:rsid w:val="00C95C03"/>
    <w:rsid w:val="00CC0878"/>
    <w:rsid w:val="00CD0987"/>
    <w:rsid w:val="00CD607A"/>
    <w:rsid w:val="00D25277"/>
    <w:rsid w:val="00D81A60"/>
    <w:rsid w:val="00D81F19"/>
    <w:rsid w:val="00DA1A79"/>
    <w:rsid w:val="00DF065B"/>
    <w:rsid w:val="00DF6E35"/>
    <w:rsid w:val="00DF7CAA"/>
    <w:rsid w:val="00E1057B"/>
    <w:rsid w:val="00E34994"/>
    <w:rsid w:val="00E34A7B"/>
    <w:rsid w:val="00E70AF3"/>
    <w:rsid w:val="00E7239C"/>
    <w:rsid w:val="00E746D9"/>
    <w:rsid w:val="00E8567C"/>
    <w:rsid w:val="00E85A42"/>
    <w:rsid w:val="00E8775D"/>
    <w:rsid w:val="00EC300D"/>
    <w:rsid w:val="00EC7832"/>
    <w:rsid w:val="00EE4016"/>
    <w:rsid w:val="00EF0934"/>
    <w:rsid w:val="00EF2259"/>
    <w:rsid w:val="00F03AC2"/>
    <w:rsid w:val="00F06A87"/>
    <w:rsid w:val="00F10006"/>
    <w:rsid w:val="00F24C3B"/>
    <w:rsid w:val="00F35A64"/>
    <w:rsid w:val="00F57770"/>
    <w:rsid w:val="00F87E1C"/>
    <w:rsid w:val="00F90F70"/>
    <w:rsid w:val="00FA0755"/>
    <w:rsid w:val="00FC4C09"/>
    <w:rsid w:val="00FF3FBA"/>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5A224"/>
  <w15:docId w15:val="{55E2E9BD-2E2E-4506-94EB-97ED6125C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275F1"/>
    <w:pPr>
      <w:keepNext/>
      <w:spacing w:before="140" w:after="60" w:line="230" w:lineRule="atLeast"/>
      <w:outlineLvl w:val="3"/>
    </w:pPr>
    <w:rPr>
      <w:rFonts w:eastAsia="Times New Roman"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Cs w:val="19"/>
      <w:lang w:val="en-AU" w:eastAsia="en-AU" w:bidi="ar-SA"/>
    </w:rPr>
  </w:style>
  <w:style w:type="character" w:customStyle="1" w:styleId="Heading2Char">
    <w:name w:val="Heading 2 Char"/>
    <w:link w:val="Heading2"/>
    <w:rsid w:val="00636744"/>
    <w:rPr>
      <w:rFonts w:eastAsia="Times New Roman" w:cs="Arial"/>
      <w:b/>
      <w:bCs/>
      <w:caps/>
      <w:color w:val="000000"/>
      <w:sz w:val="22"/>
      <w:szCs w:val="22"/>
      <w:lang w:val="en-AU" w:eastAsia="en-AU" w:bidi="ar-SA"/>
    </w:rPr>
  </w:style>
  <w:style w:type="character" w:customStyle="1" w:styleId="Heading3Char">
    <w:name w:val="Heading 3 Char"/>
    <w:link w:val="Heading3"/>
    <w:rsid w:val="00F06A87"/>
    <w:rPr>
      <w:rFonts w:eastAsia="Times New Roman" w:cs="Arial"/>
      <w:b/>
      <w:bCs/>
      <w:caps/>
      <w:color w:val="000000"/>
      <w:lang w:val="en-AU" w:eastAsia="en-AU" w:bidi="ar-SA"/>
    </w:rPr>
  </w:style>
  <w:style w:type="character" w:customStyle="1" w:styleId="Heading4Char">
    <w:name w:val="Heading 4 Char"/>
    <w:link w:val="Heading4"/>
    <w:rsid w:val="007275F1"/>
    <w:rPr>
      <w:rFonts w:eastAsia="Times New Roman" w:cs="Arial"/>
      <w:b/>
      <w:bCs/>
      <w:color w:val="000000"/>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ind w:left="1787"/>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iPriority w:val="99"/>
    <w:unhideWhenUsed/>
    <w:rsid w:val="00EE4016"/>
    <w:rPr>
      <w:color w:val="0000FF"/>
      <w:u w:val="single"/>
    </w:rPr>
  </w:style>
  <w:style w:type="paragraph" w:styleId="ListParagraph">
    <w:name w:val="List Paragraph"/>
    <w:basedOn w:val="Normal"/>
    <w:uiPriority w:val="34"/>
    <w:qFormat/>
    <w:rsid w:val="00EE4016"/>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BF1A24"/>
    <w:rPr>
      <w:sz w:val="16"/>
      <w:szCs w:val="16"/>
    </w:rPr>
  </w:style>
  <w:style w:type="paragraph" w:styleId="CommentText">
    <w:name w:val="annotation text"/>
    <w:basedOn w:val="Normal"/>
    <w:link w:val="CommentTextChar"/>
    <w:uiPriority w:val="99"/>
    <w:semiHidden/>
    <w:unhideWhenUsed/>
    <w:rsid w:val="00BF1A24"/>
    <w:rPr>
      <w:sz w:val="20"/>
      <w:szCs w:val="20"/>
    </w:rPr>
  </w:style>
  <w:style w:type="character" w:customStyle="1" w:styleId="CommentTextChar">
    <w:name w:val="Comment Text Char"/>
    <w:link w:val="CommentText"/>
    <w:uiPriority w:val="99"/>
    <w:semiHidden/>
    <w:rsid w:val="00BF1A24"/>
    <w:rPr>
      <w:lang w:eastAsia="en-US"/>
    </w:rPr>
  </w:style>
  <w:style w:type="paragraph" w:styleId="CommentSubject">
    <w:name w:val="annotation subject"/>
    <w:basedOn w:val="CommentText"/>
    <w:next w:val="CommentText"/>
    <w:link w:val="CommentSubjectChar"/>
    <w:uiPriority w:val="99"/>
    <w:semiHidden/>
    <w:unhideWhenUsed/>
    <w:rsid w:val="00BF1A24"/>
    <w:rPr>
      <w:b/>
      <w:bCs/>
    </w:rPr>
  </w:style>
  <w:style w:type="character" w:customStyle="1" w:styleId="CommentSubjectChar">
    <w:name w:val="Comment Subject Char"/>
    <w:link w:val="CommentSubject"/>
    <w:uiPriority w:val="99"/>
    <w:semiHidden/>
    <w:rsid w:val="00BF1A24"/>
    <w:rPr>
      <w:b/>
      <w:bCs/>
      <w:lang w:eastAsia="en-US"/>
    </w:rPr>
  </w:style>
  <w:style w:type="character" w:styleId="FollowedHyperlink">
    <w:name w:val="FollowedHyperlink"/>
    <w:uiPriority w:val="99"/>
    <w:semiHidden/>
    <w:unhideWhenUsed/>
    <w:rsid w:val="00611F07"/>
    <w:rPr>
      <w:color w:val="800080"/>
      <w:u w:val="single"/>
    </w:rPr>
  </w:style>
  <w:style w:type="paragraph" w:styleId="Revision">
    <w:name w:val="Revision"/>
    <w:hidden/>
    <w:uiPriority w:val="99"/>
    <w:semiHidden/>
    <w:rsid w:val="00685AD1"/>
    <w:rPr>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law.gov.au/" TargetMode="External"/><Relationship Id="rId13" Type="http://schemas.openxmlformats.org/officeDocument/2006/relationships/hyperlink" Target="http://www.education.vic.gov.a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legislation.vic.gov.au/" TargetMode="External"/><Relationship Id="rId12" Type="http://schemas.openxmlformats.org/officeDocument/2006/relationships/hyperlink" Target="http://www.acecqa.gov.a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ecqa.gov.au" TargetMode="External"/><Relationship Id="rId5" Type="http://schemas.openxmlformats.org/officeDocument/2006/relationships/footnotes" Target="footnotes.xml"/><Relationship Id="rId15" Type="http://schemas.openxmlformats.org/officeDocument/2006/relationships/hyperlink" Target="http://www.education.vic.gov.au" TargetMode="External"/><Relationship Id="rId23" Type="http://schemas.openxmlformats.org/officeDocument/2006/relationships/theme" Target="theme/theme1.xml"/><Relationship Id="rId10" Type="http://schemas.openxmlformats.org/officeDocument/2006/relationships/hyperlink" Target="http://www.comlaw.gov.a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legislation.vic.gov.au/" TargetMode="External"/><Relationship Id="rId14" Type="http://schemas.openxmlformats.org/officeDocument/2006/relationships/hyperlink" Target="http://www.elaa.org.au"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7-Complaints-and-Grievances-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QA7-Complaints-and-Grievances-Policy.dotx</Template>
  <TotalTime>9</TotalTime>
  <Pages>5</Pages>
  <Words>2042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13660</CharactersWithSpaces>
  <SharedDoc>false</SharedDoc>
  <HLinks>
    <vt:vector size="42" baseType="variant">
      <vt:variant>
        <vt:i4>1507345</vt:i4>
      </vt:variant>
      <vt:variant>
        <vt:i4>24</vt:i4>
      </vt:variant>
      <vt:variant>
        <vt:i4>0</vt:i4>
      </vt:variant>
      <vt:variant>
        <vt:i4>5</vt:i4>
      </vt:variant>
      <vt:variant>
        <vt:lpwstr>http://www.education.vic.gov.au/</vt:lpwstr>
      </vt:variant>
      <vt:variant>
        <vt:lpwstr/>
      </vt:variant>
      <vt:variant>
        <vt:i4>2621492</vt:i4>
      </vt:variant>
      <vt:variant>
        <vt:i4>21</vt:i4>
      </vt:variant>
      <vt:variant>
        <vt:i4>0</vt:i4>
      </vt:variant>
      <vt:variant>
        <vt:i4>5</vt:i4>
      </vt:variant>
      <vt:variant>
        <vt:lpwstr>http://www.elaa.org.au/</vt:lpwstr>
      </vt:variant>
      <vt:variant>
        <vt:lpwstr/>
      </vt:variant>
      <vt:variant>
        <vt:i4>1507345</vt:i4>
      </vt:variant>
      <vt:variant>
        <vt:i4>18</vt:i4>
      </vt:variant>
      <vt:variant>
        <vt:i4>0</vt:i4>
      </vt:variant>
      <vt:variant>
        <vt:i4>5</vt:i4>
      </vt:variant>
      <vt:variant>
        <vt:lpwstr>http://www.education.vic.gov.au/</vt:lpwstr>
      </vt:variant>
      <vt:variant>
        <vt:lpwstr/>
      </vt:variant>
      <vt:variant>
        <vt:i4>4456513</vt:i4>
      </vt:variant>
      <vt:variant>
        <vt:i4>15</vt:i4>
      </vt:variant>
      <vt:variant>
        <vt:i4>0</vt:i4>
      </vt:variant>
      <vt:variant>
        <vt:i4>5</vt:i4>
      </vt:variant>
      <vt:variant>
        <vt:lpwstr>http://www.acecqa.gov.au/</vt:lpwstr>
      </vt:variant>
      <vt:variant>
        <vt:lpwstr/>
      </vt:variant>
      <vt:variant>
        <vt:i4>4456513</vt:i4>
      </vt:variant>
      <vt:variant>
        <vt:i4>12</vt:i4>
      </vt:variant>
      <vt:variant>
        <vt:i4>0</vt:i4>
      </vt:variant>
      <vt:variant>
        <vt:i4>5</vt:i4>
      </vt:variant>
      <vt:variant>
        <vt:lpwstr>http://www.acecqa.gov.au/</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4</cp:revision>
  <cp:lastPrinted>2019-07-26T00:18:00Z</cp:lastPrinted>
  <dcterms:created xsi:type="dcterms:W3CDTF">2019-07-26T00:16:00Z</dcterms:created>
  <dcterms:modified xsi:type="dcterms:W3CDTF">2020-08-21T04:50:00Z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