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67CCF" w14:textId="14CBD654" w:rsidR="00D52D40" w:rsidRPr="00DF4D38" w:rsidRDefault="002824C6" w:rsidP="00912DC5">
      <w:pPr>
        <w:pStyle w:val="Title"/>
      </w:pPr>
      <w:r w:rsidRPr="00DF4D38">
        <w:t>Dealing with Infectious Diseases Policy</w:t>
      </w:r>
    </w:p>
    <w:p w14:paraId="01A65E41" w14:textId="1A8E1B0B" w:rsidR="001413CF" w:rsidRPr="00DF4D38" w:rsidRDefault="001413CF" w:rsidP="00D20F11">
      <w:pPr>
        <w:pStyle w:val="Mandatory"/>
        <w:spacing w:before="240"/>
      </w:pPr>
      <w:r w:rsidRPr="00DF4D38">
        <w:rPr>
          <w:noProof/>
        </w:rPr>
        <mc:AlternateContent>
          <mc:Choice Requires="wps">
            <w:drawing>
              <wp:anchor distT="0" distB="0" distL="114300" distR="114300" simplePos="0" relativeHeight="251658240" behindDoc="0" locked="0" layoutInCell="1" allowOverlap="1" wp14:anchorId="1DB020C7" wp14:editId="0C4B2EAB">
                <wp:simplePos x="0" y="0"/>
                <wp:positionH relativeFrom="margin">
                  <wp:align>left</wp:align>
                </wp:positionH>
                <wp:positionV relativeFrom="paragraph">
                  <wp:posOffset>342900</wp:posOffset>
                </wp:positionV>
                <wp:extent cx="5675630" cy="1306195"/>
                <wp:effectExtent l="0" t="0" r="1270" b="825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130619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E6B1E3" w14:textId="0959963D" w:rsidR="00F14840" w:rsidRPr="001413CF" w:rsidRDefault="00F14840" w:rsidP="001413CF">
                            <w:pPr>
                              <w:spacing w:after="100" w:afterAutospacing="1" w:line="260" w:lineRule="atLeast"/>
                              <w:rPr>
                                <w:rFonts w:ascii="Arial" w:hAnsi="Arial" w:cs="Arial"/>
                                <w:sz w:val="20"/>
                                <w:lang w:val="en"/>
                              </w:rPr>
                            </w:pPr>
                            <w:r w:rsidRPr="00F646A0">
                              <w:rPr>
                                <w:rFonts w:ascii="Arial" w:hAnsi="Arial" w:cs="Arial"/>
                                <w:b/>
                                <w:sz w:val="20"/>
                                <w:lang w:val="en"/>
                              </w:rPr>
                              <w:t>Important note</w:t>
                            </w:r>
                            <w:r w:rsidRPr="00F646A0">
                              <w:rPr>
                                <w:rFonts w:ascii="Arial" w:hAnsi="Arial" w:cs="Arial"/>
                                <w:sz w:val="20"/>
                                <w:lang w:val="en"/>
                              </w:rPr>
                              <w:t>: A pandemic is an epidemic of an infectious disease that has spread across a large region, for instance multiple continents or worldwide, affecting a substantial number of people. ELAA advises that the contents of this policy are relevant to a pandemic event. In considering what actions are required by an Approved Provider, information and guidance provided by the Australian Health Protection Principal Committee (AHPPC), Victorian Government, the Department of Health and Human Services (DHHS) and the Department of Education and Training (DET) should be followed and adhered to.</w:t>
                            </w:r>
                            <w:r w:rsidRPr="001413CF">
                              <w:rPr>
                                <w:rFonts w:ascii="Arial" w:hAnsi="Arial" w:cs="Arial"/>
                                <w:sz w:val="20"/>
                                <w:lang w:val="en"/>
                              </w:rPr>
                              <w:t xml:space="preserve"> </w:t>
                            </w:r>
                          </w:p>
                          <w:p w14:paraId="53432FA6" w14:textId="77777777" w:rsidR="00F14840" w:rsidRDefault="00F14840" w:rsidP="001413CF">
                            <w:pPr>
                              <w:spacing w:after="100" w:afterAutospacing="1" w:line="260" w:lineRule="atLeast"/>
                            </w:pPr>
                          </w:p>
                        </w:txbxContent>
                      </wps:txbx>
                      <wps:bodyPr rot="0" vert="horz" wrap="square" lIns="91440" tIns="45720" rIns="91440" bIns="82800" anchor="t" anchorCtr="0" upright="1">
                        <a:noAutofit/>
                      </wps:bodyPr>
                    </wps:wsp>
                  </a:graphicData>
                </a:graphic>
              </wp:anchor>
            </w:drawing>
          </mc:Choice>
          <mc:Fallback>
            <w:pict>
              <v:shapetype w14:anchorId="1DB020C7" id="_x0000_t202" coordsize="21600,21600" o:spt="202" path="m,l,21600r21600,l21600,xe">
                <v:stroke joinstyle="miter"/>
                <v:path gradientshapeok="t" o:connecttype="rect"/>
              </v:shapetype>
              <v:shape id="Text Box 2" o:spid="_x0000_s1026" type="#_x0000_t202" style="position:absolute;margin-left:0;margin-top:27pt;width:446.9pt;height:102.85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" fillcolor="#ddd" stroked="f">
                <v:textbox inset=",,,2.3mm">
                  <w:txbxContent>
                    <w:p w14:paraId="5EE6B1E3" w14:textId="0959963D" w:rsidR="00F14840" w:rsidRPr="001413CF" w:rsidRDefault="00F14840" w:rsidP="001413CF">
                      <w:pPr>
                        <w:spacing w:after="100" w:afterAutospacing="1" w:line="260" w:lineRule="atLeast"/>
                        <w:rPr>
                          <w:rFonts w:ascii="Arial" w:hAnsi="Arial" w:cs="Arial"/>
                          <w:sz w:val="20"/>
                          <w:lang w:val="en"/>
                        </w:rPr>
                      </w:pPr>
                      <w:r w:rsidRPr="00F646A0">
                        <w:rPr>
                          <w:rFonts w:ascii="Arial" w:hAnsi="Arial" w:cs="Arial"/>
                          <w:b/>
                          <w:sz w:val="20"/>
                          <w:lang w:val="en"/>
                        </w:rPr>
                        <w:t>Important note</w:t>
                      </w:r>
                      <w:r w:rsidRPr="00F646A0">
                        <w:rPr>
                          <w:rFonts w:ascii="Arial" w:hAnsi="Arial" w:cs="Arial"/>
                          <w:sz w:val="20"/>
                          <w:lang w:val="en"/>
                        </w:rPr>
                        <w:t>: A pandemic is an epidemic of an infectious disease that has spread across a large region, for instance multiple continents or worldwide, affecting a substantial number of people. ELAA advises that the contents of this policy are relevant to a pandemic event. In considering what actions are required by an Approved Provider, information and guidance provided by the Australian Health Protection Principal Committee (AHPPC), Victorian Government, the Department of Health and Human Services (DHHS) and the Department of Education and Training (DET) should be followed and adhered to.</w:t>
                      </w:r>
                      <w:r w:rsidRPr="001413CF">
                        <w:rPr>
                          <w:rFonts w:ascii="Arial" w:hAnsi="Arial" w:cs="Arial"/>
                          <w:sz w:val="20"/>
                          <w:lang w:val="en"/>
                        </w:rPr>
                        <w:t xml:space="preserve"> </w:t>
                      </w:r>
                    </w:p>
                    <w:p w14:paraId="53432FA6" w14:textId="77777777" w:rsidR="00F14840" w:rsidRDefault="00F14840" w:rsidP="001413CF">
                      <w:pPr>
                        <w:spacing w:after="100" w:afterAutospacing="1" w:line="260" w:lineRule="atLeast"/>
                      </w:pPr>
                    </w:p>
                  </w:txbxContent>
                </v:textbox>
                <w10:wrap type="topAndBottom" anchorx="margin"/>
              </v:shape>
            </w:pict>
          </mc:Fallback>
        </mc:AlternateContent>
      </w:r>
      <w:r w:rsidR="00B15562" w:rsidRPr="00DF4D38">
        <w:t>Mandatory – Quality Area 2</w:t>
      </w:r>
    </w:p>
    <w:p w14:paraId="7DD95D5D" w14:textId="37F08435" w:rsidR="002824C6" w:rsidRPr="00DF4D38" w:rsidRDefault="002824C6" w:rsidP="001413CF">
      <w:pPr>
        <w:pStyle w:val="Heading1"/>
        <w:spacing w:before="960"/>
      </w:pPr>
      <w:r w:rsidRPr="00DF4D38">
        <w:t>Purpose</w:t>
      </w:r>
    </w:p>
    <w:p w14:paraId="16DFB2C5" w14:textId="77777777" w:rsidR="002824C6" w:rsidRPr="00DF4D38" w:rsidRDefault="002824C6" w:rsidP="00B156F9">
      <w:pPr>
        <w:pStyle w:val="BodyText3ptAfter"/>
      </w:pPr>
      <w:r w:rsidRPr="00DF4D38">
        <w:t>This policy will provide clear guidelines and procedures to follow when:</w:t>
      </w:r>
    </w:p>
    <w:p w14:paraId="1ED9FE52" w14:textId="736A91DF" w:rsidR="002824C6" w:rsidRPr="00DF4D38" w:rsidRDefault="002824C6" w:rsidP="00BD5374">
      <w:pPr>
        <w:pStyle w:val="Bullets1"/>
        <w:ind w:left="284" w:hanging="284"/>
      </w:pPr>
      <w:r w:rsidRPr="00DF4D38">
        <w:t xml:space="preserve">a child attending </w:t>
      </w:r>
      <w:r w:rsidR="0097511F">
        <w:t>Eltham South Preschool</w:t>
      </w:r>
      <w:r w:rsidRPr="00DF4D38">
        <w:t xml:space="preserve"> shows symptoms of an infectious disease</w:t>
      </w:r>
    </w:p>
    <w:p w14:paraId="2BFE3F98" w14:textId="17F81C77" w:rsidR="002824C6" w:rsidRPr="00DF4D38" w:rsidRDefault="002824C6" w:rsidP="00BD5374">
      <w:pPr>
        <w:pStyle w:val="Bullets1"/>
        <w:ind w:left="284" w:hanging="284"/>
      </w:pPr>
      <w:r w:rsidRPr="00DF4D38">
        <w:t xml:space="preserve">a child at </w:t>
      </w:r>
      <w:r w:rsidR="0097511F">
        <w:t>Eltham South Preschool</w:t>
      </w:r>
      <w:r w:rsidRPr="00DF4D38">
        <w:t xml:space="preserve"> has been diagnosed with an infectious disease</w:t>
      </w:r>
    </w:p>
    <w:p w14:paraId="53DA7FB6" w14:textId="77777777" w:rsidR="002824C6" w:rsidRPr="00DF4D38" w:rsidRDefault="002824C6" w:rsidP="00BD5374">
      <w:pPr>
        <w:pStyle w:val="Bullets1"/>
        <w:ind w:left="284" w:hanging="284"/>
      </w:pPr>
      <w:r w:rsidRPr="00DF4D38">
        <w:t xml:space="preserve">managing and minimising the spread of infectious diseases, </w:t>
      </w:r>
      <w:proofErr w:type="gramStart"/>
      <w:r w:rsidRPr="00DF4D38">
        <w:t>illnesses</w:t>
      </w:r>
      <w:proofErr w:type="gramEnd"/>
      <w:r w:rsidRPr="00DF4D38">
        <w:t xml:space="preserve"> and infestations </w:t>
      </w:r>
      <w:r w:rsidR="00A83989" w:rsidRPr="00DF4D38">
        <w:br/>
      </w:r>
      <w:r w:rsidRPr="00DF4D38">
        <w:t>(including head lice)</w:t>
      </w:r>
    </w:p>
    <w:p w14:paraId="70BCF501" w14:textId="77777777" w:rsidR="00486263" w:rsidRPr="00DF4D38" w:rsidRDefault="002824C6" w:rsidP="00BD5374">
      <w:pPr>
        <w:pStyle w:val="Bullets1"/>
        <w:ind w:left="284" w:hanging="284"/>
      </w:pPr>
      <w:r w:rsidRPr="00DF4D38">
        <w:t>managing and minimising infections relating to blood-borne viruses</w:t>
      </w:r>
    </w:p>
    <w:p w14:paraId="00624CA0" w14:textId="275B0795" w:rsidR="002824C6" w:rsidRPr="00F646A0" w:rsidRDefault="00486263" w:rsidP="00BD5374">
      <w:pPr>
        <w:pStyle w:val="Bullets1"/>
        <w:ind w:left="284" w:hanging="284"/>
      </w:pPr>
      <w:r w:rsidRPr="00F646A0">
        <w:t xml:space="preserve">managing and minimising infections relating to </w:t>
      </w:r>
      <w:r w:rsidR="004F7DFD" w:rsidRPr="00F646A0">
        <w:t xml:space="preserve">epidemics (refer to </w:t>
      </w:r>
      <w:r w:rsidR="004F7DFD" w:rsidRPr="00F646A0">
        <w:rPr>
          <w:i/>
        </w:rPr>
        <w:t>Definitions</w:t>
      </w:r>
      <w:r w:rsidR="004F7DFD" w:rsidRPr="00F646A0">
        <w:t>)</w:t>
      </w:r>
      <w:r w:rsidR="004F7DFD" w:rsidRPr="00F646A0">
        <w:rPr>
          <w:i/>
        </w:rPr>
        <w:t xml:space="preserve"> </w:t>
      </w:r>
      <w:r w:rsidR="004F7DFD" w:rsidRPr="00F646A0">
        <w:t xml:space="preserve">and </w:t>
      </w:r>
      <w:r w:rsidR="00912DC5" w:rsidRPr="00F646A0">
        <w:t xml:space="preserve">pandemics </w:t>
      </w:r>
      <w:r w:rsidR="004F7DFD" w:rsidRPr="00F646A0">
        <w:t xml:space="preserve">(refer to </w:t>
      </w:r>
      <w:r w:rsidR="004F7DFD" w:rsidRPr="00F646A0">
        <w:rPr>
          <w:i/>
        </w:rPr>
        <w:t>Definitions</w:t>
      </w:r>
      <w:r w:rsidR="004F7DFD" w:rsidRPr="00F646A0">
        <w:t xml:space="preserve">) </w:t>
      </w:r>
      <w:r w:rsidR="00912DC5" w:rsidRPr="00F646A0">
        <w:t xml:space="preserve">(e.g. </w:t>
      </w:r>
      <w:r w:rsidRPr="00F646A0">
        <w:t>coronavirus</w:t>
      </w:r>
      <w:r w:rsidR="00912DC5" w:rsidRPr="00F646A0">
        <w:t xml:space="preserve"> (COVID-19)</w:t>
      </w:r>
      <w:r w:rsidR="00936A04" w:rsidRPr="00F646A0">
        <w:t>)</w:t>
      </w:r>
    </w:p>
    <w:p w14:paraId="7DB05C21" w14:textId="77777777" w:rsidR="002824C6" w:rsidRPr="00DF4D38" w:rsidRDefault="002824C6" w:rsidP="00B156F9">
      <w:pPr>
        <w:pStyle w:val="Heading1"/>
      </w:pPr>
      <w:r w:rsidRPr="00DF4D38">
        <w:t>Policy statement</w:t>
      </w:r>
    </w:p>
    <w:p w14:paraId="71CB6AED" w14:textId="77777777" w:rsidR="002824C6" w:rsidRPr="00DF4D38" w:rsidRDefault="002824C6" w:rsidP="00B156F9">
      <w:pPr>
        <w:pStyle w:val="Heading2"/>
      </w:pPr>
      <w:r w:rsidRPr="00DF4D38">
        <w:t>Values</w:t>
      </w:r>
    </w:p>
    <w:p w14:paraId="23D1F990" w14:textId="4C72AD03" w:rsidR="002824C6" w:rsidRPr="00DF4D38" w:rsidRDefault="0097511F" w:rsidP="00B156F9">
      <w:pPr>
        <w:pStyle w:val="BodyText3ptAfter"/>
      </w:pPr>
      <w:r>
        <w:t>Eltham South Preschool</w:t>
      </w:r>
      <w:r w:rsidR="002824C6" w:rsidRPr="00DF4D38">
        <w:t xml:space="preserve"> is committed to:</w:t>
      </w:r>
    </w:p>
    <w:p w14:paraId="495FDFB4" w14:textId="77777777" w:rsidR="002824C6" w:rsidRPr="00DF4D38" w:rsidRDefault="002824C6" w:rsidP="00CB2245">
      <w:pPr>
        <w:pStyle w:val="Bullets1"/>
        <w:ind w:left="284" w:hanging="284"/>
      </w:pPr>
      <w:r w:rsidRPr="00DF4D38">
        <w:t>providing a safe and healthy environment for all children, staff and any other persons attending the service</w:t>
      </w:r>
    </w:p>
    <w:p w14:paraId="7E15E6C9" w14:textId="25FBD984" w:rsidR="002824C6" w:rsidRPr="00DF4D38" w:rsidRDefault="002824C6" w:rsidP="00CB2245">
      <w:pPr>
        <w:pStyle w:val="Bullets1"/>
        <w:ind w:left="284" w:hanging="284"/>
      </w:pPr>
      <w:r w:rsidRPr="00DF4D38">
        <w:t>responding to the needs of the child or adult who presents with symptoms of an infectious disease or infestation while attending the service</w:t>
      </w:r>
    </w:p>
    <w:p w14:paraId="49D450E1" w14:textId="4AAF2223" w:rsidR="00341026" w:rsidRPr="00DF4D38" w:rsidRDefault="00341026" w:rsidP="00CB2245">
      <w:pPr>
        <w:pStyle w:val="Bullets1"/>
        <w:ind w:left="284" w:hanging="284"/>
      </w:pPr>
      <w:r w:rsidRPr="00DF4D38">
        <w:t>preventing the spread of vaccine-preventable diseases</w:t>
      </w:r>
    </w:p>
    <w:p w14:paraId="2943AA87" w14:textId="1AE949D4" w:rsidR="002824C6" w:rsidRPr="00F646A0" w:rsidRDefault="002824C6" w:rsidP="00CB2245">
      <w:pPr>
        <w:pStyle w:val="Bullets1"/>
        <w:ind w:left="284" w:hanging="284"/>
      </w:pPr>
      <w:r w:rsidRPr="00DF4D38">
        <w:t>complying with current exclusion schedules and guidelines set by the Department of Health</w:t>
      </w:r>
      <w:r w:rsidR="00486263" w:rsidRPr="00DF4D38">
        <w:t xml:space="preserve"> </w:t>
      </w:r>
      <w:r w:rsidR="00486263" w:rsidRPr="00F646A0">
        <w:t>and Human Services (DHHS)</w:t>
      </w:r>
    </w:p>
    <w:p w14:paraId="02C2194B" w14:textId="0211BAAE" w:rsidR="00486263" w:rsidRPr="00F646A0" w:rsidRDefault="00486263" w:rsidP="00CB2245">
      <w:pPr>
        <w:pStyle w:val="Bullets1"/>
        <w:ind w:left="284" w:hanging="284"/>
      </w:pPr>
      <w:r w:rsidRPr="00F646A0">
        <w:t>complying with the advice of the Australian Health Protection Principal Committee (AHPPC)</w:t>
      </w:r>
      <w:r w:rsidR="004126F6" w:rsidRPr="00F646A0">
        <w:t xml:space="preserve">, </w:t>
      </w:r>
      <w:r w:rsidR="0021462E" w:rsidRPr="00F646A0">
        <w:t>Vict</w:t>
      </w:r>
      <w:r w:rsidR="00D0663B" w:rsidRPr="00F646A0">
        <w:t xml:space="preserve">orian </w:t>
      </w:r>
      <w:r w:rsidR="004126F6" w:rsidRPr="00F646A0">
        <w:t>Chief Health Officer</w:t>
      </w:r>
      <w:r w:rsidRPr="00F646A0">
        <w:t xml:space="preserve"> and DHHS</w:t>
      </w:r>
    </w:p>
    <w:p w14:paraId="23F1BA1D" w14:textId="77777777" w:rsidR="002824C6" w:rsidRPr="00DF4D38" w:rsidRDefault="002824C6" w:rsidP="00CB2245">
      <w:pPr>
        <w:pStyle w:val="Bullets1"/>
        <w:ind w:left="284" w:hanging="284"/>
      </w:pPr>
      <w:r w:rsidRPr="00DF4D38">
        <w:t>providing up-to-date information and resources for families and staff regarding protection of all children from infectious diseases and blood-borne viruses, management of infestations and immunisation programs.</w:t>
      </w:r>
    </w:p>
    <w:p w14:paraId="0B7D9F70" w14:textId="79F25505" w:rsidR="002824C6" w:rsidRPr="00DF4D38" w:rsidRDefault="0097511F" w:rsidP="00B156F9">
      <w:pPr>
        <w:pStyle w:val="BodyText85ptBefore"/>
      </w:pPr>
      <w:r>
        <w:t>Eltham South Preschool</w:t>
      </w:r>
      <w:r w:rsidR="002824C6" w:rsidRPr="00DF4D38">
        <w:t xml:space="preserve"> supports the Immunise Australia Program and National Immunisation Program (NIP), which is currently recommended by the National Health and Medical Research Council (NHMRC) and supported by the Commonwealth Government. All educators/staff at </w:t>
      </w:r>
      <w:r>
        <w:t>Eltham South Preschool</w:t>
      </w:r>
      <w:r w:rsidR="002824C6" w:rsidRPr="00DF4D38">
        <w:t xml:space="preserve"> are committed to preventing the spread </w:t>
      </w:r>
      <w:r w:rsidR="002824C6" w:rsidRPr="00F646A0">
        <w:t xml:space="preserve">of </w:t>
      </w:r>
      <w:r w:rsidR="003F13FD" w:rsidRPr="00F646A0">
        <w:t>infectious</w:t>
      </w:r>
      <w:r w:rsidR="002824C6" w:rsidRPr="00F646A0">
        <w:t xml:space="preserve"> diseases</w:t>
      </w:r>
      <w:r w:rsidR="002824C6" w:rsidRPr="00DF4D38">
        <w:t xml:space="preserve"> through simple hygiene practices such as hand washing, effective cleaning procedures </w:t>
      </w:r>
      <w:r w:rsidR="00001F5F" w:rsidRPr="00DF4D38">
        <w:t xml:space="preserve">and </w:t>
      </w:r>
      <w:r w:rsidR="0043552E" w:rsidRPr="00DF4D38">
        <w:t>assessing acceptable immunisation documentation</w:t>
      </w:r>
      <w:r w:rsidR="002824C6" w:rsidRPr="00DF4D38">
        <w:t xml:space="preserve"> and complying with recommended exclusion guidelines and timeframes for children and educators/staff</w:t>
      </w:r>
    </w:p>
    <w:p w14:paraId="6D5A484D" w14:textId="77777777" w:rsidR="002824C6" w:rsidRPr="00DF4D38" w:rsidRDefault="002824C6" w:rsidP="00B156F9">
      <w:pPr>
        <w:pStyle w:val="Heading2"/>
      </w:pPr>
      <w:r w:rsidRPr="00DF4D38">
        <w:t>Scope</w:t>
      </w:r>
    </w:p>
    <w:p w14:paraId="7C1A6900" w14:textId="044EC2BD" w:rsidR="006D7A35" w:rsidRPr="00DF4D38" w:rsidRDefault="002824C6" w:rsidP="00B156F9">
      <w:pPr>
        <w:pStyle w:val="BodyText"/>
      </w:pPr>
      <w:r w:rsidRPr="00DF4D38">
        <w:t>This policy applies to the Approved Provider</w:t>
      </w:r>
      <w:r w:rsidR="00EF2B05" w:rsidRPr="00DF4D38">
        <w:t>, Person with Management or Control, Nominated Supervisor, Person in day-to-day Charge</w:t>
      </w:r>
      <w:r w:rsidR="006D7A35" w:rsidRPr="00DF4D38">
        <w:t>,</w:t>
      </w:r>
      <w:r w:rsidR="00333BC5" w:rsidRPr="00DF4D38" w:rsidDel="00504D27">
        <w:t xml:space="preserve"> </w:t>
      </w:r>
      <w:r w:rsidRPr="00DF4D38">
        <w:t xml:space="preserve">staff, students on placement, volunteers, parents/guardians, children and others attending the programs and activities of </w:t>
      </w:r>
      <w:r w:rsidR="0097511F">
        <w:t>Eltham South Preschool</w:t>
      </w:r>
      <w:r w:rsidRPr="00DF4D38">
        <w:t>, including during offsite excursions and activities.</w:t>
      </w:r>
    </w:p>
    <w:p w14:paraId="52369D83" w14:textId="77777777" w:rsidR="002824C6" w:rsidRPr="00DF4D38" w:rsidRDefault="002824C6" w:rsidP="00B156F9">
      <w:pPr>
        <w:pStyle w:val="Heading2"/>
      </w:pPr>
      <w:r w:rsidRPr="00DF4D38">
        <w:lastRenderedPageBreak/>
        <w:t>Background and legislation</w:t>
      </w:r>
    </w:p>
    <w:p w14:paraId="14458029" w14:textId="77777777" w:rsidR="002824C6" w:rsidRPr="00DF4D38" w:rsidRDefault="002824C6" w:rsidP="00B156F9">
      <w:pPr>
        <w:pStyle w:val="Heading4"/>
      </w:pPr>
      <w:r w:rsidRPr="00DF4D38">
        <w:t>Background</w:t>
      </w:r>
    </w:p>
    <w:p w14:paraId="53E2F1DB" w14:textId="0B420F91" w:rsidR="00027908" w:rsidRPr="00DF4D38" w:rsidRDefault="002824C6" w:rsidP="00A83989">
      <w:pPr>
        <w:pStyle w:val="BodyText"/>
      </w:pPr>
      <w:r w:rsidRPr="00DF4D38">
        <w:t xml:space="preserve">Infectious diseases are common in children. </w:t>
      </w:r>
      <w:r w:rsidR="00341026" w:rsidRPr="00F646A0">
        <w:t>Infectious diseases such as the</w:t>
      </w:r>
      <w:r w:rsidR="007F3296" w:rsidRPr="00F646A0">
        <w:t xml:space="preserve"> </w:t>
      </w:r>
      <w:r w:rsidR="00341026" w:rsidRPr="00F646A0">
        <w:t>Chicken Pox</w:t>
      </w:r>
      <w:r w:rsidR="007F3296" w:rsidRPr="00F646A0">
        <w:t>, Common Cold, Measles and Mumps,</w:t>
      </w:r>
      <w:r w:rsidR="00341026" w:rsidRPr="00F646A0">
        <w:t xml:space="preserve"> are common in children</w:t>
      </w:r>
      <w:r w:rsidR="006D7A35" w:rsidRPr="00F646A0">
        <w:t xml:space="preserve"> and</w:t>
      </w:r>
      <w:r w:rsidR="00341026" w:rsidRPr="00F646A0">
        <w:t xml:space="preserve"> adults are </w:t>
      </w:r>
      <w:r w:rsidR="006D7A35" w:rsidRPr="00F646A0">
        <w:t xml:space="preserve">also </w:t>
      </w:r>
      <w:r w:rsidR="00341026" w:rsidRPr="00F646A0">
        <w:t>susceptible.</w:t>
      </w:r>
    </w:p>
    <w:p w14:paraId="62109569" w14:textId="659369CF" w:rsidR="00A23CB1" w:rsidRPr="00DF4D38" w:rsidRDefault="002824C6" w:rsidP="00A83989">
      <w:pPr>
        <w:pStyle w:val="BodyText"/>
      </w:pPr>
      <w:r w:rsidRPr="00DF4D38">
        <w:t xml:space="preserve">Children are at a greater risk of exposure to infections in a children’s service than at home due to the amount of time spent with </w:t>
      </w:r>
      <w:proofErr w:type="gramStart"/>
      <w:r w:rsidRPr="00DF4D38">
        <w:t>a large number of</w:t>
      </w:r>
      <w:proofErr w:type="gramEnd"/>
      <w:r w:rsidRPr="00DF4D38">
        <w:t xml:space="preserve"> other children. </w:t>
      </w:r>
    </w:p>
    <w:p w14:paraId="6E3BF216" w14:textId="314A0EF2" w:rsidR="00307C5F" w:rsidRPr="00DF4D38" w:rsidRDefault="002824C6" w:rsidP="00A83989">
      <w:pPr>
        <w:pStyle w:val="BodyText"/>
      </w:pPr>
      <w:r w:rsidRPr="00DF4D38">
        <w:t xml:space="preserve">The </w:t>
      </w:r>
      <w:r w:rsidR="00486263" w:rsidRPr="00DF4D38">
        <w:t>DHHS</w:t>
      </w:r>
      <w:r w:rsidR="0043552E" w:rsidRPr="00DF4D38">
        <w:t xml:space="preserve"> </w:t>
      </w:r>
      <w:r w:rsidR="00001F5F" w:rsidRPr="00DF4D38">
        <w:t>publishes</w:t>
      </w:r>
      <w:r w:rsidRPr="00DF4D38">
        <w:t xml:space="preserve"> </w:t>
      </w:r>
      <w:r w:rsidR="00001F5F" w:rsidRPr="00DF4D38">
        <w:t>the</w:t>
      </w:r>
      <w:r w:rsidRPr="00DF4D38">
        <w:t xml:space="preserve"> </w:t>
      </w:r>
      <w:r w:rsidRPr="00DF4D38">
        <w:rPr>
          <w:rFonts w:cs="Verdana"/>
          <w:i/>
          <w:szCs w:val="27"/>
        </w:rPr>
        <w:t>Minimum Period of Exclusion from Primary Schools and Children</w:t>
      </w:r>
      <w:r w:rsidR="00A83989" w:rsidRPr="00DF4D38">
        <w:rPr>
          <w:rFonts w:cs="Verdana"/>
          <w:i/>
          <w:szCs w:val="27"/>
        </w:rPr>
        <w:t>’</w:t>
      </w:r>
      <w:r w:rsidRPr="00DF4D38">
        <w:rPr>
          <w:rFonts w:cs="Verdana"/>
          <w:i/>
          <w:szCs w:val="27"/>
        </w:rPr>
        <w:t>s Services Centres for Infectious Diseases Cases and Contacts</w:t>
      </w:r>
      <w:r w:rsidRPr="00DF4D38">
        <w:rPr>
          <w:rFonts w:cs="Verdana"/>
          <w:szCs w:val="27"/>
        </w:rPr>
        <w:t>,</w:t>
      </w:r>
      <w:r w:rsidRPr="00DF4D38" w:rsidDel="00C823B9">
        <w:t xml:space="preserve"> </w:t>
      </w:r>
      <w:r w:rsidRPr="00DF4D38">
        <w:t xml:space="preserve">to assist in protecting the public by preventing, or containing, outbreaks of infectious conditions common in schools and children’s services and is regulated by the </w:t>
      </w:r>
      <w:r w:rsidR="00E642EA" w:rsidRPr="00DF4D38">
        <w:rPr>
          <w:i/>
        </w:rPr>
        <w:t xml:space="preserve">Public Health and Wellbeing Regulations </w:t>
      </w:r>
      <w:r w:rsidR="00486263" w:rsidRPr="00DF4D38">
        <w:rPr>
          <w:i/>
        </w:rPr>
        <w:t>2019</w:t>
      </w:r>
      <w:r w:rsidRPr="00DF4D38">
        <w:t>.</w:t>
      </w:r>
      <w:r w:rsidR="00A23CB1" w:rsidRPr="00DF4D38">
        <w:t xml:space="preserve"> </w:t>
      </w:r>
    </w:p>
    <w:p w14:paraId="203BDAD2" w14:textId="62A60F20" w:rsidR="00486263" w:rsidRPr="00DF4D38" w:rsidRDefault="00A23CB1" w:rsidP="00A83989">
      <w:pPr>
        <w:pStyle w:val="BodyText"/>
      </w:pPr>
      <w:r w:rsidRPr="00F646A0">
        <w:t>During a</w:t>
      </w:r>
      <w:r w:rsidR="004F7DFD" w:rsidRPr="00F646A0">
        <w:t>n epidemic or</w:t>
      </w:r>
      <w:r w:rsidRPr="00F646A0">
        <w:t xml:space="preserve"> pandemic, further instruction and guidance may be issued by the DHHS and the Australian Health Protection Principal Committee (AHPPC).</w:t>
      </w:r>
    </w:p>
    <w:p w14:paraId="79932978" w14:textId="6C4127F1" w:rsidR="002824C6" w:rsidRPr="00DF4D38" w:rsidRDefault="002824C6" w:rsidP="00A83989">
      <w:pPr>
        <w:pStyle w:val="BodyText"/>
        <w:rPr>
          <w:rFonts w:cs="Verdana"/>
          <w:i/>
          <w:color w:val="FFFFFF"/>
          <w:szCs w:val="27"/>
        </w:rPr>
      </w:pPr>
      <w:r w:rsidRPr="00DF4D38">
        <w:t xml:space="preserve">An </w:t>
      </w:r>
      <w:r w:rsidR="00001F5F" w:rsidRPr="00DF4D38">
        <w:t>a</w:t>
      </w:r>
      <w:r w:rsidRPr="00DF4D38">
        <w:t>pproved service must take reasonable steps to prevent the spread of infectious diseases at the service, and ensure that the parent/guardian, authorised nominee or emergency contact of each child enrolled at the service is notified of the occurrence of an infectious disease as soon as possible. The service must have policies and procedures in place for dealing with infectious diseases (Regulation 88</w:t>
      </w:r>
      <w:r w:rsidR="007F3296" w:rsidRPr="00DF4D38">
        <w:t xml:space="preserve"> </w:t>
      </w:r>
      <w:r w:rsidR="007F3296" w:rsidRPr="00F646A0">
        <w:t xml:space="preserve">of the </w:t>
      </w:r>
      <w:r w:rsidR="007F3296" w:rsidRPr="00F646A0">
        <w:rPr>
          <w:i/>
        </w:rPr>
        <w:t>Education and Care Services National Regulations 2011</w:t>
      </w:r>
      <w:r w:rsidRPr="00DF4D38">
        <w:t>). The service has a duty of care to ensure that everyone attending the service is provided with a high level of protection during all hours that the service is in operation. Protection can include:</w:t>
      </w:r>
    </w:p>
    <w:p w14:paraId="1DAAE631" w14:textId="2E174931" w:rsidR="002824C6" w:rsidRPr="00DF4D38" w:rsidRDefault="002824C6" w:rsidP="00D14D30">
      <w:pPr>
        <w:pStyle w:val="Bullets1"/>
        <w:ind w:left="284" w:hanging="284"/>
      </w:pPr>
      <w:r w:rsidRPr="00DF4D38">
        <w:t xml:space="preserve">notifying </w:t>
      </w:r>
      <w:r w:rsidR="00610014" w:rsidRPr="00DF4D38">
        <w:t xml:space="preserve">(as soon as practicable) </w:t>
      </w:r>
      <w:r w:rsidRPr="00DF4D38">
        <w:t xml:space="preserve">children, </w:t>
      </w:r>
      <w:proofErr w:type="gramStart"/>
      <w:r w:rsidRPr="00DF4D38">
        <w:t>families</w:t>
      </w:r>
      <w:proofErr w:type="gramEnd"/>
      <w:r w:rsidRPr="00DF4D38">
        <w:t xml:space="preserve"> and educators/staff when an excludable illness/disease is detected at the service</w:t>
      </w:r>
    </w:p>
    <w:p w14:paraId="404DBA8C" w14:textId="4C41C1E0" w:rsidR="002824C6" w:rsidRPr="00F646A0" w:rsidRDefault="002824C6" w:rsidP="00D14D30">
      <w:pPr>
        <w:pStyle w:val="Bullets1"/>
        <w:ind w:left="284" w:hanging="284"/>
      </w:pPr>
      <w:r w:rsidRPr="00DF4D38">
        <w:t>complying with relevant health department exclusion guidelines</w:t>
      </w:r>
      <w:r w:rsidR="00A23CB1" w:rsidRPr="00DF4D38">
        <w:t xml:space="preserve">, </w:t>
      </w:r>
      <w:proofErr w:type="gramStart"/>
      <w:r w:rsidR="00A23CB1" w:rsidRPr="00F646A0">
        <w:t>advice</w:t>
      </w:r>
      <w:proofErr w:type="gramEnd"/>
      <w:r w:rsidR="00A23CB1" w:rsidRPr="00F646A0">
        <w:t xml:space="preserve"> and information</w:t>
      </w:r>
    </w:p>
    <w:p w14:paraId="00FA510C" w14:textId="77777777" w:rsidR="002824C6" w:rsidRPr="00DF4D38" w:rsidRDefault="002824C6" w:rsidP="00D14D30">
      <w:pPr>
        <w:pStyle w:val="Bullets1"/>
        <w:ind w:left="284" w:hanging="284"/>
      </w:pPr>
      <w:r w:rsidRPr="00DF4D38">
        <w:t>increasing educator/staff awareness of cross-infection through physical contact with others.</w:t>
      </w:r>
    </w:p>
    <w:p w14:paraId="4AAA2CA0" w14:textId="1F6F09C1" w:rsidR="00463CCA" w:rsidRPr="00DF4D38" w:rsidRDefault="002824C6" w:rsidP="007F3296">
      <w:pPr>
        <w:pStyle w:val="BodyText3ptAfter"/>
        <w:spacing w:before="170"/>
        <w:rPr>
          <w:rFonts w:cs="Arial"/>
        </w:rPr>
      </w:pPr>
      <w:r w:rsidRPr="00DF4D38">
        <w:rPr>
          <w:rFonts w:cs="Arial"/>
        </w:rPr>
        <w:t xml:space="preserve">The Victorian Government offers an immunisation program for children </w:t>
      </w:r>
      <w:r w:rsidRPr="00DF4D38">
        <w:t xml:space="preserve">to assist in preventing the spread of infectious diseases. </w:t>
      </w:r>
      <w:r w:rsidR="007F3296" w:rsidRPr="00F646A0">
        <w:t>There is also the</w:t>
      </w:r>
      <w:r w:rsidR="00341026" w:rsidRPr="00F646A0">
        <w:t xml:space="preserve"> Immunise Australia Program and National Immunisation Program (NIP), which is currently recommended by the National Health and Medical Research Council (NHMRC) and supported by the Commonwealth Government</w:t>
      </w:r>
      <w:r w:rsidR="006130D8" w:rsidRPr="00F646A0">
        <w:t>.</w:t>
      </w:r>
    </w:p>
    <w:p w14:paraId="1950CC05" w14:textId="200B931A" w:rsidR="0043552E" w:rsidRPr="00DF4D38" w:rsidRDefault="0043552E" w:rsidP="0001418E">
      <w:pPr>
        <w:spacing w:after="60" w:line="260" w:lineRule="atLeast"/>
        <w:rPr>
          <w:rFonts w:ascii="Arial" w:hAnsi="Arial" w:cs="Arial"/>
        </w:rPr>
      </w:pPr>
      <w:r w:rsidRPr="00DF4D38">
        <w:rPr>
          <w:rFonts w:ascii="Arial" w:hAnsi="Arial" w:cs="Arial"/>
          <w:sz w:val="20"/>
          <w:lang w:eastAsia="en-AU"/>
        </w:rPr>
        <w:t>Early childhood e</w:t>
      </w:r>
      <w:r w:rsidR="003D346D" w:rsidRPr="00DF4D38">
        <w:rPr>
          <w:rFonts w:ascii="Arial" w:hAnsi="Arial" w:cs="Arial"/>
          <w:sz w:val="20"/>
          <w:lang w:eastAsia="en-AU"/>
        </w:rPr>
        <w:t>ducation and care services that</w:t>
      </w:r>
      <w:r w:rsidRPr="00DF4D38">
        <w:rPr>
          <w:rFonts w:ascii="Arial" w:hAnsi="Arial" w:cs="Arial"/>
          <w:sz w:val="20"/>
          <w:lang w:eastAsia="en-AU"/>
        </w:rPr>
        <w:t xml:space="preserve"> are regulated under the </w:t>
      </w:r>
      <w:r w:rsidRPr="00DF4D38">
        <w:rPr>
          <w:rFonts w:ascii="Arial" w:hAnsi="Arial" w:cs="Arial"/>
          <w:i/>
          <w:sz w:val="20"/>
          <w:lang w:eastAsia="en-AU"/>
        </w:rPr>
        <w:t xml:space="preserve">Education and Care Services National Law Act </w:t>
      </w:r>
      <w:r w:rsidRPr="00DF4D38">
        <w:rPr>
          <w:rFonts w:ascii="Arial" w:hAnsi="Arial" w:cs="Arial"/>
          <w:sz w:val="20"/>
          <w:lang w:eastAsia="en-AU"/>
        </w:rPr>
        <w:t xml:space="preserve">2010 </w:t>
      </w:r>
      <w:r w:rsidRPr="00F646A0">
        <w:rPr>
          <w:rFonts w:ascii="Arial" w:hAnsi="Arial" w:cs="Arial"/>
          <w:sz w:val="20"/>
          <w:lang w:eastAsia="en-AU"/>
        </w:rPr>
        <w:t xml:space="preserve">have </w:t>
      </w:r>
      <w:r w:rsidR="004F5F64" w:rsidRPr="00F646A0">
        <w:rPr>
          <w:rFonts w:ascii="Arial" w:hAnsi="Arial" w:cs="Arial"/>
          <w:sz w:val="20"/>
          <w:lang w:eastAsia="en-AU"/>
        </w:rPr>
        <w:t xml:space="preserve">obligations </w:t>
      </w:r>
      <w:r w:rsidRPr="00F646A0">
        <w:rPr>
          <w:rFonts w:ascii="Arial" w:hAnsi="Arial" w:cs="Arial"/>
          <w:sz w:val="20"/>
          <w:lang w:eastAsia="en-AU"/>
        </w:rPr>
        <w:t xml:space="preserve">under </w:t>
      </w:r>
      <w:r w:rsidR="004F5F64" w:rsidRPr="00F646A0">
        <w:rPr>
          <w:rFonts w:ascii="Arial" w:hAnsi="Arial" w:cs="Arial"/>
          <w:sz w:val="20"/>
          <w:lang w:eastAsia="en-AU"/>
        </w:rPr>
        <w:t>No Jab No Play legislation (</w:t>
      </w:r>
      <w:r w:rsidRPr="00F646A0">
        <w:rPr>
          <w:rFonts w:ascii="Arial" w:hAnsi="Arial" w:cs="Arial"/>
          <w:i/>
          <w:sz w:val="20"/>
          <w:lang w:eastAsia="en-AU"/>
        </w:rPr>
        <w:t>Public Health and Wellbeing Act 2008</w:t>
      </w:r>
      <w:r w:rsidR="004F5F64" w:rsidRPr="00F646A0">
        <w:rPr>
          <w:rFonts w:ascii="Arial" w:hAnsi="Arial" w:cs="Arial"/>
          <w:i/>
          <w:sz w:val="20"/>
          <w:lang w:eastAsia="en-AU"/>
        </w:rPr>
        <w:t>)</w:t>
      </w:r>
      <w:r w:rsidR="00C23C68" w:rsidRPr="00F646A0">
        <w:rPr>
          <w:rFonts w:ascii="Arial" w:hAnsi="Arial" w:cs="Arial"/>
          <w:sz w:val="20"/>
          <w:lang w:eastAsia="en-AU"/>
        </w:rPr>
        <w:t xml:space="preserve">, including </w:t>
      </w:r>
      <w:r w:rsidRPr="00F646A0">
        <w:rPr>
          <w:rFonts w:ascii="Arial" w:hAnsi="Arial" w:cs="Arial"/>
          <w:sz w:val="20"/>
          <w:lang w:eastAsia="en-AU"/>
        </w:rPr>
        <w:t xml:space="preserve">to </w:t>
      </w:r>
      <w:r w:rsidR="004F5F64" w:rsidRPr="00F646A0">
        <w:rPr>
          <w:rFonts w:ascii="Arial" w:hAnsi="Arial" w:cs="Arial"/>
          <w:sz w:val="20"/>
          <w:lang w:eastAsia="en-AU"/>
        </w:rPr>
        <w:t xml:space="preserve">request, assess and manage immunisation documentation and to assist parents/carers and families who may face difficulties in meeting the requirements </w:t>
      </w:r>
      <w:r w:rsidRPr="00F646A0">
        <w:rPr>
          <w:rFonts w:ascii="Arial" w:hAnsi="Arial" w:cs="Arial"/>
          <w:sz w:val="20"/>
          <w:lang w:eastAsia="en-AU"/>
        </w:rPr>
        <w:t xml:space="preserve">(refer to </w:t>
      </w:r>
      <w:r w:rsidR="00A450B2" w:rsidRPr="00F646A0">
        <w:rPr>
          <w:rFonts w:ascii="Arial" w:hAnsi="Arial" w:cs="Arial"/>
          <w:i/>
          <w:sz w:val="20"/>
          <w:lang w:eastAsia="en-AU"/>
        </w:rPr>
        <w:t>Enrolment and Orientation Policy</w:t>
      </w:r>
      <w:r w:rsidRPr="00F646A0">
        <w:rPr>
          <w:rFonts w:ascii="Arial" w:hAnsi="Arial" w:cs="Arial"/>
          <w:i/>
          <w:sz w:val="20"/>
          <w:lang w:eastAsia="en-AU"/>
        </w:rPr>
        <w:t>)</w:t>
      </w:r>
      <w:r w:rsidRPr="00F646A0">
        <w:rPr>
          <w:rFonts w:ascii="Arial" w:hAnsi="Arial" w:cs="Arial"/>
          <w:sz w:val="20"/>
          <w:lang w:eastAsia="en-AU"/>
        </w:rPr>
        <w:t>.</w:t>
      </w:r>
    </w:p>
    <w:p w14:paraId="4BAF95FF" w14:textId="77777777" w:rsidR="002824C6" w:rsidRPr="00DF4D38" w:rsidRDefault="002824C6" w:rsidP="008C687A">
      <w:pPr>
        <w:pStyle w:val="Heading4"/>
        <w:spacing w:before="170"/>
      </w:pPr>
      <w:r w:rsidRPr="00DF4D38">
        <w:t>Legislation and standards</w:t>
      </w:r>
    </w:p>
    <w:p w14:paraId="2A1A4658" w14:textId="77777777" w:rsidR="002824C6" w:rsidRPr="00DF4D38" w:rsidRDefault="002824C6" w:rsidP="00B156F9">
      <w:pPr>
        <w:pStyle w:val="BodyText3ptAfter"/>
      </w:pPr>
      <w:r w:rsidRPr="00DF4D38">
        <w:t>Relevant legislation and standards include but are not limited to:</w:t>
      </w:r>
    </w:p>
    <w:p w14:paraId="4D0972F0" w14:textId="77777777" w:rsidR="002824C6" w:rsidRPr="00DF4D38" w:rsidRDefault="002824C6" w:rsidP="0015448F">
      <w:pPr>
        <w:pStyle w:val="Bullets1"/>
        <w:ind w:left="284" w:hanging="284"/>
        <w:rPr>
          <w:i/>
        </w:rPr>
      </w:pPr>
      <w:r w:rsidRPr="00DF4D38">
        <w:rPr>
          <w:i/>
        </w:rPr>
        <w:t>Education and Care Services National Law Act 2010</w:t>
      </w:r>
    </w:p>
    <w:p w14:paraId="7E8B3A46" w14:textId="77777777" w:rsidR="002824C6" w:rsidRPr="00DF4D38" w:rsidRDefault="002824C6" w:rsidP="0015448F">
      <w:pPr>
        <w:pStyle w:val="Bullets1"/>
        <w:ind w:left="284" w:hanging="284"/>
      </w:pPr>
      <w:r w:rsidRPr="00DF4D38">
        <w:rPr>
          <w:i/>
        </w:rPr>
        <w:t>Education and Care Services National Regulations 2011</w:t>
      </w:r>
      <w:r w:rsidRPr="00DF4D38">
        <w:t>: Regulation 88</w:t>
      </w:r>
    </w:p>
    <w:p w14:paraId="3E478E82" w14:textId="0B5AD110" w:rsidR="00EF2B05" w:rsidRPr="00DF4D38" w:rsidRDefault="00EF2B05" w:rsidP="00EF2B05">
      <w:pPr>
        <w:pStyle w:val="Bullets1"/>
        <w:ind w:left="284" w:hanging="284"/>
        <w:rPr>
          <w:i/>
        </w:rPr>
      </w:pPr>
      <w:r w:rsidRPr="00DF4D38">
        <w:rPr>
          <w:i/>
        </w:rPr>
        <w:t xml:space="preserve">Family Assistance Legislation Amendment </w:t>
      </w:r>
      <w:r w:rsidR="00492DF9" w:rsidRPr="00DF4D38">
        <w:rPr>
          <w:i/>
        </w:rPr>
        <w:t>(Jobs for Families Child Care Package)</w:t>
      </w:r>
      <w:r w:rsidRPr="00DF4D38">
        <w:rPr>
          <w:i/>
        </w:rPr>
        <w:t xml:space="preserve"> Act 201</w:t>
      </w:r>
      <w:r w:rsidR="00492DF9" w:rsidRPr="00DF4D38">
        <w:rPr>
          <w:i/>
        </w:rPr>
        <w:t>7</w:t>
      </w:r>
    </w:p>
    <w:p w14:paraId="5A32ED76" w14:textId="77777777" w:rsidR="002824C6" w:rsidRPr="00DF4D38" w:rsidRDefault="002824C6" w:rsidP="0015448F">
      <w:pPr>
        <w:pStyle w:val="Bullets1"/>
        <w:ind w:left="284" w:hanging="284"/>
        <w:rPr>
          <w:i/>
        </w:rPr>
      </w:pPr>
      <w:r w:rsidRPr="00DF4D38">
        <w:rPr>
          <w:i/>
        </w:rPr>
        <w:t>Health Records Act 2001</w:t>
      </w:r>
    </w:p>
    <w:p w14:paraId="3ED6E6B9" w14:textId="77777777" w:rsidR="002824C6" w:rsidRPr="00DF4D38" w:rsidRDefault="002824C6" w:rsidP="0015448F">
      <w:pPr>
        <w:pStyle w:val="Bullets1"/>
        <w:ind w:left="284" w:hanging="284"/>
      </w:pPr>
      <w:r w:rsidRPr="00DF4D38">
        <w:rPr>
          <w:i/>
        </w:rPr>
        <w:t>National Quality Standard</w:t>
      </w:r>
      <w:r w:rsidRPr="00DF4D38">
        <w:t>, Quality Area 2: Children’s Health and Safety</w:t>
      </w:r>
    </w:p>
    <w:p w14:paraId="555E217F" w14:textId="37F0EEDD" w:rsidR="002824C6" w:rsidRPr="00DF4D38" w:rsidRDefault="002824C6" w:rsidP="00960610">
      <w:pPr>
        <w:pStyle w:val="Bullets1"/>
        <w:ind w:left="284" w:hanging="284"/>
      </w:pPr>
      <w:r w:rsidRPr="00DF4D38">
        <w:rPr>
          <w:i/>
        </w:rPr>
        <w:t>National Quality Standard</w:t>
      </w:r>
      <w:r w:rsidRPr="00DF4D38">
        <w:t>, Quality Area 6: Collaborative Partnerships with Families and Communities</w:t>
      </w:r>
    </w:p>
    <w:p w14:paraId="31085C5E" w14:textId="760C8F8D" w:rsidR="00341026" w:rsidRPr="00F646A0" w:rsidRDefault="00341026" w:rsidP="00960610">
      <w:pPr>
        <w:pStyle w:val="Bullets1"/>
        <w:ind w:left="284" w:hanging="284"/>
      </w:pPr>
      <w:r w:rsidRPr="00F646A0">
        <w:rPr>
          <w:i/>
        </w:rPr>
        <w:t>No Jab No Play Law (Vic)</w:t>
      </w:r>
    </w:p>
    <w:p w14:paraId="1737DA42" w14:textId="3BD1F992" w:rsidR="002824C6" w:rsidRPr="00DF4D38" w:rsidRDefault="002824C6" w:rsidP="0067139D">
      <w:pPr>
        <w:pStyle w:val="Bullets1"/>
        <w:ind w:left="284" w:hanging="284"/>
        <w:rPr>
          <w:i/>
        </w:rPr>
      </w:pPr>
      <w:r w:rsidRPr="00DF4D38">
        <w:rPr>
          <w:i/>
        </w:rPr>
        <w:t>Occupational Health and Safety Act 2004</w:t>
      </w:r>
    </w:p>
    <w:p w14:paraId="01602983" w14:textId="1AE63F95" w:rsidR="00486263" w:rsidRPr="00F646A0" w:rsidRDefault="00486263" w:rsidP="0067139D">
      <w:pPr>
        <w:pStyle w:val="Bullets1"/>
        <w:ind w:left="284" w:hanging="284"/>
        <w:rPr>
          <w:i/>
        </w:rPr>
      </w:pPr>
      <w:r w:rsidRPr="00F646A0">
        <w:rPr>
          <w:i/>
        </w:rPr>
        <w:t xml:space="preserve">Privacy and Data Protection Act 2014 </w:t>
      </w:r>
      <w:r w:rsidRPr="00F646A0">
        <w:t>(Vic)</w:t>
      </w:r>
    </w:p>
    <w:p w14:paraId="54BCD6A4" w14:textId="23E5819D" w:rsidR="002824C6" w:rsidRPr="00DF4D38" w:rsidRDefault="002824C6" w:rsidP="0067139D">
      <w:pPr>
        <w:pStyle w:val="Bullets1"/>
        <w:ind w:left="284" w:hanging="284"/>
      </w:pPr>
      <w:r w:rsidRPr="00DF4D38">
        <w:rPr>
          <w:i/>
        </w:rPr>
        <w:t>Privacy Act 1988</w:t>
      </w:r>
      <w:r w:rsidRPr="00DF4D38">
        <w:t xml:space="preserve"> (C</w:t>
      </w:r>
      <w:r w:rsidR="00DF4D38">
        <w:t>wl</w:t>
      </w:r>
      <w:r w:rsidRPr="00DF4D38">
        <w:t>th)</w:t>
      </w:r>
    </w:p>
    <w:p w14:paraId="6B83220C" w14:textId="77777777" w:rsidR="002824C6" w:rsidRPr="00DF4D38" w:rsidRDefault="002824C6" w:rsidP="0067139D">
      <w:pPr>
        <w:pStyle w:val="Bullets1"/>
        <w:ind w:left="284" w:hanging="284"/>
        <w:rPr>
          <w:i/>
        </w:rPr>
      </w:pPr>
      <w:r w:rsidRPr="00DF4D38">
        <w:rPr>
          <w:i/>
        </w:rPr>
        <w:t>Public Health and Wellbeing Act 2008</w:t>
      </w:r>
    </w:p>
    <w:p w14:paraId="3A52EEA1" w14:textId="24557ACF" w:rsidR="002824C6" w:rsidRPr="00F646A0" w:rsidRDefault="00E642EA" w:rsidP="0067139D">
      <w:pPr>
        <w:pStyle w:val="Bullets1"/>
        <w:ind w:left="284" w:hanging="284"/>
        <w:rPr>
          <w:i/>
        </w:rPr>
      </w:pPr>
      <w:r w:rsidRPr="00F646A0">
        <w:rPr>
          <w:i/>
        </w:rPr>
        <w:t>Public Health and Wellbeing Regulations 2019</w:t>
      </w:r>
    </w:p>
    <w:p w14:paraId="1A996338" w14:textId="77777777" w:rsidR="004D2F8A" w:rsidRPr="00DF4D38" w:rsidRDefault="004D2F8A" w:rsidP="005427B6">
      <w:pPr>
        <w:spacing w:after="0"/>
        <w:rPr>
          <w:rFonts w:cs="Arial"/>
          <w:sz w:val="4"/>
          <w:szCs w:val="4"/>
        </w:rPr>
      </w:pPr>
    </w:p>
    <w:p w14:paraId="09800ED3" w14:textId="77777777" w:rsidR="002824C6" w:rsidRPr="00DF4D38" w:rsidRDefault="002824C6" w:rsidP="005427B6">
      <w:pPr>
        <w:pStyle w:val="Heading2"/>
        <w:spacing w:before="0"/>
      </w:pPr>
      <w:r w:rsidRPr="00DF4D38">
        <w:t>Definitions</w:t>
      </w:r>
    </w:p>
    <w:p w14:paraId="10C55FF7" w14:textId="7E550F9E" w:rsidR="002824C6" w:rsidRPr="00DF4D38" w:rsidRDefault="002824C6" w:rsidP="00B156F9">
      <w:pPr>
        <w:pStyle w:val="BodyText"/>
      </w:pPr>
      <w:r w:rsidRPr="00DF4D38">
        <w:t xml:space="preserve">The terms defined in this section relate specifically to this policy. For commonly used terms e.g. Approved Provider, Nominated Supervisor, Regulatory Authority etc. refer to the </w:t>
      </w:r>
      <w:r w:rsidRPr="00DF4D38">
        <w:rPr>
          <w:i/>
        </w:rPr>
        <w:t>General Definitions</w:t>
      </w:r>
      <w:r w:rsidRPr="00DF4D38">
        <w:t xml:space="preserve"> section of </w:t>
      </w:r>
      <w:proofErr w:type="spellStart"/>
      <w:r w:rsidR="00486263" w:rsidRPr="00DF4D38">
        <w:t>PolicyWorks</w:t>
      </w:r>
      <w:proofErr w:type="spellEnd"/>
      <w:r w:rsidRPr="00DF4D38">
        <w:t>.</w:t>
      </w:r>
    </w:p>
    <w:p w14:paraId="205795B4" w14:textId="77777777" w:rsidR="002824C6" w:rsidRPr="00DF4D38" w:rsidRDefault="002824C6" w:rsidP="00B156F9">
      <w:pPr>
        <w:pStyle w:val="BodyText"/>
      </w:pPr>
      <w:r w:rsidRPr="00DF4D38">
        <w:rPr>
          <w:b/>
        </w:rPr>
        <w:t>Blood-borne virus (BBV):</w:t>
      </w:r>
      <w:r w:rsidRPr="00DF4D38">
        <w:t xml:space="preserve"> A virus that is spread when blood from an infected person enters another person’s bloodstream. Examples of blood-borne viruses include human immunodeficiency virus </w:t>
      </w:r>
      <w:r w:rsidR="00B819D7" w:rsidRPr="00DF4D38">
        <w:t>(</w:t>
      </w:r>
      <w:hyperlink r:id="rId8" w:tooltip="HIV" w:history="1">
        <w:r w:rsidR="00B819D7" w:rsidRPr="00DF4D38">
          <w:t>HIV</w:t>
        </w:r>
      </w:hyperlink>
      <w:r w:rsidR="00B819D7" w:rsidRPr="00DF4D38">
        <w:t xml:space="preserve">), </w:t>
      </w:r>
      <w:hyperlink r:id="rId9" w:tooltip="Hepatitis B" w:history="1">
        <w:r w:rsidR="00B819D7" w:rsidRPr="00DF4D38">
          <w:t>hepatitis B</w:t>
        </w:r>
      </w:hyperlink>
      <w:r w:rsidR="00B819D7" w:rsidRPr="00DF4D38">
        <w:t xml:space="preserve">, </w:t>
      </w:r>
      <w:hyperlink r:id="rId10" w:tooltip="Hepatitis C" w:history="1">
        <w:r w:rsidR="00B819D7" w:rsidRPr="00DF4D38">
          <w:t>hepatitis C</w:t>
        </w:r>
      </w:hyperlink>
      <w:r w:rsidR="00B819D7" w:rsidRPr="00DF4D38">
        <w:t xml:space="preserve"> and </w:t>
      </w:r>
      <w:hyperlink r:id="rId11" w:tooltip="Viral hemorrhagic fever" w:history="1">
        <w:r w:rsidR="00B819D7" w:rsidRPr="00DF4D38">
          <w:t>viral haemorrhagic fevers</w:t>
        </w:r>
      </w:hyperlink>
      <w:r w:rsidR="00B819D7" w:rsidRPr="00DF4D38">
        <w:t xml:space="preserve">. Where basic hygiene, safety, infection control </w:t>
      </w:r>
      <w:r w:rsidRPr="00DF4D38">
        <w:t xml:space="preserve">and first aid procedures are followed, the risks of contracting a blood-borne virus </w:t>
      </w:r>
      <w:r w:rsidR="008C0FC9" w:rsidRPr="00DF4D38">
        <w:t>are</w:t>
      </w:r>
      <w:r w:rsidRPr="00DF4D38">
        <w:t xml:space="preserve"> negligible.</w:t>
      </w:r>
    </w:p>
    <w:p w14:paraId="5B16E624" w14:textId="325F767F" w:rsidR="00854CF5" w:rsidRPr="00DF4D38" w:rsidRDefault="00854CF5" w:rsidP="00B156F9">
      <w:pPr>
        <w:pStyle w:val="BodyText"/>
      </w:pPr>
      <w:r w:rsidRPr="00DF4D38">
        <w:rPr>
          <w:b/>
        </w:rPr>
        <w:t xml:space="preserve">Communicable Disease </w:t>
      </w:r>
      <w:r w:rsidR="005149A3" w:rsidRPr="00DF4D38">
        <w:rPr>
          <w:b/>
        </w:rPr>
        <w:t>Section</w:t>
      </w:r>
      <w:r w:rsidRPr="00DF4D38">
        <w:rPr>
          <w:b/>
        </w:rPr>
        <w:t xml:space="preserve">: </w:t>
      </w:r>
      <w:r w:rsidR="0045783A" w:rsidRPr="00DF4D38">
        <w:t>Responsibility for communication and advice in relation to infectious diseases</w:t>
      </w:r>
      <w:r w:rsidR="00A21368" w:rsidRPr="00DF4D38">
        <w:t xml:space="preserve"> on behalf of the Secretary of the Victorian </w:t>
      </w:r>
      <w:r w:rsidR="00E642EA" w:rsidRPr="00DF4D38">
        <w:t>DHHS</w:t>
      </w:r>
      <w:r w:rsidR="0045783A" w:rsidRPr="00DF4D38">
        <w:t xml:space="preserve">. </w:t>
      </w:r>
    </w:p>
    <w:p w14:paraId="1351A2D5" w14:textId="424A93CB" w:rsidR="003E5C02" w:rsidRPr="00DF4D38" w:rsidRDefault="003E5C02" w:rsidP="00B156F9">
      <w:pPr>
        <w:pStyle w:val="BodyText"/>
      </w:pPr>
      <w:r w:rsidRPr="00F646A0">
        <w:rPr>
          <w:b/>
        </w:rPr>
        <w:t>Epidemic:</w:t>
      </w:r>
      <w:r w:rsidRPr="00F646A0">
        <w:t xml:space="preserve"> </w:t>
      </w:r>
      <w:r w:rsidR="009B2B27" w:rsidRPr="00F646A0">
        <w:t xml:space="preserve">is an outbreak of a contagious disease that spreads rapidly and </w:t>
      </w:r>
      <w:proofErr w:type="gramStart"/>
      <w:r w:rsidR="009B2B27" w:rsidRPr="00F646A0">
        <w:t>extensively, and</w:t>
      </w:r>
      <w:proofErr w:type="gramEnd"/>
      <w:r w:rsidR="009B2B27" w:rsidRPr="00F646A0">
        <w:t xml:space="preserve"> affects many individuals simultaneously in an area or population.</w:t>
      </w:r>
    </w:p>
    <w:p w14:paraId="1887E56C" w14:textId="77777777" w:rsidR="002824C6" w:rsidRPr="00DF4D38" w:rsidRDefault="002824C6" w:rsidP="00B156F9">
      <w:pPr>
        <w:pStyle w:val="BodyText"/>
      </w:pPr>
      <w:r w:rsidRPr="00DF4D38">
        <w:rPr>
          <w:b/>
        </w:rPr>
        <w:t>Exclusion:</w:t>
      </w:r>
      <w:r w:rsidRPr="00DF4D38">
        <w:t xml:space="preserve"> Inability to attend or participate in the program at the service.</w:t>
      </w:r>
    </w:p>
    <w:p w14:paraId="30791AC1" w14:textId="7A9DF275" w:rsidR="002824C6" w:rsidRPr="00DF4D38" w:rsidRDefault="002824C6" w:rsidP="00B156F9">
      <w:pPr>
        <w:pStyle w:val="BodyText"/>
      </w:pPr>
      <w:r w:rsidRPr="00DF4D38">
        <w:rPr>
          <w:b/>
        </w:rPr>
        <w:t xml:space="preserve">Illness: </w:t>
      </w:r>
      <w:r w:rsidRPr="00DF4D38">
        <w:t>Any sickness and/or associated symptoms that affect the child’s normal participation in the program at the service.</w:t>
      </w:r>
    </w:p>
    <w:p w14:paraId="310432A2" w14:textId="77777777" w:rsidR="002824C6" w:rsidRPr="00DF4D38" w:rsidRDefault="002824C6" w:rsidP="00B156F9">
      <w:pPr>
        <w:pStyle w:val="BodyText"/>
      </w:pPr>
      <w:r w:rsidRPr="00DF4D38">
        <w:rPr>
          <w:b/>
        </w:rPr>
        <w:t>Infection:</w:t>
      </w:r>
      <w:r w:rsidRPr="00DF4D38">
        <w:t xml:space="preserve"> The invasion and multiplication of micro-organisms in bodily tissue.</w:t>
      </w:r>
    </w:p>
    <w:p w14:paraId="09174680" w14:textId="77777777" w:rsidR="002824C6" w:rsidRPr="00DF4D38" w:rsidRDefault="002824C6" w:rsidP="00B156F9">
      <w:pPr>
        <w:pStyle w:val="BodyText"/>
      </w:pPr>
      <w:r w:rsidRPr="00DF4D38">
        <w:rPr>
          <w:b/>
        </w:rPr>
        <w:t>Infestation:</w:t>
      </w:r>
      <w:r w:rsidRPr="00DF4D38">
        <w:t xml:space="preserve"> The lodgement, </w:t>
      </w:r>
      <w:proofErr w:type="gramStart"/>
      <w:r w:rsidRPr="00DF4D38">
        <w:t>development</w:t>
      </w:r>
      <w:proofErr w:type="gramEnd"/>
      <w:r w:rsidRPr="00DF4D38">
        <w:t xml:space="preserve"> and reproduction of arthropods (such as head lice), either on the surface of the body of humans or animals, or in clothing.</w:t>
      </w:r>
    </w:p>
    <w:p w14:paraId="5CF84137" w14:textId="49532457" w:rsidR="002824C6" w:rsidRPr="00DF4D38" w:rsidRDefault="002824C6" w:rsidP="00B156F9">
      <w:pPr>
        <w:pStyle w:val="BodyText"/>
      </w:pPr>
      <w:r w:rsidRPr="00DF4D38">
        <w:rPr>
          <w:b/>
        </w:rPr>
        <w:t>Infectious disease:</w:t>
      </w:r>
      <w:r w:rsidR="00540F3A" w:rsidRPr="00DF4D38">
        <w:t xml:space="preserve"> </w:t>
      </w:r>
      <w:r w:rsidRPr="00DF4D38">
        <w:t xml:space="preserve">An infectious disease designated by </w:t>
      </w:r>
      <w:r w:rsidR="00EC4F7A" w:rsidRPr="00DF4D38">
        <w:t xml:space="preserve">the Communicable Disease </w:t>
      </w:r>
      <w:r w:rsidR="008250E9" w:rsidRPr="00DF4D38">
        <w:t>Section</w:t>
      </w:r>
      <w:r w:rsidR="00A57568" w:rsidRPr="00DF4D38">
        <w:t xml:space="preserve"> (refer to </w:t>
      </w:r>
      <w:r w:rsidR="00A57568" w:rsidRPr="00DF4D38">
        <w:rPr>
          <w:i/>
        </w:rPr>
        <w:t>Definitions)</w:t>
      </w:r>
      <w:r w:rsidR="00EC4F7A" w:rsidRPr="00DF4D38">
        <w:t xml:space="preserve">, Victorian </w:t>
      </w:r>
      <w:r w:rsidR="00E642EA" w:rsidRPr="00DF4D38">
        <w:t>DHHS</w:t>
      </w:r>
      <w:r w:rsidR="00A57568" w:rsidRPr="00DF4D38">
        <w:t xml:space="preserve"> </w:t>
      </w:r>
      <w:r w:rsidR="004D4A08" w:rsidRPr="00DF4D38">
        <w:t xml:space="preserve">as well as those listed in </w:t>
      </w:r>
      <w:r w:rsidR="00A57568" w:rsidRPr="00DF4D38">
        <w:t>Schedule 7</w:t>
      </w:r>
      <w:r w:rsidR="007F463E" w:rsidRPr="00DF4D38">
        <w:t xml:space="preserve"> of the </w:t>
      </w:r>
      <w:r w:rsidR="00E642EA" w:rsidRPr="00DF4D38">
        <w:rPr>
          <w:i/>
        </w:rPr>
        <w:t>Public Health and Wellbeing Regulations 2019</w:t>
      </w:r>
      <w:r w:rsidR="007F463E" w:rsidRPr="00DF4D38">
        <w:rPr>
          <w:i/>
        </w:rPr>
        <w:t xml:space="preserve">, </w:t>
      </w:r>
      <w:r w:rsidR="007F463E" w:rsidRPr="00DF4D38">
        <w:t xml:space="preserve">the </w:t>
      </w:r>
      <w:r w:rsidR="00885093" w:rsidRPr="00DF4D38">
        <w:t>Minimum Period of Exclusion from Primary Schools, Education and Care Service Premises and Children’s Centres for Infectious Diseases Cases and Contacts</w:t>
      </w:r>
      <w:r w:rsidR="007F463E" w:rsidRPr="00DF4D38">
        <w:t>.</w:t>
      </w:r>
    </w:p>
    <w:p w14:paraId="3AEAB4F8" w14:textId="7A2C938A" w:rsidR="002824C6" w:rsidRPr="00DF4D38" w:rsidRDefault="002824C6" w:rsidP="00B156F9">
      <w:pPr>
        <w:pStyle w:val="BodyText"/>
      </w:pPr>
      <w:r w:rsidRPr="00DF4D38">
        <w:rPr>
          <w:b/>
        </w:rPr>
        <w:t>Medication:</w:t>
      </w:r>
      <w:r w:rsidRPr="00DF4D38">
        <w:t xml:space="preserve"> Any substance, as defined in the </w:t>
      </w:r>
      <w:r w:rsidRPr="00DF4D38">
        <w:rPr>
          <w:i/>
        </w:rPr>
        <w:t>Therapeutic Goods Act 1989</w:t>
      </w:r>
      <w:r w:rsidRPr="00DF4D38">
        <w:t xml:space="preserve"> (C</w:t>
      </w:r>
      <w:r w:rsidR="00DF4D38">
        <w:t>wl</w:t>
      </w:r>
      <w:r w:rsidRPr="00DF4D38">
        <w:t>th), that is administered for the treatment of an illness or medical condition.</w:t>
      </w:r>
    </w:p>
    <w:p w14:paraId="592D6DB3" w14:textId="0534DD65" w:rsidR="00C003CC" w:rsidRPr="00DF4D38" w:rsidRDefault="00A57568" w:rsidP="00B156F9">
      <w:pPr>
        <w:pStyle w:val="BodyText"/>
      </w:pPr>
      <w:r w:rsidRPr="00DF4D38">
        <w:rPr>
          <w:b/>
        </w:rPr>
        <w:t xml:space="preserve">Minimum exclusion period: </w:t>
      </w:r>
      <w:r w:rsidRPr="00DF4D38">
        <w:t xml:space="preserve">The </w:t>
      </w:r>
      <w:r w:rsidR="006130D8" w:rsidRPr="00DF4D38">
        <w:t xml:space="preserve">minimum </w:t>
      </w:r>
      <w:r w:rsidRPr="00DF4D38">
        <w:t xml:space="preserve">period for excluding any person from attending a children’s service to prevent the spread of infectious diseases </w:t>
      </w:r>
      <w:r w:rsidR="007F463E" w:rsidRPr="00DF4D38">
        <w:t>as specified in</w:t>
      </w:r>
      <w:r w:rsidRPr="00DF4D38">
        <w:t xml:space="preserve"> Schedule 7</w:t>
      </w:r>
      <w:r w:rsidR="001766CA" w:rsidRPr="00DF4D38">
        <w:t>:</w:t>
      </w:r>
      <w:r w:rsidR="00637987" w:rsidRPr="00DF4D38">
        <w:t xml:space="preserve"> Minimum Period of Exclusion from Primary Schools and Children’s</w:t>
      </w:r>
      <w:r w:rsidR="006130D8" w:rsidRPr="00DF4D38">
        <w:t xml:space="preserve"> Services</w:t>
      </w:r>
      <w:r w:rsidR="00637987" w:rsidRPr="00DF4D38">
        <w:t xml:space="preserve"> for Infectious Diseases Cases and Contacts</w:t>
      </w:r>
      <w:r w:rsidRPr="00DF4D38">
        <w:t xml:space="preserve"> of the </w:t>
      </w:r>
      <w:r w:rsidR="00E642EA" w:rsidRPr="00DF4D38">
        <w:rPr>
          <w:i/>
        </w:rPr>
        <w:t>Public Health and Wellbeing Regulations 2019</w:t>
      </w:r>
      <w:r w:rsidRPr="00DF4D38">
        <w:rPr>
          <w:i/>
        </w:rPr>
        <w:t xml:space="preserve">, </w:t>
      </w:r>
      <w:r w:rsidR="003D346D" w:rsidRPr="00DF4D38">
        <w:t>the</w:t>
      </w:r>
      <w:r w:rsidRPr="00DF4D38">
        <w:t xml:space="preserve">. </w:t>
      </w:r>
      <w:r w:rsidR="00637987" w:rsidRPr="00DF4D38">
        <w:t xml:space="preserve">An infringement penalty for failure to exclude a child with, or exposed to, a </w:t>
      </w:r>
      <w:r w:rsidR="00131929" w:rsidRPr="00DF4D38">
        <w:t xml:space="preserve">specified infectious disease applies (applicable to a person in charge). </w:t>
      </w:r>
      <w:r w:rsidRPr="00DF4D38">
        <w:t xml:space="preserve">The exclusion period table, published by the </w:t>
      </w:r>
      <w:r w:rsidR="00E642EA" w:rsidRPr="00DF4D38">
        <w:t>DHHS</w:t>
      </w:r>
      <w:r w:rsidRPr="00DF4D38">
        <w:t xml:space="preserve">, can be accessed at </w:t>
      </w:r>
      <w:hyperlink r:id="rId12" w:history="1">
        <w:r w:rsidR="00774DF1" w:rsidRPr="00DF4D38">
          <w:rPr>
            <w:rStyle w:val="Hyperlink"/>
          </w:rPr>
          <w:t>https://www2.health.vic.gov.au/public-health/infectious-diseases/school-exclusion/school-exclusion-table</w:t>
        </w:r>
      </w:hyperlink>
      <w:r w:rsidR="00774DF1" w:rsidRPr="00DF4D38">
        <w:t>.</w:t>
      </w:r>
    </w:p>
    <w:p w14:paraId="0903BE91" w14:textId="34CC074D" w:rsidR="00A23CB1" w:rsidRPr="00DF4D38" w:rsidRDefault="00A23CB1" w:rsidP="00B156F9">
      <w:pPr>
        <w:pStyle w:val="BodyText"/>
      </w:pPr>
      <w:r w:rsidRPr="00F646A0">
        <w:rPr>
          <w:b/>
        </w:rPr>
        <w:t>Pandemic:</w:t>
      </w:r>
      <w:r w:rsidRPr="00F646A0">
        <w:t xml:space="preserve"> </w:t>
      </w:r>
      <w:r w:rsidR="009B2B27" w:rsidRPr="00F646A0">
        <w:t xml:space="preserve">is </w:t>
      </w:r>
      <w:r w:rsidRPr="00F646A0">
        <w:t xml:space="preserve">an epidemic </w:t>
      </w:r>
      <w:r w:rsidR="00B847A9" w:rsidRPr="00F646A0">
        <w:t xml:space="preserve">(refer to Definitions) </w:t>
      </w:r>
      <w:r w:rsidRPr="00F646A0">
        <w:t xml:space="preserve">occurring worldwide, or over a wide </w:t>
      </w:r>
      <w:r w:rsidR="009B2B27" w:rsidRPr="00F646A0">
        <w:t xml:space="preserve">geographic </w:t>
      </w:r>
      <w:r w:rsidRPr="00F646A0">
        <w:t xml:space="preserve">area and affecting a large </w:t>
      </w:r>
      <w:r w:rsidR="009B2B27" w:rsidRPr="00F646A0">
        <w:t>proportion of the population</w:t>
      </w:r>
      <w:r w:rsidRPr="00F646A0">
        <w:t>.</w:t>
      </w:r>
    </w:p>
    <w:p w14:paraId="3ED6638A" w14:textId="77777777" w:rsidR="002824C6" w:rsidRPr="00DF4D38" w:rsidRDefault="002824C6" w:rsidP="00B156F9">
      <w:pPr>
        <w:pStyle w:val="BodyText"/>
      </w:pPr>
      <w:r w:rsidRPr="00DF4D38">
        <w:rPr>
          <w:b/>
        </w:rPr>
        <w:t>Pediculosis:</w:t>
      </w:r>
      <w:r w:rsidRPr="00DF4D38">
        <w:t xml:space="preserve"> Infestation of head lice that is transmitted by having head-to-head contact with another person who has head lice. Pediculosis does not contribute to the spread of any infectious diseases, and outbreaks of this condition are common in schools and childcare facilities.</w:t>
      </w:r>
    </w:p>
    <w:p w14:paraId="41B5741C" w14:textId="77777777" w:rsidR="00CA2132" w:rsidRPr="00DF4D38" w:rsidRDefault="002824C6" w:rsidP="00CA2132">
      <w:p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hAnsi="Arial" w:cs="Arial"/>
          <w:b/>
          <w:sz w:val="20"/>
        </w:rPr>
        <w:t>Serious incident:</w:t>
      </w:r>
      <w:r w:rsidR="00635D45" w:rsidRPr="00DF4D38">
        <w:rPr>
          <w:rFonts w:ascii="Arial" w:eastAsia="Arial" w:hAnsi="Arial" w:cs="Arial"/>
          <w:color w:val="000000"/>
          <w:sz w:val="18"/>
          <w:szCs w:val="20"/>
        </w:rPr>
        <w:t xml:space="preserve"> </w:t>
      </w:r>
      <w:bookmarkStart w:id="0" w:name="_Hlk43735030"/>
      <w:r w:rsidR="00CA2132" w:rsidRPr="00DF4D38">
        <w:rPr>
          <w:rFonts w:ascii="Arial" w:eastAsia="Arial" w:hAnsi="Arial" w:cs="Arial"/>
          <w:bCs/>
          <w:color w:val="000000"/>
          <w:sz w:val="20"/>
          <w:szCs w:val="20"/>
        </w:rPr>
        <w:t>A serious incident (regulation 12) is defined as any of the following:</w:t>
      </w:r>
    </w:p>
    <w:p w14:paraId="69341AE1" w14:textId="77777777" w:rsidR="00CA2132" w:rsidRPr="00DF4D38" w:rsidRDefault="00CA2132" w:rsidP="00CA2132">
      <w:pPr>
        <w:numPr>
          <w:ilvl w:val="0"/>
          <w:numId w:val="42"/>
        </w:num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t xml:space="preserve">the </w:t>
      </w:r>
      <w:r w:rsidRPr="00DF4D38">
        <w:rPr>
          <w:rFonts w:ascii="Arial" w:eastAsia="Arial" w:hAnsi="Arial" w:cs="Arial"/>
          <w:b/>
          <w:bCs/>
          <w:color w:val="000000"/>
          <w:sz w:val="20"/>
          <w:szCs w:val="20"/>
        </w:rPr>
        <w:t>death of a child</w:t>
      </w:r>
      <w:r w:rsidRPr="00DF4D38">
        <w:rPr>
          <w:rFonts w:ascii="Arial" w:eastAsia="Arial" w:hAnsi="Arial" w:cs="Arial"/>
          <w:bCs/>
          <w:color w:val="000000"/>
          <w:sz w:val="20"/>
          <w:szCs w:val="20"/>
        </w:rPr>
        <w:t xml:space="preserve"> while being educated and cared for at the service or following an incident while being educated and cared for by the service</w:t>
      </w:r>
    </w:p>
    <w:p w14:paraId="0EF8193C" w14:textId="77777777" w:rsidR="00CA2132" w:rsidRPr="00DF4D38" w:rsidRDefault="00CA2132" w:rsidP="00CA2132">
      <w:pPr>
        <w:numPr>
          <w:ilvl w:val="0"/>
          <w:numId w:val="42"/>
        </w:num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t xml:space="preserve">any </w:t>
      </w:r>
      <w:r w:rsidRPr="00DF4D38">
        <w:rPr>
          <w:rFonts w:ascii="Arial" w:eastAsia="Arial" w:hAnsi="Arial" w:cs="Arial"/>
          <w:b/>
          <w:bCs/>
          <w:color w:val="000000"/>
          <w:sz w:val="20"/>
          <w:szCs w:val="20"/>
        </w:rPr>
        <w:t>incident involving serious injury or trauma to a child</w:t>
      </w:r>
      <w:r w:rsidRPr="00DF4D38">
        <w:rPr>
          <w:rFonts w:ascii="Arial" w:eastAsia="Arial" w:hAnsi="Arial" w:cs="Arial"/>
          <w:bCs/>
          <w:color w:val="000000"/>
          <w:sz w:val="20"/>
          <w:szCs w:val="20"/>
        </w:rPr>
        <w:t xml:space="preserve"> while the child is being educated and cared for, which:</w:t>
      </w:r>
    </w:p>
    <w:p w14:paraId="5EECD110" w14:textId="77777777" w:rsidR="00CA2132" w:rsidRPr="00DF4D38" w:rsidRDefault="00CA2132" w:rsidP="00CA2132">
      <w:pPr>
        <w:numPr>
          <w:ilvl w:val="1"/>
          <w:numId w:val="42"/>
        </w:num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t>a reasonable person would consider required urgent medical attention from a registered medical practitioner; or</w:t>
      </w:r>
    </w:p>
    <w:p w14:paraId="3E1D2A7B" w14:textId="77777777" w:rsidR="00CA2132" w:rsidRPr="00DF4D38" w:rsidRDefault="00CA2132" w:rsidP="00CA2132">
      <w:pPr>
        <w:numPr>
          <w:ilvl w:val="1"/>
          <w:numId w:val="42"/>
        </w:num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lastRenderedPageBreak/>
        <w:t>the child attended or ought reasonably to have attended a hospital e.g. a broken limb*</w:t>
      </w:r>
    </w:p>
    <w:p w14:paraId="7FF37816" w14:textId="77777777" w:rsidR="00CA2132" w:rsidRPr="00DF4D38" w:rsidRDefault="00CA2132" w:rsidP="00B343C9">
      <w:pPr>
        <w:numPr>
          <w:ilvl w:val="1"/>
          <w:numId w:val="42"/>
        </w:num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t xml:space="preserve">any </w:t>
      </w:r>
      <w:r w:rsidRPr="00DF4D38">
        <w:rPr>
          <w:rFonts w:ascii="Arial" w:eastAsia="Arial" w:hAnsi="Arial" w:cs="Arial"/>
          <w:b/>
          <w:bCs/>
          <w:color w:val="000000"/>
          <w:sz w:val="20"/>
          <w:szCs w:val="20"/>
        </w:rPr>
        <w:t xml:space="preserve">incident involving serious illness of a child </w:t>
      </w:r>
      <w:r w:rsidRPr="00DF4D38">
        <w:rPr>
          <w:rFonts w:ascii="Arial" w:eastAsia="Arial" w:hAnsi="Arial" w:cs="Arial"/>
          <w:bCs/>
          <w:color w:val="000000"/>
          <w:sz w:val="20"/>
          <w:szCs w:val="20"/>
        </w:rPr>
        <w:t xml:space="preserve">while that child is being educated and cared for by a service for which the child attended, or ought reasonably to have attended, a hospital e.g. severe asthma attack, </w:t>
      </w:r>
      <w:proofErr w:type="gramStart"/>
      <w:r w:rsidRPr="00DF4D38">
        <w:rPr>
          <w:rFonts w:ascii="Arial" w:eastAsia="Arial" w:hAnsi="Arial" w:cs="Arial"/>
          <w:bCs/>
          <w:color w:val="000000"/>
          <w:sz w:val="20"/>
          <w:szCs w:val="20"/>
        </w:rPr>
        <w:t>seizure</w:t>
      </w:r>
      <w:proofErr w:type="gramEnd"/>
      <w:r w:rsidRPr="00DF4D38">
        <w:rPr>
          <w:rFonts w:ascii="Arial" w:eastAsia="Arial" w:hAnsi="Arial" w:cs="Arial"/>
          <w:bCs/>
          <w:color w:val="000000"/>
          <w:sz w:val="20"/>
          <w:szCs w:val="20"/>
        </w:rPr>
        <w:t xml:space="preserve"> or anaphylaxis*</w:t>
      </w:r>
    </w:p>
    <w:p w14:paraId="3A52E82B" w14:textId="77777777" w:rsidR="00CA2132" w:rsidRPr="00DF4D38" w:rsidRDefault="00CA2132" w:rsidP="00CA2132">
      <w:pPr>
        <w:autoSpaceDE w:val="0"/>
        <w:autoSpaceDN w:val="0"/>
        <w:adjustRightInd w:val="0"/>
        <w:spacing w:before="100" w:after="60" w:line="260" w:lineRule="atLeast"/>
        <w:ind w:left="1240" w:right="380"/>
        <w:rPr>
          <w:rFonts w:ascii="Arial" w:eastAsia="Arial" w:hAnsi="Arial" w:cs="Arial"/>
          <w:bCs/>
          <w:color w:val="000000"/>
          <w:sz w:val="20"/>
          <w:szCs w:val="20"/>
        </w:rPr>
      </w:pPr>
      <w:r w:rsidRPr="00DF4D38">
        <w:rPr>
          <w:rFonts w:ascii="Arial" w:eastAsia="Arial" w:hAnsi="Arial" w:cs="Arial"/>
          <w:b/>
          <w:bCs/>
          <w:color w:val="000000"/>
          <w:sz w:val="20"/>
          <w:szCs w:val="20"/>
        </w:rPr>
        <w:t>NOTE:</w:t>
      </w:r>
      <w:r w:rsidRPr="00DF4D38">
        <w:rPr>
          <w:rFonts w:ascii="Arial" w:eastAsia="Arial" w:hAnsi="Arial" w:cs="Arial"/>
          <w:bCs/>
          <w:color w:val="000000"/>
          <w:sz w:val="20"/>
          <w:szCs w:val="20"/>
        </w:rPr>
        <w:t xml:space="preserve"> In some cases (for example rural and remote locations) a General Practitioner conducts consultation from the hospital site. Only treatment related to serious injury, illness or trauma is required to be notified, not other health matters. </w:t>
      </w:r>
    </w:p>
    <w:p w14:paraId="19A17CFC" w14:textId="77777777" w:rsidR="00CA2132" w:rsidRPr="00DF4D38" w:rsidRDefault="00CA2132" w:rsidP="00CA2132">
      <w:pPr>
        <w:numPr>
          <w:ilvl w:val="0"/>
          <w:numId w:val="42"/>
        </w:num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t xml:space="preserve">any emergency for which </w:t>
      </w:r>
      <w:r w:rsidRPr="00DF4D38">
        <w:rPr>
          <w:rFonts w:ascii="Arial" w:eastAsia="Arial" w:hAnsi="Arial" w:cs="Arial"/>
          <w:b/>
          <w:bCs/>
          <w:color w:val="000000"/>
          <w:sz w:val="20"/>
          <w:szCs w:val="20"/>
        </w:rPr>
        <w:t>emergency services</w:t>
      </w:r>
      <w:r w:rsidRPr="00DF4D38">
        <w:rPr>
          <w:rFonts w:ascii="Arial" w:eastAsia="Arial" w:hAnsi="Arial" w:cs="Arial"/>
          <w:bCs/>
          <w:color w:val="000000"/>
          <w:sz w:val="20"/>
          <w:szCs w:val="20"/>
        </w:rPr>
        <w:t xml:space="preserve"> attended</w:t>
      </w:r>
    </w:p>
    <w:p w14:paraId="63448E56" w14:textId="77777777" w:rsidR="00CA2132" w:rsidRPr="00DF4D38" w:rsidRDefault="00CA2132" w:rsidP="00CA2132">
      <w:pPr>
        <w:autoSpaceDE w:val="0"/>
        <w:autoSpaceDN w:val="0"/>
        <w:adjustRightInd w:val="0"/>
        <w:spacing w:before="100" w:after="60" w:line="260" w:lineRule="atLeast"/>
        <w:ind w:left="520" w:right="380"/>
        <w:rPr>
          <w:rFonts w:ascii="Arial" w:eastAsia="Arial" w:hAnsi="Arial" w:cs="Arial"/>
          <w:bCs/>
          <w:color w:val="000000"/>
          <w:sz w:val="20"/>
          <w:szCs w:val="20"/>
        </w:rPr>
      </w:pPr>
      <w:r w:rsidRPr="00DF4D38">
        <w:rPr>
          <w:rFonts w:ascii="Arial" w:eastAsia="Arial" w:hAnsi="Arial" w:cs="Arial"/>
          <w:bCs/>
          <w:color w:val="000000"/>
          <w:sz w:val="20"/>
          <w:szCs w:val="20"/>
        </w:rPr>
        <w:t xml:space="preserve">NOTE: This means an incident, </w:t>
      </w:r>
      <w:proofErr w:type="gramStart"/>
      <w:r w:rsidRPr="00DF4D38">
        <w:rPr>
          <w:rFonts w:ascii="Arial" w:eastAsia="Arial" w:hAnsi="Arial" w:cs="Arial"/>
          <w:bCs/>
          <w:color w:val="000000"/>
          <w:sz w:val="20"/>
          <w:szCs w:val="20"/>
        </w:rPr>
        <w:t>situation</w:t>
      </w:r>
      <w:proofErr w:type="gramEnd"/>
      <w:r w:rsidRPr="00DF4D38">
        <w:rPr>
          <w:rFonts w:ascii="Arial" w:eastAsia="Arial" w:hAnsi="Arial" w:cs="Arial"/>
          <w:bCs/>
          <w:color w:val="000000"/>
          <w:sz w:val="20"/>
          <w:szCs w:val="20"/>
        </w:rPr>
        <w:t xml:space="preserve"> or event where there is an imminent or severe risk to the health, safety or wellbeing of a person at an education and care service. It does not mean an incident where emergency services attended as a precaution.</w:t>
      </w:r>
    </w:p>
    <w:p w14:paraId="58155B52" w14:textId="77777777" w:rsidR="00CA2132" w:rsidRPr="00DF4D38" w:rsidRDefault="00CA2132" w:rsidP="00CA2132">
      <w:pPr>
        <w:numPr>
          <w:ilvl w:val="0"/>
          <w:numId w:val="42"/>
        </w:num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t xml:space="preserve">a child appears to be </w:t>
      </w:r>
      <w:r w:rsidRPr="00DF4D38">
        <w:rPr>
          <w:rFonts w:ascii="Arial" w:eastAsia="Arial" w:hAnsi="Arial" w:cs="Arial"/>
          <w:b/>
          <w:bCs/>
          <w:color w:val="000000"/>
          <w:sz w:val="20"/>
          <w:szCs w:val="20"/>
        </w:rPr>
        <w:t>missing or cannot be accounted</w:t>
      </w:r>
      <w:r w:rsidRPr="00DF4D38">
        <w:rPr>
          <w:rFonts w:ascii="Arial" w:eastAsia="Arial" w:hAnsi="Arial" w:cs="Arial"/>
          <w:bCs/>
          <w:color w:val="000000"/>
          <w:sz w:val="20"/>
          <w:szCs w:val="20"/>
        </w:rPr>
        <w:t xml:space="preserve"> for at the service</w:t>
      </w:r>
    </w:p>
    <w:p w14:paraId="465D5013" w14:textId="77777777" w:rsidR="00CA2132" w:rsidRPr="00DF4D38" w:rsidRDefault="00CA2132" w:rsidP="00CA2132">
      <w:pPr>
        <w:numPr>
          <w:ilvl w:val="0"/>
          <w:numId w:val="42"/>
        </w:num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t xml:space="preserve">a child appears to have been </w:t>
      </w:r>
      <w:r w:rsidRPr="00DF4D38">
        <w:rPr>
          <w:rFonts w:ascii="Arial" w:eastAsia="Arial" w:hAnsi="Arial" w:cs="Arial"/>
          <w:b/>
          <w:bCs/>
          <w:color w:val="000000"/>
          <w:sz w:val="20"/>
          <w:szCs w:val="20"/>
        </w:rPr>
        <w:t>taken or removed</w:t>
      </w:r>
      <w:r w:rsidRPr="00DF4D38">
        <w:rPr>
          <w:rFonts w:ascii="Arial" w:eastAsia="Arial" w:hAnsi="Arial" w:cs="Arial"/>
          <w:bCs/>
          <w:color w:val="000000"/>
          <w:sz w:val="20"/>
          <w:szCs w:val="20"/>
        </w:rPr>
        <w:t xml:space="preserve"> from the service in a manner that contravenes the National Regulations</w:t>
      </w:r>
    </w:p>
    <w:p w14:paraId="04D5C957" w14:textId="77777777" w:rsidR="00CA2132" w:rsidRPr="00DF4D38" w:rsidRDefault="00CA2132" w:rsidP="00CA2132">
      <w:pPr>
        <w:numPr>
          <w:ilvl w:val="0"/>
          <w:numId w:val="42"/>
        </w:num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t xml:space="preserve">a child was mistakenly </w:t>
      </w:r>
      <w:r w:rsidRPr="00DF4D38">
        <w:rPr>
          <w:rFonts w:ascii="Arial" w:eastAsia="Arial" w:hAnsi="Arial" w:cs="Arial"/>
          <w:b/>
          <w:bCs/>
          <w:color w:val="000000"/>
          <w:sz w:val="20"/>
          <w:szCs w:val="20"/>
        </w:rPr>
        <w:t>locked in or out of the service</w:t>
      </w:r>
      <w:r w:rsidRPr="00DF4D38">
        <w:rPr>
          <w:rFonts w:ascii="Arial" w:eastAsia="Arial" w:hAnsi="Arial" w:cs="Arial"/>
          <w:bCs/>
          <w:color w:val="000000"/>
          <w:sz w:val="20"/>
          <w:szCs w:val="20"/>
        </w:rPr>
        <w:t xml:space="preserve"> premises or any part of the premises.</w:t>
      </w:r>
    </w:p>
    <w:p w14:paraId="7B540B27" w14:textId="0574078C" w:rsidR="00CA2132" w:rsidRPr="00DF4D38" w:rsidRDefault="00CA2132" w:rsidP="00CA2132">
      <w:pPr>
        <w:autoSpaceDE w:val="0"/>
        <w:autoSpaceDN w:val="0"/>
        <w:adjustRightInd w:val="0"/>
        <w:spacing w:before="100" w:after="60" w:line="260" w:lineRule="atLeast"/>
        <w:ind w:right="380"/>
        <w:rPr>
          <w:rFonts w:ascii="Arial" w:eastAsia="Arial" w:hAnsi="Arial" w:cs="Arial"/>
          <w:bCs/>
          <w:color w:val="000000"/>
          <w:sz w:val="20"/>
          <w:szCs w:val="20"/>
        </w:rPr>
      </w:pPr>
      <w:r w:rsidRPr="00DF4D38">
        <w:rPr>
          <w:rFonts w:ascii="Arial" w:eastAsia="Arial" w:hAnsi="Arial" w:cs="Arial"/>
          <w:bCs/>
          <w:color w:val="000000"/>
          <w:sz w:val="20"/>
          <w:szCs w:val="20"/>
        </w:rPr>
        <w:t xml:space="preserve">Notifications of serious incidents should be made to the regulatory authority (DET) through the </w:t>
      </w:r>
      <w:hyperlink r:id="rId13" w:history="1">
        <w:r w:rsidRPr="00DF4D38">
          <w:rPr>
            <w:rFonts w:ascii="Arial" w:eastAsia="Arial" w:hAnsi="Arial" w:cs="Arial"/>
            <w:bCs/>
            <w:color w:val="0000FF"/>
            <w:sz w:val="20"/>
            <w:szCs w:val="20"/>
            <w:u w:val="single"/>
          </w:rPr>
          <w:t>NQA IT System</w:t>
        </w:r>
      </w:hyperlink>
      <w:r w:rsidRPr="00DF4D38">
        <w:rPr>
          <w:rFonts w:ascii="Arial" w:eastAsia="Arial" w:hAnsi="Arial" w:cs="Arial"/>
          <w:bCs/>
          <w:color w:val="000000"/>
          <w:sz w:val="20"/>
          <w:szCs w:val="20"/>
        </w:rPr>
        <w:t xml:space="preserve">. If this is not practicable, the notification can be made initially in whatever way is best in the circumstances. </w:t>
      </w:r>
      <w:bookmarkEnd w:id="0"/>
    </w:p>
    <w:p w14:paraId="4F522999" w14:textId="2B151226" w:rsidR="003E5C02" w:rsidRPr="00DF4D38" w:rsidRDefault="003E5C02" w:rsidP="00CA2132">
      <w:pPr>
        <w:autoSpaceDE w:val="0"/>
        <w:autoSpaceDN w:val="0"/>
        <w:adjustRightInd w:val="0"/>
        <w:spacing w:before="100" w:after="60" w:line="260" w:lineRule="atLeast"/>
        <w:ind w:right="380"/>
        <w:rPr>
          <w:rFonts w:ascii="Arial" w:eastAsia="Arial" w:hAnsi="Arial" w:cs="Times New Roman"/>
          <w:sz w:val="20"/>
          <w:szCs w:val="19"/>
          <w:lang w:eastAsia="en-AU"/>
        </w:rPr>
      </w:pPr>
      <w:r w:rsidRPr="00DF4D38">
        <w:rPr>
          <w:rFonts w:ascii="Arial" w:eastAsia="Arial" w:hAnsi="Arial" w:cs="Times New Roman"/>
          <w:sz w:val="20"/>
          <w:szCs w:val="19"/>
          <w:lang w:eastAsia="en-AU"/>
        </w:rPr>
        <w:t xml:space="preserve">NOTE: some of </w:t>
      </w:r>
      <w:r w:rsidR="0054511B" w:rsidRPr="00DF4D38">
        <w:rPr>
          <w:rFonts w:ascii="Arial" w:eastAsia="Arial" w:hAnsi="Arial" w:cs="Times New Roman"/>
          <w:sz w:val="20"/>
          <w:szCs w:val="19"/>
          <w:lang w:eastAsia="en-AU"/>
        </w:rPr>
        <w:t xml:space="preserve">serious incidents </w:t>
      </w:r>
      <w:r w:rsidRPr="00DF4D38">
        <w:rPr>
          <w:rFonts w:ascii="Arial" w:eastAsia="Arial" w:hAnsi="Arial" w:cs="Times New Roman"/>
          <w:sz w:val="20"/>
          <w:szCs w:val="19"/>
          <w:lang w:eastAsia="en-AU"/>
        </w:rPr>
        <w:t xml:space="preserve">above are also reportable incidents under the </w:t>
      </w:r>
      <w:r w:rsidRPr="00DF4D38">
        <w:rPr>
          <w:rFonts w:ascii="Arial" w:eastAsia="Arial" w:hAnsi="Arial" w:cs="Times New Roman"/>
          <w:i/>
          <w:sz w:val="20"/>
          <w:szCs w:val="19"/>
          <w:lang w:eastAsia="en-AU"/>
        </w:rPr>
        <w:t>Occupational Health and Safety Act</w:t>
      </w:r>
      <w:r w:rsidRPr="00DF4D38">
        <w:rPr>
          <w:rFonts w:ascii="Arial" w:eastAsia="Arial" w:hAnsi="Arial" w:cs="Times New Roman"/>
          <w:sz w:val="20"/>
          <w:szCs w:val="19"/>
          <w:lang w:eastAsia="en-AU"/>
        </w:rPr>
        <w:t xml:space="preserve"> </w:t>
      </w:r>
      <w:r w:rsidRPr="00DF4D38">
        <w:rPr>
          <w:rFonts w:ascii="Arial" w:eastAsia="Arial" w:hAnsi="Arial" w:cs="Times New Roman"/>
          <w:i/>
          <w:sz w:val="20"/>
          <w:szCs w:val="19"/>
          <w:lang w:eastAsia="en-AU"/>
        </w:rPr>
        <w:t>2004</w:t>
      </w:r>
      <w:r w:rsidRPr="00DF4D38">
        <w:rPr>
          <w:rFonts w:ascii="Arial" w:eastAsia="Arial" w:hAnsi="Arial" w:cs="Times New Roman"/>
          <w:sz w:val="20"/>
          <w:szCs w:val="19"/>
          <w:lang w:eastAsia="en-AU"/>
        </w:rPr>
        <w:t xml:space="preserve"> </w:t>
      </w:r>
      <w:r w:rsidR="0054511B" w:rsidRPr="00DF4D38">
        <w:rPr>
          <w:rFonts w:ascii="Arial" w:eastAsia="Arial" w:hAnsi="Arial" w:cs="Times New Roman"/>
          <w:sz w:val="20"/>
          <w:szCs w:val="19"/>
          <w:lang w:eastAsia="en-AU"/>
        </w:rPr>
        <w:t>and require notification to WorkSafe.</w:t>
      </w:r>
      <w:r w:rsidRPr="00DF4D38">
        <w:rPr>
          <w:rFonts w:ascii="Arial" w:eastAsia="Arial" w:hAnsi="Arial" w:cs="Times New Roman"/>
          <w:sz w:val="20"/>
          <w:szCs w:val="19"/>
          <w:lang w:eastAsia="en-AU"/>
        </w:rPr>
        <w:t xml:space="preserve"> </w:t>
      </w:r>
    </w:p>
    <w:p w14:paraId="2A99BBDB" w14:textId="77777777" w:rsidR="002824C6" w:rsidRPr="00DF4D38" w:rsidRDefault="002824C6" w:rsidP="00B156F9">
      <w:pPr>
        <w:pStyle w:val="Heading2"/>
      </w:pPr>
      <w:r w:rsidRPr="00DF4D38">
        <w:t>Sources and related policies</w:t>
      </w:r>
    </w:p>
    <w:p w14:paraId="66C89D51" w14:textId="77777777" w:rsidR="002824C6" w:rsidRPr="00DF4D38" w:rsidRDefault="002824C6" w:rsidP="00B156F9">
      <w:pPr>
        <w:pStyle w:val="Heading4"/>
      </w:pPr>
      <w:r w:rsidRPr="00DF4D38">
        <w:t>Sources</w:t>
      </w:r>
    </w:p>
    <w:p w14:paraId="394827AF" w14:textId="144A527E" w:rsidR="00701211" w:rsidRPr="00DF4D38" w:rsidRDefault="002824C6" w:rsidP="008C106E">
      <w:pPr>
        <w:pStyle w:val="Bullets1"/>
        <w:ind w:left="284" w:hanging="284"/>
      </w:pPr>
      <w:r w:rsidRPr="00DF4D38">
        <w:t xml:space="preserve">Communicable Disease Section, Public Health Group, Victorian Department of </w:t>
      </w:r>
      <w:r w:rsidR="000406D7" w:rsidRPr="00DF4D38">
        <w:t xml:space="preserve">Health &amp; </w:t>
      </w:r>
      <w:r w:rsidRPr="00DF4D38">
        <w:t>Human Service</w:t>
      </w:r>
      <w:r w:rsidRPr="00DF4D38">
        <w:rPr>
          <w:iCs/>
        </w:rPr>
        <w:t>s (</w:t>
      </w:r>
      <w:r w:rsidR="00774DF1" w:rsidRPr="00DF4D38">
        <w:rPr>
          <w:iCs/>
        </w:rPr>
        <w:t>2011</w:t>
      </w:r>
      <w:r w:rsidRPr="00DF4D38">
        <w:rPr>
          <w:iCs/>
        </w:rPr>
        <w:t>)</w:t>
      </w:r>
      <w:r w:rsidR="00774DF1" w:rsidRPr="00DF4D38">
        <w:rPr>
          <w:iCs/>
        </w:rPr>
        <w:t>,</w:t>
      </w:r>
      <w:r w:rsidRPr="00DF4D38">
        <w:rPr>
          <w:i/>
          <w:iCs/>
        </w:rPr>
        <w:t xml:space="preserve"> The Blue Book</w:t>
      </w:r>
      <w:r w:rsidRPr="00DF4D38">
        <w:rPr>
          <w:i/>
        </w:rPr>
        <w:t>:</w:t>
      </w:r>
      <w:r w:rsidRPr="00DF4D38">
        <w:rPr>
          <w:i/>
          <w:iCs/>
        </w:rPr>
        <w:t xml:space="preserve"> Guidelines for the control of infectious diseases.</w:t>
      </w:r>
      <w:r w:rsidRPr="00DF4D38">
        <w:t xml:space="preserve"> A</w:t>
      </w:r>
      <w:r w:rsidR="00A83989" w:rsidRPr="00DF4D38">
        <w:t>vailable at</w:t>
      </w:r>
      <w:r w:rsidR="00CF276B" w:rsidRPr="00DF4D38">
        <w:t>:</w:t>
      </w:r>
      <w:r w:rsidRPr="00DF4D38">
        <w:t xml:space="preserve"> </w:t>
      </w:r>
      <w:hyperlink r:id="rId14" w:history="1">
        <w:r w:rsidR="00774DF1" w:rsidRPr="00DF4D38">
          <w:rPr>
            <w:rStyle w:val="Hyperlink"/>
          </w:rPr>
          <w:t>https://www2.health.vic.gov.au/about/publications/researchandreports/The-blue-book</w:t>
        </w:r>
      </w:hyperlink>
    </w:p>
    <w:p w14:paraId="202736B3" w14:textId="024B6D91" w:rsidR="00E6027B" w:rsidRPr="00DF4D38" w:rsidRDefault="00E6027B">
      <w:pPr>
        <w:pStyle w:val="Bullets1"/>
        <w:ind w:left="284" w:hanging="284"/>
      </w:pPr>
      <w:r w:rsidRPr="00DF4D38">
        <w:t xml:space="preserve">Communicable Disease </w:t>
      </w:r>
      <w:r w:rsidR="00960BA0" w:rsidRPr="00DF4D38">
        <w:t>Section</w:t>
      </w:r>
      <w:r w:rsidRPr="00DF4D38">
        <w:t xml:space="preserve">, </w:t>
      </w:r>
      <w:r w:rsidR="00EB09FD" w:rsidRPr="00DF4D38">
        <w:t xml:space="preserve">Victorian </w:t>
      </w:r>
      <w:r w:rsidRPr="00DF4D38">
        <w:t>Department of Health</w:t>
      </w:r>
      <w:r w:rsidR="00774DF1" w:rsidRPr="00DF4D38">
        <w:t xml:space="preserve"> &amp; Human Services</w:t>
      </w:r>
      <w:r w:rsidRPr="00DF4D38">
        <w:t xml:space="preserve"> (</w:t>
      </w:r>
      <w:r w:rsidR="00774DF1" w:rsidRPr="00DF4D38">
        <w:t>2019</w:t>
      </w:r>
      <w:r w:rsidRPr="00DF4D38">
        <w:t>)</w:t>
      </w:r>
      <w:r w:rsidR="00774DF1" w:rsidRPr="00DF4D38">
        <w:t>,</w:t>
      </w:r>
      <w:r w:rsidRPr="00DF4D38">
        <w:rPr>
          <w:b/>
        </w:rPr>
        <w:t xml:space="preserve"> </w:t>
      </w:r>
      <w:r w:rsidRPr="00DF4D38">
        <w:rPr>
          <w:i/>
        </w:rPr>
        <w:t xml:space="preserve">A guide </w:t>
      </w:r>
      <w:r w:rsidR="00774DF1" w:rsidRPr="00DF4D38">
        <w:rPr>
          <w:i/>
        </w:rPr>
        <w:t>to</w:t>
      </w:r>
      <w:r w:rsidRPr="00DF4D38">
        <w:rPr>
          <w:i/>
        </w:rPr>
        <w:t xml:space="preserve"> the management and control of gastroenteritis outbreaks in children’s centres</w:t>
      </w:r>
      <w:r w:rsidRPr="00DF4D38">
        <w:t xml:space="preserve">. Victorian Government, Melbourne: </w:t>
      </w:r>
      <w:hyperlink r:id="rId15" w:history="1">
        <w:r w:rsidR="00774DF1" w:rsidRPr="00DF4D38">
          <w:rPr>
            <w:rStyle w:val="Hyperlink"/>
          </w:rPr>
          <w:t>https://www2.health.vic.gov.au/about/publications/researchandreports/A-guide-to-the-management-and-control-of-gastroenteritis-outbreaks-in-childrens-centres</w:t>
        </w:r>
      </w:hyperlink>
    </w:p>
    <w:p w14:paraId="1B6A2781" w14:textId="5F9D973E" w:rsidR="002824C6" w:rsidRPr="00F646A0" w:rsidRDefault="00117116" w:rsidP="008C106E">
      <w:pPr>
        <w:pStyle w:val="Bullets1"/>
        <w:ind w:left="284" w:hanging="284"/>
      </w:pPr>
      <w:r w:rsidRPr="00F646A0">
        <w:t>National Immunisation</w:t>
      </w:r>
      <w:r w:rsidR="00EB09FD" w:rsidRPr="00F646A0">
        <w:t xml:space="preserve"> Program, </w:t>
      </w:r>
      <w:r w:rsidR="002824C6" w:rsidRPr="00F646A0">
        <w:t>Department of Health</w:t>
      </w:r>
      <w:r w:rsidR="00774DF1" w:rsidRPr="00F646A0">
        <w:t>, Australian Government</w:t>
      </w:r>
      <w:r w:rsidR="002824C6" w:rsidRPr="00F646A0">
        <w:t xml:space="preserve">: </w:t>
      </w:r>
      <w:hyperlink r:id="rId16" w:history="1">
        <w:r w:rsidRPr="00F646A0">
          <w:rPr>
            <w:rStyle w:val="Hyperlink"/>
          </w:rPr>
          <w:t>https://www.health.gov.au/initiatives-and-programs/national-immunisation-program</w:t>
        </w:r>
      </w:hyperlink>
      <w:r w:rsidR="00247283" w:rsidRPr="00F646A0">
        <w:rPr>
          <w:rStyle w:val="Hyperlink"/>
        </w:rPr>
        <w:t xml:space="preserve"> </w:t>
      </w:r>
    </w:p>
    <w:p w14:paraId="527A355C" w14:textId="77777777" w:rsidR="002824C6" w:rsidRPr="00DF4D38" w:rsidRDefault="002824C6">
      <w:pPr>
        <w:pStyle w:val="Bullets1"/>
        <w:ind w:left="284" w:hanging="284"/>
        <w:rPr>
          <w:rStyle w:val="Hyperlink"/>
          <w:color w:val="auto"/>
          <w:u w:val="none"/>
        </w:rPr>
      </w:pPr>
      <w:r w:rsidRPr="00DF4D38">
        <w:t>Department of H</w:t>
      </w:r>
      <w:r w:rsidR="00BE2E67" w:rsidRPr="00DF4D38">
        <w:t>ealth</w:t>
      </w:r>
      <w:r w:rsidR="00774DF1" w:rsidRPr="00DF4D38">
        <w:t xml:space="preserve"> &amp; Human Services</w:t>
      </w:r>
      <w:r w:rsidR="00BE2E67" w:rsidRPr="00DF4D38">
        <w:t>, Victoria</w:t>
      </w:r>
      <w:r w:rsidRPr="00DF4D38">
        <w:t xml:space="preserve"> (2012) </w:t>
      </w:r>
      <w:r w:rsidRPr="00DF4D38">
        <w:rPr>
          <w:i/>
        </w:rPr>
        <w:t>Head lice management guidelines</w:t>
      </w:r>
      <w:r w:rsidRPr="00DF4D38">
        <w:t xml:space="preserve">: </w:t>
      </w:r>
      <w:hyperlink r:id="rId17" w:history="1">
        <w:r w:rsidR="00774DF1" w:rsidRPr="00DF4D38">
          <w:rPr>
            <w:rStyle w:val="Hyperlink"/>
          </w:rPr>
          <w:t>https://www2.health.vic.gov.au/about/publications/policiesandguidelines/Head-lice-management-guidelines</w:t>
        </w:r>
      </w:hyperlink>
    </w:p>
    <w:p w14:paraId="355DFEC9" w14:textId="77777777" w:rsidR="00E24016" w:rsidRPr="00DF4D38" w:rsidRDefault="00E24016">
      <w:pPr>
        <w:pStyle w:val="Bullets1"/>
        <w:ind w:left="284" w:hanging="284"/>
      </w:pPr>
      <w:r w:rsidRPr="00DF4D38">
        <w:rPr>
          <w:i/>
        </w:rPr>
        <w:t xml:space="preserve">Immunisation Enrolment Toolkit for early childhood services: </w:t>
      </w:r>
      <w:hyperlink r:id="rId18" w:history="1">
        <w:r w:rsidR="00774DF1" w:rsidRPr="00DF4D38">
          <w:rPr>
            <w:rStyle w:val="Hyperlink"/>
          </w:rPr>
          <w:t>https://www2.health.vic.gov.au/public-health/immunisation/vaccination-children/no-jab-no-play/immunisation-enrolment-toolkit</w:t>
        </w:r>
      </w:hyperlink>
    </w:p>
    <w:p w14:paraId="7204423A" w14:textId="3BC00595" w:rsidR="002824C6" w:rsidRPr="00DF4D38" w:rsidRDefault="002824C6" w:rsidP="008C106E">
      <w:pPr>
        <w:pStyle w:val="Bullets1"/>
        <w:ind w:left="284" w:hanging="284"/>
        <w:rPr>
          <w:i/>
        </w:rPr>
      </w:pPr>
      <w:r w:rsidRPr="00DF4D38">
        <w:rPr>
          <w:i/>
        </w:rPr>
        <w:t>Guide to the Education and Care Services National Law and the Education and Care Services National Regulations 2011</w:t>
      </w:r>
      <w:r w:rsidR="00774DF1" w:rsidRPr="00DF4D38">
        <w:t xml:space="preserve"> (2017),</w:t>
      </w:r>
      <w:r w:rsidRPr="00DF4D38">
        <w:t xml:space="preserve"> ACECQA</w:t>
      </w:r>
      <w:r w:rsidR="00774DF1" w:rsidRPr="00DF4D38">
        <w:t xml:space="preserve">: </w:t>
      </w:r>
      <w:hyperlink r:id="rId19" w:history="1">
        <w:r w:rsidR="00117116" w:rsidRPr="00DF4D38">
          <w:rPr>
            <w:rStyle w:val="Hyperlink"/>
          </w:rPr>
          <w:t>https://www.acecqa.gov.au/sites/default/files/2018-01/NQF-Resource-02-Guide-to-ECS-Law-Regs.pdf</w:t>
        </w:r>
      </w:hyperlink>
      <w:r w:rsidR="00117116" w:rsidRPr="00DF4D38">
        <w:t>v</w:t>
      </w:r>
    </w:p>
    <w:p w14:paraId="286DA9C7" w14:textId="50A2F9B9" w:rsidR="00F430BD" w:rsidRPr="00DF4D38" w:rsidRDefault="002824C6" w:rsidP="008C106E">
      <w:pPr>
        <w:pStyle w:val="Bullets1"/>
        <w:ind w:left="284" w:hanging="284"/>
        <w:rPr>
          <w:i/>
        </w:rPr>
      </w:pPr>
      <w:r w:rsidRPr="00DF4D38">
        <w:rPr>
          <w:i/>
        </w:rPr>
        <w:t>Guide to the National Quality Standard</w:t>
      </w:r>
      <w:r w:rsidR="00774DF1" w:rsidRPr="00DF4D38">
        <w:rPr>
          <w:i/>
        </w:rPr>
        <w:t xml:space="preserve"> </w:t>
      </w:r>
      <w:r w:rsidR="00774DF1" w:rsidRPr="00DF4D38">
        <w:t>(2017)</w:t>
      </w:r>
      <w:r w:rsidRPr="00DF4D38">
        <w:t>, ACECQA</w:t>
      </w:r>
      <w:r w:rsidR="00774DF1" w:rsidRPr="00DF4D38">
        <w:t xml:space="preserve">: </w:t>
      </w:r>
      <w:hyperlink r:id="rId20" w:history="1">
        <w:r w:rsidR="00117116" w:rsidRPr="00DF4D38">
          <w:rPr>
            <w:rStyle w:val="Hyperlink"/>
          </w:rPr>
          <w:t>https://www.acecqa.gov.au/sites/default/files/acecqa/files/National-Quality-Framework-Resources-Kit/NQF-Resource-03-Guide-to-NQS.pdf</w:t>
        </w:r>
      </w:hyperlink>
    </w:p>
    <w:p w14:paraId="1216F0C4" w14:textId="77777777" w:rsidR="00BE2E67" w:rsidRPr="00DF4D38" w:rsidRDefault="002824C6" w:rsidP="008C106E">
      <w:pPr>
        <w:pStyle w:val="Bullets1"/>
        <w:ind w:left="284" w:hanging="284"/>
        <w:rPr>
          <w:i/>
        </w:rPr>
      </w:pPr>
      <w:r w:rsidRPr="00DF4D38">
        <w:t>National Health and Medical Research Council (</w:t>
      </w:r>
      <w:r w:rsidR="00F430BD" w:rsidRPr="00DF4D38">
        <w:t>2013</w:t>
      </w:r>
      <w:r w:rsidRPr="00DF4D38">
        <w:t>)</w:t>
      </w:r>
      <w:r w:rsidR="00F430BD" w:rsidRPr="00DF4D38">
        <w:rPr>
          <w:i/>
          <w:iCs/>
        </w:rPr>
        <w:t xml:space="preserve"> Staying Healthy: Preventing infectious </w:t>
      </w:r>
      <w:r w:rsidR="00F430BD" w:rsidRPr="00DF4D38">
        <w:rPr>
          <w:i/>
        </w:rPr>
        <w:t>diseases in early childhood education and care services</w:t>
      </w:r>
      <w:r w:rsidR="00F430BD" w:rsidRPr="00DF4D38">
        <w:t xml:space="preserve"> (5</w:t>
      </w:r>
      <w:r w:rsidR="00F430BD" w:rsidRPr="00DF4D38">
        <w:rPr>
          <w:vertAlign w:val="superscript"/>
        </w:rPr>
        <w:t>th</w:t>
      </w:r>
      <w:r w:rsidR="00F430BD" w:rsidRPr="00DF4D38">
        <w:t xml:space="preserve"> edition)</w:t>
      </w:r>
      <w:r w:rsidR="00247283" w:rsidRPr="00DF4D38">
        <w:t>:</w:t>
      </w:r>
      <w:r w:rsidR="00BE2E67" w:rsidRPr="00DF4D38">
        <w:t xml:space="preserve"> </w:t>
      </w:r>
      <w:hyperlink r:id="rId21" w:history="1">
        <w:r w:rsidR="00774DF1" w:rsidRPr="00DF4D38">
          <w:rPr>
            <w:rStyle w:val="Hyperlink"/>
          </w:rPr>
          <w:t>https://www.nhmrc.gov.au/about-us/publications/staying-healthy-preventing-infectious-diseases-early-childhood-education-and-care-services</w:t>
        </w:r>
      </w:hyperlink>
    </w:p>
    <w:p w14:paraId="151F4EE5" w14:textId="17530AD2" w:rsidR="002824C6" w:rsidRPr="00DF4D38" w:rsidRDefault="008C106E">
      <w:pPr>
        <w:pStyle w:val="Bullets1"/>
        <w:ind w:left="284" w:hanging="284"/>
        <w:rPr>
          <w:rStyle w:val="Hyperlink"/>
          <w:color w:val="auto"/>
          <w:u w:val="none"/>
        </w:rPr>
      </w:pPr>
      <w:r w:rsidRPr="00DF4D38">
        <w:lastRenderedPageBreak/>
        <w:t xml:space="preserve">Information about immunisations, including immunisation schedule, </w:t>
      </w:r>
      <w:r w:rsidR="00885093" w:rsidRPr="00DF4D38">
        <w:t>DHHS</w:t>
      </w:r>
      <w:r w:rsidR="002824C6" w:rsidRPr="00DF4D38">
        <w:t xml:space="preserve">: </w:t>
      </w:r>
      <w:hyperlink r:id="rId22" w:history="1">
        <w:r w:rsidR="002824C6" w:rsidRPr="00DF4D38">
          <w:rPr>
            <w:rStyle w:val="Hyperlink"/>
          </w:rPr>
          <w:t>www.health.vic.gov.au/immunisation</w:t>
        </w:r>
      </w:hyperlink>
      <w:r w:rsidR="00247283" w:rsidRPr="00DF4D38">
        <w:rPr>
          <w:rStyle w:val="Hyperlink"/>
        </w:rPr>
        <w:t xml:space="preserve"> </w:t>
      </w:r>
    </w:p>
    <w:p w14:paraId="6D2269CD" w14:textId="03E0F7A3" w:rsidR="00DA0614" w:rsidRPr="00DF4D38" w:rsidRDefault="00DA0614" w:rsidP="008C106E">
      <w:pPr>
        <w:pStyle w:val="Bullets1"/>
        <w:ind w:left="284" w:hanging="284"/>
        <w:rPr>
          <w:rStyle w:val="Hyperlink"/>
          <w:color w:val="auto"/>
          <w:u w:val="none"/>
        </w:rPr>
      </w:pPr>
      <w:r w:rsidRPr="00DF4D38">
        <w:t>WorkSafe</w:t>
      </w:r>
      <w:r w:rsidR="00774DF1" w:rsidRPr="00DF4D38">
        <w:t>,</w:t>
      </w:r>
      <w:r w:rsidRPr="00DF4D38">
        <w:t xml:space="preserve"> Victoria</w:t>
      </w:r>
      <w:r w:rsidR="00950D10" w:rsidRPr="00DF4D38">
        <w:t xml:space="preserve"> (2008)</w:t>
      </w:r>
      <w:r w:rsidRPr="00DF4D38">
        <w:t xml:space="preserve"> </w:t>
      </w:r>
      <w:r w:rsidR="00774DF1" w:rsidRPr="00DF4D38">
        <w:rPr>
          <w:i/>
        </w:rPr>
        <w:t xml:space="preserve">Compliance code: First aid in the workplace: </w:t>
      </w:r>
      <w:hyperlink r:id="rId23" w:history="1">
        <w:r w:rsidR="00774DF1" w:rsidRPr="00DF4D38">
          <w:rPr>
            <w:rStyle w:val="Hyperlink"/>
          </w:rPr>
          <w:t>https://www.worksafe.vic.gov.au/resources/compliance-code-first-aid-workplace</w:t>
        </w:r>
      </w:hyperlink>
    </w:p>
    <w:p w14:paraId="6888CE47" w14:textId="6A792DB2" w:rsidR="00914E42" w:rsidRPr="00F646A0" w:rsidRDefault="00914E42" w:rsidP="008C106E">
      <w:pPr>
        <w:pStyle w:val="Bullets1"/>
        <w:ind w:left="284" w:hanging="284"/>
      </w:pPr>
      <w:r w:rsidRPr="00F646A0">
        <w:t xml:space="preserve">Statements Section for statements on health emergencies, AHPPC. Available at:  </w:t>
      </w:r>
      <w:hyperlink r:id="rId24" w:history="1">
        <w:r w:rsidRPr="00F646A0">
          <w:rPr>
            <w:rStyle w:val="Hyperlink"/>
          </w:rPr>
          <w:t>https://www.health.gov.au/committees-and-groups/australian-health-protection-principal-committee-ahppc</w:t>
        </w:r>
      </w:hyperlink>
    </w:p>
    <w:p w14:paraId="5C41C9AB" w14:textId="77777777" w:rsidR="002824C6" w:rsidRPr="00DF4D38" w:rsidRDefault="002824C6" w:rsidP="00980C87">
      <w:pPr>
        <w:pStyle w:val="Heading4"/>
      </w:pPr>
      <w:r w:rsidRPr="00DF4D38">
        <w:t xml:space="preserve">Service policies </w:t>
      </w:r>
    </w:p>
    <w:p w14:paraId="62E28A0C" w14:textId="77777777" w:rsidR="002824C6" w:rsidRPr="00DF4D38" w:rsidRDefault="002824C6" w:rsidP="00BA380A">
      <w:pPr>
        <w:pStyle w:val="Bullets1"/>
        <w:ind w:left="284" w:hanging="284"/>
        <w:rPr>
          <w:i/>
        </w:rPr>
      </w:pPr>
      <w:r w:rsidRPr="00DF4D38">
        <w:rPr>
          <w:i/>
        </w:rPr>
        <w:t>Administration of First Aid Policy</w:t>
      </w:r>
    </w:p>
    <w:p w14:paraId="27D6E1E7" w14:textId="77777777" w:rsidR="002824C6" w:rsidRPr="00DF4D38" w:rsidRDefault="002824C6" w:rsidP="00BA380A">
      <w:pPr>
        <w:pStyle w:val="Bullets1"/>
        <w:ind w:left="284" w:hanging="284"/>
        <w:rPr>
          <w:i/>
        </w:rPr>
      </w:pPr>
      <w:r w:rsidRPr="00DF4D38">
        <w:rPr>
          <w:i/>
        </w:rPr>
        <w:t>Administration of Medication Policy</w:t>
      </w:r>
    </w:p>
    <w:p w14:paraId="79A511D6" w14:textId="77777777" w:rsidR="002824C6" w:rsidRPr="00DF4D38" w:rsidRDefault="002824C6" w:rsidP="00BA380A">
      <w:pPr>
        <w:pStyle w:val="Bullets1"/>
        <w:ind w:left="284" w:hanging="284"/>
        <w:rPr>
          <w:i/>
        </w:rPr>
      </w:pPr>
      <w:r w:rsidRPr="00DF4D38">
        <w:rPr>
          <w:i/>
        </w:rPr>
        <w:t>Dealing with Medical Conditions Policy</w:t>
      </w:r>
    </w:p>
    <w:p w14:paraId="4CAA446A" w14:textId="77777777" w:rsidR="0043552E" w:rsidRPr="00DF4D38" w:rsidRDefault="0043552E" w:rsidP="00BA380A">
      <w:pPr>
        <w:pStyle w:val="Bullets1"/>
        <w:ind w:left="284" w:hanging="284"/>
        <w:rPr>
          <w:i/>
        </w:rPr>
      </w:pPr>
      <w:r w:rsidRPr="00DF4D38">
        <w:rPr>
          <w:i/>
        </w:rPr>
        <w:t>Enrolment and Orientation Policy</w:t>
      </w:r>
    </w:p>
    <w:p w14:paraId="3B0F7225" w14:textId="77777777" w:rsidR="002824C6" w:rsidRPr="00DF4D38" w:rsidRDefault="002824C6" w:rsidP="00BA380A">
      <w:pPr>
        <w:pStyle w:val="Bullets1"/>
        <w:ind w:left="284" w:hanging="284"/>
        <w:rPr>
          <w:i/>
        </w:rPr>
      </w:pPr>
      <w:r w:rsidRPr="00DF4D38">
        <w:rPr>
          <w:i/>
        </w:rPr>
        <w:t>Hygiene Policy</w:t>
      </w:r>
    </w:p>
    <w:p w14:paraId="5A9AD4E6" w14:textId="77777777" w:rsidR="002824C6" w:rsidRPr="00DF4D38" w:rsidRDefault="002824C6" w:rsidP="00BA380A">
      <w:pPr>
        <w:pStyle w:val="Bullets1"/>
        <w:ind w:left="284" w:hanging="284"/>
        <w:rPr>
          <w:i/>
        </w:rPr>
      </w:pPr>
      <w:r w:rsidRPr="00DF4D38">
        <w:rPr>
          <w:i/>
        </w:rPr>
        <w:t xml:space="preserve">Incident, Injury, </w:t>
      </w:r>
      <w:proofErr w:type="gramStart"/>
      <w:r w:rsidRPr="00DF4D38">
        <w:rPr>
          <w:i/>
        </w:rPr>
        <w:t>Trauma</w:t>
      </w:r>
      <w:proofErr w:type="gramEnd"/>
      <w:r w:rsidRPr="00DF4D38">
        <w:rPr>
          <w:i/>
        </w:rPr>
        <w:t xml:space="preserve"> and Illness Policy</w:t>
      </w:r>
    </w:p>
    <w:p w14:paraId="00E66522" w14:textId="77777777" w:rsidR="002824C6" w:rsidRPr="00DF4D38" w:rsidRDefault="002824C6" w:rsidP="00BA380A">
      <w:pPr>
        <w:pStyle w:val="Bullets1"/>
        <w:ind w:left="284" w:hanging="284"/>
        <w:rPr>
          <w:i/>
        </w:rPr>
      </w:pPr>
      <w:r w:rsidRPr="00DF4D38">
        <w:rPr>
          <w:i/>
        </w:rPr>
        <w:t>Inclusion and Equity Policy</w:t>
      </w:r>
    </w:p>
    <w:p w14:paraId="21C27A35" w14:textId="77777777" w:rsidR="002824C6" w:rsidRPr="00DF4D38" w:rsidRDefault="002824C6" w:rsidP="00BA380A">
      <w:pPr>
        <w:pStyle w:val="Bullets1"/>
        <w:ind w:left="284" w:hanging="284"/>
        <w:rPr>
          <w:i/>
        </w:rPr>
      </w:pPr>
      <w:r w:rsidRPr="00DF4D38">
        <w:rPr>
          <w:i/>
        </w:rPr>
        <w:t>Occupational Health and Safety Policy</w:t>
      </w:r>
    </w:p>
    <w:p w14:paraId="3CD70737" w14:textId="77777777" w:rsidR="002824C6" w:rsidRPr="00DF4D38" w:rsidRDefault="002824C6" w:rsidP="00BA380A">
      <w:pPr>
        <w:pStyle w:val="Bullets1"/>
        <w:ind w:left="284" w:hanging="284"/>
        <w:rPr>
          <w:i/>
        </w:rPr>
      </w:pPr>
      <w:r w:rsidRPr="00DF4D38">
        <w:rPr>
          <w:i/>
        </w:rPr>
        <w:t>Privacy and Confidentiality Policy</w:t>
      </w:r>
    </w:p>
    <w:p w14:paraId="203CA4A8" w14:textId="77777777" w:rsidR="002824C6" w:rsidRPr="00DF4D38" w:rsidRDefault="002824C6" w:rsidP="00B156F9">
      <w:pPr>
        <w:pStyle w:val="Heading1"/>
      </w:pPr>
      <w:r w:rsidRPr="00DF4D38">
        <w:t>Procedures</w:t>
      </w:r>
    </w:p>
    <w:p w14:paraId="518590C1" w14:textId="67D2E13E" w:rsidR="002824C6" w:rsidRPr="00DF4D38" w:rsidRDefault="002824C6" w:rsidP="00B156F9">
      <w:pPr>
        <w:pStyle w:val="Heading4"/>
      </w:pPr>
      <w:r w:rsidRPr="00DF4D38">
        <w:t>The Approved Provider</w:t>
      </w:r>
      <w:r w:rsidR="00EF2B05" w:rsidRPr="00DF4D38">
        <w:rPr>
          <w:rFonts w:eastAsia="Arial" w:cs="Times New Roman"/>
          <w:b w:val="0"/>
          <w:bCs w:val="0"/>
          <w:color w:val="auto"/>
          <w:sz w:val="19"/>
          <w:lang w:eastAsia="en-US"/>
        </w:rPr>
        <w:t xml:space="preserve"> </w:t>
      </w:r>
      <w:r w:rsidR="00EF2B05" w:rsidRPr="00DF4D38">
        <w:t>and Person with Management or Control are</w:t>
      </w:r>
      <w:r w:rsidRPr="00DF4D38">
        <w:t xml:space="preserve"> responsible for:</w:t>
      </w:r>
    </w:p>
    <w:p w14:paraId="0C0F2025" w14:textId="77777777" w:rsidR="002824C6" w:rsidRPr="00DF4D38" w:rsidRDefault="002824C6" w:rsidP="00127AF8">
      <w:pPr>
        <w:pStyle w:val="Bullets1"/>
        <w:ind w:left="284" w:hanging="284"/>
      </w:pPr>
      <w:r w:rsidRPr="00DF4D38">
        <w:t>ensuring that where there is an occurrence of an infectious disease at the service, reasonable steps are taken to prevent the spread of that infectious disease (Regulation 88(1))</w:t>
      </w:r>
    </w:p>
    <w:p w14:paraId="3B50F1BA" w14:textId="77777777" w:rsidR="00DC2B89" w:rsidRPr="00DF4D38" w:rsidRDefault="002824C6" w:rsidP="00127AF8">
      <w:pPr>
        <w:pStyle w:val="Bullets1"/>
        <w:ind w:left="284" w:hanging="284"/>
      </w:pPr>
      <w:r w:rsidRPr="00DF4D38">
        <w:t>ensuring that where there is an occurrence of an infectious disease at the service, a parent/guardian or authorised emergency contact of each child at the service is notified of the occurrence as soon as is practicable (Regulation 88(2))</w:t>
      </w:r>
    </w:p>
    <w:p w14:paraId="2B562E95" w14:textId="55015B56" w:rsidR="00780DC3" w:rsidRPr="00DF4D38" w:rsidRDefault="002824C6" w:rsidP="00730AD6">
      <w:pPr>
        <w:pStyle w:val="Bullets1"/>
        <w:ind w:left="284" w:hanging="284"/>
      </w:pPr>
      <w:r w:rsidRPr="00DF4D38">
        <w:t xml:space="preserve">ensuring that information from the </w:t>
      </w:r>
      <w:r w:rsidR="00885093" w:rsidRPr="00DF4D38">
        <w:t>DHHS</w:t>
      </w:r>
      <w:r w:rsidR="0045783A" w:rsidRPr="00DF4D38">
        <w:t xml:space="preserve"> </w:t>
      </w:r>
      <w:r w:rsidRPr="00DF4D38">
        <w:t xml:space="preserve">about the minimum exclusion periods (refer to </w:t>
      </w:r>
      <w:r w:rsidRPr="00DF4D38">
        <w:rPr>
          <w:i/>
        </w:rPr>
        <w:t>Definitions</w:t>
      </w:r>
      <w:r w:rsidRPr="00DF4D38">
        <w:t>) is displayed at the service</w:t>
      </w:r>
      <w:r w:rsidR="008C106E" w:rsidRPr="00DF4D38">
        <w:t xml:space="preserve"> and</w:t>
      </w:r>
      <w:r w:rsidRPr="00DF4D38">
        <w:t xml:space="preserve"> is available to all stakeholders</w:t>
      </w:r>
      <w:r w:rsidR="008C106E" w:rsidRPr="00DF4D38">
        <w:t xml:space="preserve"> </w:t>
      </w:r>
      <w:r w:rsidR="00106B25" w:rsidRPr="00DF4D38">
        <w:t xml:space="preserve">including staff, parents/guardians, </w:t>
      </w:r>
      <w:proofErr w:type="gramStart"/>
      <w:r w:rsidR="00106B25" w:rsidRPr="00DF4D38">
        <w:t>students</w:t>
      </w:r>
      <w:proofErr w:type="gramEnd"/>
      <w:r w:rsidR="00106B25" w:rsidRPr="00DF4D38">
        <w:t xml:space="preserve"> and volunteers</w:t>
      </w:r>
    </w:p>
    <w:p w14:paraId="42E8E622" w14:textId="6E831099" w:rsidR="00106B25" w:rsidRPr="00DF4D38" w:rsidRDefault="00106B25" w:rsidP="00106B25">
      <w:pPr>
        <w:pStyle w:val="Bullets1"/>
        <w:ind w:left="284" w:hanging="284"/>
        <w:rPr>
          <w:i/>
        </w:rPr>
      </w:pPr>
      <w:r w:rsidRPr="00DF4D38">
        <w:t xml:space="preserve">ensuring that a child is excluded from the service in accordance with the minimum exclusion periods (refer to </w:t>
      </w:r>
      <w:r w:rsidRPr="00DF4D38">
        <w:rPr>
          <w:i/>
        </w:rPr>
        <w:t>Definitions</w:t>
      </w:r>
      <w:r w:rsidRPr="00DF4D38">
        <w:t xml:space="preserve">) when informed that the child is infected with an infectious disease (refer to </w:t>
      </w:r>
      <w:r w:rsidRPr="00DF4D38">
        <w:rPr>
          <w:i/>
        </w:rPr>
        <w:t>Definitions</w:t>
      </w:r>
      <w:r w:rsidRPr="00DF4D38">
        <w:t xml:space="preserve">) or has been in contact with a person who is infected with an infectious disease (refer to </w:t>
      </w:r>
      <w:r w:rsidRPr="00DF4D38">
        <w:rPr>
          <w:i/>
        </w:rPr>
        <w:t>Definitions</w:t>
      </w:r>
      <w:r w:rsidRPr="00DF4D38">
        <w:t>) as required under Regulation</w:t>
      </w:r>
      <w:r w:rsidR="004B4990" w:rsidRPr="00DF4D38">
        <w:t xml:space="preserve"> 111</w:t>
      </w:r>
      <w:r w:rsidRPr="00DF4D38">
        <w:t xml:space="preserve">(1) of the </w:t>
      </w:r>
      <w:r w:rsidR="00E642EA" w:rsidRPr="00DF4D38">
        <w:rPr>
          <w:i/>
        </w:rPr>
        <w:t>Public Health and Wellbeing Regulations 2019</w:t>
      </w:r>
      <w:r w:rsidRPr="00DF4D38">
        <w:rPr>
          <w:i/>
        </w:rPr>
        <w:t xml:space="preserve"> </w:t>
      </w:r>
    </w:p>
    <w:p w14:paraId="7BD189EE" w14:textId="1240D617" w:rsidR="002824C6" w:rsidRPr="008F2210" w:rsidRDefault="00535CEB" w:rsidP="0001418E">
      <w:pPr>
        <w:pStyle w:val="Bullets2"/>
        <w:numPr>
          <w:ilvl w:val="0"/>
          <w:numId w:val="37"/>
        </w:numPr>
        <w:ind w:left="284" w:hanging="284"/>
      </w:pPr>
      <w:r w:rsidRPr="008F2210">
        <w:t xml:space="preserve">contacting </w:t>
      </w:r>
      <w:r w:rsidR="002824C6" w:rsidRPr="008F2210">
        <w:t xml:space="preserve">the Communicable Disease </w:t>
      </w:r>
      <w:r w:rsidR="005149A3" w:rsidRPr="008F2210">
        <w:t>Section, DHHS</w:t>
      </w:r>
      <w:r w:rsidR="002824C6" w:rsidRPr="008F2210">
        <w:t xml:space="preserve"> </w:t>
      </w:r>
      <w:r w:rsidR="00EC4F7A" w:rsidRPr="008F2210">
        <w:t>(</w:t>
      </w:r>
      <w:r w:rsidR="00BC7793" w:rsidRPr="008F2210">
        <w:t xml:space="preserve">refer to </w:t>
      </w:r>
      <w:r w:rsidRPr="008F2210">
        <w:t>Definitions</w:t>
      </w:r>
      <w:r w:rsidR="00EC4F7A" w:rsidRPr="008F2210">
        <w:t>)</w:t>
      </w:r>
      <w:r w:rsidR="00BC7793" w:rsidRPr="008F2210">
        <w:t xml:space="preserve"> </w:t>
      </w:r>
      <w:r w:rsidR="000335F2" w:rsidRPr="008F2210">
        <w:t>if there is an outbreak of two or more cases of gastrointestinal illness in a 48</w:t>
      </w:r>
      <w:r w:rsidR="00B410BD" w:rsidRPr="008F2210">
        <w:t>-</w:t>
      </w:r>
      <w:r w:rsidR="000335F2" w:rsidRPr="008F2210">
        <w:t>hour period</w:t>
      </w:r>
    </w:p>
    <w:p w14:paraId="30A558A9" w14:textId="36302CBB" w:rsidR="0043552E" w:rsidRPr="00F646A0" w:rsidRDefault="0043552E" w:rsidP="00535CEB">
      <w:pPr>
        <w:pStyle w:val="Bullets1"/>
        <w:ind w:left="284" w:hanging="284"/>
        <w:rPr>
          <w:rFonts w:cs="Arial"/>
        </w:rPr>
      </w:pPr>
      <w:r w:rsidRPr="00F646A0">
        <w:t xml:space="preserve">ensuring </w:t>
      </w:r>
      <w:r w:rsidR="0054511B" w:rsidRPr="00F646A0">
        <w:t>obligations under No Jab No Play legislation (</w:t>
      </w:r>
      <w:r w:rsidR="0054511B" w:rsidRPr="00F646A0">
        <w:rPr>
          <w:i/>
        </w:rPr>
        <w:t>Public Health and Wellbeing Act 2008)</w:t>
      </w:r>
      <w:r w:rsidR="00C23C68" w:rsidRPr="00F646A0">
        <w:t xml:space="preserve">, including </w:t>
      </w:r>
      <w:r w:rsidR="0054511B" w:rsidRPr="00F646A0">
        <w:t xml:space="preserve">to request, assess and manage </w:t>
      </w:r>
      <w:r w:rsidRPr="00F646A0">
        <w:t xml:space="preserve">immunisation documentation </w:t>
      </w:r>
      <w:r w:rsidR="0054511B" w:rsidRPr="00F646A0">
        <w:t>and to assist parents/carers and families who may face difficulties in meeting the requirements are met</w:t>
      </w:r>
      <w:r w:rsidR="00960BA0" w:rsidRPr="00F646A0">
        <w:t xml:space="preserve"> (refer to </w:t>
      </w:r>
      <w:r w:rsidR="002D5006" w:rsidRPr="00F646A0">
        <w:rPr>
          <w:i/>
        </w:rPr>
        <w:t>Enrolment and Orientation Policy</w:t>
      </w:r>
      <w:r w:rsidR="00960BA0" w:rsidRPr="00F646A0">
        <w:t>)</w:t>
      </w:r>
    </w:p>
    <w:p w14:paraId="52472622" w14:textId="41CA7588" w:rsidR="002824C6" w:rsidRPr="00DF4D38" w:rsidRDefault="002824C6" w:rsidP="00535CEB">
      <w:pPr>
        <w:pStyle w:val="Bullets1"/>
        <w:ind w:left="284" w:hanging="284"/>
        <w:rPr>
          <w:rFonts w:cs="Arial"/>
        </w:rPr>
      </w:pPr>
      <w:r w:rsidRPr="00DF4D38">
        <w:t xml:space="preserve">ensuring </w:t>
      </w:r>
      <w:r w:rsidR="00A21368" w:rsidRPr="00DF4D38">
        <w:t xml:space="preserve">when directed by the </w:t>
      </w:r>
      <w:r w:rsidR="00886520" w:rsidRPr="00F646A0">
        <w:t>Chief Health Officer</w:t>
      </w:r>
      <w:r w:rsidR="00A21368" w:rsidRPr="00F646A0">
        <w:t>,</w:t>
      </w:r>
      <w:r w:rsidR="00A21368" w:rsidRPr="00DF4D38">
        <w:t xml:space="preserve"> </w:t>
      </w:r>
      <w:r w:rsidRPr="00DF4D38">
        <w:t xml:space="preserve">that a child who is </w:t>
      </w:r>
      <w:r w:rsidR="00886520" w:rsidRPr="00F646A0">
        <w:t>at material risk of contracting a vaccine-preventable disease is excluded until the Chief Health Officer</w:t>
      </w:r>
      <w:r w:rsidR="00886520" w:rsidRPr="00DF4D38">
        <w:t xml:space="preserve"> </w:t>
      </w:r>
      <w:r w:rsidR="00A21368" w:rsidRPr="00DF4D38">
        <w:t xml:space="preserve">directs that attendance can be resumed </w:t>
      </w:r>
      <w:r w:rsidRPr="00DF4D38">
        <w:t>(</w:t>
      </w:r>
      <w:r w:rsidRPr="00F646A0">
        <w:t xml:space="preserve">Regulation </w:t>
      </w:r>
      <w:r w:rsidR="00B545AA" w:rsidRPr="00F646A0">
        <w:t>111</w:t>
      </w:r>
      <w:r w:rsidRPr="00F646A0">
        <w:t>(2</w:t>
      </w:r>
      <w:r w:rsidR="00B545AA" w:rsidRPr="00F646A0">
        <w:t>4</w:t>
      </w:r>
      <w:r w:rsidR="00960BA0" w:rsidRPr="00F646A0">
        <w:t>)</w:t>
      </w:r>
      <w:r w:rsidRPr="00DF4D38">
        <w:t xml:space="preserve"> of the </w:t>
      </w:r>
      <w:r w:rsidR="00E642EA" w:rsidRPr="00DF4D38">
        <w:rPr>
          <w:rFonts w:cs="Arial"/>
          <w:i/>
          <w:szCs w:val="20"/>
        </w:rPr>
        <w:t>Public Health and Wellbeing Regulations 2019</w:t>
      </w:r>
      <w:r w:rsidRPr="00DF4D38">
        <w:t>)</w:t>
      </w:r>
    </w:p>
    <w:p w14:paraId="0E8EBEEC" w14:textId="7C7CCC3D" w:rsidR="008C106E" w:rsidRPr="00DF4D38" w:rsidRDefault="002824C6">
      <w:pPr>
        <w:pStyle w:val="Bullets1"/>
        <w:ind w:left="284" w:hanging="284"/>
      </w:pPr>
      <w:r w:rsidRPr="00DF4D38">
        <w:t>notifying DE</w:t>
      </w:r>
      <w:r w:rsidR="00583879" w:rsidRPr="00DF4D38">
        <w:t>T</w:t>
      </w:r>
      <w:r w:rsidRPr="00DF4D38">
        <w:t xml:space="preserve"> within 24 hours of a serious incident (refer to </w:t>
      </w:r>
      <w:r w:rsidRPr="00DF4D38">
        <w:rPr>
          <w:i/>
        </w:rPr>
        <w:t>Definitions</w:t>
      </w:r>
      <w:r w:rsidR="00843BCE" w:rsidRPr="00DF4D38">
        <w:t>)</w:t>
      </w:r>
      <w:r w:rsidR="00FA495D" w:rsidRPr="00DF4D38">
        <w:t xml:space="preserve"> via the </w:t>
      </w:r>
      <w:hyperlink r:id="rId25" w:history="1">
        <w:r w:rsidR="00FA495D" w:rsidRPr="00DF4D38">
          <w:rPr>
            <w:rStyle w:val="Hyperlink"/>
          </w:rPr>
          <w:t>NQA ITS</w:t>
        </w:r>
      </w:hyperlink>
    </w:p>
    <w:p w14:paraId="153F0BAD" w14:textId="177B20D0" w:rsidR="002824C6" w:rsidRPr="00DF4D38" w:rsidRDefault="002824C6">
      <w:pPr>
        <w:pStyle w:val="Bullets1"/>
        <w:ind w:left="284" w:hanging="284"/>
      </w:pPr>
      <w:r w:rsidRPr="00DF4D38">
        <w:t>supporting the Nominated Supervisor and the educators/staff at the service to implement the requirements of the</w:t>
      </w:r>
      <w:r w:rsidR="006130D8" w:rsidRPr="00DF4D38">
        <w:t xml:space="preserve"> m</w:t>
      </w:r>
      <w:r w:rsidRPr="00DF4D38">
        <w:t>inimum exclusion periods</w:t>
      </w:r>
    </w:p>
    <w:p w14:paraId="216EF11D" w14:textId="4EF17D49" w:rsidR="002824C6" w:rsidRPr="00DF4D38" w:rsidRDefault="002824C6" w:rsidP="00730AD6">
      <w:pPr>
        <w:pStyle w:val="Bullets1"/>
        <w:ind w:left="284" w:hanging="284"/>
      </w:pPr>
      <w:r w:rsidRPr="00DF4D38">
        <w:t>conducting a thorough inspection of the service on a regular basis, and consulting with educators/staff to assess any risks by identifying the hazards and potential sources of infection</w:t>
      </w:r>
    </w:p>
    <w:p w14:paraId="3824A06E" w14:textId="69A690A5" w:rsidR="002824C6" w:rsidRPr="00DF4D38" w:rsidRDefault="002824C6" w:rsidP="00730AD6">
      <w:pPr>
        <w:pStyle w:val="Bullets1"/>
        <w:ind w:left="284" w:hanging="284"/>
      </w:pPr>
      <w:r w:rsidRPr="00DF4D38">
        <w:rPr>
          <w:rFonts w:cs="Arial"/>
        </w:rPr>
        <w:lastRenderedPageBreak/>
        <w:t xml:space="preserve">ensuring that the Nominated Supervisor, </w:t>
      </w:r>
      <w:proofErr w:type="gramStart"/>
      <w:r w:rsidRPr="00DF4D38">
        <w:rPr>
          <w:rFonts w:cs="Arial"/>
        </w:rPr>
        <w:t>staff</w:t>
      </w:r>
      <w:proofErr w:type="gramEnd"/>
      <w:r w:rsidRPr="00DF4D38">
        <w:rPr>
          <w:rFonts w:cs="Arial"/>
        </w:rPr>
        <w:t xml:space="preserve"> and everyone at the service adheres to the </w:t>
      </w:r>
      <w:r w:rsidRPr="00DF4D38">
        <w:rPr>
          <w:i/>
        </w:rPr>
        <w:t xml:space="preserve">Hygiene Policy </w:t>
      </w:r>
      <w:r w:rsidRPr="00DF4D38">
        <w:t>and the procedures for infection control relating to blood-borne viruses</w:t>
      </w:r>
      <w:r w:rsidRPr="00DF4D38">
        <w:rPr>
          <w:i/>
        </w:rPr>
        <w:t xml:space="preserve"> </w:t>
      </w:r>
      <w:r w:rsidRPr="00DF4D38">
        <w:t>(refer to Attachment 4)</w:t>
      </w:r>
    </w:p>
    <w:p w14:paraId="702B6CF5" w14:textId="3607F5EA" w:rsidR="002824C6" w:rsidRPr="00DF4D38" w:rsidRDefault="002824C6" w:rsidP="00730AD6">
      <w:pPr>
        <w:pStyle w:val="Bullets1"/>
        <w:ind w:left="284" w:hanging="284"/>
      </w:pPr>
      <w:r w:rsidRPr="00DF4D38">
        <w:t xml:space="preserve">ensuring that appropriate and current information and resources are provided to </w:t>
      </w:r>
      <w:r w:rsidR="00B545AA" w:rsidRPr="00DF4D38">
        <w:t xml:space="preserve">all </w:t>
      </w:r>
      <w:r w:rsidRPr="00DF4D38">
        <w:t xml:space="preserve">staff and parents/guardians regarding the identification and management of infectious diseases, blood-borne </w:t>
      </w:r>
      <w:proofErr w:type="gramStart"/>
      <w:r w:rsidRPr="00DF4D38">
        <w:t>viruses</w:t>
      </w:r>
      <w:proofErr w:type="gramEnd"/>
      <w:r w:rsidRPr="00DF4D38">
        <w:t xml:space="preserve"> and infestations</w:t>
      </w:r>
    </w:p>
    <w:p w14:paraId="4CFFDA68" w14:textId="77777777" w:rsidR="002824C6" w:rsidRPr="00DF4D38" w:rsidRDefault="002824C6" w:rsidP="00730AD6">
      <w:pPr>
        <w:pStyle w:val="Bullets1"/>
        <w:ind w:left="284" w:hanging="284"/>
      </w:pPr>
      <w:r w:rsidRPr="00DF4D38">
        <w:t xml:space="preserve">keeping informed about current legislation, information, </w:t>
      </w:r>
      <w:proofErr w:type="gramStart"/>
      <w:r w:rsidRPr="00DF4D38">
        <w:t>research</w:t>
      </w:r>
      <w:proofErr w:type="gramEnd"/>
      <w:r w:rsidRPr="00DF4D38">
        <w:t xml:space="preserve"> and best practice</w:t>
      </w:r>
    </w:p>
    <w:p w14:paraId="58A5E131" w14:textId="2DF92672" w:rsidR="00FA495D" w:rsidRPr="00DF4D38" w:rsidRDefault="002824C6" w:rsidP="00730AD6">
      <w:pPr>
        <w:pStyle w:val="Bullets1"/>
        <w:ind w:left="284" w:hanging="284"/>
      </w:pPr>
      <w:r w:rsidRPr="00DF4D38">
        <w:t xml:space="preserve">ensuring that any changes to the exclusion table or immunisation </w:t>
      </w:r>
      <w:r w:rsidR="005F1380" w:rsidRPr="00DF4D38">
        <w:t>laws</w:t>
      </w:r>
      <w:r w:rsidRPr="00DF4D38">
        <w:t xml:space="preserve"> are communicated to </w:t>
      </w:r>
      <w:r w:rsidR="00B545AA" w:rsidRPr="00DF4D38">
        <w:t xml:space="preserve">all </w:t>
      </w:r>
      <w:r w:rsidRPr="00DF4D38">
        <w:t>staff and parents/guardians in a timely manner</w:t>
      </w:r>
    </w:p>
    <w:p w14:paraId="0E6A94BC" w14:textId="7C3DF743" w:rsidR="002824C6" w:rsidRPr="00F646A0" w:rsidRDefault="00FA495D" w:rsidP="00FA495D">
      <w:pPr>
        <w:pStyle w:val="Bullets1"/>
        <w:ind w:left="284" w:hanging="284"/>
      </w:pPr>
      <w:r w:rsidRPr="00F646A0">
        <w:t xml:space="preserve">complying with the advice of the Australian Health Protection Principal Committee (AHPPC), </w:t>
      </w:r>
      <w:r w:rsidR="008F3832" w:rsidRPr="00F646A0">
        <w:t xml:space="preserve">Victorian </w:t>
      </w:r>
      <w:r w:rsidRPr="00F646A0">
        <w:t>Chief Health Officer and DHHS in a</w:t>
      </w:r>
      <w:r w:rsidR="00C07797" w:rsidRPr="00F646A0">
        <w:t>n epidemic or</w:t>
      </w:r>
      <w:r w:rsidRPr="00F646A0">
        <w:t xml:space="preserve"> pandemic event</w:t>
      </w:r>
      <w:r w:rsidR="00300E21" w:rsidRPr="00F646A0">
        <w:t xml:space="preserve"> (refer to Attachment 5)</w:t>
      </w:r>
      <w:r w:rsidRPr="00F646A0">
        <w:t>.</w:t>
      </w:r>
    </w:p>
    <w:p w14:paraId="29D8B8AE" w14:textId="4A765447" w:rsidR="002824C6" w:rsidRPr="00DF4D38" w:rsidRDefault="002824C6" w:rsidP="008C687A">
      <w:pPr>
        <w:pStyle w:val="Heading4"/>
        <w:spacing w:before="170"/>
      </w:pPr>
      <w:r w:rsidRPr="00DF4D38">
        <w:t xml:space="preserve">The Nominated Supervisor </w:t>
      </w:r>
      <w:r w:rsidR="00EF2B05" w:rsidRPr="00DF4D38">
        <w:t>and Person in Day-to-Day Charge are</w:t>
      </w:r>
      <w:r w:rsidRPr="00DF4D38">
        <w:t xml:space="preserve"> responsible for:</w:t>
      </w:r>
    </w:p>
    <w:p w14:paraId="7A31B084" w14:textId="77777777" w:rsidR="007F463E" w:rsidRPr="00DF4D38" w:rsidRDefault="007F463E" w:rsidP="007F463E">
      <w:pPr>
        <w:pStyle w:val="Bullets1"/>
        <w:ind w:left="284" w:hanging="284"/>
      </w:pPr>
      <w:r w:rsidRPr="00DF4D38">
        <w:t>ensuring that where there is an occurrence of an infectious disease at the service, reasonable steps are taken to prevent the spread of that infectious disease (Regulation 88(1))</w:t>
      </w:r>
    </w:p>
    <w:p w14:paraId="5F4DB8D4" w14:textId="77777777" w:rsidR="007F463E" w:rsidRPr="00DF4D38" w:rsidRDefault="007F463E" w:rsidP="007F463E">
      <w:pPr>
        <w:pStyle w:val="Bullets1"/>
        <w:ind w:left="284" w:hanging="284"/>
      </w:pPr>
      <w:r w:rsidRPr="00DF4D38">
        <w:t>ensuring that where there is an occurrence of an infectious disease at the service, a parent/guardian or authorised emergency contact of each child at the service is notified of the occurrence as soon as is practicable (Regulation 88(2))</w:t>
      </w:r>
    </w:p>
    <w:p w14:paraId="43B8870A" w14:textId="18B20C35" w:rsidR="007F463E" w:rsidRPr="00DF4D38" w:rsidRDefault="007F463E" w:rsidP="007F463E">
      <w:pPr>
        <w:pStyle w:val="Bullets1"/>
        <w:ind w:left="284" w:hanging="284"/>
      </w:pPr>
      <w:r w:rsidRPr="00DF4D38">
        <w:t>ensuring that informatio</w:t>
      </w:r>
      <w:r w:rsidR="00233D6D" w:rsidRPr="00DF4D38">
        <w:t xml:space="preserve">n from the </w:t>
      </w:r>
      <w:r w:rsidR="00885093" w:rsidRPr="00DF4D38">
        <w:t>DHHS</w:t>
      </w:r>
      <w:r w:rsidRPr="00DF4D38">
        <w:t xml:space="preserve"> about the minimum exclusion periods (refer to </w:t>
      </w:r>
      <w:r w:rsidRPr="00DF4D38">
        <w:rPr>
          <w:i/>
        </w:rPr>
        <w:t>Definitions</w:t>
      </w:r>
      <w:r w:rsidR="008C106E" w:rsidRPr="00DF4D38">
        <w:t>) is displayed at the service and</w:t>
      </w:r>
      <w:r w:rsidRPr="00DF4D38">
        <w:t xml:space="preserve"> is available to all stakeholders</w:t>
      </w:r>
      <w:r w:rsidR="001F69D9" w:rsidRPr="00DF4D38">
        <w:t xml:space="preserve"> </w:t>
      </w:r>
      <w:r w:rsidRPr="00DF4D38">
        <w:t xml:space="preserve">including staff, parents/guardians, </w:t>
      </w:r>
      <w:proofErr w:type="gramStart"/>
      <w:r w:rsidRPr="00DF4D38">
        <w:t>students</w:t>
      </w:r>
      <w:proofErr w:type="gramEnd"/>
      <w:r w:rsidRPr="00DF4D38">
        <w:t xml:space="preserve"> and volunteers</w:t>
      </w:r>
    </w:p>
    <w:p w14:paraId="0B97B884" w14:textId="1DBDF817" w:rsidR="007F463E" w:rsidRPr="00DF4D38" w:rsidRDefault="007F463E" w:rsidP="007F463E">
      <w:pPr>
        <w:pStyle w:val="Bullets1"/>
        <w:ind w:left="284" w:hanging="284"/>
        <w:rPr>
          <w:i/>
        </w:rPr>
      </w:pPr>
      <w:r w:rsidRPr="00DF4D38">
        <w:t xml:space="preserve">ensuring that a child is excluded from the service in accordance with the minimum exclusion periods (refer to </w:t>
      </w:r>
      <w:r w:rsidRPr="00DF4D38">
        <w:rPr>
          <w:i/>
        </w:rPr>
        <w:t>Definitions</w:t>
      </w:r>
      <w:r w:rsidRPr="00DF4D38">
        <w:t xml:space="preserve">) when informed that the child is infected with an infectious disease (refer to </w:t>
      </w:r>
      <w:r w:rsidRPr="00DF4D38">
        <w:rPr>
          <w:i/>
        </w:rPr>
        <w:t>Definitions</w:t>
      </w:r>
      <w:r w:rsidRPr="00DF4D38">
        <w:t xml:space="preserve">) or has been in contact with a person who is infected with an infectious disease (refer to </w:t>
      </w:r>
      <w:r w:rsidRPr="00DF4D38">
        <w:rPr>
          <w:i/>
        </w:rPr>
        <w:t>Definitions</w:t>
      </w:r>
      <w:r w:rsidRPr="00DF4D38">
        <w:t xml:space="preserve">) as required under Regulation </w:t>
      </w:r>
      <w:r w:rsidR="0058513E" w:rsidRPr="00DF4D38">
        <w:t>111</w:t>
      </w:r>
      <w:r w:rsidRPr="00DF4D38">
        <w:t xml:space="preserve">(1) of the </w:t>
      </w:r>
      <w:r w:rsidR="00E642EA" w:rsidRPr="00DF4D38">
        <w:rPr>
          <w:i/>
        </w:rPr>
        <w:t>Public Health and Wellbeing Regulations 2019</w:t>
      </w:r>
      <w:r w:rsidRPr="00DF4D38">
        <w:rPr>
          <w:i/>
        </w:rPr>
        <w:t xml:space="preserve"> </w:t>
      </w:r>
    </w:p>
    <w:p w14:paraId="568E4E42" w14:textId="1BE354E9" w:rsidR="00375C57" w:rsidRPr="00DF4D38" w:rsidRDefault="00375C57" w:rsidP="007F463E">
      <w:pPr>
        <w:pStyle w:val="Bullets2"/>
        <w:numPr>
          <w:ilvl w:val="0"/>
          <w:numId w:val="37"/>
        </w:numPr>
        <w:ind w:left="284" w:hanging="284"/>
      </w:pPr>
      <w:r w:rsidRPr="00DF4D38">
        <w:t xml:space="preserve">contacting the Communicable Disease </w:t>
      </w:r>
      <w:r w:rsidR="00960BA0" w:rsidRPr="00DF4D38">
        <w:t>Section</w:t>
      </w:r>
      <w:r w:rsidRPr="00DF4D38">
        <w:t xml:space="preserve"> (refer to Definitions) if there is an outbreak of two or more cases of gastrointestinal illness in a 48 hour period </w:t>
      </w:r>
    </w:p>
    <w:p w14:paraId="06BB02B0" w14:textId="3A46AFB2" w:rsidR="0058513E" w:rsidRPr="00DF4D38" w:rsidRDefault="002824C6" w:rsidP="00CA6414">
      <w:pPr>
        <w:pStyle w:val="Bullets1"/>
        <w:ind w:left="284" w:hanging="284"/>
      </w:pPr>
      <w:r w:rsidRPr="00DF4D38">
        <w:t xml:space="preserve">ensuring that a minimum of one educator with current approved first aid qualifications is in attendance and immediately available at all times the service is in operation (refer to </w:t>
      </w:r>
      <w:r w:rsidRPr="00DF4D38">
        <w:rPr>
          <w:i/>
        </w:rPr>
        <w:t>Administration of First Aid Policy</w:t>
      </w:r>
      <w:r w:rsidRPr="00DF4D38">
        <w:t>)</w:t>
      </w:r>
      <w:r w:rsidR="00701211" w:rsidRPr="00DF4D38">
        <w:t xml:space="preserve">. </w:t>
      </w:r>
    </w:p>
    <w:p w14:paraId="2C5D1D8F" w14:textId="53743B9E" w:rsidR="002824C6" w:rsidRPr="00DF4D38" w:rsidRDefault="0058513E" w:rsidP="002E0AED">
      <w:pPr>
        <w:pStyle w:val="Bullets1"/>
        <w:numPr>
          <w:ilvl w:val="0"/>
          <w:numId w:val="0"/>
        </w:numPr>
      </w:pPr>
      <w:r w:rsidRPr="00DF4D38">
        <w:rPr>
          <w:noProof/>
          <w:sz w:val="19"/>
        </w:rPr>
        <mc:AlternateContent>
          <mc:Choice Requires="wps">
            <w:drawing>
              <wp:inline distT="0" distB="0" distL="0" distR="0" wp14:anchorId="04421C3C" wp14:editId="148E1E72">
                <wp:extent cx="5675630" cy="653142"/>
                <wp:effectExtent l="0" t="0" r="0" b="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653142"/>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ED284" w14:textId="52B1348D" w:rsidR="00F14840" w:rsidRPr="002E0AED" w:rsidRDefault="00F14840" w:rsidP="0058513E">
                            <w:pPr>
                              <w:spacing w:after="0" w:line="260" w:lineRule="atLeast"/>
                              <w:rPr>
                                <w:rFonts w:ascii="Arial" w:hAnsi="Arial" w:cs="Arial"/>
                                <w:sz w:val="20"/>
                              </w:rPr>
                            </w:pPr>
                            <w:r w:rsidRPr="002E0AED">
                              <w:rPr>
                                <w:rFonts w:ascii="Arial" w:hAnsi="Arial" w:cs="Arial"/>
                                <w:sz w:val="20"/>
                              </w:rPr>
                              <w:t xml:space="preserve">As a demonstration of duty of care and best practice, ELAA recommends that </w:t>
                            </w:r>
                            <w:r w:rsidRPr="002E0AED">
                              <w:rPr>
                                <w:rFonts w:ascii="Arial" w:hAnsi="Arial" w:cs="Arial"/>
                                <w:b/>
                                <w:sz w:val="20"/>
                              </w:rPr>
                              <w:t>all educators</w:t>
                            </w:r>
                            <w:r w:rsidRPr="002E0AED">
                              <w:rPr>
                                <w:rFonts w:ascii="Arial" w:hAnsi="Arial" w:cs="Arial"/>
                                <w:sz w:val="20"/>
                              </w:rPr>
                              <w:t xml:space="preserve"> have current approved first aid qualifications and anaphylaxis management training and asthma management training</w:t>
                            </w:r>
                          </w:p>
                        </w:txbxContent>
                      </wps:txbx>
                      <wps:bodyPr rot="0" vert="horz" wrap="square" lIns="91440" tIns="45720" rIns="91440" bIns="82800" anchor="t" anchorCtr="0" upright="1">
                        <a:noAutofit/>
                      </wps:bodyPr>
                    </wps:wsp>
                  </a:graphicData>
                </a:graphic>
              </wp:inline>
            </w:drawing>
          </mc:Choice>
          <mc:Fallback>
            <w:pict>
              <v:shape w14:anchorId="04421C3C" id="Text Box 3" o:spid="_x0000_s1027" type="#_x0000_t202" style="width:446.9pt;height:5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" fillcolor="#ddd" stroked="f">
                <v:textbox inset=",,,2.3mm">
                  <w:txbxContent>
                    <w:p w14:paraId="3D8ED284" w14:textId="52B1348D" w:rsidR="00F14840" w:rsidRPr="002E0AED" w:rsidRDefault="00F14840" w:rsidP="0058513E">
                      <w:pPr>
                        <w:spacing w:after="0" w:line="260" w:lineRule="atLeast"/>
                        <w:rPr>
                          <w:rFonts w:ascii="Arial" w:hAnsi="Arial" w:cs="Arial"/>
                          <w:sz w:val="20"/>
                        </w:rPr>
                      </w:pPr>
                      <w:r w:rsidRPr="002E0AED">
                        <w:rPr>
                          <w:rFonts w:ascii="Arial" w:hAnsi="Arial" w:cs="Arial"/>
                          <w:sz w:val="20"/>
                        </w:rPr>
                        <w:t xml:space="preserve">As a demonstration of duty of care and best practice, ELAA recommends that </w:t>
                      </w:r>
                      <w:r w:rsidRPr="002E0AED">
                        <w:rPr>
                          <w:rFonts w:ascii="Arial" w:hAnsi="Arial" w:cs="Arial"/>
                          <w:b/>
                          <w:sz w:val="20"/>
                        </w:rPr>
                        <w:t>all educators</w:t>
                      </w:r>
                      <w:r w:rsidRPr="002E0AED">
                        <w:rPr>
                          <w:rFonts w:ascii="Arial" w:hAnsi="Arial" w:cs="Arial"/>
                          <w:sz w:val="20"/>
                        </w:rPr>
                        <w:t xml:space="preserve"> have current approved first aid qualifications and anaphylaxis management training and asthma management training</w:t>
                      </w:r>
                    </w:p>
                  </w:txbxContent>
                </v:textbox>
                <w10:anchorlock/>
              </v:shape>
            </w:pict>
          </mc:Fallback>
        </mc:AlternateContent>
      </w:r>
    </w:p>
    <w:p w14:paraId="0B43B9CA" w14:textId="77777777" w:rsidR="00F30489" w:rsidRPr="00DF4D38" w:rsidRDefault="002824C6" w:rsidP="0001418E">
      <w:pPr>
        <w:pStyle w:val="Bullets1"/>
        <w:ind w:left="284" w:hanging="284"/>
      </w:pPr>
      <w:r w:rsidRPr="00DF4D38">
        <w:rPr>
          <w:rFonts w:cs="Arial"/>
        </w:rPr>
        <w:t>establishing good hygiene and infection control procedures, and ensuring that they are adhered to by</w:t>
      </w:r>
      <w:r w:rsidRPr="00DF4D38">
        <w:t xml:space="preserve"> everyone at the service (refer to </w:t>
      </w:r>
      <w:r w:rsidRPr="00DF4D38">
        <w:rPr>
          <w:i/>
        </w:rPr>
        <w:t xml:space="preserve">Hygiene Policy </w:t>
      </w:r>
      <w:r w:rsidRPr="00DF4D38">
        <w:t>and</w:t>
      </w:r>
      <w:r w:rsidRPr="00DF4D38">
        <w:rPr>
          <w:i/>
        </w:rPr>
        <w:t xml:space="preserve"> </w:t>
      </w:r>
      <w:r w:rsidRPr="00DF4D38">
        <w:t>Attachment 4 – Procedures for infection control relating to blood-borne viruses)</w:t>
      </w:r>
    </w:p>
    <w:p w14:paraId="403B2EC2" w14:textId="2B027EC3" w:rsidR="002824C6" w:rsidRPr="00DF4D38" w:rsidRDefault="002824C6" w:rsidP="00507525">
      <w:pPr>
        <w:pStyle w:val="Bullets1"/>
        <w:ind w:left="284" w:hanging="284"/>
      </w:pPr>
      <w:r w:rsidRPr="00DF4D38">
        <w:t xml:space="preserve">ensuring the exclusion requirements for infectious diseases are adhered to as per the minimum exclusion periods (refer to </w:t>
      </w:r>
      <w:r w:rsidRPr="00DF4D38">
        <w:rPr>
          <w:i/>
        </w:rPr>
        <w:t>Definitions</w:t>
      </w:r>
      <w:r w:rsidRPr="00DF4D38">
        <w:t>), notifying the Approved Provider and parents/guardians of any outbreak of infectious disease at the service, and displaying this information in a prominent position</w:t>
      </w:r>
    </w:p>
    <w:p w14:paraId="397DA10B" w14:textId="19C5D948" w:rsidR="002824C6" w:rsidRPr="00DF4D38" w:rsidRDefault="00854CF5" w:rsidP="005B1C58">
      <w:pPr>
        <w:pStyle w:val="Bullets1"/>
      </w:pPr>
      <w:r w:rsidRPr="00DF4D38">
        <w:t xml:space="preserve">contacting the </w:t>
      </w:r>
      <w:r w:rsidR="002824C6" w:rsidRPr="00DF4D38">
        <w:t>advising parents/guardians on enrolment that the minimum exclusion periods will be observed in regard to the outbreak of any infectious diseases or infestations (refer to</w:t>
      </w:r>
      <w:r w:rsidR="00F65D7E" w:rsidRPr="00DF4D38">
        <w:t>:</w:t>
      </w:r>
      <w:r w:rsidR="002824C6" w:rsidRPr="00DF4D38">
        <w:t xml:space="preserve"> </w:t>
      </w:r>
      <w:hyperlink r:id="rId26" w:history="1">
        <w:r w:rsidR="005B1C58" w:rsidRPr="00DF4D38">
          <w:rPr>
            <w:rStyle w:val="Hyperlink"/>
          </w:rPr>
          <w:t>https://www2.health.vic.gov.au/public-health/infectious-diseases/school-exclusion/school-exclusion-table</w:t>
        </w:r>
      </w:hyperlink>
      <w:r w:rsidR="00097608" w:rsidRPr="00DF4D38">
        <w:t>)</w:t>
      </w:r>
      <w:r w:rsidR="005B1C58" w:rsidRPr="00DF4D38">
        <w:t>.</w:t>
      </w:r>
    </w:p>
    <w:p w14:paraId="2397F14C" w14:textId="77777777" w:rsidR="002824C6" w:rsidRPr="00DF4D38" w:rsidRDefault="002824C6" w:rsidP="00507525">
      <w:pPr>
        <w:pStyle w:val="Bullets1"/>
        <w:ind w:left="284" w:hanging="284"/>
      </w:pPr>
      <w:r w:rsidRPr="00DF4D38">
        <w:t>advising the parents/guardians of a child who is not fully immunised on enrolment that they will be required to keep their child at home when an infectious disease is diagnosed at the service, and until there are no more occurrences of that disease and the exclusion period has ceased</w:t>
      </w:r>
    </w:p>
    <w:p w14:paraId="1710C355" w14:textId="12860D11" w:rsidR="002824C6" w:rsidRPr="00DF4D38" w:rsidRDefault="00131929" w:rsidP="00507525">
      <w:pPr>
        <w:pStyle w:val="Bullets1"/>
        <w:ind w:left="284" w:hanging="284"/>
      </w:pPr>
      <w:r w:rsidRPr="00DF4D38">
        <w:t xml:space="preserve">ensuring </w:t>
      </w:r>
      <w:r w:rsidR="002824C6" w:rsidRPr="00DF4D38">
        <w:t xml:space="preserve">that parents/guardians </w:t>
      </w:r>
      <w:r w:rsidRPr="00DF4D38">
        <w:t xml:space="preserve">understand that they must inform the </w:t>
      </w:r>
      <w:r w:rsidR="00C076D2" w:rsidRPr="00DF4D38">
        <w:t xml:space="preserve">Approved Provider or Nominated Supervisor </w:t>
      </w:r>
      <w:r w:rsidRPr="00DF4D38">
        <w:t xml:space="preserve">as soon as practicable if the child is infected with an infectious disease or </w:t>
      </w:r>
      <w:r w:rsidRPr="00DF4D38">
        <w:lastRenderedPageBreak/>
        <w:t>infestation, or has been in contact with a person infected with a condition for which the exclusion of contacts is specified (Regulation 110</w:t>
      </w:r>
      <w:r w:rsidR="00C076D2" w:rsidRPr="00DF4D38">
        <w:t xml:space="preserve">, </w:t>
      </w:r>
      <w:r w:rsidR="00C076D2" w:rsidRPr="00DF4D38">
        <w:rPr>
          <w:i/>
        </w:rPr>
        <w:t>Public Health and Wellbeing Regulations 2019</w:t>
      </w:r>
      <w:r w:rsidRPr="00DF4D38">
        <w:t>)</w:t>
      </w:r>
    </w:p>
    <w:p w14:paraId="79225BBB" w14:textId="77777777" w:rsidR="002824C6" w:rsidRPr="00DF4D38" w:rsidRDefault="002824C6" w:rsidP="00507525">
      <w:pPr>
        <w:pStyle w:val="Bullets1"/>
        <w:ind w:left="284" w:hanging="284"/>
      </w:pPr>
      <w:r w:rsidRPr="00DF4D38">
        <w:t>providing information and resources to parents/guardians to assist in the identification and management of infectious diseases and infestations</w:t>
      </w:r>
    </w:p>
    <w:p w14:paraId="36261C8E" w14:textId="77777777" w:rsidR="002824C6" w:rsidRPr="00DF4D38" w:rsidRDefault="002824C6" w:rsidP="00507525">
      <w:pPr>
        <w:pStyle w:val="Bullets1"/>
        <w:ind w:left="284" w:hanging="284"/>
      </w:pPr>
      <w:r w:rsidRPr="00DF4D38">
        <w:t xml:space="preserve">ensuring all families have completed a </w:t>
      </w:r>
      <w:r w:rsidRPr="00DF4D38">
        <w:rPr>
          <w:i/>
        </w:rPr>
        <w:t>Consent form to conduct head lice inspections</w:t>
      </w:r>
      <w:r w:rsidRPr="00DF4D38" w:rsidDel="00030762">
        <w:t xml:space="preserve"> </w:t>
      </w:r>
      <w:r w:rsidRPr="00DF4D38">
        <w:t>(Attachment 1) on enrolment</w:t>
      </w:r>
    </w:p>
    <w:p w14:paraId="6F2244BB" w14:textId="1FC6523F" w:rsidR="002824C6" w:rsidRPr="00DF4D38" w:rsidRDefault="002824C6" w:rsidP="00507525">
      <w:pPr>
        <w:pStyle w:val="Bullets1"/>
        <w:ind w:left="284" w:hanging="284"/>
      </w:pPr>
      <w:r w:rsidRPr="00DF4D38">
        <w:t>conducting head lice inspections whenever an infestation is suspected, which involves visually checking children’s hair and notifying the Approved Provider and parents/guardians of the child if an infestation of head lice is suspected</w:t>
      </w:r>
    </w:p>
    <w:p w14:paraId="10B3AF46" w14:textId="77777777" w:rsidR="002824C6" w:rsidRPr="00DF4D38" w:rsidRDefault="002824C6" w:rsidP="00507525">
      <w:pPr>
        <w:pStyle w:val="Bullets1"/>
        <w:ind w:left="284" w:hanging="284"/>
      </w:pPr>
      <w:r w:rsidRPr="00DF4D38">
        <w:t xml:space="preserve">providing a </w:t>
      </w:r>
      <w:r w:rsidRPr="00DF4D38">
        <w:rPr>
          <w:i/>
        </w:rPr>
        <w:t>Head lice action form</w:t>
      </w:r>
      <w:r w:rsidRPr="00DF4D38">
        <w:t xml:space="preserve"> (Attachment 2) to the parents/guardians of a child suspected of having head lice</w:t>
      </w:r>
    </w:p>
    <w:p w14:paraId="5857D54A" w14:textId="77777777" w:rsidR="002824C6" w:rsidRPr="00DF4D38" w:rsidRDefault="002824C6" w:rsidP="00507525">
      <w:pPr>
        <w:pStyle w:val="Bullets1"/>
        <w:ind w:left="284" w:hanging="284"/>
      </w:pPr>
      <w:r w:rsidRPr="00DF4D38">
        <w:t>providing a head lice notification letter (Attachment 3) to all parents/guardians when an infestation of head lice has been detected at the service</w:t>
      </w:r>
    </w:p>
    <w:p w14:paraId="5D51AE38" w14:textId="3BB0083D" w:rsidR="00FA495D" w:rsidRPr="00DF4D38" w:rsidRDefault="002824C6" w:rsidP="00C076D2">
      <w:pPr>
        <w:pStyle w:val="Bullets1"/>
        <w:ind w:left="284" w:hanging="284"/>
      </w:pPr>
      <w:r w:rsidRPr="00DF4D38">
        <w:t xml:space="preserve">maintaining confidentiality </w:t>
      </w:r>
      <w:proofErr w:type="gramStart"/>
      <w:r w:rsidRPr="00DF4D38">
        <w:t>at all times</w:t>
      </w:r>
      <w:proofErr w:type="gramEnd"/>
      <w:r w:rsidRPr="00DF4D38">
        <w:t xml:space="preserve"> (refer to </w:t>
      </w:r>
      <w:r w:rsidRPr="00DF4D38">
        <w:rPr>
          <w:i/>
        </w:rPr>
        <w:t>Privacy and Confidentiality Policy</w:t>
      </w:r>
      <w:r w:rsidRPr="00DF4D38">
        <w:t>)</w:t>
      </w:r>
    </w:p>
    <w:p w14:paraId="3C9E4EF3" w14:textId="4693F7A2" w:rsidR="002824C6" w:rsidRPr="00F646A0" w:rsidRDefault="00FA495D" w:rsidP="00FA495D">
      <w:pPr>
        <w:pStyle w:val="Bullets1"/>
        <w:ind w:left="284" w:hanging="284"/>
      </w:pPr>
      <w:r w:rsidRPr="00F646A0">
        <w:t xml:space="preserve">complying with the advice of the Australian Health Protection Principal Committee (AHPPC), </w:t>
      </w:r>
      <w:r w:rsidR="001023CB" w:rsidRPr="00F646A0">
        <w:t xml:space="preserve">Victorian </w:t>
      </w:r>
      <w:r w:rsidRPr="00F646A0">
        <w:t>Chief Health Officer and DHHS in a</w:t>
      </w:r>
      <w:r w:rsidR="00C07797" w:rsidRPr="00F646A0">
        <w:t>n epidemic or</w:t>
      </w:r>
      <w:r w:rsidRPr="00F646A0">
        <w:t xml:space="preserve"> pandemic event</w:t>
      </w:r>
      <w:r w:rsidR="00300E21" w:rsidRPr="00F646A0">
        <w:t xml:space="preserve"> (refer to Attachment 5)</w:t>
      </w:r>
      <w:r w:rsidRPr="00F646A0">
        <w:t>.</w:t>
      </w:r>
    </w:p>
    <w:p w14:paraId="20479CAB" w14:textId="0F9CAB0B" w:rsidR="002824C6" w:rsidRPr="00DF4D38" w:rsidRDefault="005F1380" w:rsidP="002824C6">
      <w:pPr>
        <w:pStyle w:val="Heading4"/>
        <w:spacing w:before="170"/>
      </w:pPr>
      <w:r w:rsidRPr="00DF4D38">
        <w:t xml:space="preserve">All </w:t>
      </w:r>
      <w:r w:rsidR="00627DB2" w:rsidRPr="00DF4D38">
        <w:t>educators</w:t>
      </w:r>
      <w:r w:rsidR="002824C6" w:rsidRPr="00DF4D38">
        <w:t xml:space="preserve"> are responsible for:</w:t>
      </w:r>
    </w:p>
    <w:p w14:paraId="7651FE2C" w14:textId="77777777" w:rsidR="002824C6" w:rsidRPr="00DF4D38" w:rsidRDefault="002824C6" w:rsidP="006C05A3">
      <w:pPr>
        <w:pStyle w:val="Bullets1"/>
        <w:ind w:left="284" w:hanging="284"/>
      </w:pPr>
      <w:r w:rsidRPr="00DF4D38">
        <w:t>encouraging parents/guardians to notify the service if their child has an infectious disease or infestation</w:t>
      </w:r>
    </w:p>
    <w:p w14:paraId="4290C4B6" w14:textId="77777777" w:rsidR="002824C6" w:rsidRPr="00DF4D38" w:rsidRDefault="002824C6" w:rsidP="006C05A3">
      <w:pPr>
        <w:pStyle w:val="Bullets1"/>
        <w:ind w:left="284" w:hanging="284"/>
      </w:pPr>
      <w:r w:rsidRPr="00DF4D38">
        <w:t>observing signs and symptoms of children who may appear unwell, and informing the Nominated Supervisor</w:t>
      </w:r>
    </w:p>
    <w:p w14:paraId="46D75528" w14:textId="77777777" w:rsidR="002824C6" w:rsidRPr="00DF4D38" w:rsidRDefault="002824C6" w:rsidP="006C05A3">
      <w:pPr>
        <w:pStyle w:val="Bullets1"/>
        <w:ind w:left="284" w:hanging="284"/>
      </w:pPr>
      <w:r w:rsidRPr="00DF4D38">
        <w:t>providing access to information and resources for parents/guardians to assist in the identification and management of infectious diseases and infestations</w:t>
      </w:r>
    </w:p>
    <w:p w14:paraId="4DEAAD9B" w14:textId="77777777" w:rsidR="002824C6" w:rsidRPr="00DF4D38" w:rsidRDefault="002824C6" w:rsidP="006C05A3">
      <w:pPr>
        <w:pStyle w:val="Bullets1"/>
        <w:ind w:left="284" w:hanging="284"/>
      </w:pPr>
      <w:r w:rsidRPr="00DF4D38">
        <w:t xml:space="preserve">monitoring that all parents/guardians have completed a </w:t>
      </w:r>
      <w:r w:rsidRPr="00DF4D38">
        <w:rPr>
          <w:i/>
        </w:rPr>
        <w:t>Consent form to conduct head lice inspections</w:t>
      </w:r>
      <w:r w:rsidRPr="00DF4D38">
        <w:t xml:space="preserve"> (Attachment 1) on enrolment</w:t>
      </w:r>
    </w:p>
    <w:p w14:paraId="3F12F77D" w14:textId="77777777" w:rsidR="002824C6" w:rsidRPr="00DF4D38" w:rsidRDefault="002824C6" w:rsidP="006C05A3">
      <w:pPr>
        <w:pStyle w:val="Bullets1"/>
        <w:ind w:left="284" w:hanging="284"/>
      </w:pPr>
      <w:r w:rsidRPr="00DF4D38">
        <w:t>monitoring any symptoms in children that may indicate the presence of an infectious disease and taking appropriate measures to minimise cross-infection</w:t>
      </w:r>
    </w:p>
    <w:p w14:paraId="55AD4AA1" w14:textId="77777777" w:rsidR="002824C6" w:rsidRPr="00DF4D38" w:rsidRDefault="002824C6" w:rsidP="006C05A3">
      <w:pPr>
        <w:pStyle w:val="Bullets1"/>
        <w:ind w:left="284" w:hanging="284"/>
      </w:pPr>
      <w:r w:rsidRPr="00DF4D38">
        <w:t xml:space="preserve">complying with the </w:t>
      </w:r>
      <w:r w:rsidRPr="00DF4D38">
        <w:rPr>
          <w:i/>
        </w:rPr>
        <w:t>Hygiene Policy</w:t>
      </w:r>
      <w:r w:rsidRPr="00DF4D38">
        <w:t xml:space="preserve"> of the service and the procedures for infection control relating to blood-borne viruses</w:t>
      </w:r>
      <w:r w:rsidRPr="00DF4D38">
        <w:rPr>
          <w:i/>
        </w:rPr>
        <w:t xml:space="preserve"> </w:t>
      </w:r>
      <w:r w:rsidRPr="00DF4D38">
        <w:t>(refer to Attachment 4)</w:t>
      </w:r>
    </w:p>
    <w:p w14:paraId="476F8F9F" w14:textId="77777777" w:rsidR="00FA495D" w:rsidRPr="00DF4D38" w:rsidRDefault="002824C6" w:rsidP="006C05A3">
      <w:pPr>
        <w:pStyle w:val="Bullets1"/>
        <w:ind w:left="284" w:hanging="284"/>
      </w:pPr>
      <w:r w:rsidRPr="00DF4D38">
        <w:t xml:space="preserve"> maintaining confidentiality </w:t>
      </w:r>
      <w:proofErr w:type="gramStart"/>
      <w:r w:rsidRPr="00DF4D38">
        <w:t>at all times</w:t>
      </w:r>
      <w:proofErr w:type="gramEnd"/>
      <w:r w:rsidRPr="00DF4D38">
        <w:t xml:space="preserve"> (refer to </w:t>
      </w:r>
      <w:r w:rsidRPr="00DF4D38">
        <w:rPr>
          <w:i/>
        </w:rPr>
        <w:t>Privacy and Confidentiality Policy</w:t>
      </w:r>
      <w:r w:rsidRPr="00DF4D38">
        <w:t>)</w:t>
      </w:r>
    </w:p>
    <w:p w14:paraId="7414E29E" w14:textId="26DD3BD3" w:rsidR="002824C6" w:rsidRPr="00F646A0" w:rsidRDefault="00FA495D" w:rsidP="00FA495D">
      <w:pPr>
        <w:pStyle w:val="Bullets1"/>
        <w:ind w:left="284" w:hanging="284"/>
      </w:pPr>
      <w:r w:rsidRPr="00F646A0">
        <w:t>complying with the advice of the Australian Health Protection Principal Committee (AHPPC), Chief Health Officer and DHHS in a</w:t>
      </w:r>
      <w:r w:rsidR="00C07797" w:rsidRPr="00F646A0">
        <w:t>n</w:t>
      </w:r>
      <w:r w:rsidRPr="00F646A0">
        <w:t xml:space="preserve"> </w:t>
      </w:r>
      <w:r w:rsidR="00C07797" w:rsidRPr="00F646A0">
        <w:t xml:space="preserve">epidemic or </w:t>
      </w:r>
      <w:r w:rsidRPr="00F646A0">
        <w:t>pandemic event</w:t>
      </w:r>
      <w:r w:rsidR="00300E21" w:rsidRPr="00F646A0">
        <w:t xml:space="preserve"> (refer to Attachment 5)</w:t>
      </w:r>
      <w:r w:rsidR="002824C6" w:rsidRPr="00F646A0">
        <w:t>.</w:t>
      </w:r>
    </w:p>
    <w:p w14:paraId="6046C953" w14:textId="77777777" w:rsidR="002824C6" w:rsidRPr="00DF4D38" w:rsidRDefault="002824C6" w:rsidP="002824C6">
      <w:pPr>
        <w:pStyle w:val="Heading4"/>
        <w:spacing w:before="170"/>
      </w:pPr>
      <w:r w:rsidRPr="00DF4D38">
        <w:t>Parents/guardians are responsible for:</w:t>
      </w:r>
    </w:p>
    <w:p w14:paraId="16A64DCC" w14:textId="77777777" w:rsidR="001F69D9" w:rsidRPr="00DF4D38" w:rsidRDefault="001F69D9" w:rsidP="001F69D9">
      <w:pPr>
        <w:pStyle w:val="Bullets1"/>
        <w:ind w:left="284" w:hanging="284"/>
      </w:pPr>
      <w:r w:rsidRPr="00DF4D38">
        <w:t xml:space="preserve">keeping their child/ren at home if they are unwell or have an excludable infectious disease (refer to </w:t>
      </w:r>
      <w:r w:rsidRPr="00DF4D38">
        <w:rPr>
          <w:i/>
        </w:rPr>
        <w:t>Definitions</w:t>
      </w:r>
      <w:r w:rsidRPr="00DF4D38">
        <w:t>)</w:t>
      </w:r>
    </w:p>
    <w:p w14:paraId="2BA105E6" w14:textId="74AB07F6" w:rsidR="00E3080F" w:rsidRPr="00DF4D38" w:rsidRDefault="001F69D9" w:rsidP="001F69D9">
      <w:pPr>
        <w:pStyle w:val="Bullets1"/>
        <w:ind w:left="284" w:hanging="284"/>
      </w:pPr>
      <w:r w:rsidRPr="00DF4D38">
        <w:rPr>
          <w:rFonts w:cs="Arial"/>
        </w:rPr>
        <w:t>informing the Approved Provider, Nominated Supervisor or Persons in Day-to-Day Charge as soon as practicable if their child has an infectious disease</w:t>
      </w:r>
      <w:r w:rsidRPr="00DF4D38">
        <w:t xml:space="preserve"> (refer to </w:t>
      </w:r>
      <w:r w:rsidRPr="00DF4D38">
        <w:rPr>
          <w:i/>
        </w:rPr>
        <w:t xml:space="preserve">Definitions) </w:t>
      </w:r>
      <w:r w:rsidRPr="00DF4D38">
        <w:t>or has been in contact with a person who has an infectious disease (Regulation</w:t>
      </w:r>
      <w:r w:rsidR="004B4990" w:rsidRPr="00DF4D38">
        <w:t>110</w:t>
      </w:r>
      <w:r w:rsidRPr="00DF4D38">
        <w:t xml:space="preserve"> of the </w:t>
      </w:r>
      <w:r w:rsidR="00E642EA" w:rsidRPr="00DF4D38">
        <w:rPr>
          <w:i/>
        </w:rPr>
        <w:t>Public Health and Wellbeing Regulations 2019</w:t>
      </w:r>
      <w:r w:rsidRPr="00DF4D38">
        <w:t>)</w:t>
      </w:r>
    </w:p>
    <w:p w14:paraId="67D57A0D" w14:textId="76B570E8" w:rsidR="001F69D9" w:rsidRPr="00DF4D38" w:rsidRDefault="001F69D9" w:rsidP="001F69D9">
      <w:pPr>
        <w:pStyle w:val="Bullets1"/>
        <w:ind w:left="284" w:hanging="284"/>
      </w:pPr>
      <w:r w:rsidRPr="00DF4D38">
        <w:t xml:space="preserve">complying with the minimum exclusion periods (refer to </w:t>
      </w:r>
      <w:r w:rsidRPr="00DF4D38">
        <w:rPr>
          <w:i/>
        </w:rPr>
        <w:t>Definitions</w:t>
      </w:r>
      <w:r w:rsidRPr="00DF4D38">
        <w:t xml:space="preserve">) or as directed by the </w:t>
      </w:r>
      <w:r w:rsidR="00431FEA" w:rsidRPr="00DF4D38">
        <w:t>Approved Provider or Nominated Supervisor</w:t>
      </w:r>
      <w:r w:rsidR="00E46C77" w:rsidRPr="00DF4D38">
        <w:t xml:space="preserve"> after the Chief Health Officer directed them to exclude a child enrolled who the Chief Health Officer has determined to be at material risk of contracting a vaccine-preventable disease (Regulation 111(2 of the </w:t>
      </w:r>
      <w:r w:rsidR="00E46C77" w:rsidRPr="00DF4D38">
        <w:rPr>
          <w:i/>
        </w:rPr>
        <w:t>Public Health and Wellbeing Regulations 2019)</w:t>
      </w:r>
    </w:p>
    <w:p w14:paraId="4C958829" w14:textId="77777777" w:rsidR="002824C6" w:rsidRPr="00DF4D38" w:rsidRDefault="002824C6" w:rsidP="007D7AC3">
      <w:pPr>
        <w:pStyle w:val="Bullets1"/>
        <w:ind w:left="284" w:hanging="284"/>
      </w:pPr>
      <w:r w:rsidRPr="00DF4D38">
        <w:t>regularly checking their child’s hair for head lice or lice eggs, regularly inspecting all household members, and treating any infestations as necessary</w:t>
      </w:r>
    </w:p>
    <w:p w14:paraId="1F956FA7" w14:textId="77777777" w:rsidR="002824C6" w:rsidRPr="00DF4D38" w:rsidRDefault="002824C6" w:rsidP="007D7AC3">
      <w:pPr>
        <w:pStyle w:val="Bullets1"/>
        <w:ind w:left="284" w:hanging="284"/>
      </w:pPr>
      <w:r w:rsidRPr="00DF4D38">
        <w:t>notifying the service if head lice or lice eggs have been found in their child’s hair and when treatment was commenced</w:t>
      </w:r>
    </w:p>
    <w:p w14:paraId="42E91C94" w14:textId="77777777" w:rsidR="002824C6" w:rsidRPr="00DF4D38" w:rsidRDefault="002824C6" w:rsidP="007D7AC3">
      <w:pPr>
        <w:pStyle w:val="Bullets1"/>
        <w:ind w:left="284" w:hanging="284"/>
      </w:pPr>
      <w:r w:rsidRPr="00DF4D38">
        <w:t xml:space="preserve">complying with the </w:t>
      </w:r>
      <w:r w:rsidRPr="00DF4D38">
        <w:rPr>
          <w:i/>
        </w:rPr>
        <w:t>Hygiene Policy</w:t>
      </w:r>
      <w:r w:rsidRPr="00DF4D38">
        <w:t xml:space="preserve"> and the procedures for infection control relating to blood-borne viruses</w:t>
      </w:r>
      <w:r w:rsidRPr="00DF4D38">
        <w:rPr>
          <w:i/>
        </w:rPr>
        <w:t xml:space="preserve"> </w:t>
      </w:r>
      <w:r w:rsidRPr="00DF4D38">
        <w:t>(refer to Attachment 4) when in attendance at the service.</w:t>
      </w:r>
    </w:p>
    <w:p w14:paraId="03FA3B7A" w14:textId="77777777" w:rsidR="002824C6" w:rsidRPr="00DF4D38" w:rsidRDefault="002824C6" w:rsidP="00B156F9">
      <w:pPr>
        <w:pStyle w:val="Heading4"/>
      </w:pPr>
      <w:r w:rsidRPr="00DF4D38">
        <w:lastRenderedPageBreak/>
        <w:t>Volunteers and students, while at the service, are responsible for following this policy and its procedures.</w:t>
      </w:r>
    </w:p>
    <w:p w14:paraId="31C86567" w14:textId="77777777" w:rsidR="002824C6" w:rsidRPr="00DF4D38" w:rsidRDefault="002824C6" w:rsidP="002824C6">
      <w:pPr>
        <w:pStyle w:val="Heading1"/>
      </w:pPr>
      <w:r w:rsidRPr="00DF4D38">
        <w:t>Evaluation</w:t>
      </w:r>
    </w:p>
    <w:p w14:paraId="6FE6EF17" w14:textId="77777777" w:rsidR="002824C6" w:rsidRPr="00DF4D38" w:rsidRDefault="002824C6" w:rsidP="002824C6">
      <w:pPr>
        <w:pStyle w:val="BodyText3ptAfter"/>
      </w:pPr>
      <w:proofErr w:type="gramStart"/>
      <w:r w:rsidRPr="00DF4D38">
        <w:t>In order to</w:t>
      </w:r>
      <w:proofErr w:type="gramEnd"/>
      <w:r w:rsidRPr="00DF4D38">
        <w:t xml:space="preserve"> assess whether the values and purposes of the policy have been achieved, the Approved Provider will:</w:t>
      </w:r>
    </w:p>
    <w:p w14:paraId="096F3AEC" w14:textId="77777777" w:rsidR="002824C6" w:rsidRPr="00DF4D38" w:rsidRDefault="002824C6" w:rsidP="00F55E88">
      <w:pPr>
        <w:pStyle w:val="Bullets1"/>
        <w:ind w:left="284" w:hanging="284"/>
      </w:pPr>
      <w:r w:rsidRPr="00DF4D38">
        <w:t xml:space="preserve">regularly seek feedback from educators, staff, parents/guardians, children, </w:t>
      </w:r>
      <w:proofErr w:type="gramStart"/>
      <w:r w:rsidRPr="00DF4D38">
        <w:t>management</w:t>
      </w:r>
      <w:proofErr w:type="gramEnd"/>
      <w:r w:rsidRPr="00DF4D38">
        <w:t xml:space="preserve"> and all affected by the policy regarding its effectiveness</w:t>
      </w:r>
    </w:p>
    <w:p w14:paraId="0B342310" w14:textId="77777777" w:rsidR="002824C6" w:rsidRPr="00DF4D38" w:rsidRDefault="002824C6" w:rsidP="00F55E88">
      <w:pPr>
        <w:pStyle w:val="Bullets1"/>
        <w:ind w:left="284" w:hanging="284"/>
      </w:pPr>
      <w:r w:rsidRPr="00DF4D38">
        <w:t xml:space="preserve">monitor the implementation, compliance, </w:t>
      </w:r>
      <w:proofErr w:type="gramStart"/>
      <w:r w:rsidRPr="00DF4D38">
        <w:t>complaints</w:t>
      </w:r>
      <w:proofErr w:type="gramEnd"/>
      <w:r w:rsidRPr="00DF4D38">
        <w:t xml:space="preserve"> and incidents in relation to this policy</w:t>
      </w:r>
    </w:p>
    <w:p w14:paraId="6A31E08C" w14:textId="77777777" w:rsidR="002824C6" w:rsidRPr="00DF4D38" w:rsidRDefault="002824C6" w:rsidP="00F55E88">
      <w:pPr>
        <w:pStyle w:val="Bullets1"/>
        <w:ind w:left="284" w:hanging="284"/>
      </w:pPr>
      <w:r w:rsidRPr="00DF4D38">
        <w:t>ensure that all information related to infectious diseases on display and supplied to parents/guardians is current</w:t>
      </w:r>
    </w:p>
    <w:p w14:paraId="16803C7E" w14:textId="77777777" w:rsidR="002824C6" w:rsidRPr="00DF4D38" w:rsidRDefault="002824C6" w:rsidP="00F55E88">
      <w:pPr>
        <w:pStyle w:val="Bullets1"/>
        <w:ind w:left="284" w:hanging="284"/>
      </w:pPr>
      <w:r w:rsidRPr="00DF4D38">
        <w:t xml:space="preserve">keep the policy up to date with current legislation, research, </w:t>
      </w:r>
      <w:proofErr w:type="gramStart"/>
      <w:r w:rsidRPr="00DF4D38">
        <w:t>policy</w:t>
      </w:r>
      <w:proofErr w:type="gramEnd"/>
      <w:r w:rsidRPr="00DF4D38">
        <w:t xml:space="preserve"> and best practice</w:t>
      </w:r>
    </w:p>
    <w:p w14:paraId="509D7B40" w14:textId="77777777" w:rsidR="002824C6" w:rsidRPr="00DF4D38" w:rsidRDefault="002824C6" w:rsidP="00F55E88">
      <w:pPr>
        <w:pStyle w:val="Bullets1"/>
        <w:ind w:left="284" w:hanging="284"/>
      </w:pPr>
      <w:r w:rsidRPr="00DF4D38">
        <w:t>revise the policy and procedures as part of the service’s policy review cycle, or as required</w:t>
      </w:r>
    </w:p>
    <w:p w14:paraId="448E190C" w14:textId="013F5F68" w:rsidR="002824C6" w:rsidRPr="00DF4D38" w:rsidRDefault="00883E4D" w:rsidP="00F55E88">
      <w:pPr>
        <w:pStyle w:val="Bullets1"/>
        <w:ind w:left="284" w:hanging="284"/>
      </w:pPr>
      <w:proofErr w:type="gramStart"/>
      <w:r>
        <w:t>make policies available at all times</w:t>
      </w:r>
      <w:proofErr w:type="gramEnd"/>
      <w:r>
        <w:t xml:space="preserve"> so that anyone can make comment on them</w:t>
      </w:r>
      <w:r w:rsidR="002824C6" w:rsidRPr="00DF4D38">
        <w:t>.</w:t>
      </w:r>
    </w:p>
    <w:sectPr w:rsidR="002824C6" w:rsidRPr="00DF4D38" w:rsidSect="0069244A">
      <w:footerReference w:type="default" r:id="rId27"/>
      <w:type w:val="continuous"/>
      <w:pgSz w:w="11906" w:h="16838" w:code="9"/>
      <w:pgMar w:top="1021" w:right="1418" w:bottom="1276" w:left="1418" w:header="567" w:footer="425"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AD149" w14:textId="77777777" w:rsidR="00A85E37" w:rsidRDefault="00A85E37" w:rsidP="002D4B54">
      <w:pPr>
        <w:spacing w:after="0"/>
      </w:pPr>
      <w:r>
        <w:separator/>
      </w:r>
    </w:p>
  </w:endnote>
  <w:endnote w:type="continuationSeparator" w:id="0">
    <w:p w14:paraId="71713A4D" w14:textId="77777777" w:rsidR="00A85E37" w:rsidRDefault="00A85E37"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7"/>
      <w:gridCol w:w="4533"/>
    </w:tblGrid>
    <w:tr w:rsidR="00F14840" w:rsidRPr="00AA56E8" w14:paraId="4D287F68" w14:textId="77777777" w:rsidTr="00E91FB8">
      <w:tc>
        <w:tcPr>
          <w:tcW w:w="4643" w:type="dxa"/>
          <w:shd w:val="clear" w:color="auto" w:fill="auto"/>
        </w:tcPr>
        <w:p w14:paraId="385453DB" w14:textId="36142B02" w:rsidR="00F14840" w:rsidRPr="00AA56E8" w:rsidRDefault="00F14840" w:rsidP="00F03AC2">
          <w:pPr>
            <w:pStyle w:val="Footer"/>
            <w:rPr>
              <w:rFonts w:ascii="Arial" w:hAnsi="Arial"/>
            </w:rPr>
          </w:pPr>
          <w:r w:rsidRPr="00AA56E8">
            <w:rPr>
              <w:rFonts w:ascii="Arial" w:hAnsi="Arial"/>
            </w:rPr>
            <w:t>© 20</w:t>
          </w:r>
          <w:r>
            <w:rPr>
              <w:rFonts w:ascii="Arial" w:hAnsi="Arial"/>
            </w:rPr>
            <w:t xml:space="preserve">20 </w:t>
          </w:r>
          <w:r w:rsidRPr="00AA56E8">
            <w:rPr>
              <w:rFonts w:ascii="Arial" w:hAnsi="Arial"/>
            </w:rPr>
            <w:t>Early Learning Association Australia</w:t>
          </w:r>
        </w:p>
        <w:p w14:paraId="1621B7BA" w14:textId="77777777" w:rsidR="00F14840" w:rsidRPr="00AA56E8" w:rsidRDefault="00F14840" w:rsidP="00F03AC2">
          <w:pPr>
            <w:pStyle w:val="Footer"/>
            <w:rPr>
              <w:rFonts w:ascii="Arial" w:hAnsi="Arial"/>
            </w:rPr>
          </w:pPr>
          <w:r w:rsidRPr="00AA56E8">
            <w:rPr>
              <w:rFonts w:ascii="Arial" w:hAnsi="Arial"/>
            </w:rPr>
            <w:t>Telephone 03 9489 3500 or 1300 730 119 (rural)</w:t>
          </w:r>
        </w:p>
      </w:tc>
      <w:tc>
        <w:tcPr>
          <w:tcW w:w="4643" w:type="dxa"/>
          <w:shd w:val="clear" w:color="auto" w:fill="auto"/>
        </w:tcPr>
        <w:p w14:paraId="269212C5" w14:textId="5E373DD5" w:rsidR="00F14840" w:rsidRPr="00AA56E8" w:rsidRDefault="00F14840" w:rsidP="00E91FB8">
          <w:pPr>
            <w:pStyle w:val="Footer"/>
            <w:jc w:val="right"/>
            <w:rPr>
              <w:rFonts w:ascii="Arial" w:hAnsi="Arial"/>
            </w:rPr>
          </w:pPr>
          <w:r w:rsidRPr="00AA56E8">
            <w:rPr>
              <w:rFonts w:ascii="Arial" w:hAnsi="Arial"/>
            </w:rPr>
            <w:fldChar w:fldCharType="begin"/>
          </w:r>
          <w:r w:rsidRPr="00AA56E8">
            <w:rPr>
              <w:rFonts w:ascii="Arial" w:hAnsi="Arial"/>
            </w:rPr>
            <w:instrText xml:space="preserve"> STYLEREF  Title  \* MERGEFORMAT </w:instrText>
          </w:r>
          <w:r w:rsidRPr="00AA56E8">
            <w:rPr>
              <w:rFonts w:ascii="Arial" w:hAnsi="Arial"/>
            </w:rPr>
            <w:fldChar w:fldCharType="separate"/>
          </w:r>
          <w:r w:rsidR="00435FBA">
            <w:rPr>
              <w:rFonts w:ascii="Arial" w:hAnsi="Arial"/>
              <w:noProof/>
            </w:rPr>
            <w:t>Dealing with Infectious Diseases Policy</w:t>
          </w:r>
          <w:r w:rsidRPr="00AA56E8">
            <w:rPr>
              <w:rFonts w:ascii="Arial" w:hAnsi="Arial"/>
              <w:noProof/>
            </w:rPr>
            <w:fldChar w:fldCharType="end"/>
          </w:r>
          <w:r w:rsidRPr="00AA56E8">
            <w:rPr>
              <w:rFonts w:ascii="Arial" w:hAnsi="Arial"/>
              <w:b/>
              <w:bCs/>
              <w:noProof/>
              <w:lang w:val="en-US"/>
            </w:rPr>
            <w:t xml:space="preserve"> </w:t>
          </w:r>
          <w:r w:rsidRPr="00AA56E8">
            <w:rPr>
              <w:rFonts w:ascii="Arial" w:hAnsi="Arial"/>
              <w:bCs/>
              <w:noProof/>
              <w:lang w:val="en-US"/>
            </w:rPr>
            <w:t xml:space="preserve">(July </w:t>
          </w:r>
          <w:r>
            <w:rPr>
              <w:rFonts w:ascii="Arial" w:hAnsi="Arial"/>
              <w:bCs/>
              <w:noProof/>
              <w:lang w:val="en-US"/>
            </w:rPr>
            <w:t>2020</w:t>
          </w:r>
          <w:r w:rsidRPr="00AA56E8">
            <w:rPr>
              <w:rFonts w:ascii="Arial" w:hAnsi="Arial"/>
              <w:bCs/>
              <w:noProof/>
              <w:lang w:val="en-US"/>
            </w:rPr>
            <w:t>)</w:t>
          </w:r>
        </w:p>
        <w:p w14:paraId="4CE6CBE2" w14:textId="77777777" w:rsidR="00F14840" w:rsidRPr="00AA56E8" w:rsidRDefault="00F14840" w:rsidP="00E91FB8">
          <w:pPr>
            <w:pStyle w:val="Footer"/>
            <w:jc w:val="right"/>
            <w:rPr>
              <w:rFonts w:ascii="Arial" w:hAnsi="Arial"/>
            </w:rPr>
          </w:pPr>
          <w:r w:rsidRPr="00AA56E8">
            <w:rPr>
              <w:rFonts w:ascii="Arial" w:hAnsi="Arial"/>
            </w:rPr>
            <w:t xml:space="preserve">Page </w:t>
          </w:r>
          <w:r w:rsidRPr="00AA56E8">
            <w:rPr>
              <w:rFonts w:ascii="Arial" w:hAnsi="Arial"/>
            </w:rPr>
            <w:fldChar w:fldCharType="begin"/>
          </w:r>
          <w:r w:rsidRPr="00AA56E8">
            <w:rPr>
              <w:rFonts w:ascii="Arial" w:hAnsi="Arial"/>
            </w:rPr>
            <w:instrText xml:space="preserve"> PAGE </w:instrText>
          </w:r>
          <w:r w:rsidRPr="00AA56E8">
            <w:rPr>
              <w:rFonts w:ascii="Arial" w:hAnsi="Arial"/>
            </w:rPr>
            <w:fldChar w:fldCharType="separate"/>
          </w:r>
          <w:r>
            <w:rPr>
              <w:rFonts w:ascii="Arial" w:hAnsi="Arial"/>
              <w:noProof/>
            </w:rPr>
            <w:t>14</w:t>
          </w:r>
          <w:r w:rsidRPr="00AA56E8">
            <w:rPr>
              <w:rFonts w:ascii="Arial" w:hAnsi="Arial"/>
              <w:noProof/>
            </w:rPr>
            <w:fldChar w:fldCharType="end"/>
          </w:r>
          <w:r w:rsidRPr="00AA56E8">
            <w:rPr>
              <w:rFonts w:ascii="Arial" w:hAnsi="Arial"/>
            </w:rPr>
            <w:t xml:space="preserve"> of </w:t>
          </w:r>
          <w:r w:rsidRPr="00AA56E8">
            <w:rPr>
              <w:rFonts w:ascii="Arial" w:hAnsi="Arial"/>
            </w:rPr>
            <w:fldChar w:fldCharType="begin"/>
          </w:r>
          <w:r w:rsidRPr="00AA56E8">
            <w:rPr>
              <w:rFonts w:ascii="Arial" w:hAnsi="Arial"/>
            </w:rPr>
            <w:instrText xml:space="preserve"> NUMPAGES  </w:instrText>
          </w:r>
          <w:r w:rsidRPr="00AA56E8">
            <w:rPr>
              <w:rFonts w:ascii="Arial" w:hAnsi="Arial"/>
            </w:rPr>
            <w:fldChar w:fldCharType="separate"/>
          </w:r>
          <w:r>
            <w:rPr>
              <w:rFonts w:ascii="Arial" w:hAnsi="Arial"/>
              <w:noProof/>
            </w:rPr>
            <w:t>14</w:t>
          </w:r>
          <w:r w:rsidRPr="00AA56E8">
            <w:rPr>
              <w:rFonts w:ascii="Arial" w:hAnsi="Arial"/>
              <w:noProof/>
            </w:rPr>
            <w:fldChar w:fldCharType="end"/>
          </w:r>
        </w:p>
      </w:tc>
    </w:tr>
  </w:tbl>
  <w:p w14:paraId="25AC9E9C" w14:textId="77777777" w:rsidR="00F14840" w:rsidRPr="00A25BD5" w:rsidRDefault="00F14840" w:rsidP="00F03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25726" w14:textId="77777777" w:rsidR="00A85E37" w:rsidRDefault="00A85E37" w:rsidP="002D4B54">
      <w:pPr>
        <w:spacing w:after="0"/>
      </w:pPr>
      <w:r>
        <w:separator/>
      </w:r>
    </w:p>
  </w:footnote>
  <w:footnote w:type="continuationSeparator" w:id="0">
    <w:p w14:paraId="5CD50EE5" w14:textId="77777777" w:rsidR="00A85E37" w:rsidRDefault="00A85E37"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53EF8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137859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050ED96"/>
    <w:lvl w:ilvl="0">
      <w:start w:val="1"/>
      <w:numFmt w:val="decimal"/>
      <w:lvlText w:val="%1."/>
      <w:lvlJc w:val="left"/>
      <w:pPr>
        <w:tabs>
          <w:tab w:val="num" w:pos="926"/>
        </w:tabs>
        <w:ind w:left="926" w:hanging="360"/>
      </w:pPr>
    </w:lvl>
  </w:abstractNum>
  <w:abstractNum w:abstractNumId="3"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5110EA5"/>
    <w:multiLevelType w:val="hybridMultilevel"/>
    <w:tmpl w:val="0C5A540C"/>
    <w:lvl w:ilvl="0" w:tplc="0409000F">
      <w:start w:val="1"/>
      <w:numFmt w:val="decimal"/>
      <w:lvlText w:val="%1."/>
      <w:lvlJc w:val="left"/>
      <w:pPr>
        <w:ind w:left="321" w:hanging="360"/>
      </w:pPr>
      <w:rPr>
        <w:rFonts w:hint="default"/>
      </w:rPr>
    </w:lvl>
    <w:lvl w:ilvl="1" w:tplc="0C090003">
      <w:start w:val="1"/>
      <w:numFmt w:val="bullet"/>
      <w:lvlText w:val="o"/>
      <w:lvlJc w:val="left"/>
      <w:pPr>
        <w:ind w:left="1401" w:hanging="360"/>
      </w:pPr>
      <w:rPr>
        <w:rFonts w:ascii="Courier New" w:hAnsi="Courier New" w:cs="Calibri" w:hint="default"/>
      </w:rPr>
    </w:lvl>
    <w:lvl w:ilvl="2" w:tplc="0C090005">
      <w:start w:val="1"/>
      <w:numFmt w:val="bullet"/>
      <w:lvlText w:val=""/>
      <w:lvlJc w:val="left"/>
      <w:pPr>
        <w:ind w:left="2121" w:hanging="360"/>
      </w:pPr>
      <w:rPr>
        <w:rFonts w:ascii="Wingdings" w:hAnsi="Wingdings" w:hint="default"/>
      </w:rPr>
    </w:lvl>
    <w:lvl w:ilvl="3" w:tplc="0C090001" w:tentative="1">
      <w:start w:val="1"/>
      <w:numFmt w:val="bullet"/>
      <w:lvlText w:val=""/>
      <w:lvlJc w:val="left"/>
      <w:pPr>
        <w:ind w:left="2841" w:hanging="360"/>
      </w:pPr>
      <w:rPr>
        <w:rFonts w:ascii="Symbol" w:hAnsi="Symbol" w:hint="default"/>
      </w:rPr>
    </w:lvl>
    <w:lvl w:ilvl="4" w:tplc="0C090003" w:tentative="1">
      <w:start w:val="1"/>
      <w:numFmt w:val="bullet"/>
      <w:lvlText w:val="o"/>
      <w:lvlJc w:val="left"/>
      <w:pPr>
        <w:ind w:left="3561" w:hanging="360"/>
      </w:pPr>
      <w:rPr>
        <w:rFonts w:ascii="Courier New" w:hAnsi="Courier New" w:cs="Calibri" w:hint="default"/>
      </w:rPr>
    </w:lvl>
    <w:lvl w:ilvl="5" w:tplc="0C090005" w:tentative="1">
      <w:start w:val="1"/>
      <w:numFmt w:val="bullet"/>
      <w:lvlText w:val=""/>
      <w:lvlJc w:val="left"/>
      <w:pPr>
        <w:ind w:left="4281" w:hanging="360"/>
      </w:pPr>
      <w:rPr>
        <w:rFonts w:ascii="Wingdings" w:hAnsi="Wingdings" w:hint="default"/>
      </w:rPr>
    </w:lvl>
    <w:lvl w:ilvl="6" w:tplc="0C090001" w:tentative="1">
      <w:start w:val="1"/>
      <w:numFmt w:val="bullet"/>
      <w:lvlText w:val=""/>
      <w:lvlJc w:val="left"/>
      <w:pPr>
        <w:ind w:left="5001" w:hanging="360"/>
      </w:pPr>
      <w:rPr>
        <w:rFonts w:ascii="Symbol" w:hAnsi="Symbol" w:hint="default"/>
      </w:rPr>
    </w:lvl>
    <w:lvl w:ilvl="7" w:tplc="0C090003" w:tentative="1">
      <w:start w:val="1"/>
      <w:numFmt w:val="bullet"/>
      <w:lvlText w:val="o"/>
      <w:lvlJc w:val="left"/>
      <w:pPr>
        <w:ind w:left="5721" w:hanging="360"/>
      </w:pPr>
      <w:rPr>
        <w:rFonts w:ascii="Courier New" w:hAnsi="Courier New" w:cs="Calibri" w:hint="default"/>
      </w:rPr>
    </w:lvl>
    <w:lvl w:ilvl="8" w:tplc="0C090005" w:tentative="1">
      <w:start w:val="1"/>
      <w:numFmt w:val="bullet"/>
      <w:lvlText w:val=""/>
      <w:lvlJc w:val="left"/>
      <w:pPr>
        <w:ind w:left="6441" w:hanging="360"/>
      </w:pPr>
      <w:rPr>
        <w:rFonts w:ascii="Wingdings" w:hAnsi="Wingdings" w:hint="default"/>
      </w:rPr>
    </w:lvl>
  </w:abstractNum>
  <w:abstractNum w:abstractNumId="5"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A7B5472"/>
    <w:multiLevelType w:val="hybridMultilevel"/>
    <w:tmpl w:val="A3E4E1D2"/>
    <w:lvl w:ilvl="0" w:tplc="0409000F">
      <w:start w:val="1"/>
      <w:numFmt w:val="decimal"/>
      <w:lvlText w:val="%1."/>
      <w:lvlJc w:val="left"/>
      <w:pPr>
        <w:ind w:left="360" w:hanging="360"/>
      </w:pPr>
      <w:rPr>
        <w:rFonts w:hint="default"/>
      </w:rPr>
    </w:lvl>
    <w:lvl w:ilvl="1" w:tplc="0C090003">
      <w:start w:val="1"/>
      <w:numFmt w:val="bullet"/>
      <w:lvlText w:val="o"/>
      <w:lvlJc w:val="left"/>
      <w:pPr>
        <w:ind w:left="1041" w:hanging="360"/>
      </w:pPr>
      <w:rPr>
        <w:rFonts w:ascii="Courier New" w:hAnsi="Courier New" w:cs="Calibri" w:hint="default"/>
      </w:rPr>
    </w:lvl>
    <w:lvl w:ilvl="2" w:tplc="0C090005">
      <w:start w:val="1"/>
      <w:numFmt w:val="bullet"/>
      <w:lvlText w:val=""/>
      <w:lvlJc w:val="left"/>
      <w:pPr>
        <w:ind w:left="1761" w:hanging="360"/>
      </w:pPr>
      <w:rPr>
        <w:rFonts w:ascii="Wingdings" w:hAnsi="Wingdings" w:hint="default"/>
      </w:rPr>
    </w:lvl>
    <w:lvl w:ilvl="3" w:tplc="0C090001" w:tentative="1">
      <w:start w:val="1"/>
      <w:numFmt w:val="bullet"/>
      <w:lvlText w:val=""/>
      <w:lvlJc w:val="left"/>
      <w:pPr>
        <w:ind w:left="2481" w:hanging="360"/>
      </w:pPr>
      <w:rPr>
        <w:rFonts w:ascii="Symbol" w:hAnsi="Symbol" w:hint="default"/>
      </w:rPr>
    </w:lvl>
    <w:lvl w:ilvl="4" w:tplc="0C090003" w:tentative="1">
      <w:start w:val="1"/>
      <w:numFmt w:val="bullet"/>
      <w:lvlText w:val="o"/>
      <w:lvlJc w:val="left"/>
      <w:pPr>
        <w:ind w:left="3201" w:hanging="360"/>
      </w:pPr>
      <w:rPr>
        <w:rFonts w:ascii="Courier New" w:hAnsi="Courier New" w:cs="Calibri" w:hint="default"/>
      </w:rPr>
    </w:lvl>
    <w:lvl w:ilvl="5" w:tplc="0C090005" w:tentative="1">
      <w:start w:val="1"/>
      <w:numFmt w:val="bullet"/>
      <w:lvlText w:val=""/>
      <w:lvlJc w:val="left"/>
      <w:pPr>
        <w:ind w:left="3921" w:hanging="360"/>
      </w:pPr>
      <w:rPr>
        <w:rFonts w:ascii="Wingdings" w:hAnsi="Wingdings" w:hint="default"/>
      </w:rPr>
    </w:lvl>
    <w:lvl w:ilvl="6" w:tplc="0C090001" w:tentative="1">
      <w:start w:val="1"/>
      <w:numFmt w:val="bullet"/>
      <w:lvlText w:val=""/>
      <w:lvlJc w:val="left"/>
      <w:pPr>
        <w:ind w:left="4641" w:hanging="360"/>
      </w:pPr>
      <w:rPr>
        <w:rFonts w:ascii="Symbol" w:hAnsi="Symbol" w:hint="default"/>
      </w:rPr>
    </w:lvl>
    <w:lvl w:ilvl="7" w:tplc="0C090003" w:tentative="1">
      <w:start w:val="1"/>
      <w:numFmt w:val="bullet"/>
      <w:lvlText w:val="o"/>
      <w:lvlJc w:val="left"/>
      <w:pPr>
        <w:ind w:left="5361" w:hanging="360"/>
      </w:pPr>
      <w:rPr>
        <w:rFonts w:ascii="Courier New" w:hAnsi="Courier New" w:cs="Calibri" w:hint="default"/>
      </w:rPr>
    </w:lvl>
    <w:lvl w:ilvl="8" w:tplc="0C090005" w:tentative="1">
      <w:start w:val="1"/>
      <w:numFmt w:val="bullet"/>
      <w:lvlText w:val=""/>
      <w:lvlJc w:val="left"/>
      <w:pPr>
        <w:ind w:left="6081" w:hanging="360"/>
      </w:pPr>
      <w:rPr>
        <w:rFonts w:ascii="Wingdings" w:hAnsi="Wingdings" w:hint="default"/>
      </w:rPr>
    </w:lvl>
  </w:abstractNum>
  <w:abstractNum w:abstractNumId="7" w15:restartNumberingAfterBreak="0">
    <w:nsid w:val="0D8C71B0"/>
    <w:multiLevelType w:val="hybridMultilevel"/>
    <w:tmpl w:val="6A6AE762"/>
    <w:lvl w:ilvl="0" w:tplc="0F767B02">
      <w:numFmt w:val="bullet"/>
      <w:lvlText w:val="-"/>
      <w:lvlJc w:val="left"/>
      <w:pPr>
        <w:ind w:left="520" w:hanging="360"/>
      </w:pPr>
      <w:rPr>
        <w:rFonts w:ascii="Arial" w:eastAsia="Arial" w:hAnsi="Arial" w:cs="Arial" w:hint="default"/>
      </w:rPr>
    </w:lvl>
    <w:lvl w:ilvl="1" w:tplc="0C090003" w:tentative="1">
      <w:start w:val="1"/>
      <w:numFmt w:val="bullet"/>
      <w:lvlText w:val="o"/>
      <w:lvlJc w:val="left"/>
      <w:pPr>
        <w:ind w:left="1240" w:hanging="360"/>
      </w:pPr>
      <w:rPr>
        <w:rFonts w:ascii="Courier New" w:hAnsi="Courier New" w:cs="Courier New" w:hint="default"/>
      </w:rPr>
    </w:lvl>
    <w:lvl w:ilvl="2" w:tplc="0C090005" w:tentative="1">
      <w:start w:val="1"/>
      <w:numFmt w:val="bullet"/>
      <w:lvlText w:val=""/>
      <w:lvlJc w:val="left"/>
      <w:pPr>
        <w:ind w:left="1960" w:hanging="360"/>
      </w:pPr>
      <w:rPr>
        <w:rFonts w:ascii="Wingdings" w:hAnsi="Wingdings" w:hint="default"/>
      </w:rPr>
    </w:lvl>
    <w:lvl w:ilvl="3" w:tplc="0C090001" w:tentative="1">
      <w:start w:val="1"/>
      <w:numFmt w:val="bullet"/>
      <w:lvlText w:val=""/>
      <w:lvlJc w:val="left"/>
      <w:pPr>
        <w:ind w:left="2680" w:hanging="360"/>
      </w:pPr>
      <w:rPr>
        <w:rFonts w:ascii="Symbol" w:hAnsi="Symbol" w:hint="default"/>
      </w:rPr>
    </w:lvl>
    <w:lvl w:ilvl="4" w:tplc="0C090003" w:tentative="1">
      <w:start w:val="1"/>
      <w:numFmt w:val="bullet"/>
      <w:lvlText w:val="o"/>
      <w:lvlJc w:val="left"/>
      <w:pPr>
        <w:ind w:left="3400" w:hanging="360"/>
      </w:pPr>
      <w:rPr>
        <w:rFonts w:ascii="Courier New" w:hAnsi="Courier New" w:cs="Courier New" w:hint="default"/>
      </w:rPr>
    </w:lvl>
    <w:lvl w:ilvl="5" w:tplc="0C090005" w:tentative="1">
      <w:start w:val="1"/>
      <w:numFmt w:val="bullet"/>
      <w:lvlText w:val=""/>
      <w:lvlJc w:val="left"/>
      <w:pPr>
        <w:ind w:left="4120" w:hanging="360"/>
      </w:pPr>
      <w:rPr>
        <w:rFonts w:ascii="Wingdings" w:hAnsi="Wingdings" w:hint="default"/>
      </w:rPr>
    </w:lvl>
    <w:lvl w:ilvl="6" w:tplc="0C090001" w:tentative="1">
      <w:start w:val="1"/>
      <w:numFmt w:val="bullet"/>
      <w:lvlText w:val=""/>
      <w:lvlJc w:val="left"/>
      <w:pPr>
        <w:ind w:left="4840" w:hanging="360"/>
      </w:pPr>
      <w:rPr>
        <w:rFonts w:ascii="Symbol" w:hAnsi="Symbol" w:hint="default"/>
      </w:rPr>
    </w:lvl>
    <w:lvl w:ilvl="7" w:tplc="0C090003" w:tentative="1">
      <w:start w:val="1"/>
      <w:numFmt w:val="bullet"/>
      <w:lvlText w:val="o"/>
      <w:lvlJc w:val="left"/>
      <w:pPr>
        <w:ind w:left="5560" w:hanging="360"/>
      </w:pPr>
      <w:rPr>
        <w:rFonts w:ascii="Courier New" w:hAnsi="Courier New" w:cs="Courier New" w:hint="default"/>
      </w:rPr>
    </w:lvl>
    <w:lvl w:ilvl="8" w:tplc="0C090005" w:tentative="1">
      <w:start w:val="1"/>
      <w:numFmt w:val="bullet"/>
      <w:lvlText w:val=""/>
      <w:lvlJc w:val="left"/>
      <w:pPr>
        <w:ind w:left="6280" w:hanging="360"/>
      </w:pPr>
      <w:rPr>
        <w:rFonts w:ascii="Wingdings" w:hAnsi="Wingdings" w:hint="default"/>
      </w:rPr>
    </w:lvl>
  </w:abstractNum>
  <w:abstractNum w:abstractNumId="8" w15:restartNumberingAfterBreak="0">
    <w:nsid w:val="0EE76818"/>
    <w:multiLevelType w:val="hybridMultilevel"/>
    <w:tmpl w:val="B27CBC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8D01FAF"/>
    <w:multiLevelType w:val="hybridMultilevel"/>
    <w:tmpl w:val="2D66E750"/>
    <w:lvl w:ilvl="0" w:tplc="98986950">
      <w:start w:val="1"/>
      <w:numFmt w:val="bullet"/>
      <w:pStyle w:val="Tablebullets"/>
      <w:lvlText w:val=""/>
      <w:lvlJc w:val="left"/>
      <w:pPr>
        <w:ind w:left="720" w:hanging="360"/>
      </w:pPr>
      <w:rPr>
        <w:rFonts w:ascii="Symbol" w:hAnsi="Symbol" w:hint="default"/>
        <w:sz w:val="20"/>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10" w15:restartNumberingAfterBreak="0">
    <w:nsid w:val="24D548C6"/>
    <w:multiLevelType w:val="hybridMultilevel"/>
    <w:tmpl w:val="27427F0A"/>
    <w:lvl w:ilvl="0" w:tplc="0409000F">
      <w:start w:val="1"/>
      <w:numFmt w:val="decimal"/>
      <w:lvlText w:val="%1."/>
      <w:lvlJc w:val="left"/>
      <w:pPr>
        <w:ind w:left="360" w:hanging="360"/>
      </w:pPr>
      <w:rPr>
        <w:rFonts w:hint="default"/>
      </w:rPr>
    </w:lvl>
    <w:lvl w:ilvl="1" w:tplc="0C090003">
      <w:start w:val="1"/>
      <w:numFmt w:val="bullet"/>
      <w:lvlText w:val="o"/>
      <w:lvlJc w:val="left"/>
      <w:pPr>
        <w:ind w:left="1440" w:hanging="360"/>
      </w:pPr>
      <w:rPr>
        <w:rFonts w:ascii="Courier New" w:hAnsi="Courier New" w:cs="Calibri"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10954A6"/>
    <w:multiLevelType w:val="hybridMultilevel"/>
    <w:tmpl w:val="5570147E"/>
    <w:lvl w:ilvl="0" w:tplc="0409000F">
      <w:start w:val="1"/>
      <w:numFmt w:val="decimal"/>
      <w:lvlText w:val="%1."/>
      <w:lvlJc w:val="left"/>
      <w:pPr>
        <w:ind w:left="321" w:hanging="360"/>
      </w:pPr>
      <w:rPr>
        <w:rFonts w:hint="default"/>
      </w:rPr>
    </w:lvl>
    <w:lvl w:ilvl="1" w:tplc="0C090003">
      <w:start w:val="1"/>
      <w:numFmt w:val="bullet"/>
      <w:lvlText w:val="o"/>
      <w:lvlJc w:val="left"/>
      <w:pPr>
        <w:ind w:left="1401" w:hanging="360"/>
      </w:pPr>
      <w:rPr>
        <w:rFonts w:ascii="Courier New" w:hAnsi="Courier New" w:cs="Calibri" w:hint="default"/>
      </w:rPr>
    </w:lvl>
    <w:lvl w:ilvl="2" w:tplc="0C090005">
      <w:start w:val="1"/>
      <w:numFmt w:val="bullet"/>
      <w:lvlText w:val=""/>
      <w:lvlJc w:val="left"/>
      <w:pPr>
        <w:ind w:left="2121" w:hanging="360"/>
      </w:pPr>
      <w:rPr>
        <w:rFonts w:ascii="Wingdings" w:hAnsi="Wingdings" w:hint="default"/>
      </w:rPr>
    </w:lvl>
    <w:lvl w:ilvl="3" w:tplc="0C090001" w:tentative="1">
      <w:start w:val="1"/>
      <w:numFmt w:val="bullet"/>
      <w:lvlText w:val=""/>
      <w:lvlJc w:val="left"/>
      <w:pPr>
        <w:ind w:left="2841" w:hanging="360"/>
      </w:pPr>
      <w:rPr>
        <w:rFonts w:ascii="Symbol" w:hAnsi="Symbol" w:hint="default"/>
      </w:rPr>
    </w:lvl>
    <w:lvl w:ilvl="4" w:tplc="0C090003" w:tentative="1">
      <w:start w:val="1"/>
      <w:numFmt w:val="bullet"/>
      <w:lvlText w:val="o"/>
      <w:lvlJc w:val="left"/>
      <w:pPr>
        <w:ind w:left="3561" w:hanging="360"/>
      </w:pPr>
      <w:rPr>
        <w:rFonts w:ascii="Courier New" w:hAnsi="Courier New" w:cs="Calibri" w:hint="default"/>
      </w:rPr>
    </w:lvl>
    <w:lvl w:ilvl="5" w:tplc="0C090005" w:tentative="1">
      <w:start w:val="1"/>
      <w:numFmt w:val="bullet"/>
      <w:lvlText w:val=""/>
      <w:lvlJc w:val="left"/>
      <w:pPr>
        <w:ind w:left="4281" w:hanging="360"/>
      </w:pPr>
      <w:rPr>
        <w:rFonts w:ascii="Wingdings" w:hAnsi="Wingdings" w:hint="default"/>
      </w:rPr>
    </w:lvl>
    <w:lvl w:ilvl="6" w:tplc="0C090001" w:tentative="1">
      <w:start w:val="1"/>
      <w:numFmt w:val="bullet"/>
      <w:lvlText w:val=""/>
      <w:lvlJc w:val="left"/>
      <w:pPr>
        <w:ind w:left="5001" w:hanging="360"/>
      </w:pPr>
      <w:rPr>
        <w:rFonts w:ascii="Symbol" w:hAnsi="Symbol" w:hint="default"/>
      </w:rPr>
    </w:lvl>
    <w:lvl w:ilvl="7" w:tplc="0C090003" w:tentative="1">
      <w:start w:val="1"/>
      <w:numFmt w:val="bullet"/>
      <w:lvlText w:val="o"/>
      <w:lvlJc w:val="left"/>
      <w:pPr>
        <w:ind w:left="5721" w:hanging="360"/>
      </w:pPr>
      <w:rPr>
        <w:rFonts w:ascii="Courier New" w:hAnsi="Courier New" w:cs="Calibri" w:hint="default"/>
      </w:rPr>
    </w:lvl>
    <w:lvl w:ilvl="8" w:tplc="0C090005" w:tentative="1">
      <w:start w:val="1"/>
      <w:numFmt w:val="bullet"/>
      <w:lvlText w:val=""/>
      <w:lvlJc w:val="left"/>
      <w:pPr>
        <w:ind w:left="6441" w:hanging="360"/>
      </w:pPr>
      <w:rPr>
        <w:rFonts w:ascii="Wingdings" w:hAnsi="Wingdings" w:hint="default"/>
      </w:rPr>
    </w:lvl>
  </w:abstractNum>
  <w:abstractNum w:abstractNumId="13"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14" w15:restartNumberingAfterBreak="0">
    <w:nsid w:val="3EBE326E"/>
    <w:multiLevelType w:val="multilevel"/>
    <w:tmpl w:val="D7AA215E"/>
    <w:numStyleLink w:val="Bullets"/>
  </w:abstractNum>
  <w:abstractNum w:abstractNumId="15" w15:restartNumberingAfterBreak="0">
    <w:nsid w:val="3EFC0FAF"/>
    <w:multiLevelType w:val="hybridMultilevel"/>
    <w:tmpl w:val="CDCECF50"/>
    <w:lvl w:ilvl="0" w:tplc="751290AA">
      <w:numFmt w:val="bullet"/>
      <w:lvlText w:val="–"/>
      <w:lvlJc w:val="left"/>
      <w:pPr>
        <w:ind w:left="644" w:hanging="360"/>
      </w:pPr>
      <w:rPr>
        <w:rFonts w:ascii="Arial" w:eastAsia="Calibri" w:hAnsi="Arial" w:cs="Arial" w:hint="default"/>
      </w:rPr>
    </w:lvl>
    <w:lvl w:ilvl="1" w:tplc="751290AA">
      <w:numFmt w:val="bullet"/>
      <w:lvlText w:val="–"/>
      <w:lvlJc w:val="left"/>
      <w:pPr>
        <w:ind w:left="1364" w:hanging="360"/>
      </w:pPr>
      <w:rPr>
        <w:rFonts w:ascii="Arial" w:eastAsia="Calibri" w:hAnsi="Arial" w:cs="Arial" w:hint="default"/>
      </w:rPr>
    </w:lvl>
    <w:lvl w:ilvl="2" w:tplc="0C090005">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6" w15:restartNumberingAfterBreak="0">
    <w:nsid w:val="42753A75"/>
    <w:multiLevelType w:val="hybridMultilevel"/>
    <w:tmpl w:val="C406C538"/>
    <w:lvl w:ilvl="0" w:tplc="0C090001">
      <w:start w:val="1"/>
      <w:numFmt w:val="bullet"/>
      <w:lvlText w:val=""/>
      <w:lvlJc w:val="left"/>
      <w:pPr>
        <w:ind w:left="520" w:hanging="360"/>
      </w:pPr>
      <w:rPr>
        <w:rFonts w:ascii="Symbol" w:hAnsi="Symbol" w:hint="default"/>
      </w:rPr>
    </w:lvl>
    <w:lvl w:ilvl="1" w:tplc="751290AA">
      <w:numFmt w:val="bullet"/>
      <w:lvlText w:val="–"/>
      <w:lvlJc w:val="left"/>
      <w:pPr>
        <w:ind w:left="1240" w:hanging="360"/>
      </w:pPr>
      <w:rPr>
        <w:rFonts w:ascii="Arial" w:eastAsia="Calibri" w:hAnsi="Arial" w:cs="Arial" w:hint="default"/>
      </w:rPr>
    </w:lvl>
    <w:lvl w:ilvl="2" w:tplc="0C090005">
      <w:start w:val="1"/>
      <w:numFmt w:val="bullet"/>
      <w:lvlText w:val=""/>
      <w:lvlJc w:val="left"/>
      <w:pPr>
        <w:ind w:left="1960" w:hanging="360"/>
      </w:pPr>
      <w:rPr>
        <w:rFonts w:ascii="Wingdings" w:hAnsi="Wingdings" w:hint="default"/>
      </w:rPr>
    </w:lvl>
    <w:lvl w:ilvl="3" w:tplc="0C090001" w:tentative="1">
      <w:start w:val="1"/>
      <w:numFmt w:val="bullet"/>
      <w:lvlText w:val=""/>
      <w:lvlJc w:val="left"/>
      <w:pPr>
        <w:ind w:left="2680" w:hanging="360"/>
      </w:pPr>
      <w:rPr>
        <w:rFonts w:ascii="Symbol" w:hAnsi="Symbol" w:hint="default"/>
      </w:rPr>
    </w:lvl>
    <w:lvl w:ilvl="4" w:tplc="0C090003" w:tentative="1">
      <w:start w:val="1"/>
      <w:numFmt w:val="bullet"/>
      <w:lvlText w:val="o"/>
      <w:lvlJc w:val="left"/>
      <w:pPr>
        <w:ind w:left="3400" w:hanging="360"/>
      </w:pPr>
      <w:rPr>
        <w:rFonts w:ascii="Courier New" w:hAnsi="Courier New" w:cs="Courier New" w:hint="default"/>
      </w:rPr>
    </w:lvl>
    <w:lvl w:ilvl="5" w:tplc="0C090005" w:tentative="1">
      <w:start w:val="1"/>
      <w:numFmt w:val="bullet"/>
      <w:lvlText w:val=""/>
      <w:lvlJc w:val="left"/>
      <w:pPr>
        <w:ind w:left="4120" w:hanging="360"/>
      </w:pPr>
      <w:rPr>
        <w:rFonts w:ascii="Wingdings" w:hAnsi="Wingdings" w:hint="default"/>
      </w:rPr>
    </w:lvl>
    <w:lvl w:ilvl="6" w:tplc="0C090001" w:tentative="1">
      <w:start w:val="1"/>
      <w:numFmt w:val="bullet"/>
      <w:lvlText w:val=""/>
      <w:lvlJc w:val="left"/>
      <w:pPr>
        <w:ind w:left="4840" w:hanging="360"/>
      </w:pPr>
      <w:rPr>
        <w:rFonts w:ascii="Symbol" w:hAnsi="Symbol" w:hint="default"/>
      </w:rPr>
    </w:lvl>
    <w:lvl w:ilvl="7" w:tplc="0C090003" w:tentative="1">
      <w:start w:val="1"/>
      <w:numFmt w:val="bullet"/>
      <w:lvlText w:val="o"/>
      <w:lvlJc w:val="left"/>
      <w:pPr>
        <w:ind w:left="5560" w:hanging="360"/>
      </w:pPr>
      <w:rPr>
        <w:rFonts w:ascii="Courier New" w:hAnsi="Courier New" w:cs="Courier New" w:hint="default"/>
      </w:rPr>
    </w:lvl>
    <w:lvl w:ilvl="8" w:tplc="0C090005" w:tentative="1">
      <w:start w:val="1"/>
      <w:numFmt w:val="bullet"/>
      <w:lvlText w:val=""/>
      <w:lvlJc w:val="left"/>
      <w:pPr>
        <w:ind w:left="6280" w:hanging="360"/>
      </w:pPr>
      <w:rPr>
        <w:rFonts w:ascii="Wingdings" w:hAnsi="Wingdings" w:hint="default"/>
      </w:rPr>
    </w:lvl>
  </w:abstractNum>
  <w:abstractNum w:abstractNumId="17" w15:restartNumberingAfterBreak="0">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54E051B"/>
    <w:multiLevelType w:val="hybridMultilevel"/>
    <w:tmpl w:val="30BE4942"/>
    <w:lvl w:ilvl="0" w:tplc="00169406">
      <w:start w:val="1"/>
      <w:numFmt w:val="decimal"/>
      <w:pStyle w:val="Policylist1"/>
      <w:lvlText w:val="%1."/>
      <w:lvlJc w:val="left"/>
      <w:pPr>
        <w:ind w:left="720" w:hanging="360"/>
      </w:pPr>
      <w:rPr>
        <w:rFonts w:hint="default"/>
      </w:rPr>
    </w:lvl>
    <w:lvl w:ilvl="1" w:tplc="56AA3418">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9" w15:restartNumberingAfterBreak="0">
    <w:nsid w:val="46EF774E"/>
    <w:multiLevelType w:val="multilevel"/>
    <w:tmpl w:val="C38EA458"/>
    <w:name w:val="KPVAlpha"/>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2EE309C"/>
    <w:multiLevelType w:val="hybridMultilevel"/>
    <w:tmpl w:val="06C86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24" w15:restartNumberingAfterBreak="0">
    <w:nsid w:val="5F480BB8"/>
    <w:multiLevelType w:val="hybridMultilevel"/>
    <w:tmpl w:val="98FEEB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166645F"/>
    <w:multiLevelType w:val="multilevel"/>
    <w:tmpl w:val="A9E2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27" w15:restartNumberingAfterBreak="0">
    <w:nsid w:val="67F858D9"/>
    <w:multiLevelType w:val="hybridMultilevel"/>
    <w:tmpl w:val="877AC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BFB4C37"/>
    <w:multiLevelType w:val="hybridMultilevel"/>
    <w:tmpl w:val="A07A14A6"/>
    <w:lvl w:ilvl="0" w:tplc="8A8A4310">
      <w:start w:val="1"/>
      <w:numFmt w:val="bullet"/>
      <w:pStyle w:val="Tablebullets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0BD548F"/>
    <w:multiLevelType w:val="hybridMultilevel"/>
    <w:tmpl w:val="6734BC9A"/>
    <w:lvl w:ilvl="0" w:tplc="413AB6AE">
      <w:start w:val="1"/>
      <w:numFmt w:val="decimal"/>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30" w15:restartNumberingAfterBreak="0">
    <w:nsid w:val="72B72B7B"/>
    <w:multiLevelType w:val="hybridMultilevel"/>
    <w:tmpl w:val="81EEF78C"/>
    <w:lvl w:ilvl="0" w:tplc="759C7BD0">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31"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33" w15:restartNumberingAfterBreak="0">
    <w:nsid w:val="7CF630E1"/>
    <w:multiLevelType w:val="hybridMultilevel"/>
    <w:tmpl w:val="E0C6CA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FD31B51"/>
    <w:multiLevelType w:val="hybridMultilevel"/>
    <w:tmpl w:val="3FD67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17"/>
  </w:num>
  <w:num w:numId="4">
    <w:abstractNumId w:val="30"/>
  </w:num>
  <w:num w:numId="5">
    <w:abstractNumId w:val="20"/>
  </w:num>
  <w:num w:numId="6">
    <w:abstractNumId w:val="13"/>
  </w:num>
  <w:num w:numId="7">
    <w:abstractNumId w:val="26"/>
  </w:num>
  <w:num w:numId="8">
    <w:abstractNumId w:val="3"/>
  </w:num>
  <w:num w:numId="9">
    <w:abstractNumId w:val="5"/>
  </w:num>
  <w:num w:numId="10">
    <w:abstractNumId w:val="22"/>
  </w:num>
  <w:num w:numId="11">
    <w:abstractNumId w:val="9"/>
  </w:num>
  <w:num w:numId="12">
    <w:abstractNumId w:val="32"/>
  </w:num>
  <w:num w:numId="13">
    <w:abstractNumId w:val="23"/>
  </w:num>
  <w:num w:numId="14">
    <w:abstractNumId w:val="31"/>
  </w:num>
  <w:num w:numId="15">
    <w:abstractNumId w:val="18"/>
  </w:num>
  <w:num w:numId="16">
    <w:abstractNumId w:val="10"/>
  </w:num>
  <w:num w:numId="17">
    <w:abstractNumId w:val="4"/>
  </w:num>
  <w:num w:numId="18">
    <w:abstractNumId w:val="12"/>
  </w:num>
  <w:num w:numId="19">
    <w:abstractNumId w:val="6"/>
  </w:num>
  <w:num w:numId="20">
    <w:abstractNumId w:val="19"/>
  </w:num>
  <w:num w:numId="21">
    <w:abstractNumId w:val="28"/>
  </w:num>
  <w:num w:numId="22">
    <w:abstractNumId w:val="9"/>
    <w:lvlOverride w:ilvl="0">
      <w:startOverride w:val="1"/>
    </w:lvlOverride>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num>
  <w:num w:numId="26">
    <w:abstractNumId w:val="30"/>
    <w:lvlOverride w:ilvl="0">
      <w:startOverride w:val="1"/>
    </w:lvlOverride>
  </w:num>
  <w:num w:numId="27">
    <w:abstractNumId w:val="30"/>
  </w:num>
  <w:num w:numId="28">
    <w:abstractNumId w:val="18"/>
    <w:lvlOverride w:ilvl="0">
      <w:startOverride w:val="1"/>
    </w:lvlOverride>
  </w:num>
  <w:num w:numId="29">
    <w:abstractNumId w:val="30"/>
  </w:num>
  <w:num w:numId="30">
    <w:abstractNumId w:val="18"/>
    <w:lvlOverride w:ilvl="0">
      <w:startOverride w:val="1"/>
    </w:lvlOverride>
  </w:num>
  <w:num w:numId="31">
    <w:abstractNumId w:val="30"/>
  </w:num>
  <w:num w:numId="32">
    <w:abstractNumId w:val="18"/>
    <w:lvlOverride w:ilvl="0">
      <w:startOverride w:val="1"/>
    </w:lvlOverride>
  </w:num>
  <w:num w:numId="33">
    <w:abstractNumId w:val="34"/>
  </w:num>
  <w:num w:numId="34">
    <w:abstractNumId w:val="18"/>
    <w:lvlOverride w:ilvl="0">
      <w:startOverride w:val="1"/>
    </w:lvlOverride>
  </w:num>
  <w:num w:numId="35">
    <w:abstractNumId w:val="16"/>
  </w:num>
  <w:num w:numId="36">
    <w:abstractNumId w:val="21"/>
  </w:num>
  <w:num w:numId="37">
    <w:abstractNumId w:val="8"/>
  </w:num>
  <w:num w:numId="38">
    <w:abstractNumId w:val="29"/>
  </w:num>
  <w:num w:numId="39">
    <w:abstractNumId w:val="33"/>
  </w:num>
  <w:num w:numId="40">
    <w:abstractNumId w:val="7"/>
  </w:num>
  <w:num w:numId="41">
    <w:abstractNumId w:val="15"/>
  </w:num>
  <w:num w:numId="42">
    <w:abstractNumId w:val="16"/>
  </w:num>
  <w:num w:numId="43">
    <w:abstractNumId w:val="0"/>
  </w:num>
  <w:num w:numId="44">
    <w:abstractNumId w:val="1"/>
  </w:num>
  <w:num w:numId="45">
    <w:abstractNumId w:val="2"/>
  </w:num>
  <w:num w:numId="46">
    <w:abstractNumId w:val="25"/>
  </w:num>
  <w:num w:numId="47">
    <w:abstractNumId w:val="24"/>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608"/>
    <w:rsid w:val="00001719"/>
    <w:rsid w:val="00001F5F"/>
    <w:rsid w:val="00002432"/>
    <w:rsid w:val="0000702E"/>
    <w:rsid w:val="00010659"/>
    <w:rsid w:val="0001418E"/>
    <w:rsid w:val="00017F2D"/>
    <w:rsid w:val="00026058"/>
    <w:rsid w:val="0002620A"/>
    <w:rsid w:val="00027908"/>
    <w:rsid w:val="00027DD2"/>
    <w:rsid w:val="00027FF8"/>
    <w:rsid w:val="00030B9A"/>
    <w:rsid w:val="000335F2"/>
    <w:rsid w:val="000340A6"/>
    <w:rsid w:val="000360A9"/>
    <w:rsid w:val="000406D7"/>
    <w:rsid w:val="0004266C"/>
    <w:rsid w:val="000465C4"/>
    <w:rsid w:val="000500F9"/>
    <w:rsid w:val="00053FA7"/>
    <w:rsid w:val="000609C1"/>
    <w:rsid w:val="00061A89"/>
    <w:rsid w:val="0006245B"/>
    <w:rsid w:val="00066702"/>
    <w:rsid w:val="00066F0F"/>
    <w:rsid w:val="0007407D"/>
    <w:rsid w:val="00074A0B"/>
    <w:rsid w:val="000808CD"/>
    <w:rsid w:val="00082B6A"/>
    <w:rsid w:val="00094DD9"/>
    <w:rsid w:val="000967CF"/>
    <w:rsid w:val="0009699F"/>
    <w:rsid w:val="00097396"/>
    <w:rsid w:val="00097608"/>
    <w:rsid w:val="000A0F74"/>
    <w:rsid w:val="000B19A1"/>
    <w:rsid w:val="000B1F9C"/>
    <w:rsid w:val="000B2D53"/>
    <w:rsid w:val="000C1828"/>
    <w:rsid w:val="000C4BC6"/>
    <w:rsid w:val="000D22D8"/>
    <w:rsid w:val="000E2989"/>
    <w:rsid w:val="000E3430"/>
    <w:rsid w:val="000E49E0"/>
    <w:rsid w:val="000E53BC"/>
    <w:rsid w:val="000F6E7A"/>
    <w:rsid w:val="000F6FF4"/>
    <w:rsid w:val="001023CB"/>
    <w:rsid w:val="00102FDB"/>
    <w:rsid w:val="00106B25"/>
    <w:rsid w:val="00110C48"/>
    <w:rsid w:val="00117116"/>
    <w:rsid w:val="00120690"/>
    <w:rsid w:val="00123E2D"/>
    <w:rsid w:val="0012585C"/>
    <w:rsid w:val="00127AF8"/>
    <w:rsid w:val="00130A4A"/>
    <w:rsid w:val="00131929"/>
    <w:rsid w:val="0013435A"/>
    <w:rsid w:val="00134613"/>
    <w:rsid w:val="001413CF"/>
    <w:rsid w:val="0015384E"/>
    <w:rsid w:val="0015448F"/>
    <w:rsid w:val="00162A57"/>
    <w:rsid w:val="00162EF3"/>
    <w:rsid w:val="001716AC"/>
    <w:rsid w:val="001766CA"/>
    <w:rsid w:val="001808C7"/>
    <w:rsid w:val="00183943"/>
    <w:rsid w:val="0019060D"/>
    <w:rsid w:val="00195E37"/>
    <w:rsid w:val="00197453"/>
    <w:rsid w:val="001A2656"/>
    <w:rsid w:val="001A65CA"/>
    <w:rsid w:val="001B03C4"/>
    <w:rsid w:val="001B1DF2"/>
    <w:rsid w:val="001C169E"/>
    <w:rsid w:val="001C6F95"/>
    <w:rsid w:val="001D76DA"/>
    <w:rsid w:val="001F4907"/>
    <w:rsid w:val="001F69D9"/>
    <w:rsid w:val="002038B7"/>
    <w:rsid w:val="002071F5"/>
    <w:rsid w:val="00210084"/>
    <w:rsid w:val="0021462E"/>
    <w:rsid w:val="00225ADD"/>
    <w:rsid w:val="0023270E"/>
    <w:rsid w:val="00233D6D"/>
    <w:rsid w:val="00234FFE"/>
    <w:rsid w:val="00237AC2"/>
    <w:rsid w:val="002443F3"/>
    <w:rsid w:val="00247283"/>
    <w:rsid w:val="00247FEB"/>
    <w:rsid w:val="00250366"/>
    <w:rsid w:val="00254DBE"/>
    <w:rsid w:val="002709A8"/>
    <w:rsid w:val="00274B5C"/>
    <w:rsid w:val="00275BD9"/>
    <w:rsid w:val="00277A10"/>
    <w:rsid w:val="0028222D"/>
    <w:rsid w:val="002824C6"/>
    <w:rsid w:val="00286B4F"/>
    <w:rsid w:val="002A02CA"/>
    <w:rsid w:val="002A25AB"/>
    <w:rsid w:val="002A553F"/>
    <w:rsid w:val="002B0BFE"/>
    <w:rsid w:val="002B0C14"/>
    <w:rsid w:val="002B216F"/>
    <w:rsid w:val="002B4204"/>
    <w:rsid w:val="002D1EEA"/>
    <w:rsid w:val="002D4B54"/>
    <w:rsid w:val="002D5006"/>
    <w:rsid w:val="002E0AED"/>
    <w:rsid w:val="002E1092"/>
    <w:rsid w:val="00300E21"/>
    <w:rsid w:val="003047D0"/>
    <w:rsid w:val="00307C5F"/>
    <w:rsid w:val="00311584"/>
    <w:rsid w:val="00316F5E"/>
    <w:rsid w:val="00331319"/>
    <w:rsid w:val="003322BC"/>
    <w:rsid w:val="00333BC5"/>
    <w:rsid w:val="00341026"/>
    <w:rsid w:val="00355B00"/>
    <w:rsid w:val="00355B0B"/>
    <w:rsid w:val="00362915"/>
    <w:rsid w:val="00366DD9"/>
    <w:rsid w:val="00375C57"/>
    <w:rsid w:val="00380938"/>
    <w:rsid w:val="00391AB6"/>
    <w:rsid w:val="00392D31"/>
    <w:rsid w:val="003A117F"/>
    <w:rsid w:val="003A4760"/>
    <w:rsid w:val="003A65F2"/>
    <w:rsid w:val="003B569C"/>
    <w:rsid w:val="003D346D"/>
    <w:rsid w:val="003E18EB"/>
    <w:rsid w:val="003E4D19"/>
    <w:rsid w:val="003E4EC9"/>
    <w:rsid w:val="003E5C02"/>
    <w:rsid w:val="003E6138"/>
    <w:rsid w:val="003E6CF8"/>
    <w:rsid w:val="003E7A75"/>
    <w:rsid w:val="003F13FD"/>
    <w:rsid w:val="003F1C93"/>
    <w:rsid w:val="003F2077"/>
    <w:rsid w:val="004006E9"/>
    <w:rsid w:val="004046EA"/>
    <w:rsid w:val="004050D2"/>
    <w:rsid w:val="004126F6"/>
    <w:rsid w:val="00416E5F"/>
    <w:rsid w:val="00421EFC"/>
    <w:rsid w:val="00424FD2"/>
    <w:rsid w:val="00426C9E"/>
    <w:rsid w:val="00431FEA"/>
    <w:rsid w:val="0043552E"/>
    <w:rsid w:val="00435CA5"/>
    <w:rsid w:val="00435FBA"/>
    <w:rsid w:val="00436153"/>
    <w:rsid w:val="00440EA4"/>
    <w:rsid w:val="00447113"/>
    <w:rsid w:val="004510A4"/>
    <w:rsid w:val="004528CC"/>
    <w:rsid w:val="0045783A"/>
    <w:rsid w:val="00461717"/>
    <w:rsid w:val="00462E87"/>
    <w:rsid w:val="00463CCA"/>
    <w:rsid w:val="00477F3C"/>
    <w:rsid w:val="00485B34"/>
    <w:rsid w:val="00486263"/>
    <w:rsid w:val="00492DF9"/>
    <w:rsid w:val="00496096"/>
    <w:rsid w:val="004B0612"/>
    <w:rsid w:val="004B14BA"/>
    <w:rsid w:val="004B421B"/>
    <w:rsid w:val="004B4752"/>
    <w:rsid w:val="004B4990"/>
    <w:rsid w:val="004D20FF"/>
    <w:rsid w:val="004D2F8A"/>
    <w:rsid w:val="004D4A08"/>
    <w:rsid w:val="004D79D5"/>
    <w:rsid w:val="004E1115"/>
    <w:rsid w:val="004E7FB2"/>
    <w:rsid w:val="004F5F21"/>
    <w:rsid w:val="004F5F64"/>
    <w:rsid w:val="004F7DFD"/>
    <w:rsid w:val="00504D27"/>
    <w:rsid w:val="00507525"/>
    <w:rsid w:val="00512F91"/>
    <w:rsid w:val="00513C65"/>
    <w:rsid w:val="005149A3"/>
    <w:rsid w:val="00525041"/>
    <w:rsid w:val="00527822"/>
    <w:rsid w:val="00535CEB"/>
    <w:rsid w:val="00535F64"/>
    <w:rsid w:val="00537468"/>
    <w:rsid w:val="00540F3A"/>
    <w:rsid w:val="00541927"/>
    <w:rsid w:val="005427B6"/>
    <w:rsid w:val="005450B7"/>
    <w:rsid w:val="0054511B"/>
    <w:rsid w:val="00545463"/>
    <w:rsid w:val="00565248"/>
    <w:rsid w:val="0056542D"/>
    <w:rsid w:val="005804AD"/>
    <w:rsid w:val="00583879"/>
    <w:rsid w:val="00583E75"/>
    <w:rsid w:val="00583E81"/>
    <w:rsid w:val="0058513E"/>
    <w:rsid w:val="005A20C2"/>
    <w:rsid w:val="005A3A32"/>
    <w:rsid w:val="005A70E4"/>
    <w:rsid w:val="005B1C58"/>
    <w:rsid w:val="005B5EBA"/>
    <w:rsid w:val="005B76C1"/>
    <w:rsid w:val="005E319F"/>
    <w:rsid w:val="005E5BAD"/>
    <w:rsid w:val="005E6509"/>
    <w:rsid w:val="005E6E7E"/>
    <w:rsid w:val="005F1380"/>
    <w:rsid w:val="005F51BF"/>
    <w:rsid w:val="005F549B"/>
    <w:rsid w:val="0060294E"/>
    <w:rsid w:val="006032AB"/>
    <w:rsid w:val="00610014"/>
    <w:rsid w:val="006130D8"/>
    <w:rsid w:val="00627DB2"/>
    <w:rsid w:val="00630866"/>
    <w:rsid w:val="0063413B"/>
    <w:rsid w:val="00635D45"/>
    <w:rsid w:val="00636744"/>
    <w:rsid w:val="00637987"/>
    <w:rsid w:val="0064631B"/>
    <w:rsid w:val="006543DB"/>
    <w:rsid w:val="00657C8A"/>
    <w:rsid w:val="00670BFD"/>
    <w:rsid w:val="0067139D"/>
    <w:rsid w:val="00683FDA"/>
    <w:rsid w:val="0069012B"/>
    <w:rsid w:val="0069244A"/>
    <w:rsid w:val="006A00F1"/>
    <w:rsid w:val="006A6465"/>
    <w:rsid w:val="006A760A"/>
    <w:rsid w:val="006B525D"/>
    <w:rsid w:val="006C05A3"/>
    <w:rsid w:val="006C6A34"/>
    <w:rsid w:val="006C767B"/>
    <w:rsid w:val="006C7F16"/>
    <w:rsid w:val="006D7A35"/>
    <w:rsid w:val="006F5225"/>
    <w:rsid w:val="00701211"/>
    <w:rsid w:val="00705D04"/>
    <w:rsid w:val="0070628C"/>
    <w:rsid w:val="007114E2"/>
    <w:rsid w:val="00712C5C"/>
    <w:rsid w:val="00727CCF"/>
    <w:rsid w:val="00730AD6"/>
    <w:rsid w:val="00736BB5"/>
    <w:rsid w:val="00741141"/>
    <w:rsid w:val="00741F01"/>
    <w:rsid w:val="00745889"/>
    <w:rsid w:val="00746739"/>
    <w:rsid w:val="00746F7B"/>
    <w:rsid w:val="00753166"/>
    <w:rsid w:val="00753F29"/>
    <w:rsid w:val="00760017"/>
    <w:rsid w:val="00764088"/>
    <w:rsid w:val="00774DF1"/>
    <w:rsid w:val="00780DC3"/>
    <w:rsid w:val="007828A4"/>
    <w:rsid w:val="007909D9"/>
    <w:rsid w:val="00790A3B"/>
    <w:rsid w:val="00793C00"/>
    <w:rsid w:val="00795C41"/>
    <w:rsid w:val="007969AD"/>
    <w:rsid w:val="007A5B97"/>
    <w:rsid w:val="007A7D5C"/>
    <w:rsid w:val="007B1C66"/>
    <w:rsid w:val="007B64A9"/>
    <w:rsid w:val="007D1088"/>
    <w:rsid w:val="007D7AC3"/>
    <w:rsid w:val="007F191B"/>
    <w:rsid w:val="007F3296"/>
    <w:rsid w:val="007F463E"/>
    <w:rsid w:val="008005F9"/>
    <w:rsid w:val="00806F0E"/>
    <w:rsid w:val="0081569B"/>
    <w:rsid w:val="008178E2"/>
    <w:rsid w:val="008250E9"/>
    <w:rsid w:val="008365BB"/>
    <w:rsid w:val="00843BCE"/>
    <w:rsid w:val="0085223E"/>
    <w:rsid w:val="00854CF5"/>
    <w:rsid w:val="00862081"/>
    <w:rsid w:val="00875D88"/>
    <w:rsid w:val="008770A0"/>
    <w:rsid w:val="008776B7"/>
    <w:rsid w:val="00882EEF"/>
    <w:rsid w:val="00883C68"/>
    <w:rsid w:val="00883D3C"/>
    <w:rsid w:val="00883E4D"/>
    <w:rsid w:val="00884A05"/>
    <w:rsid w:val="00884D4E"/>
    <w:rsid w:val="00885093"/>
    <w:rsid w:val="00886520"/>
    <w:rsid w:val="00897F87"/>
    <w:rsid w:val="008A0996"/>
    <w:rsid w:val="008B11CC"/>
    <w:rsid w:val="008B6BFD"/>
    <w:rsid w:val="008C0FC9"/>
    <w:rsid w:val="008C1000"/>
    <w:rsid w:val="008C106E"/>
    <w:rsid w:val="008C205B"/>
    <w:rsid w:val="008C4666"/>
    <w:rsid w:val="008C5A1E"/>
    <w:rsid w:val="008C687A"/>
    <w:rsid w:val="008D2E2F"/>
    <w:rsid w:val="008D3809"/>
    <w:rsid w:val="008F2210"/>
    <w:rsid w:val="008F3832"/>
    <w:rsid w:val="00904EC0"/>
    <w:rsid w:val="00910B98"/>
    <w:rsid w:val="00912DC5"/>
    <w:rsid w:val="00913143"/>
    <w:rsid w:val="00914E42"/>
    <w:rsid w:val="00920DBA"/>
    <w:rsid w:val="00922F7D"/>
    <w:rsid w:val="00925235"/>
    <w:rsid w:val="00930E4C"/>
    <w:rsid w:val="00932B7E"/>
    <w:rsid w:val="00936A04"/>
    <w:rsid w:val="00946D6A"/>
    <w:rsid w:val="00950D10"/>
    <w:rsid w:val="00960610"/>
    <w:rsid w:val="00960BA0"/>
    <w:rsid w:val="009620C2"/>
    <w:rsid w:val="00973123"/>
    <w:rsid w:val="0097511F"/>
    <w:rsid w:val="00980A27"/>
    <w:rsid w:val="00980C87"/>
    <w:rsid w:val="009864F5"/>
    <w:rsid w:val="00986CB5"/>
    <w:rsid w:val="009870AD"/>
    <w:rsid w:val="009A799A"/>
    <w:rsid w:val="009B2B27"/>
    <w:rsid w:val="009C4537"/>
    <w:rsid w:val="009C5C0F"/>
    <w:rsid w:val="009D23D1"/>
    <w:rsid w:val="009D41BC"/>
    <w:rsid w:val="009D7E21"/>
    <w:rsid w:val="009E16CB"/>
    <w:rsid w:val="009F6DF8"/>
    <w:rsid w:val="00A15445"/>
    <w:rsid w:val="00A21368"/>
    <w:rsid w:val="00A23CB1"/>
    <w:rsid w:val="00A248F8"/>
    <w:rsid w:val="00A25BD5"/>
    <w:rsid w:val="00A4329A"/>
    <w:rsid w:val="00A450B2"/>
    <w:rsid w:val="00A46F90"/>
    <w:rsid w:val="00A5096B"/>
    <w:rsid w:val="00A52F74"/>
    <w:rsid w:val="00A57568"/>
    <w:rsid w:val="00A579A4"/>
    <w:rsid w:val="00A7045A"/>
    <w:rsid w:val="00A7166E"/>
    <w:rsid w:val="00A83709"/>
    <w:rsid w:val="00A83989"/>
    <w:rsid w:val="00A840E6"/>
    <w:rsid w:val="00A85E37"/>
    <w:rsid w:val="00A86E0C"/>
    <w:rsid w:val="00A91DD3"/>
    <w:rsid w:val="00AA230F"/>
    <w:rsid w:val="00AA5007"/>
    <w:rsid w:val="00AA56E8"/>
    <w:rsid w:val="00AB47B7"/>
    <w:rsid w:val="00AD7668"/>
    <w:rsid w:val="00AF036F"/>
    <w:rsid w:val="00AF1B7B"/>
    <w:rsid w:val="00AF290C"/>
    <w:rsid w:val="00AF6A30"/>
    <w:rsid w:val="00B0342B"/>
    <w:rsid w:val="00B15365"/>
    <w:rsid w:val="00B15562"/>
    <w:rsid w:val="00B156F9"/>
    <w:rsid w:val="00B2093A"/>
    <w:rsid w:val="00B222B5"/>
    <w:rsid w:val="00B343C9"/>
    <w:rsid w:val="00B410BD"/>
    <w:rsid w:val="00B42A9F"/>
    <w:rsid w:val="00B4532D"/>
    <w:rsid w:val="00B52015"/>
    <w:rsid w:val="00B545AA"/>
    <w:rsid w:val="00B66064"/>
    <w:rsid w:val="00B819D7"/>
    <w:rsid w:val="00B847A9"/>
    <w:rsid w:val="00B851EA"/>
    <w:rsid w:val="00B90947"/>
    <w:rsid w:val="00B953ED"/>
    <w:rsid w:val="00B96582"/>
    <w:rsid w:val="00BA380A"/>
    <w:rsid w:val="00BA5836"/>
    <w:rsid w:val="00BB0C8B"/>
    <w:rsid w:val="00BB0FA3"/>
    <w:rsid w:val="00BC22A5"/>
    <w:rsid w:val="00BC7793"/>
    <w:rsid w:val="00BD5374"/>
    <w:rsid w:val="00BE2E67"/>
    <w:rsid w:val="00BE42E7"/>
    <w:rsid w:val="00BE6E60"/>
    <w:rsid w:val="00BF57F3"/>
    <w:rsid w:val="00BF60FB"/>
    <w:rsid w:val="00C003CC"/>
    <w:rsid w:val="00C007B1"/>
    <w:rsid w:val="00C00AE3"/>
    <w:rsid w:val="00C01EDB"/>
    <w:rsid w:val="00C0665E"/>
    <w:rsid w:val="00C076D2"/>
    <w:rsid w:val="00C07797"/>
    <w:rsid w:val="00C122AF"/>
    <w:rsid w:val="00C13D46"/>
    <w:rsid w:val="00C23C68"/>
    <w:rsid w:val="00C25A43"/>
    <w:rsid w:val="00C2601F"/>
    <w:rsid w:val="00C33C21"/>
    <w:rsid w:val="00C41617"/>
    <w:rsid w:val="00C52669"/>
    <w:rsid w:val="00C62314"/>
    <w:rsid w:val="00C63DFE"/>
    <w:rsid w:val="00C664FA"/>
    <w:rsid w:val="00C66630"/>
    <w:rsid w:val="00C71344"/>
    <w:rsid w:val="00C71C79"/>
    <w:rsid w:val="00C7482A"/>
    <w:rsid w:val="00C75501"/>
    <w:rsid w:val="00C8106E"/>
    <w:rsid w:val="00C81A5F"/>
    <w:rsid w:val="00C820E7"/>
    <w:rsid w:val="00C83FDB"/>
    <w:rsid w:val="00C87BB0"/>
    <w:rsid w:val="00CA2132"/>
    <w:rsid w:val="00CA214C"/>
    <w:rsid w:val="00CA2389"/>
    <w:rsid w:val="00CA3641"/>
    <w:rsid w:val="00CA6414"/>
    <w:rsid w:val="00CB2245"/>
    <w:rsid w:val="00CB4D08"/>
    <w:rsid w:val="00CC0878"/>
    <w:rsid w:val="00CD2D6C"/>
    <w:rsid w:val="00CD607A"/>
    <w:rsid w:val="00CE38B4"/>
    <w:rsid w:val="00CF1933"/>
    <w:rsid w:val="00CF239C"/>
    <w:rsid w:val="00CF276B"/>
    <w:rsid w:val="00CF3BD8"/>
    <w:rsid w:val="00CF668F"/>
    <w:rsid w:val="00D0663B"/>
    <w:rsid w:val="00D14D30"/>
    <w:rsid w:val="00D20F11"/>
    <w:rsid w:val="00D25277"/>
    <w:rsid w:val="00D25E4A"/>
    <w:rsid w:val="00D26FBB"/>
    <w:rsid w:val="00D423BF"/>
    <w:rsid w:val="00D52D40"/>
    <w:rsid w:val="00D6226A"/>
    <w:rsid w:val="00D6787E"/>
    <w:rsid w:val="00D81F19"/>
    <w:rsid w:val="00D865DD"/>
    <w:rsid w:val="00D91918"/>
    <w:rsid w:val="00DA0614"/>
    <w:rsid w:val="00DC2B89"/>
    <w:rsid w:val="00DC4D07"/>
    <w:rsid w:val="00DF1169"/>
    <w:rsid w:val="00DF4D38"/>
    <w:rsid w:val="00DF7CAA"/>
    <w:rsid w:val="00E05696"/>
    <w:rsid w:val="00E1057B"/>
    <w:rsid w:val="00E16218"/>
    <w:rsid w:val="00E16584"/>
    <w:rsid w:val="00E21B3F"/>
    <w:rsid w:val="00E22491"/>
    <w:rsid w:val="00E24016"/>
    <w:rsid w:val="00E3080F"/>
    <w:rsid w:val="00E316E1"/>
    <w:rsid w:val="00E40F21"/>
    <w:rsid w:val="00E41C03"/>
    <w:rsid w:val="00E46C77"/>
    <w:rsid w:val="00E46DAE"/>
    <w:rsid w:val="00E52873"/>
    <w:rsid w:val="00E6027B"/>
    <w:rsid w:val="00E61A67"/>
    <w:rsid w:val="00E642EA"/>
    <w:rsid w:val="00E669B0"/>
    <w:rsid w:val="00E66E9B"/>
    <w:rsid w:val="00E72B18"/>
    <w:rsid w:val="00E862D8"/>
    <w:rsid w:val="00E91FB8"/>
    <w:rsid w:val="00EB01B6"/>
    <w:rsid w:val="00EB09FD"/>
    <w:rsid w:val="00EB13E3"/>
    <w:rsid w:val="00EB5CAD"/>
    <w:rsid w:val="00EC300D"/>
    <w:rsid w:val="00EC4F7A"/>
    <w:rsid w:val="00EC5922"/>
    <w:rsid w:val="00ED462B"/>
    <w:rsid w:val="00ED5115"/>
    <w:rsid w:val="00EE12A6"/>
    <w:rsid w:val="00EE6EBD"/>
    <w:rsid w:val="00EF0934"/>
    <w:rsid w:val="00EF2B05"/>
    <w:rsid w:val="00F03AC2"/>
    <w:rsid w:val="00F06A87"/>
    <w:rsid w:val="00F14840"/>
    <w:rsid w:val="00F30489"/>
    <w:rsid w:val="00F33EE5"/>
    <w:rsid w:val="00F4041F"/>
    <w:rsid w:val="00F430BD"/>
    <w:rsid w:val="00F47FD7"/>
    <w:rsid w:val="00F548A6"/>
    <w:rsid w:val="00F55E88"/>
    <w:rsid w:val="00F60022"/>
    <w:rsid w:val="00F61B85"/>
    <w:rsid w:val="00F646A0"/>
    <w:rsid w:val="00F65D7E"/>
    <w:rsid w:val="00F66785"/>
    <w:rsid w:val="00F71B7D"/>
    <w:rsid w:val="00F71B8F"/>
    <w:rsid w:val="00F731DE"/>
    <w:rsid w:val="00F90BE3"/>
    <w:rsid w:val="00F90F70"/>
    <w:rsid w:val="00F963EE"/>
    <w:rsid w:val="00F96886"/>
    <w:rsid w:val="00FA495D"/>
    <w:rsid w:val="00FB0FF2"/>
    <w:rsid w:val="00FB17A7"/>
    <w:rsid w:val="00FB1844"/>
    <w:rsid w:val="00FB1C49"/>
    <w:rsid w:val="00FC567A"/>
    <w:rsid w:val="00FC63D2"/>
    <w:rsid w:val="00FD48A7"/>
    <w:rsid w:val="00FD649C"/>
    <w:rsid w:val="00FE32D5"/>
    <w:rsid w:val="00FE40EF"/>
    <w:rsid w:val="00FE72B6"/>
    <w:rsid w:val="00FF0CEA"/>
    <w:rsid w:val="00FF26E4"/>
    <w:rsid w:val="00FF2DEE"/>
    <w:rsid w:val="00FF5D5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B2294"/>
  <w15:docId w15:val="{901D7E86-63A6-465E-BF2F-A92F84E2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562"/>
    <w:pPr>
      <w:spacing w:after="200" w:line="276" w:lineRule="auto"/>
    </w:pPr>
    <w:rPr>
      <w:rFonts w:asciiTheme="minorHAnsi" w:eastAsiaTheme="minorHAnsi" w:hAnsiTheme="minorHAnsi" w:cstheme="minorBidi"/>
      <w:sz w:val="22"/>
      <w:szCs w:val="22"/>
      <w:lang w:eastAsia="en-US"/>
    </w:rPr>
  </w:style>
  <w:style w:type="paragraph" w:styleId="Heading1">
    <w:name w:val="heading 1"/>
    <w:next w:val="BodyText"/>
    <w:link w:val="Heading1Char"/>
    <w:qFormat/>
    <w:rsid w:val="00B15562"/>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B15562"/>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B15562"/>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B15562"/>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15562"/>
    <w:rPr>
      <w:rFonts w:eastAsia="Times New Roman" w:cs="Arial"/>
      <w:b/>
      <w:bCs/>
      <w:caps/>
      <w:color w:val="000000"/>
      <w:sz w:val="24"/>
      <w:szCs w:val="24"/>
    </w:rPr>
  </w:style>
  <w:style w:type="paragraph" w:styleId="Title">
    <w:name w:val="Title"/>
    <w:next w:val="Normal"/>
    <w:link w:val="TitleChar"/>
    <w:uiPriority w:val="1"/>
    <w:qFormat/>
    <w:rsid w:val="00B15562"/>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B15562"/>
    <w:rPr>
      <w:rFonts w:eastAsia="Times New Roman" w:cs="Arial"/>
      <w:b/>
      <w:bCs/>
      <w:caps/>
      <w:color w:val="000000"/>
      <w:sz w:val="28"/>
      <w:szCs w:val="28"/>
      <w:lang w:eastAsia="en-US"/>
    </w:rPr>
  </w:style>
  <w:style w:type="paragraph" w:customStyle="1" w:styleId="Bullets2">
    <w:name w:val="Bullets 2"/>
    <w:qFormat/>
    <w:rsid w:val="00B15562"/>
    <w:pPr>
      <w:numPr>
        <w:ilvl w:val="1"/>
        <w:numId w:val="3"/>
      </w:numPr>
      <w:spacing w:after="60" w:line="260" w:lineRule="atLeast"/>
    </w:pPr>
    <w:rPr>
      <w:rFonts w:eastAsia="Calibri"/>
      <w:szCs w:val="19"/>
    </w:rPr>
  </w:style>
  <w:style w:type="paragraph" w:customStyle="1" w:styleId="Attachment1">
    <w:name w:val="Attachment 1"/>
    <w:next w:val="Attachment2"/>
    <w:qFormat/>
    <w:rsid w:val="00B15562"/>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B15562"/>
    <w:pPr>
      <w:spacing w:before="60" w:after="170" w:line="260" w:lineRule="atLeast"/>
    </w:pPr>
    <w:rPr>
      <w:rFonts w:eastAsia="Calibri"/>
      <w:szCs w:val="19"/>
    </w:rPr>
  </w:style>
  <w:style w:type="character" w:customStyle="1" w:styleId="BodyTextChar">
    <w:name w:val="Body Text Char"/>
    <w:link w:val="BodyText"/>
    <w:rsid w:val="00B15562"/>
    <w:rPr>
      <w:rFonts w:eastAsia="Calibri"/>
      <w:szCs w:val="19"/>
    </w:rPr>
  </w:style>
  <w:style w:type="character" w:customStyle="1" w:styleId="Heading2Char">
    <w:name w:val="Heading 2 Char"/>
    <w:link w:val="Heading2"/>
    <w:rsid w:val="00B15562"/>
    <w:rPr>
      <w:rFonts w:eastAsia="Times New Roman" w:cs="Arial"/>
      <w:b/>
      <w:bCs/>
      <w:caps/>
      <w:color w:val="000000"/>
      <w:sz w:val="22"/>
      <w:szCs w:val="22"/>
    </w:rPr>
  </w:style>
  <w:style w:type="character" w:customStyle="1" w:styleId="Heading3Char">
    <w:name w:val="Heading 3 Char"/>
    <w:link w:val="Heading3"/>
    <w:rsid w:val="00B15562"/>
    <w:rPr>
      <w:rFonts w:eastAsia="Times New Roman" w:cs="Arial"/>
      <w:b/>
      <w:bCs/>
      <w:caps/>
      <w:color w:val="000000"/>
    </w:rPr>
  </w:style>
  <w:style w:type="character" w:customStyle="1" w:styleId="Heading4Char">
    <w:name w:val="Heading 4 Char"/>
    <w:link w:val="Heading4"/>
    <w:rsid w:val="00B15562"/>
    <w:rPr>
      <w:rFonts w:eastAsia="Times New Roman" w:cs="Arial"/>
      <w:b/>
      <w:bCs/>
      <w:color w:val="000000"/>
      <w:szCs w:val="19"/>
    </w:rPr>
  </w:style>
  <w:style w:type="numbering" w:customStyle="1" w:styleId="Bullets">
    <w:name w:val="Bullets"/>
    <w:uiPriority w:val="99"/>
    <w:locked/>
    <w:rsid w:val="00B15562"/>
    <w:pPr>
      <w:numPr>
        <w:numId w:val="1"/>
      </w:numPr>
    </w:pPr>
  </w:style>
  <w:style w:type="paragraph" w:customStyle="1" w:styleId="Bullets1">
    <w:name w:val="Bullets 1"/>
    <w:qFormat/>
    <w:rsid w:val="00B15562"/>
    <w:pPr>
      <w:numPr>
        <w:numId w:val="3"/>
      </w:numPr>
      <w:spacing w:after="60" w:line="260" w:lineRule="atLeast"/>
    </w:pPr>
    <w:rPr>
      <w:rFonts w:eastAsia="Calibri"/>
      <w:szCs w:val="19"/>
    </w:rPr>
  </w:style>
  <w:style w:type="paragraph" w:styleId="Header">
    <w:name w:val="header"/>
    <w:basedOn w:val="Normal"/>
    <w:link w:val="HeaderChar"/>
    <w:uiPriority w:val="99"/>
    <w:unhideWhenUsed/>
    <w:rsid w:val="00B15562"/>
    <w:pPr>
      <w:tabs>
        <w:tab w:val="center" w:pos="4513"/>
        <w:tab w:val="right" w:pos="9026"/>
      </w:tabs>
      <w:spacing w:after="0"/>
    </w:pPr>
  </w:style>
  <w:style w:type="character" w:customStyle="1" w:styleId="HeaderChar">
    <w:name w:val="Header Char"/>
    <w:link w:val="Header"/>
    <w:uiPriority w:val="99"/>
    <w:rsid w:val="00B15562"/>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B15562"/>
    <w:pPr>
      <w:tabs>
        <w:tab w:val="center" w:pos="4513"/>
        <w:tab w:val="right" w:pos="9026"/>
      </w:tabs>
      <w:spacing w:after="0"/>
    </w:pPr>
    <w:rPr>
      <w:rFonts w:cs="Arial"/>
      <w:sz w:val="16"/>
      <w:szCs w:val="16"/>
    </w:rPr>
  </w:style>
  <w:style w:type="character" w:customStyle="1" w:styleId="FooterChar">
    <w:name w:val="Footer Char"/>
    <w:link w:val="Footer"/>
    <w:uiPriority w:val="99"/>
    <w:rsid w:val="00B15562"/>
    <w:rPr>
      <w:rFonts w:asciiTheme="minorHAnsi" w:eastAsiaTheme="minorHAnsi" w:hAnsiTheme="minorHAnsi" w:cs="Arial"/>
      <w:sz w:val="16"/>
      <w:szCs w:val="16"/>
      <w:lang w:eastAsia="en-US"/>
    </w:rPr>
  </w:style>
  <w:style w:type="table" w:styleId="TableGrid">
    <w:name w:val="Table Grid"/>
    <w:basedOn w:val="TableNormal"/>
    <w:uiPriority w:val="59"/>
    <w:locked/>
    <w:rsid w:val="00B15562"/>
    <w:rPr>
      <w:rFonts w:eastAsia="Calibri"/>
      <w:sz w:val="19"/>
      <w:szCs w:val="1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B15562"/>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B15562"/>
    <w:pPr>
      <w:spacing w:after="720"/>
    </w:pPr>
    <w:rPr>
      <w:rFonts w:eastAsia="Times New Roman" w:cs="Arial"/>
      <w:b/>
      <w:bCs/>
      <w:color w:val="000000"/>
      <w:sz w:val="24"/>
      <w:szCs w:val="24"/>
      <w:lang w:eastAsia="en-US"/>
    </w:rPr>
  </w:style>
  <w:style w:type="paragraph" w:customStyle="1" w:styleId="Bullets3">
    <w:name w:val="Bullets 3"/>
    <w:qFormat/>
    <w:rsid w:val="00B15562"/>
    <w:pPr>
      <w:numPr>
        <w:ilvl w:val="2"/>
        <w:numId w:val="3"/>
      </w:numPr>
      <w:spacing w:after="60" w:line="260" w:lineRule="atLeast"/>
    </w:pPr>
    <w:rPr>
      <w:rFonts w:eastAsia="Calibri"/>
      <w:szCs w:val="19"/>
    </w:rPr>
  </w:style>
  <w:style w:type="paragraph" w:customStyle="1" w:styleId="BodyText3ptAfter">
    <w:name w:val="Body Text 3pt After"/>
    <w:basedOn w:val="BodyText"/>
    <w:qFormat/>
    <w:rsid w:val="00B15562"/>
    <w:pPr>
      <w:spacing w:after="60"/>
    </w:pPr>
  </w:style>
  <w:style w:type="paragraph" w:styleId="BalloonText">
    <w:name w:val="Balloon Text"/>
    <w:basedOn w:val="Normal"/>
    <w:link w:val="BalloonTextChar"/>
    <w:uiPriority w:val="99"/>
    <w:semiHidden/>
    <w:unhideWhenUsed/>
    <w:rsid w:val="00B15562"/>
    <w:pPr>
      <w:spacing w:after="0"/>
    </w:pPr>
    <w:rPr>
      <w:rFonts w:ascii="Tahoma" w:hAnsi="Tahoma" w:cs="Tahoma"/>
      <w:sz w:val="16"/>
      <w:szCs w:val="16"/>
    </w:rPr>
  </w:style>
  <w:style w:type="character" w:customStyle="1" w:styleId="BalloonTextChar">
    <w:name w:val="Balloon Text Char"/>
    <w:link w:val="BalloonText"/>
    <w:uiPriority w:val="99"/>
    <w:semiHidden/>
    <w:rsid w:val="00B15562"/>
    <w:rPr>
      <w:rFonts w:ascii="Tahoma" w:eastAsiaTheme="minorHAnsi" w:hAnsi="Tahoma" w:cs="Tahoma"/>
      <w:sz w:val="16"/>
      <w:szCs w:val="16"/>
      <w:lang w:eastAsia="en-US"/>
    </w:rPr>
  </w:style>
  <w:style w:type="character" w:styleId="Hyperlink">
    <w:name w:val="Hyperlink"/>
    <w:uiPriority w:val="99"/>
    <w:unhideWhenUsed/>
    <w:rsid w:val="00B15562"/>
    <w:rPr>
      <w:color w:val="0000FF"/>
      <w:u w:val="single"/>
    </w:rPr>
  </w:style>
  <w:style w:type="paragraph" w:styleId="FootnoteText">
    <w:name w:val="footnote text"/>
    <w:basedOn w:val="Normal"/>
    <w:link w:val="FootnoteTextChar"/>
    <w:uiPriority w:val="99"/>
    <w:unhideWhenUsed/>
    <w:rsid w:val="00B15562"/>
    <w:pPr>
      <w:spacing w:after="0"/>
      <w:ind w:left="142" w:hanging="142"/>
    </w:pPr>
    <w:rPr>
      <w:rFonts w:eastAsia="Times New Roman"/>
      <w:snapToGrid w:val="0"/>
      <w:sz w:val="20"/>
      <w:szCs w:val="20"/>
    </w:rPr>
  </w:style>
  <w:style w:type="character" w:customStyle="1" w:styleId="FootnoteTextChar">
    <w:name w:val="Footnote Text Char"/>
    <w:link w:val="FootnoteText"/>
    <w:uiPriority w:val="99"/>
    <w:rsid w:val="00B15562"/>
    <w:rPr>
      <w:rFonts w:asciiTheme="minorHAnsi" w:eastAsia="Times New Roman" w:hAnsiTheme="minorHAnsi" w:cstheme="minorBidi"/>
      <w:snapToGrid w:val="0"/>
      <w:lang w:eastAsia="en-US"/>
    </w:rPr>
  </w:style>
  <w:style w:type="character" w:styleId="FootnoteReference">
    <w:name w:val="footnote reference"/>
    <w:uiPriority w:val="99"/>
    <w:semiHidden/>
    <w:unhideWhenUsed/>
    <w:rsid w:val="00B15562"/>
    <w:rPr>
      <w:vertAlign w:val="superscript"/>
    </w:rPr>
  </w:style>
  <w:style w:type="paragraph" w:customStyle="1" w:styleId="AttachmentNumberedHeading1">
    <w:name w:val="Attachment Numbered Heading 1"/>
    <w:qFormat/>
    <w:rsid w:val="00B15562"/>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B15562"/>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B15562"/>
    <w:pPr>
      <w:numPr>
        <w:numId w:val="22"/>
      </w:numPr>
      <w:spacing w:before="40" w:after="40" w:line="260" w:lineRule="atLeast"/>
      <w:ind w:left="227" w:hanging="227"/>
    </w:pPr>
    <w:rPr>
      <w:rFonts w:eastAsia="Times New Roman" w:cs="Tms Rmn"/>
      <w:snapToGrid w:val="0"/>
      <w:sz w:val="20"/>
      <w:szCs w:val="20"/>
      <w:lang w:val="en-GB"/>
    </w:rPr>
  </w:style>
  <w:style w:type="paragraph" w:customStyle="1" w:styleId="Tablecolumnhead">
    <w:name w:val="Table column head"/>
    <w:basedOn w:val="Normal"/>
    <w:qFormat/>
    <w:rsid w:val="00B15562"/>
    <w:pPr>
      <w:spacing w:before="40" w:after="40"/>
    </w:pPr>
    <w:rPr>
      <w:rFonts w:eastAsia="Times New Roman" w:cs="Tms Rmn"/>
      <w:b/>
      <w:snapToGrid w:val="0"/>
      <w:sz w:val="20"/>
      <w:szCs w:val="20"/>
      <w:lang w:val="en-GB"/>
    </w:rPr>
  </w:style>
  <w:style w:type="paragraph" w:customStyle="1" w:styleId="Tabletext">
    <w:name w:val="Table text"/>
    <w:basedOn w:val="Normal"/>
    <w:qFormat/>
    <w:rsid w:val="00B15562"/>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B15562"/>
    <w:pPr>
      <w:spacing w:before="170"/>
    </w:pPr>
  </w:style>
  <w:style w:type="paragraph" w:customStyle="1" w:styleId="SignatureLine">
    <w:name w:val="Signature Line"/>
    <w:basedOn w:val="BodyText"/>
    <w:qFormat/>
    <w:rsid w:val="00B15562"/>
    <w:pPr>
      <w:tabs>
        <w:tab w:val="right" w:leader="underscore" w:pos="4253"/>
        <w:tab w:val="left" w:pos="4522"/>
        <w:tab w:val="left" w:leader="underscore" w:pos="7796"/>
      </w:tabs>
      <w:spacing w:before="240" w:after="60"/>
    </w:pPr>
  </w:style>
  <w:style w:type="paragraph" w:customStyle="1" w:styleId="SubHeading">
    <w:name w:val="Sub Heading"/>
    <w:basedOn w:val="Normal"/>
    <w:rsid w:val="00B15562"/>
    <w:pPr>
      <w:spacing w:before="80" w:after="40" w:line="280" w:lineRule="atLeast"/>
    </w:pPr>
    <w:rPr>
      <w:rFonts w:eastAsia="Times New Roman" w:cs="Tms Rmn"/>
      <w:b/>
      <w:snapToGrid w:val="0"/>
    </w:rPr>
  </w:style>
  <w:style w:type="paragraph" w:customStyle="1" w:styleId="Policylist1">
    <w:name w:val="Policy list 1"/>
    <w:aliases w:val="2,3"/>
    <w:basedOn w:val="Normal"/>
    <w:qFormat/>
    <w:rsid w:val="00B15562"/>
    <w:pPr>
      <w:numPr>
        <w:numId w:val="28"/>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B15562"/>
    <w:pPr>
      <w:tabs>
        <w:tab w:val="left" w:pos="4536"/>
      </w:tabs>
    </w:pPr>
    <w:rPr>
      <w:rFonts w:eastAsia="Arial"/>
    </w:rPr>
  </w:style>
  <w:style w:type="paragraph" w:customStyle="1" w:styleId="AlphaList">
    <w:name w:val="Alpha List"/>
    <w:qFormat/>
    <w:rsid w:val="00B15562"/>
    <w:pPr>
      <w:numPr>
        <w:numId w:val="24"/>
      </w:numPr>
      <w:spacing w:after="60" w:line="260" w:lineRule="atLeast"/>
    </w:pPr>
    <w:rPr>
      <w:rFonts w:eastAsia="Calibri"/>
      <w:szCs w:val="19"/>
    </w:rPr>
  </w:style>
  <w:style w:type="paragraph" w:customStyle="1" w:styleId="AlphaList2">
    <w:name w:val="Alpha List 2"/>
    <w:qFormat/>
    <w:rsid w:val="00B15562"/>
    <w:pPr>
      <w:numPr>
        <w:ilvl w:val="1"/>
        <w:numId w:val="24"/>
      </w:numPr>
      <w:spacing w:after="60" w:line="260" w:lineRule="atLeast"/>
    </w:pPr>
    <w:rPr>
      <w:rFonts w:eastAsia="Calibri"/>
      <w:szCs w:val="19"/>
    </w:rPr>
  </w:style>
  <w:style w:type="character" w:styleId="FollowedHyperlink">
    <w:name w:val="FollowedHyperlink"/>
    <w:uiPriority w:val="99"/>
    <w:semiHidden/>
    <w:unhideWhenUsed/>
    <w:rsid w:val="00B15562"/>
    <w:rPr>
      <w:color w:val="800080"/>
      <w:u w:val="single"/>
    </w:rPr>
  </w:style>
  <w:style w:type="paragraph" w:customStyle="1" w:styleId="Tablebullets2">
    <w:name w:val="Table bullets 2"/>
    <w:qFormat/>
    <w:rsid w:val="00B15562"/>
    <w:pPr>
      <w:numPr>
        <w:numId w:val="21"/>
      </w:numPr>
      <w:spacing w:before="40" w:after="40" w:line="260" w:lineRule="atLeast"/>
      <w:ind w:left="454" w:hanging="227"/>
    </w:pPr>
    <w:rPr>
      <w:rFonts w:eastAsia="Times New Roman" w:cs="Tms Rmn"/>
      <w:snapToGrid w:val="0"/>
      <w:lang w:val="en-GB" w:eastAsia="en-US"/>
    </w:rPr>
  </w:style>
  <w:style w:type="character" w:styleId="CommentReference">
    <w:name w:val="annotation reference"/>
    <w:uiPriority w:val="99"/>
    <w:semiHidden/>
    <w:unhideWhenUsed/>
    <w:rsid w:val="00B15562"/>
    <w:rPr>
      <w:sz w:val="16"/>
      <w:szCs w:val="16"/>
    </w:rPr>
  </w:style>
  <w:style w:type="paragraph" w:styleId="CommentText">
    <w:name w:val="annotation text"/>
    <w:basedOn w:val="Normal"/>
    <w:link w:val="CommentTextChar"/>
    <w:uiPriority w:val="99"/>
    <w:semiHidden/>
    <w:unhideWhenUsed/>
    <w:rsid w:val="00B15562"/>
    <w:rPr>
      <w:sz w:val="20"/>
      <w:szCs w:val="20"/>
    </w:rPr>
  </w:style>
  <w:style w:type="character" w:customStyle="1" w:styleId="CommentTextChar">
    <w:name w:val="Comment Text Char"/>
    <w:link w:val="CommentText"/>
    <w:uiPriority w:val="99"/>
    <w:semiHidden/>
    <w:rsid w:val="00B15562"/>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B15562"/>
    <w:rPr>
      <w:b/>
      <w:bCs/>
    </w:rPr>
  </w:style>
  <w:style w:type="character" w:customStyle="1" w:styleId="CommentSubjectChar">
    <w:name w:val="Comment Subject Char"/>
    <w:link w:val="CommentSubject"/>
    <w:uiPriority w:val="99"/>
    <w:semiHidden/>
    <w:rsid w:val="00B15562"/>
    <w:rPr>
      <w:rFonts w:asciiTheme="minorHAnsi" w:eastAsiaTheme="minorHAnsi" w:hAnsiTheme="minorHAnsi" w:cstheme="minorBidi"/>
      <w:b/>
      <w:bCs/>
      <w:lang w:eastAsia="en-US"/>
    </w:rPr>
  </w:style>
  <w:style w:type="paragraph" w:styleId="ListParagraph">
    <w:name w:val="List Paragraph"/>
    <w:basedOn w:val="Normal"/>
    <w:uiPriority w:val="34"/>
    <w:qFormat/>
    <w:rsid w:val="00B15562"/>
    <w:pPr>
      <w:ind w:left="720"/>
      <w:contextualSpacing/>
    </w:pPr>
    <w:rPr>
      <w:rFonts w:ascii="Corbel" w:hAnsi="Corbel"/>
    </w:rPr>
  </w:style>
  <w:style w:type="paragraph" w:styleId="Revision">
    <w:name w:val="Revision"/>
    <w:hidden/>
    <w:uiPriority w:val="99"/>
    <w:semiHidden/>
    <w:rsid w:val="00B15562"/>
    <w:rPr>
      <w:rFonts w:eastAsia="Calibri"/>
      <w:sz w:val="19"/>
      <w:szCs w:val="19"/>
      <w:lang w:eastAsia="en-US"/>
    </w:rPr>
  </w:style>
  <w:style w:type="character" w:styleId="UnresolvedMention">
    <w:name w:val="Unresolved Mention"/>
    <w:basedOn w:val="DefaultParagraphFont"/>
    <w:uiPriority w:val="99"/>
    <w:semiHidden/>
    <w:unhideWhenUsed/>
    <w:rsid w:val="00914E42"/>
    <w:rPr>
      <w:color w:val="605E5C"/>
      <w:shd w:val="clear" w:color="auto" w:fill="E1DFDD"/>
    </w:rPr>
  </w:style>
  <w:style w:type="character" w:customStyle="1" w:styleId="frag-defterm">
    <w:name w:val="frag-defterm"/>
    <w:basedOn w:val="DefaultParagraphFont"/>
    <w:rsid w:val="00884D4E"/>
  </w:style>
  <w:style w:type="character" w:styleId="Strong">
    <w:name w:val="Strong"/>
    <w:basedOn w:val="DefaultParagraphFont"/>
    <w:uiPriority w:val="22"/>
    <w:qFormat/>
    <w:rsid w:val="00736B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538456">
      <w:bodyDiv w:val="1"/>
      <w:marLeft w:val="0"/>
      <w:marRight w:val="0"/>
      <w:marTop w:val="0"/>
      <w:marBottom w:val="0"/>
      <w:divBdr>
        <w:top w:val="none" w:sz="0" w:space="0" w:color="auto"/>
        <w:left w:val="none" w:sz="0" w:space="0" w:color="auto"/>
        <w:bottom w:val="none" w:sz="0" w:space="0" w:color="auto"/>
        <w:right w:val="none" w:sz="0" w:space="0" w:color="auto"/>
      </w:divBdr>
    </w:div>
    <w:div w:id="640962351">
      <w:bodyDiv w:val="1"/>
      <w:marLeft w:val="0"/>
      <w:marRight w:val="0"/>
      <w:marTop w:val="0"/>
      <w:marBottom w:val="0"/>
      <w:divBdr>
        <w:top w:val="none" w:sz="0" w:space="0" w:color="auto"/>
        <w:left w:val="none" w:sz="0" w:space="0" w:color="auto"/>
        <w:bottom w:val="none" w:sz="0" w:space="0" w:color="auto"/>
        <w:right w:val="none" w:sz="0" w:space="0" w:color="auto"/>
      </w:divBdr>
      <w:divsChild>
        <w:div w:id="764032238">
          <w:marLeft w:val="0"/>
          <w:marRight w:val="0"/>
          <w:marTop w:val="0"/>
          <w:marBottom w:val="0"/>
          <w:divBdr>
            <w:top w:val="none" w:sz="0" w:space="0" w:color="auto"/>
            <w:left w:val="none" w:sz="0" w:space="0" w:color="auto"/>
            <w:bottom w:val="none" w:sz="0" w:space="0" w:color="auto"/>
            <w:right w:val="none" w:sz="0" w:space="0" w:color="auto"/>
          </w:divBdr>
          <w:divsChild>
            <w:div w:id="722603934">
              <w:marLeft w:val="0"/>
              <w:marRight w:val="0"/>
              <w:marTop w:val="0"/>
              <w:marBottom w:val="0"/>
              <w:divBdr>
                <w:top w:val="none" w:sz="0" w:space="0" w:color="auto"/>
                <w:left w:val="none" w:sz="0" w:space="0" w:color="auto"/>
                <w:bottom w:val="none" w:sz="0" w:space="0" w:color="auto"/>
                <w:right w:val="none" w:sz="0" w:space="0" w:color="auto"/>
              </w:divBdr>
              <w:divsChild>
                <w:div w:id="1702441545">
                  <w:marLeft w:val="0"/>
                  <w:marRight w:val="0"/>
                  <w:marTop w:val="0"/>
                  <w:marBottom w:val="0"/>
                  <w:divBdr>
                    <w:top w:val="none" w:sz="0" w:space="0" w:color="auto"/>
                    <w:left w:val="none" w:sz="0" w:space="0" w:color="auto"/>
                    <w:bottom w:val="none" w:sz="0" w:space="0" w:color="auto"/>
                    <w:right w:val="none" w:sz="0" w:space="0" w:color="auto"/>
                  </w:divBdr>
                  <w:divsChild>
                    <w:div w:id="2008971005">
                      <w:marLeft w:val="0"/>
                      <w:marRight w:val="0"/>
                      <w:marTop w:val="0"/>
                      <w:marBottom w:val="0"/>
                      <w:divBdr>
                        <w:top w:val="none" w:sz="0" w:space="0" w:color="auto"/>
                        <w:left w:val="none" w:sz="0" w:space="0" w:color="auto"/>
                        <w:bottom w:val="none" w:sz="0" w:space="0" w:color="auto"/>
                        <w:right w:val="none" w:sz="0" w:space="0" w:color="auto"/>
                      </w:divBdr>
                      <w:divsChild>
                        <w:div w:id="1781145725">
                          <w:marLeft w:val="0"/>
                          <w:marRight w:val="0"/>
                          <w:marTop w:val="0"/>
                          <w:marBottom w:val="0"/>
                          <w:divBdr>
                            <w:top w:val="none" w:sz="0" w:space="0" w:color="auto"/>
                            <w:left w:val="none" w:sz="0" w:space="0" w:color="auto"/>
                            <w:bottom w:val="none" w:sz="0" w:space="0" w:color="auto"/>
                            <w:right w:val="none" w:sz="0" w:space="0" w:color="auto"/>
                          </w:divBdr>
                          <w:divsChild>
                            <w:div w:id="373579535">
                              <w:marLeft w:val="0"/>
                              <w:marRight w:val="0"/>
                              <w:marTop w:val="0"/>
                              <w:marBottom w:val="0"/>
                              <w:divBdr>
                                <w:top w:val="none" w:sz="0" w:space="0" w:color="auto"/>
                                <w:left w:val="none" w:sz="0" w:space="0" w:color="auto"/>
                                <w:bottom w:val="none" w:sz="0" w:space="0" w:color="auto"/>
                                <w:right w:val="none" w:sz="0" w:space="0" w:color="auto"/>
                              </w:divBdr>
                              <w:divsChild>
                                <w:div w:id="22750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3239756">
      <w:bodyDiv w:val="1"/>
      <w:marLeft w:val="0"/>
      <w:marRight w:val="0"/>
      <w:marTop w:val="0"/>
      <w:marBottom w:val="0"/>
      <w:divBdr>
        <w:top w:val="none" w:sz="0" w:space="0" w:color="auto"/>
        <w:left w:val="none" w:sz="0" w:space="0" w:color="auto"/>
        <w:bottom w:val="none" w:sz="0" w:space="0" w:color="auto"/>
        <w:right w:val="none" w:sz="0" w:space="0" w:color="auto"/>
      </w:divBdr>
    </w:div>
    <w:div w:id="2088526543">
      <w:bodyDiv w:val="1"/>
      <w:marLeft w:val="0"/>
      <w:marRight w:val="0"/>
      <w:marTop w:val="0"/>
      <w:marBottom w:val="0"/>
      <w:divBdr>
        <w:top w:val="none" w:sz="0" w:space="0" w:color="auto"/>
        <w:left w:val="none" w:sz="0" w:space="0" w:color="auto"/>
        <w:bottom w:val="none" w:sz="0" w:space="0" w:color="auto"/>
        <w:right w:val="none" w:sz="0" w:space="0" w:color="auto"/>
      </w:divBdr>
      <w:divsChild>
        <w:div w:id="1103960049">
          <w:marLeft w:val="0"/>
          <w:marRight w:val="0"/>
          <w:marTop w:val="0"/>
          <w:marBottom w:val="0"/>
          <w:divBdr>
            <w:top w:val="none" w:sz="0" w:space="0" w:color="auto"/>
            <w:left w:val="none" w:sz="0" w:space="0" w:color="auto"/>
            <w:bottom w:val="none" w:sz="0" w:space="0" w:color="auto"/>
            <w:right w:val="none" w:sz="0" w:space="0" w:color="auto"/>
          </w:divBdr>
          <w:divsChild>
            <w:div w:id="1879396489">
              <w:marLeft w:val="0"/>
              <w:marRight w:val="0"/>
              <w:marTop w:val="0"/>
              <w:marBottom w:val="0"/>
              <w:divBdr>
                <w:top w:val="none" w:sz="0" w:space="0" w:color="auto"/>
                <w:left w:val="none" w:sz="0" w:space="0" w:color="auto"/>
                <w:bottom w:val="none" w:sz="0" w:space="0" w:color="auto"/>
                <w:right w:val="none" w:sz="0" w:space="0" w:color="auto"/>
              </w:divBdr>
              <w:divsChild>
                <w:div w:id="489292316">
                  <w:marLeft w:val="0"/>
                  <w:marRight w:val="0"/>
                  <w:marTop w:val="0"/>
                  <w:marBottom w:val="0"/>
                  <w:divBdr>
                    <w:top w:val="none" w:sz="0" w:space="0" w:color="auto"/>
                    <w:left w:val="none" w:sz="0" w:space="0" w:color="auto"/>
                    <w:bottom w:val="none" w:sz="0" w:space="0" w:color="auto"/>
                    <w:right w:val="none" w:sz="0" w:space="0" w:color="auto"/>
                  </w:divBdr>
                  <w:divsChild>
                    <w:div w:id="2057004296">
                      <w:marLeft w:val="0"/>
                      <w:marRight w:val="0"/>
                      <w:marTop w:val="0"/>
                      <w:marBottom w:val="0"/>
                      <w:divBdr>
                        <w:top w:val="none" w:sz="0" w:space="0" w:color="auto"/>
                        <w:left w:val="none" w:sz="0" w:space="0" w:color="auto"/>
                        <w:bottom w:val="none" w:sz="0" w:space="0" w:color="auto"/>
                        <w:right w:val="none" w:sz="0" w:space="0" w:color="auto"/>
                      </w:divBdr>
                      <w:divsChild>
                        <w:div w:id="2000646222">
                          <w:marLeft w:val="0"/>
                          <w:marRight w:val="0"/>
                          <w:marTop w:val="0"/>
                          <w:marBottom w:val="0"/>
                          <w:divBdr>
                            <w:top w:val="none" w:sz="0" w:space="0" w:color="auto"/>
                            <w:left w:val="none" w:sz="0" w:space="0" w:color="auto"/>
                            <w:bottom w:val="none" w:sz="0" w:space="0" w:color="auto"/>
                            <w:right w:val="none" w:sz="0" w:space="0" w:color="auto"/>
                          </w:divBdr>
                          <w:divsChild>
                            <w:div w:id="1166165270">
                              <w:marLeft w:val="0"/>
                              <w:marRight w:val="0"/>
                              <w:marTop w:val="0"/>
                              <w:marBottom w:val="0"/>
                              <w:divBdr>
                                <w:top w:val="none" w:sz="0" w:space="0" w:color="auto"/>
                                <w:left w:val="none" w:sz="0" w:space="0" w:color="auto"/>
                                <w:bottom w:val="none" w:sz="0" w:space="0" w:color="auto"/>
                                <w:right w:val="none" w:sz="0" w:space="0" w:color="auto"/>
                              </w:divBdr>
                              <w:divsChild>
                                <w:div w:id="170983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IV" TargetMode="External"/><Relationship Id="rId13" Type="http://schemas.openxmlformats.org/officeDocument/2006/relationships/hyperlink" Target="https://www.acecqa.gov.au/resources/national-quality-agenda-it-system" TargetMode="External"/><Relationship Id="rId18" Type="http://schemas.openxmlformats.org/officeDocument/2006/relationships/hyperlink" Target="https://www2.health.vic.gov.au/public-health/immunisation/vaccination-children/no-jab-no-play/immunisation-enrolment-toolkit" TargetMode="External"/><Relationship Id="rId26" Type="http://schemas.openxmlformats.org/officeDocument/2006/relationships/hyperlink" Target="https://www2.health.vic.gov.au/public-health/infectious-diseases/school-exclusion/school-exclusion-table" TargetMode="External"/><Relationship Id="rId3" Type="http://schemas.openxmlformats.org/officeDocument/2006/relationships/styles" Target="styles.xml"/><Relationship Id="rId21" Type="http://schemas.openxmlformats.org/officeDocument/2006/relationships/hyperlink" Target="https://www.nhmrc.gov.au/about-us/publications/staying-healthy-preventing-infectious-diseases-early-childhood-education-and-care-services" TargetMode="External"/><Relationship Id="rId7" Type="http://schemas.openxmlformats.org/officeDocument/2006/relationships/endnotes" Target="endnotes.xml"/><Relationship Id="rId12" Type="http://schemas.openxmlformats.org/officeDocument/2006/relationships/hyperlink" Target="https://www2.health.vic.gov.au/public-health/infectious-diseases/school-exclusion/school-exclusion-table" TargetMode="External"/><Relationship Id="rId17" Type="http://schemas.openxmlformats.org/officeDocument/2006/relationships/hyperlink" Target="https://www2.health.vic.gov.au/about/publications/policiesandguidelines/Head-lice-management-guidelines" TargetMode="External"/><Relationship Id="rId25" Type="http://schemas.openxmlformats.org/officeDocument/2006/relationships/hyperlink" Target="https://www.acecqa.gov.au/resources/national-quality-agenda-it-system" TargetMode="External"/><Relationship Id="rId2" Type="http://schemas.openxmlformats.org/officeDocument/2006/relationships/numbering" Target="numbering.xml"/><Relationship Id="rId16" Type="http://schemas.openxmlformats.org/officeDocument/2006/relationships/hyperlink" Target="https://www.health.gov.au/initiatives-and-programs/national-immunisation-program" TargetMode="External"/><Relationship Id="rId20" Type="http://schemas.openxmlformats.org/officeDocument/2006/relationships/hyperlink" Target="https://www.acecqa.gov.au/sites/default/files/acecqa/files/National-Quality-Framework-Resources-Kit/NQF-Resource-03-Guide-to-NQ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Viral_hemorrhagic_fever" TargetMode="External"/><Relationship Id="rId24" Type="http://schemas.openxmlformats.org/officeDocument/2006/relationships/hyperlink" Target="https://www.health.gov.au/committees-and-groups/australian-health-protection-principal-committee-ahppc" TargetMode="External"/><Relationship Id="rId5" Type="http://schemas.openxmlformats.org/officeDocument/2006/relationships/webSettings" Target="webSettings.xml"/><Relationship Id="rId15" Type="http://schemas.openxmlformats.org/officeDocument/2006/relationships/hyperlink" Target="https://www2.health.vic.gov.au/about/publications/researchandreports/A-guide-to-the-management-and-control-of-gastroenteritis-outbreaks-in-childrens-centres" TargetMode="External"/><Relationship Id="rId23" Type="http://schemas.openxmlformats.org/officeDocument/2006/relationships/hyperlink" Target="https://www.worksafe.vic.gov.au/resources/compliance-code-first-aid-workplace" TargetMode="External"/><Relationship Id="rId28" Type="http://schemas.openxmlformats.org/officeDocument/2006/relationships/fontTable" Target="fontTable.xml"/><Relationship Id="rId10" Type="http://schemas.openxmlformats.org/officeDocument/2006/relationships/hyperlink" Target="http://en.wikipedia.org/wiki/Hepatitis_C" TargetMode="External"/><Relationship Id="rId19" Type="http://schemas.openxmlformats.org/officeDocument/2006/relationships/hyperlink" Target="https://www.acecqa.gov.au/sites/default/files/2018-01/NQF-Resource-02-Guide-to-ECS-Law-Regs.pdf" TargetMode="External"/><Relationship Id="rId4" Type="http://schemas.openxmlformats.org/officeDocument/2006/relationships/settings" Target="settings.xml"/><Relationship Id="rId9" Type="http://schemas.openxmlformats.org/officeDocument/2006/relationships/hyperlink" Target="http://en.wikipedia.org/wiki/Hepatitis_B" TargetMode="External"/><Relationship Id="rId14" Type="http://schemas.openxmlformats.org/officeDocument/2006/relationships/hyperlink" Target="https://www2.health.vic.gov.au/about/publications/researchandreports/The-blue-book" TargetMode="External"/><Relationship Id="rId22" Type="http://schemas.openxmlformats.org/officeDocument/2006/relationships/hyperlink" Target="http://www.health.vic.gov.au/immunisation"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AALaptop3\Desktop\PolicyWorks%20V2%20files\Dealing-with-Infectious-Diseases-Policy-v5.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49A13-3E94-4562-8D09-77363397E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Dealing-with-Infectious-Diseases-Policy-v5.1.dotx</Template>
  <TotalTime>44</TotalTime>
  <Pages>8</Pages>
  <Words>3868</Words>
  <Characters>22052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25869</CharactersWithSpaces>
  <SharedDoc>false</SharedDoc>
  <HLinks>
    <vt:vector size="108" baseType="variant">
      <vt:variant>
        <vt:i4>524314</vt:i4>
      </vt:variant>
      <vt:variant>
        <vt:i4>63</vt:i4>
      </vt:variant>
      <vt:variant>
        <vt:i4>0</vt:i4>
      </vt:variant>
      <vt:variant>
        <vt:i4>5</vt:i4>
      </vt:variant>
      <vt:variant>
        <vt:lpwstr>http://docs.health.vic.gov.au/docs/doc/Minimum-Period-of-Exclusion-from-Primary-Schools-and-Childrens-Services-Centres-for-Infectious-Diseases-Cases-and-Contacts</vt:lpwstr>
      </vt:variant>
      <vt:variant>
        <vt:lpwstr/>
      </vt:variant>
      <vt:variant>
        <vt:i4>7864443</vt:i4>
      </vt:variant>
      <vt:variant>
        <vt:i4>60</vt:i4>
      </vt:variant>
      <vt:variant>
        <vt:i4>0</vt:i4>
      </vt:variant>
      <vt:variant>
        <vt:i4>5</vt:i4>
      </vt:variant>
      <vt:variant>
        <vt:lpwstr>http://www.health.vic.gov.au/immunisation/factsheets/schedule-victoria.htm</vt:lpwstr>
      </vt:variant>
      <vt:variant>
        <vt:lpwstr/>
      </vt:variant>
      <vt:variant>
        <vt:i4>589826</vt:i4>
      </vt:variant>
      <vt:variant>
        <vt:i4>57</vt:i4>
      </vt:variant>
      <vt:variant>
        <vt:i4>0</vt:i4>
      </vt:variant>
      <vt:variant>
        <vt:i4>5</vt:i4>
      </vt:variant>
      <vt:variant>
        <vt:lpwstr>http://www.health.vic.gov.au/immunisation</vt:lpwstr>
      </vt:variant>
      <vt:variant>
        <vt:lpwstr/>
      </vt:variant>
      <vt:variant>
        <vt:i4>1769564</vt:i4>
      </vt:variant>
      <vt:variant>
        <vt:i4>54</vt:i4>
      </vt:variant>
      <vt:variant>
        <vt:i4>0</vt:i4>
      </vt:variant>
      <vt:variant>
        <vt:i4>5</vt:i4>
      </vt:variant>
      <vt:variant>
        <vt:lpwstr>http://www.nhmrc.gov.au/guidelines/publications/ch55</vt:lpwstr>
      </vt:variant>
      <vt:variant>
        <vt:lpwstr/>
      </vt:variant>
      <vt:variant>
        <vt:i4>3145837</vt:i4>
      </vt:variant>
      <vt:variant>
        <vt:i4>51</vt:i4>
      </vt:variant>
      <vt:variant>
        <vt:i4>0</vt:i4>
      </vt:variant>
      <vt:variant>
        <vt:i4>5</vt:i4>
      </vt:variant>
      <vt:variant>
        <vt:lpwstr>http://docs.health.vic.gov.au/docs/doc/Head-lice-management-guidelines-</vt:lpwstr>
      </vt:variant>
      <vt:variant>
        <vt:lpwstr/>
      </vt:variant>
      <vt:variant>
        <vt:i4>2228259</vt:i4>
      </vt:variant>
      <vt:variant>
        <vt:i4>48</vt:i4>
      </vt:variant>
      <vt:variant>
        <vt:i4>0</vt:i4>
      </vt:variant>
      <vt:variant>
        <vt:i4>5</vt:i4>
      </vt:variant>
      <vt:variant>
        <vt:lpwstr>http://www.immunise.health.gov.au/</vt:lpwstr>
      </vt:variant>
      <vt:variant>
        <vt:lpwstr/>
      </vt:variant>
      <vt:variant>
        <vt:i4>2162815</vt:i4>
      </vt:variant>
      <vt:variant>
        <vt:i4>45</vt:i4>
      </vt:variant>
      <vt:variant>
        <vt:i4>0</vt:i4>
      </vt:variant>
      <vt:variant>
        <vt:i4>5</vt:i4>
      </vt:variant>
      <vt:variant>
        <vt:lpwstr>http://docs.health.vic.gov.au/docs/doc/412320256B5A9239CA2578A300265C25/$FILE/Industry-guide-Childcare-web.pdf</vt:lpwstr>
      </vt:variant>
      <vt:variant>
        <vt:lpwstr/>
      </vt:variant>
      <vt:variant>
        <vt:i4>1048702</vt:i4>
      </vt:variant>
      <vt:variant>
        <vt:i4>42</vt:i4>
      </vt:variant>
      <vt:variant>
        <vt:i4>0</vt:i4>
      </vt:variant>
      <vt:variant>
        <vt:i4>5</vt:i4>
      </vt:variant>
      <vt:variant>
        <vt:lpwstr>mailto:infectious.diseases@health.vic.gov.au</vt:lpwstr>
      </vt:variant>
      <vt:variant>
        <vt:lpwstr/>
      </vt:variant>
      <vt:variant>
        <vt:i4>7602214</vt:i4>
      </vt:variant>
      <vt:variant>
        <vt:i4>39</vt:i4>
      </vt:variant>
      <vt:variant>
        <vt:i4>0</vt:i4>
      </vt:variant>
      <vt:variant>
        <vt:i4>5</vt:i4>
      </vt:variant>
      <vt:variant>
        <vt:lpwstr>http://ideas.health.vic.gov.au/</vt:lpwstr>
      </vt:variant>
      <vt:variant>
        <vt:lpwstr/>
      </vt:variant>
      <vt:variant>
        <vt:i4>1900572</vt:i4>
      </vt:variant>
      <vt:variant>
        <vt:i4>36</vt:i4>
      </vt:variant>
      <vt:variant>
        <vt:i4>0</vt:i4>
      </vt:variant>
      <vt:variant>
        <vt:i4>5</vt:i4>
      </vt:variant>
      <vt:variant>
        <vt:lpwstr>http://docs.health.vic.gov.au/docs/doc/The-blue-book</vt:lpwstr>
      </vt:variant>
      <vt:variant>
        <vt:lpwstr/>
      </vt:variant>
      <vt:variant>
        <vt:i4>524314</vt:i4>
      </vt:variant>
      <vt:variant>
        <vt:i4>33</vt:i4>
      </vt:variant>
      <vt:variant>
        <vt:i4>0</vt:i4>
      </vt:variant>
      <vt:variant>
        <vt:i4>5</vt:i4>
      </vt:variant>
      <vt:variant>
        <vt:lpwstr>http://docs.health.vic.gov.au/docs/doc/Minimum-Period-of-Exclusion-from-Primary-Schools-and-Childrens-Services-Centres-for-Infectious-Diseases-Cases-and-Contacts</vt:lpwstr>
      </vt:variant>
      <vt:variant>
        <vt:lpwstr/>
      </vt:variant>
      <vt:variant>
        <vt:i4>917581</vt:i4>
      </vt:variant>
      <vt:variant>
        <vt:i4>30</vt:i4>
      </vt:variant>
      <vt:variant>
        <vt:i4>0</vt:i4>
      </vt:variant>
      <vt:variant>
        <vt:i4>5</vt:i4>
      </vt:variant>
      <vt:variant>
        <vt:lpwstr>http://en.wikipedia.org/wiki/Viral_hemorrhagic_fever</vt:lpwstr>
      </vt:variant>
      <vt:variant>
        <vt:lpwstr/>
      </vt:variant>
      <vt:variant>
        <vt:i4>1507438</vt:i4>
      </vt:variant>
      <vt:variant>
        <vt:i4>27</vt:i4>
      </vt:variant>
      <vt:variant>
        <vt:i4>0</vt:i4>
      </vt:variant>
      <vt:variant>
        <vt:i4>5</vt:i4>
      </vt:variant>
      <vt:variant>
        <vt:lpwstr>http://en.wikipedia.org/wiki/Hepatitis_C</vt:lpwstr>
      </vt:variant>
      <vt:variant>
        <vt:lpwstr/>
      </vt:variant>
      <vt:variant>
        <vt:i4>1441902</vt:i4>
      </vt:variant>
      <vt:variant>
        <vt:i4>24</vt:i4>
      </vt:variant>
      <vt:variant>
        <vt:i4>0</vt:i4>
      </vt:variant>
      <vt:variant>
        <vt:i4>5</vt:i4>
      </vt:variant>
      <vt:variant>
        <vt:lpwstr>http://en.wikipedia.org/wiki/Hepatitis_B</vt:lpwstr>
      </vt:variant>
      <vt:variant>
        <vt:lpwstr/>
      </vt:variant>
      <vt:variant>
        <vt:i4>65628</vt:i4>
      </vt:variant>
      <vt:variant>
        <vt:i4>21</vt:i4>
      </vt:variant>
      <vt:variant>
        <vt:i4>0</vt:i4>
      </vt:variant>
      <vt:variant>
        <vt:i4>5</vt:i4>
      </vt:variant>
      <vt:variant>
        <vt:lpwstr>http://en.wikipedia.org/wiki/HIV</vt:lpwstr>
      </vt:variant>
      <vt:variant>
        <vt:lpwstr/>
      </vt:variant>
      <vt:variant>
        <vt:i4>7864443</vt:i4>
      </vt:variant>
      <vt:variant>
        <vt:i4>18</vt:i4>
      </vt:variant>
      <vt:variant>
        <vt:i4>0</vt:i4>
      </vt:variant>
      <vt:variant>
        <vt:i4>5</vt:i4>
      </vt:variant>
      <vt:variant>
        <vt:lpwstr>http://www.health.vic.gov.au/immunisation/factsheets/schedule-victoria.htm</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ELAALaptop3</dc:creator>
  <cp:lastModifiedBy>Eltham South Kindergarten</cp:lastModifiedBy>
  <cp:revision>8</cp:revision>
  <cp:lastPrinted>2020-08-05T06:57:00Z</cp:lastPrinted>
  <dcterms:created xsi:type="dcterms:W3CDTF">2020-07-17T00:42:00Z</dcterms:created>
  <dcterms:modified xsi:type="dcterms:W3CDTF">2020-08-21T05:00:00Z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