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6EAE8" w14:textId="77777777" w:rsidR="005F1D3F" w:rsidRPr="0003794F" w:rsidRDefault="006E0F6B" w:rsidP="0003794F">
      <w:pPr>
        <w:pStyle w:val="Title"/>
      </w:pPr>
      <w:r w:rsidRPr="0003794F">
        <w:t>Diabetes Policy</w:t>
      </w:r>
    </w:p>
    <w:p w14:paraId="390EB63A" w14:textId="77777777" w:rsidR="006E0F6B" w:rsidRDefault="00DF3F6E" w:rsidP="00494805">
      <w:pPr>
        <w:pStyle w:val="Mandatory"/>
      </w:pPr>
      <w:r>
        <w:t>Mandatory – Quality Area 2</w:t>
      </w:r>
    </w:p>
    <w:p w14:paraId="047190C9" w14:textId="77777777" w:rsidR="006E0F6B" w:rsidRPr="0003794F" w:rsidRDefault="006E0F6B" w:rsidP="0003794F">
      <w:pPr>
        <w:pStyle w:val="Heading1"/>
      </w:pPr>
      <w:r w:rsidRPr="0003794F">
        <w:t>Purpose</w:t>
      </w:r>
    </w:p>
    <w:p w14:paraId="13CC2DF6" w14:textId="77777777" w:rsidR="006E0F6B" w:rsidRDefault="006E0F6B" w:rsidP="0003794F">
      <w:pPr>
        <w:pStyle w:val="BodyText"/>
      </w:pPr>
      <w:r w:rsidRPr="00325BC7">
        <w:t>To ensure that enrolled children with type 1 diabetes and their families</w:t>
      </w:r>
      <w:r>
        <w:t xml:space="preserve"> are supported</w:t>
      </w:r>
      <w:r w:rsidRPr="00325BC7">
        <w:t xml:space="preserve">, while </w:t>
      </w:r>
      <w:r>
        <w:t xml:space="preserve">children are </w:t>
      </w:r>
      <w:r w:rsidRPr="00325BC7">
        <w:t>being educated and cared for</w:t>
      </w:r>
      <w:r>
        <w:t xml:space="preserve"> by the service</w:t>
      </w:r>
      <w:r w:rsidRPr="00325BC7">
        <w:t>.</w:t>
      </w:r>
    </w:p>
    <w:p w14:paraId="1B0C0006" w14:textId="77777777" w:rsidR="006E0F6B" w:rsidRPr="00D0157C" w:rsidRDefault="006E0F6B" w:rsidP="00D0157C">
      <w:pPr>
        <w:pStyle w:val="BodyText"/>
      </w:pPr>
      <w:r w:rsidRPr="00D0157C">
        <w:t xml:space="preserve">This </w:t>
      </w:r>
      <w:r w:rsidRPr="00D0157C">
        <w:rPr>
          <w:i/>
        </w:rPr>
        <w:t>Diabetes Policy</w:t>
      </w:r>
      <w:r w:rsidRPr="00D0157C">
        <w:t xml:space="preserve"> should be read in conjunction with the </w:t>
      </w:r>
      <w:r w:rsidRPr="00D0157C">
        <w:rPr>
          <w:i/>
        </w:rPr>
        <w:t>Dealing with Medical Conditions Policy</w:t>
      </w:r>
      <w:r w:rsidRPr="00D0157C">
        <w:t xml:space="preserve"> of </w:t>
      </w:r>
      <w:fldSimple w:instr=" DOCPROPERTY  Company  \* MERGEFORMAT ">
        <w:r w:rsidR="00A16FDE">
          <w:t>Eltham South Preschool</w:t>
        </w:r>
      </w:fldSimple>
      <w:r w:rsidRPr="00D0157C">
        <w:t>.</w:t>
      </w:r>
    </w:p>
    <w:p w14:paraId="3669AEDC" w14:textId="77777777" w:rsidR="006E0F6B" w:rsidRPr="0003794F" w:rsidRDefault="006E0F6B" w:rsidP="0003794F">
      <w:pPr>
        <w:pStyle w:val="Heading1"/>
      </w:pPr>
      <w:r w:rsidRPr="0003794F">
        <w:t>Policy statement</w:t>
      </w:r>
    </w:p>
    <w:p w14:paraId="0F660F1B" w14:textId="77777777" w:rsidR="006E0F6B" w:rsidRPr="0003794F" w:rsidRDefault="006E0F6B" w:rsidP="0003794F">
      <w:pPr>
        <w:pStyle w:val="Heading2"/>
      </w:pPr>
      <w:r w:rsidRPr="0003794F">
        <w:t>Values</w:t>
      </w:r>
    </w:p>
    <w:p w14:paraId="595E48D6" w14:textId="77777777" w:rsidR="006E0F6B" w:rsidRDefault="00572916" w:rsidP="0003794F">
      <w:pPr>
        <w:pStyle w:val="BodyText3ptAfter"/>
      </w:pPr>
      <w:fldSimple w:instr=" DOCPROPERTY  Company  \* MERGEFORMAT ">
        <w:r w:rsidR="00A16FDE">
          <w:t>Eltham South Preschool</w:t>
        </w:r>
      </w:fldSimple>
      <w:r w:rsidR="006E0F6B">
        <w:rPr>
          <w:b/>
        </w:rPr>
        <w:t xml:space="preserve"> </w:t>
      </w:r>
      <w:r w:rsidR="006E0F6B">
        <w:t>believes in ensuring the safety and wellbeing of children who are diagnosed with diabetes, and is committed to:</w:t>
      </w:r>
    </w:p>
    <w:p w14:paraId="111D2544" w14:textId="77777777" w:rsidR="006E0F6B" w:rsidRDefault="006E0F6B" w:rsidP="009008D6">
      <w:pPr>
        <w:pStyle w:val="Bullets1"/>
        <w:ind w:left="284" w:hanging="284"/>
      </w:pPr>
      <w:r>
        <w:t xml:space="preserve">providing a safe and healthy environment in which children can participate fully </w:t>
      </w:r>
      <w:r w:rsidR="002A097E">
        <w:t>in all aspects of the program</w:t>
      </w:r>
    </w:p>
    <w:p w14:paraId="262B6E48" w14:textId="77777777" w:rsidR="006E0F6B" w:rsidRDefault="006E0F6B" w:rsidP="009008D6">
      <w:pPr>
        <w:pStyle w:val="Bullets1"/>
        <w:ind w:left="284" w:hanging="284"/>
      </w:pPr>
      <w:r>
        <w:t>actively involving the parents/guardians of each child diagnosed with diabetes in assessing risks, and developing risk minimisation and risk management strategies for their child</w:t>
      </w:r>
    </w:p>
    <w:p w14:paraId="6B328C0E" w14:textId="77777777" w:rsidR="006E0F6B" w:rsidRDefault="006E0F6B" w:rsidP="009008D6">
      <w:pPr>
        <w:pStyle w:val="Bullets1"/>
        <w:ind w:left="284" w:hanging="284"/>
      </w:pPr>
      <w:r>
        <w:t xml:space="preserve">ensuring that all staff members and other adults at the service have adequate knowledge of diabetes and procedures to be followed in the event of </w:t>
      </w:r>
      <w:r w:rsidR="00282571">
        <w:t>a</w:t>
      </w:r>
      <w:r>
        <w:t xml:space="preserve"> diabetes-related emergency</w:t>
      </w:r>
    </w:p>
    <w:p w14:paraId="0D33F55E" w14:textId="77777777" w:rsidR="006E0F6B" w:rsidRDefault="006E0F6B" w:rsidP="009008D6">
      <w:pPr>
        <w:pStyle w:val="Bullets1"/>
        <w:ind w:left="284" w:hanging="284"/>
      </w:pPr>
      <w:r>
        <w:t>facilitating communication to ensure the safety and wellbeing of children diagnosed with diabetes.</w:t>
      </w:r>
    </w:p>
    <w:p w14:paraId="1D58C96E" w14:textId="77777777" w:rsidR="006E0F6B" w:rsidRPr="0003794F" w:rsidRDefault="006E0F6B" w:rsidP="0003794F">
      <w:pPr>
        <w:pStyle w:val="Heading2"/>
      </w:pPr>
      <w:r w:rsidRPr="0003794F">
        <w:t>Scope</w:t>
      </w:r>
    </w:p>
    <w:p w14:paraId="72342FDD" w14:textId="77777777" w:rsidR="006E0F6B" w:rsidRPr="00D0157C" w:rsidRDefault="006E0F6B" w:rsidP="00D0157C">
      <w:pPr>
        <w:pStyle w:val="BodyText"/>
      </w:pPr>
      <w:r w:rsidRPr="00D0157C">
        <w:t xml:space="preserve">This policy applies to the Approved Provider, </w:t>
      </w:r>
      <w:r w:rsidR="00494805">
        <w:t xml:space="preserve">Persons with Management or Control, </w:t>
      </w:r>
      <w:r w:rsidRPr="00D0157C">
        <w:t xml:space="preserve">Nominated </w:t>
      </w:r>
      <w:r w:rsidR="00494805">
        <w:t>Supervisor, Persons in Day to Day Charge</w:t>
      </w:r>
      <w:r w:rsidRPr="00D0157C">
        <w:t xml:space="preserve">, educators, staff, students on placement, volunteers, parents/guardians, children and others attending the programs and activities of </w:t>
      </w:r>
      <w:fldSimple w:instr=" DOCPROPERTY  Company  \* MERGEFORMAT ">
        <w:r w:rsidR="00A16FDE">
          <w:t>Eltham South Preschool</w:t>
        </w:r>
      </w:fldSimple>
      <w:r w:rsidRPr="00D0157C">
        <w:t>.</w:t>
      </w:r>
    </w:p>
    <w:p w14:paraId="571D263F" w14:textId="77777777" w:rsidR="006E0F6B" w:rsidRPr="0003794F" w:rsidRDefault="006E0F6B" w:rsidP="0003794F">
      <w:pPr>
        <w:pStyle w:val="Heading2"/>
      </w:pPr>
      <w:r w:rsidRPr="0003794F">
        <w:t>Background and legislation</w:t>
      </w:r>
    </w:p>
    <w:p w14:paraId="14512D8F" w14:textId="77777777" w:rsidR="006E0F6B" w:rsidRPr="00C45057" w:rsidRDefault="006E0F6B" w:rsidP="0003794F">
      <w:pPr>
        <w:pStyle w:val="Heading4"/>
      </w:pPr>
      <w:r w:rsidRPr="00C45057">
        <w:t>Background</w:t>
      </w:r>
    </w:p>
    <w:p w14:paraId="094D854B" w14:textId="77777777" w:rsidR="006E0F6B" w:rsidRPr="00D0157C" w:rsidRDefault="006E0F6B" w:rsidP="00D0157C">
      <w:pPr>
        <w:pStyle w:val="BodyText3ptAfter"/>
      </w:pPr>
      <w:r w:rsidRPr="00D0157C">
        <w:t xml:space="preserve">Services that are subject to the National Quality Framework must have a policy for managing medical conditions in accordance with the </w:t>
      </w:r>
      <w:r w:rsidRPr="00D0157C">
        <w:rPr>
          <w:i/>
        </w:rPr>
        <w:t>Education and Care Services National Law Act 2010</w:t>
      </w:r>
      <w:r w:rsidRPr="00D0157C">
        <w:t xml:space="preserve"> and the </w:t>
      </w:r>
      <w:r w:rsidRPr="00D0157C">
        <w:rPr>
          <w:i/>
        </w:rPr>
        <w:t>Education and Care Services National Regulations 2011</w:t>
      </w:r>
      <w:r w:rsidRPr="00D0157C">
        <w:t xml:space="preserve">. This policy must define practices in </w:t>
      </w:r>
      <w:r w:rsidR="00282571">
        <w:br/>
      </w:r>
      <w:r w:rsidRPr="00D0157C">
        <w:t>relation to:</w:t>
      </w:r>
    </w:p>
    <w:p w14:paraId="7DFF4684" w14:textId="77777777" w:rsidR="006E0F6B" w:rsidRPr="00E5465D" w:rsidRDefault="006E0F6B" w:rsidP="003731CF">
      <w:pPr>
        <w:pStyle w:val="Bullets1"/>
        <w:ind w:left="284" w:hanging="284"/>
      </w:pPr>
      <w:r w:rsidRPr="00E5465D">
        <w:t>the management of medical conditions</w:t>
      </w:r>
    </w:p>
    <w:p w14:paraId="45411F9A" w14:textId="77777777" w:rsidR="006E0F6B" w:rsidRPr="00E5465D" w:rsidRDefault="006E0F6B" w:rsidP="003731CF">
      <w:pPr>
        <w:pStyle w:val="Bullets1"/>
        <w:ind w:left="284" w:hanging="284"/>
      </w:pPr>
      <w:r w:rsidRPr="00E5465D">
        <w:t>procedures requiring parents</w:t>
      </w:r>
      <w:r>
        <w:t>/guardians</w:t>
      </w:r>
      <w:r w:rsidRPr="00E5465D">
        <w:t xml:space="preserve"> to provide a medical management plan if an enrolled child has a relevant medical condition</w:t>
      </w:r>
      <w:r>
        <w:t xml:space="preserve"> (</w:t>
      </w:r>
      <w:r w:rsidRPr="00E5465D">
        <w:t>including diabetes</w:t>
      </w:r>
      <w:r>
        <w:t>)</w:t>
      </w:r>
    </w:p>
    <w:p w14:paraId="6E663547" w14:textId="77777777" w:rsidR="006E0F6B" w:rsidRPr="00E5465D" w:rsidRDefault="006E0F6B" w:rsidP="003731CF">
      <w:pPr>
        <w:pStyle w:val="Bullets1"/>
        <w:ind w:left="284" w:hanging="284"/>
      </w:pPr>
      <w:r w:rsidRPr="00E5465D">
        <w:t xml:space="preserve">development of a risk minimisation plan in consultation with </w:t>
      </w:r>
      <w:r>
        <w:t>a</w:t>
      </w:r>
      <w:r w:rsidRPr="00E5465D">
        <w:t xml:space="preserve"> child’s parents</w:t>
      </w:r>
      <w:r>
        <w:t>/guardians</w:t>
      </w:r>
    </w:p>
    <w:p w14:paraId="6216D8EE" w14:textId="77777777" w:rsidR="006E0F6B" w:rsidRPr="00E5465D" w:rsidRDefault="00282571" w:rsidP="003731CF">
      <w:pPr>
        <w:pStyle w:val="Bullets1"/>
        <w:ind w:left="284" w:hanging="284"/>
      </w:pPr>
      <w:r>
        <w:t>development of a communication</w:t>
      </w:r>
      <w:r w:rsidR="006E0F6B" w:rsidRPr="00E5465D">
        <w:t xml:space="preserve"> plan for staff members and parents</w:t>
      </w:r>
      <w:r w:rsidR="006E0F6B">
        <w:t>/guardians</w:t>
      </w:r>
      <w:r w:rsidR="006E0F6B" w:rsidRPr="00E5465D">
        <w:t>.</w:t>
      </w:r>
    </w:p>
    <w:p w14:paraId="218D1148" w14:textId="77777777" w:rsidR="006E0F6B" w:rsidRPr="00E5465D" w:rsidRDefault="006E0F6B" w:rsidP="00D0157C">
      <w:pPr>
        <w:pStyle w:val="BodyText85ptBefore"/>
      </w:pPr>
      <w:r w:rsidRPr="00E5465D">
        <w:t>Staff members and volunteers must be informed about the practices to be followed</w:t>
      </w:r>
      <w:r>
        <w:t xml:space="preserve"> in the management of specific medical conditions at the service. P</w:t>
      </w:r>
      <w:r w:rsidRPr="00E5465D">
        <w:t>arents</w:t>
      </w:r>
      <w:r>
        <w:t>/guardians</w:t>
      </w:r>
      <w:r w:rsidRPr="00E5465D">
        <w:t xml:space="preserve"> of an enrolled child with a specific health care need, allergy or other relevant medical condition must be provided with a copy of the </w:t>
      </w:r>
      <w:r w:rsidRPr="00D0157C">
        <w:rPr>
          <w:i/>
        </w:rPr>
        <w:t>Dealing with Medical Conditions Policy</w:t>
      </w:r>
      <w:r>
        <w:rPr>
          <w:i/>
        </w:rPr>
        <w:t xml:space="preserve"> </w:t>
      </w:r>
      <w:r w:rsidRPr="00B12339">
        <w:t>(in addition to any other relevant service policies).</w:t>
      </w:r>
    </w:p>
    <w:p w14:paraId="3BDCC36F" w14:textId="77777777" w:rsidR="006E0F6B" w:rsidRPr="00E5465D" w:rsidRDefault="006E0F6B" w:rsidP="00282571">
      <w:pPr>
        <w:pStyle w:val="BodyText"/>
        <w:spacing w:before="170"/>
      </w:pPr>
      <w:r>
        <w:t>Services</w:t>
      </w:r>
      <w:r w:rsidRPr="00E5465D">
        <w:t xml:space="preserve"> </w:t>
      </w:r>
      <w:r>
        <w:t>must</w:t>
      </w:r>
      <w:r w:rsidRPr="00E5465D">
        <w:t xml:space="preserve"> ensure that each child </w:t>
      </w:r>
      <w:r>
        <w:t xml:space="preserve">with diabetes </w:t>
      </w:r>
      <w:r w:rsidRPr="00E5465D">
        <w:t xml:space="preserve">has a current </w:t>
      </w:r>
      <w:proofErr w:type="gramStart"/>
      <w:r w:rsidRPr="00E5465D">
        <w:t xml:space="preserve">diabetes </w:t>
      </w:r>
      <w:r w:rsidR="007F6E7C">
        <w:t xml:space="preserve"> action</w:t>
      </w:r>
      <w:proofErr w:type="gramEnd"/>
      <w:r w:rsidR="007F6E7C">
        <w:t xml:space="preserve"> and </w:t>
      </w:r>
      <w:r w:rsidRPr="00E5465D">
        <w:t xml:space="preserve">management plan prepared </w:t>
      </w:r>
      <w:r>
        <w:t xml:space="preserve">specifically for that </w:t>
      </w:r>
      <w:r w:rsidRPr="00E5465D">
        <w:t xml:space="preserve">child </w:t>
      </w:r>
      <w:r>
        <w:t xml:space="preserve">by their </w:t>
      </w:r>
      <w:r w:rsidRPr="00E5465D">
        <w:t xml:space="preserve">diabetes medical specialist team, at or prior to enrolment, and </w:t>
      </w:r>
      <w:r>
        <w:t xml:space="preserve">must </w:t>
      </w:r>
      <w:r w:rsidRPr="00E5465D">
        <w:t xml:space="preserve">implement strategies to assist children with type 1 diabetes. </w:t>
      </w:r>
      <w:r>
        <w:t>A</w:t>
      </w:r>
      <w:r w:rsidRPr="00E5465D">
        <w:t xml:space="preserve"> child’s diabetes </w:t>
      </w:r>
      <w:r w:rsidR="00217C5B">
        <w:lastRenderedPageBreak/>
        <w:t xml:space="preserve">action and </w:t>
      </w:r>
      <w:r w:rsidRPr="00E5465D">
        <w:t xml:space="preserve">management plan </w:t>
      </w:r>
      <w:proofErr w:type="gramStart"/>
      <w:r w:rsidRPr="00E5465D">
        <w:t>provides</w:t>
      </w:r>
      <w:proofErr w:type="gramEnd"/>
      <w:r w:rsidRPr="00E5465D">
        <w:t xml:space="preserve"> staff members with all required information about th</w:t>
      </w:r>
      <w:r>
        <w:t>at</w:t>
      </w:r>
      <w:r w:rsidRPr="00E5465D">
        <w:t xml:space="preserve"> child’s diabetes care needs</w:t>
      </w:r>
      <w:r w:rsidR="004D3DAA">
        <w:t xml:space="preserve"> </w:t>
      </w:r>
      <w:r w:rsidR="00D44E1A">
        <w:t>while attending the service.</w:t>
      </w:r>
    </w:p>
    <w:p w14:paraId="1F424FB8" w14:textId="77777777" w:rsidR="006E0F6B" w:rsidRPr="00E5465D" w:rsidRDefault="006E0F6B" w:rsidP="0003794F">
      <w:pPr>
        <w:pStyle w:val="BodyText3ptAfter"/>
      </w:pPr>
      <w:r>
        <w:t>The following lists k</w:t>
      </w:r>
      <w:r w:rsidRPr="00E5465D">
        <w:t xml:space="preserve">ey points </w:t>
      </w:r>
      <w:r>
        <w:t>to assist</w:t>
      </w:r>
      <w:r w:rsidRPr="00E5465D">
        <w:t xml:space="preserve"> </w:t>
      </w:r>
      <w:r>
        <w:t>service</w:t>
      </w:r>
      <w:r w:rsidRPr="00E5465D">
        <w:t xml:space="preserve"> staff to support children with </w:t>
      </w:r>
      <w:r>
        <w:t>t</w:t>
      </w:r>
      <w:r w:rsidRPr="00E5465D">
        <w:t>ype 1 diabetes</w:t>
      </w:r>
      <w:r w:rsidR="00D44E1A">
        <w:t>:</w:t>
      </w:r>
    </w:p>
    <w:p w14:paraId="4DF909E1" w14:textId="77777777" w:rsidR="006E0F6B" w:rsidRPr="00E5465D" w:rsidRDefault="006E0F6B" w:rsidP="00D673ED">
      <w:pPr>
        <w:pStyle w:val="Bullets1"/>
        <w:ind w:left="284" w:hanging="284"/>
      </w:pPr>
      <w:r w:rsidRPr="00E5465D">
        <w:t xml:space="preserve">Follow the </w:t>
      </w:r>
      <w:r>
        <w:t>service</w:t>
      </w:r>
      <w:r w:rsidRPr="00E5465D">
        <w:t xml:space="preserve">’s </w:t>
      </w:r>
      <w:r w:rsidRPr="00D0157C">
        <w:rPr>
          <w:i/>
        </w:rPr>
        <w:t>Dealing with Medical Conditions Policy</w:t>
      </w:r>
      <w:r w:rsidRPr="00E5465D" w:rsidDel="003D0D33">
        <w:t xml:space="preserve"> </w:t>
      </w:r>
      <w:r>
        <w:t xml:space="preserve">(and this </w:t>
      </w:r>
      <w:r w:rsidRPr="00D0157C">
        <w:rPr>
          <w:i/>
        </w:rPr>
        <w:t>Diabetes Policy</w:t>
      </w:r>
      <w:r>
        <w:t xml:space="preserve">) </w:t>
      </w:r>
      <w:r w:rsidRPr="00E5465D">
        <w:t xml:space="preserve">and procedures for medical emergencies </w:t>
      </w:r>
      <w:r>
        <w:t>involving</w:t>
      </w:r>
      <w:r w:rsidRPr="00E5465D">
        <w:t xml:space="preserve"> children with type 1 diabetes</w:t>
      </w:r>
      <w:r>
        <w:t>.</w:t>
      </w:r>
    </w:p>
    <w:p w14:paraId="65FCD3E1" w14:textId="77777777" w:rsidR="006E0F6B" w:rsidRPr="00E5465D" w:rsidRDefault="006E0F6B" w:rsidP="00D673ED">
      <w:pPr>
        <w:pStyle w:val="Bullets1"/>
        <w:ind w:left="284" w:hanging="284"/>
      </w:pPr>
      <w:r w:rsidRPr="00E5465D">
        <w:t xml:space="preserve">Parents/guardians should notify the </w:t>
      </w:r>
      <w:r>
        <w:t>service</w:t>
      </w:r>
      <w:r w:rsidRPr="00E5465D">
        <w:t xml:space="preserve"> immediately about any changes to the child’s individual diabetes </w:t>
      </w:r>
      <w:r w:rsidR="00217C5B">
        <w:t xml:space="preserve">action and </w:t>
      </w:r>
      <w:r w:rsidRPr="00E5465D">
        <w:t>management plan</w:t>
      </w:r>
      <w:r>
        <w:t>.</w:t>
      </w:r>
    </w:p>
    <w:p w14:paraId="2F594218" w14:textId="77777777" w:rsidR="006E0F6B" w:rsidRDefault="006E0F6B" w:rsidP="00D673ED">
      <w:pPr>
        <w:pStyle w:val="Bullets1"/>
        <w:ind w:left="284" w:hanging="284"/>
      </w:pPr>
      <w:r w:rsidRPr="00E5465D">
        <w:t xml:space="preserve">The child’s </w:t>
      </w:r>
      <w:r>
        <w:t>d</w:t>
      </w:r>
      <w:r w:rsidRPr="00E5465D">
        <w:t xml:space="preserve">iabetes </w:t>
      </w:r>
      <w:r>
        <w:t>m</w:t>
      </w:r>
      <w:r w:rsidRPr="00E5465D">
        <w:t xml:space="preserve">edical </w:t>
      </w:r>
      <w:r>
        <w:t>s</w:t>
      </w:r>
      <w:r w:rsidRPr="00E5465D">
        <w:t xml:space="preserve">pecialist </w:t>
      </w:r>
      <w:r>
        <w:t>t</w:t>
      </w:r>
      <w:r w:rsidRPr="00E5465D">
        <w:t xml:space="preserve">eam may </w:t>
      </w:r>
      <w:r>
        <w:t>include</w:t>
      </w:r>
      <w:r w:rsidRPr="00E5465D">
        <w:t xml:space="preserve"> an endocrinologist, diabetes nurse educator and other allied health professionals</w:t>
      </w:r>
      <w:r>
        <w:t xml:space="preserve">. </w:t>
      </w:r>
      <w:r w:rsidRPr="00522F8F">
        <w:t>This team will provide parents</w:t>
      </w:r>
      <w:r>
        <w:t>/guardians</w:t>
      </w:r>
      <w:r w:rsidRPr="00522F8F">
        <w:t xml:space="preserve"> with a diabetes </w:t>
      </w:r>
      <w:r w:rsidR="00217C5B">
        <w:t xml:space="preserve">action and </w:t>
      </w:r>
      <w:r w:rsidRPr="00522F8F">
        <w:t xml:space="preserve">management plan </w:t>
      </w:r>
      <w:r>
        <w:t>to supply to</w:t>
      </w:r>
      <w:r w:rsidRPr="00522F8F">
        <w:t xml:space="preserve"> the </w:t>
      </w:r>
      <w:r>
        <w:t>service</w:t>
      </w:r>
      <w:r w:rsidRPr="00522F8F">
        <w:t>.</w:t>
      </w:r>
      <w:r w:rsidR="00C92EFF">
        <w:t xml:space="preserve"> </w:t>
      </w:r>
      <w:r w:rsidR="007F6E7C">
        <w:t>Examples can be found here</w:t>
      </w:r>
      <w:r w:rsidR="00C92EFF">
        <w:t>:</w:t>
      </w:r>
      <w:r w:rsidR="007F6E7C">
        <w:t xml:space="preserve"> </w:t>
      </w:r>
      <w:hyperlink r:id="rId8" w:history="1">
        <w:r w:rsidR="00494805" w:rsidRPr="00FC36EB">
          <w:rPr>
            <w:rStyle w:val="Hyperlink"/>
          </w:rPr>
          <w:t>http://www.diabetesvic.org.au/resources</w:t>
        </w:r>
      </w:hyperlink>
      <w:r w:rsidR="00494805">
        <w:t xml:space="preserve"> </w:t>
      </w:r>
    </w:p>
    <w:p w14:paraId="0E496704" w14:textId="77777777" w:rsidR="006E0F6B" w:rsidRPr="00E5465D" w:rsidRDefault="006E0F6B" w:rsidP="00D673ED">
      <w:pPr>
        <w:pStyle w:val="Bullets1"/>
        <w:ind w:left="284" w:hanging="284"/>
      </w:pPr>
      <w:r w:rsidRPr="00E5465D">
        <w:t xml:space="preserve">Contact Diabetes Australia </w:t>
      </w:r>
      <w:r>
        <w:t xml:space="preserve">– </w:t>
      </w:r>
      <w:r w:rsidRPr="00E5465D">
        <w:t>Vic for further support</w:t>
      </w:r>
      <w:r w:rsidR="00D0189D">
        <w:t xml:space="preserve">, </w:t>
      </w:r>
      <w:proofErr w:type="gramStart"/>
      <w:r w:rsidRPr="00E5465D">
        <w:t>information</w:t>
      </w:r>
      <w:proofErr w:type="gramEnd"/>
      <w:r w:rsidR="00D0189D">
        <w:t xml:space="preserve"> and professional development </w:t>
      </w:r>
      <w:r w:rsidR="00731A67">
        <w:t>sessions</w:t>
      </w:r>
      <w:r>
        <w:t>.</w:t>
      </w:r>
    </w:p>
    <w:p w14:paraId="3101C531" w14:textId="77777777" w:rsidR="006E0F6B" w:rsidRPr="00E5465D" w:rsidRDefault="006E0F6B" w:rsidP="00D0157C">
      <w:pPr>
        <w:pStyle w:val="BodyText85ptBefore"/>
      </w:pPr>
      <w:r w:rsidRPr="00E5465D">
        <w:t xml:space="preserve">Most children with type 1 diabetes can enjoy and participate in </w:t>
      </w:r>
      <w:r>
        <w:t>service</w:t>
      </w:r>
      <w:r w:rsidRPr="00E5465D">
        <w:t xml:space="preserve"> </w:t>
      </w:r>
      <w:r>
        <w:t xml:space="preserve">programs and </w:t>
      </w:r>
      <w:r w:rsidRPr="00E5465D">
        <w:t>activities to the</w:t>
      </w:r>
      <w:r>
        <w:t>ir</w:t>
      </w:r>
      <w:r w:rsidRPr="00E5465D">
        <w:t xml:space="preserve"> full</w:t>
      </w:r>
      <w:r>
        <w:t xml:space="preserve"> </w:t>
      </w:r>
      <w:proofErr w:type="gramStart"/>
      <w:r>
        <w:t>potential,</w:t>
      </w:r>
      <w:r w:rsidRPr="00E5465D">
        <w:t xml:space="preserve"> </w:t>
      </w:r>
      <w:r>
        <w:t>but</w:t>
      </w:r>
      <w:proofErr w:type="gramEnd"/>
      <w:r w:rsidRPr="00E5465D">
        <w:t xml:space="preserve"> </w:t>
      </w:r>
      <w:r>
        <w:t>are likely to</w:t>
      </w:r>
      <w:r w:rsidRPr="00E5465D">
        <w:t xml:space="preserve"> require additional support from </w:t>
      </w:r>
      <w:r>
        <w:t>service</w:t>
      </w:r>
      <w:r w:rsidRPr="00E5465D">
        <w:t xml:space="preserve"> staff to manage their diabetes</w:t>
      </w:r>
      <w:r>
        <w:t>.</w:t>
      </w:r>
      <w:r w:rsidRPr="00E5465D">
        <w:t xml:space="preserve"> </w:t>
      </w:r>
      <w:r>
        <w:t>W</w:t>
      </w:r>
      <w:r w:rsidRPr="00E5465D">
        <w:t xml:space="preserve">hile attendance at </w:t>
      </w:r>
      <w:r>
        <w:t>the service</w:t>
      </w:r>
      <w:r w:rsidRPr="00E5465D">
        <w:t xml:space="preserve"> should not be an issue</w:t>
      </w:r>
      <w:r>
        <w:t xml:space="preserve"> for children with type 1 diabetes</w:t>
      </w:r>
      <w:r w:rsidRPr="00E5465D">
        <w:t>, they may require time away to attend medical appointments.</w:t>
      </w:r>
    </w:p>
    <w:p w14:paraId="2BF6C03E" w14:textId="77777777" w:rsidR="006E0F6B" w:rsidRPr="00950D36" w:rsidRDefault="006E0F6B" w:rsidP="00587AE3">
      <w:pPr>
        <w:pStyle w:val="Heading4"/>
        <w:spacing w:before="170"/>
      </w:pPr>
      <w:r w:rsidRPr="00950D36">
        <w:t xml:space="preserve">Legislation and </w:t>
      </w:r>
      <w:r>
        <w:t>s</w:t>
      </w:r>
      <w:r w:rsidRPr="00950D36">
        <w:t>tandards</w:t>
      </w:r>
    </w:p>
    <w:p w14:paraId="3439E364" w14:textId="77777777" w:rsidR="006E0F6B" w:rsidRPr="00A438B6" w:rsidRDefault="006E0F6B" w:rsidP="0003794F">
      <w:pPr>
        <w:pStyle w:val="BodyText3ptAfter"/>
        <w:rPr>
          <w:b/>
        </w:rPr>
      </w:pPr>
      <w:r w:rsidRPr="00A438B6">
        <w:t xml:space="preserve">Relevant legislation </w:t>
      </w:r>
      <w:r>
        <w:t xml:space="preserve">and standards </w:t>
      </w:r>
      <w:r w:rsidRPr="00A438B6">
        <w:t xml:space="preserve">include but </w:t>
      </w:r>
      <w:r>
        <w:t xml:space="preserve">are </w:t>
      </w:r>
      <w:r w:rsidRPr="00A438B6">
        <w:t>not limited to:</w:t>
      </w:r>
    </w:p>
    <w:p w14:paraId="2BD53724" w14:textId="77777777" w:rsidR="006E0F6B" w:rsidRDefault="006E0F6B" w:rsidP="00384A16">
      <w:pPr>
        <w:pStyle w:val="Bullets1"/>
        <w:ind w:left="284" w:hanging="284"/>
      </w:pPr>
      <w:r w:rsidRPr="00D0157C">
        <w:rPr>
          <w:i/>
        </w:rPr>
        <w:t>Education and Care Services National Law Act 2010</w:t>
      </w:r>
      <w:r w:rsidRPr="0033250E">
        <w:t>:</w:t>
      </w:r>
      <w:r>
        <w:t xml:space="preserve"> Sections 167, 169</w:t>
      </w:r>
    </w:p>
    <w:p w14:paraId="2DB12251" w14:textId="77777777" w:rsidR="006E0F6B" w:rsidRDefault="006E0F6B" w:rsidP="00384A16">
      <w:pPr>
        <w:pStyle w:val="Bullets1"/>
        <w:ind w:left="284" w:hanging="284"/>
      </w:pPr>
      <w:r w:rsidRPr="00D0157C">
        <w:rPr>
          <w:i/>
        </w:rPr>
        <w:t>Education and Care Services National Regulations 2011</w:t>
      </w:r>
      <w:r w:rsidRPr="0033250E">
        <w:t>:</w:t>
      </w:r>
      <w:r>
        <w:t xml:space="preserve"> Regulations 90–96, 102, 136, 137, 146, 147, 160–162, 168(2)(d), 173, 177, 181, 183, 184, 246</w:t>
      </w:r>
    </w:p>
    <w:p w14:paraId="7F7E46C7" w14:textId="77777777" w:rsidR="006E0F6B" w:rsidRPr="007646BC" w:rsidRDefault="006E0F6B" w:rsidP="007646BC">
      <w:pPr>
        <w:pStyle w:val="Bullets1"/>
        <w:ind w:left="284" w:hanging="284"/>
        <w:rPr>
          <w:iCs/>
        </w:rPr>
      </w:pPr>
      <w:r w:rsidRPr="00D0157C">
        <w:rPr>
          <w:i/>
          <w:iCs/>
        </w:rPr>
        <w:t>Health Records Act 2001</w:t>
      </w:r>
      <w:r w:rsidRPr="0033250E">
        <w:rPr>
          <w:iCs/>
        </w:rPr>
        <w:t xml:space="preserve"> (Vic)</w:t>
      </w:r>
    </w:p>
    <w:p w14:paraId="2A6E39D4" w14:textId="77777777" w:rsidR="006E0F6B" w:rsidRPr="00C0280D" w:rsidRDefault="006E0F6B" w:rsidP="00494805">
      <w:pPr>
        <w:pStyle w:val="Bullets1"/>
        <w:ind w:left="284" w:hanging="284"/>
      </w:pPr>
      <w:r w:rsidRPr="00D0157C">
        <w:rPr>
          <w:rFonts w:cs="Arial"/>
          <w:i/>
        </w:rPr>
        <w:t>National Quality Standard</w:t>
      </w:r>
      <w:r w:rsidRPr="00C627DB">
        <w:rPr>
          <w:rFonts w:cs="Arial"/>
        </w:rPr>
        <w:t>, Quality Area 2: Children’s Health and Safety</w:t>
      </w:r>
    </w:p>
    <w:p w14:paraId="61AD4577" w14:textId="77777777" w:rsidR="006E0F6B" w:rsidRPr="00D73A08" w:rsidRDefault="006E0F6B" w:rsidP="00542330">
      <w:pPr>
        <w:pStyle w:val="Bullets1"/>
        <w:ind w:left="284" w:hanging="284"/>
      </w:pPr>
      <w:r w:rsidRPr="00D0157C">
        <w:rPr>
          <w:i/>
        </w:rPr>
        <w:t>Occupational Health and Safety Act 2004</w:t>
      </w:r>
      <w:r>
        <w:t xml:space="preserve"> </w:t>
      </w:r>
      <w:r w:rsidRPr="006B1561">
        <w:t>(Vic)</w:t>
      </w:r>
    </w:p>
    <w:p w14:paraId="4F4EE30F" w14:textId="77777777" w:rsidR="004670CE" w:rsidRPr="004670CE" w:rsidRDefault="004670CE" w:rsidP="00542330">
      <w:pPr>
        <w:pStyle w:val="Bullets1"/>
        <w:ind w:left="284" w:hanging="284"/>
      </w:pPr>
      <w:r>
        <w:rPr>
          <w:i/>
        </w:rPr>
        <w:t xml:space="preserve">Privacy and Data Protection Act 2014 </w:t>
      </w:r>
      <w:r w:rsidRPr="004670CE">
        <w:t>(Vic)</w:t>
      </w:r>
    </w:p>
    <w:p w14:paraId="2069A7D1" w14:textId="77777777" w:rsidR="006E0F6B" w:rsidRPr="00DA7C0F" w:rsidRDefault="006E0F6B" w:rsidP="00542330">
      <w:pPr>
        <w:pStyle w:val="Bullets1"/>
        <w:ind w:left="284" w:hanging="284"/>
      </w:pPr>
      <w:r w:rsidRPr="00D0157C">
        <w:rPr>
          <w:i/>
        </w:rPr>
        <w:t>Privacy Act 1988</w:t>
      </w:r>
      <w:r>
        <w:t xml:space="preserve"> </w:t>
      </w:r>
      <w:r w:rsidRPr="006B1561">
        <w:t>(Cth)</w:t>
      </w:r>
    </w:p>
    <w:p w14:paraId="1057CFF3" w14:textId="77777777" w:rsidR="006E0F6B" w:rsidRPr="00D0157C" w:rsidRDefault="006E0F6B" w:rsidP="00542330">
      <w:pPr>
        <w:pStyle w:val="Bullets1"/>
        <w:ind w:left="284" w:hanging="284"/>
        <w:rPr>
          <w:i/>
        </w:rPr>
      </w:pPr>
      <w:r w:rsidRPr="00D0157C">
        <w:rPr>
          <w:i/>
        </w:rPr>
        <w:t>Publi</w:t>
      </w:r>
      <w:r w:rsidR="002A097E" w:rsidRPr="00D0157C">
        <w:rPr>
          <w:i/>
        </w:rPr>
        <w:t>c Health and Wellbeing Act 2008</w:t>
      </w:r>
    </w:p>
    <w:p w14:paraId="13D15AA6" w14:textId="77777777" w:rsidR="00613A38" w:rsidRDefault="006E0F6B" w:rsidP="00542330">
      <w:pPr>
        <w:pStyle w:val="Bullets1"/>
        <w:ind w:left="284" w:hanging="284"/>
      </w:pPr>
      <w:r w:rsidRPr="00D0157C">
        <w:rPr>
          <w:rFonts w:cs="Arial"/>
          <w:i/>
        </w:rPr>
        <w:t>Public Health and Wellbeing Regulations 2009</w:t>
      </w:r>
      <w:r w:rsidR="002A097E">
        <w:t xml:space="preserve"> (Vic)</w:t>
      </w:r>
    </w:p>
    <w:p w14:paraId="618F3CB6" w14:textId="77777777" w:rsidR="00D0189D" w:rsidRPr="00097057" w:rsidRDefault="00494805" w:rsidP="00924753">
      <w:pPr>
        <w:pStyle w:val="Bullets1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454FD3" wp14:editId="1C141B89">
                <wp:simplePos x="0" y="0"/>
                <wp:positionH relativeFrom="column">
                  <wp:posOffset>-33655</wp:posOffset>
                </wp:positionH>
                <wp:positionV relativeFrom="paragraph">
                  <wp:posOffset>62865</wp:posOffset>
                </wp:positionV>
                <wp:extent cx="5764530" cy="734695"/>
                <wp:effectExtent l="4445" t="0" r="3175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4530" cy="73469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9B2F8" w14:textId="77777777" w:rsidR="00924753" w:rsidRPr="00613A38" w:rsidRDefault="00924753" w:rsidP="00924753">
                            <w:pPr>
                              <w:rPr>
                                <w:rFonts w:cs="Arial"/>
                                <w:iCs/>
                              </w:rPr>
                            </w:pPr>
                            <w:r w:rsidRPr="00613A38">
                              <w:rPr>
                                <w:rFonts w:cs="Arial"/>
                                <w:iCs/>
                              </w:rPr>
                              <w:t>The most current amendments to listed legislation can be found at:</w:t>
                            </w:r>
                          </w:p>
                          <w:p w14:paraId="2CA3A2C5" w14:textId="77777777" w:rsidR="00924753" w:rsidRPr="00613A38" w:rsidRDefault="00924753" w:rsidP="00924753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613A3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Victorian Legislation – Victorian Law Today: </w:t>
                            </w:r>
                            <w:hyperlink r:id="rId9" w:history="1">
                              <w:r w:rsidRPr="00613A38">
                                <w:rPr>
                                  <w:rStyle w:val="Hyperlink"/>
                                  <w:rFonts w:ascii="Arial" w:hAnsi="Arial"/>
                                  <w:sz w:val="19"/>
                                  <w:szCs w:val="19"/>
                                </w:rPr>
                                <w:t>http://www.legislation.vic.gov.au/</w:t>
                              </w:r>
                            </w:hyperlink>
                            <w:r w:rsidRPr="00613A3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14:paraId="1CA82EC5" w14:textId="77777777" w:rsidR="00924753" w:rsidRPr="00613A38" w:rsidRDefault="00924753" w:rsidP="00924753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Style w:val="Hyperlink"/>
                                <w:rFonts w:ascii="Arial" w:hAnsi="Arial"/>
                                <w:color w:val="auto"/>
                                <w:sz w:val="19"/>
                                <w:szCs w:val="19"/>
                              </w:rPr>
                            </w:pPr>
                            <w:r w:rsidRPr="00613A3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Commonwealth Legislation – ComLaw: </w:t>
                            </w:r>
                            <w:hyperlink r:id="rId10" w:history="1">
                              <w:r w:rsidRPr="00613A38">
                                <w:rPr>
                                  <w:rStyle w:val="Hyperlink"/>
                                  <w:rFonts w:ascii="Arial" w:hAnsi="Arial"/>
                                  <w:sz w:val="19"/>
                                  <w:szCs w:val="19"/>
                                </w:rPr>
                                <w:t>http://www.comlaw.gov.au/</w:t>
                              </w:r>
                            </w:hyperlink>
                            <w:r w:rsidR="008F404A">
                              <w:rPr>
                                <w:rStyle w:val="Hyperlink"/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14:paraId="7B16EED0" w14:textId="77777777" w:rsidR="00924753" w:rsidRDefault="009247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54FD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.65pt;margin-top:4.95pt;width:453.9pt;height:5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" fillcolor="#ddd" stroked="f">
                <v:textbox>
                  <w:txbxContent>
                    <w:p w14:paraId="3B89B2F8" w14:textId="77777777" w:rsidR="00924753" w:rsidRPr="00613A38" w:rsidRDefault="00924753" w:rsidP="00924753">
                      <w:pPr>
                        <w:rPr>
                          <w:rFonts w:cs="Arial"/>
                          <w:iCs/>
                        </w:rPr>
                      </w:pPr>
                      <w:r w:rsidRPr="00613A38">
                        <w:rPr>
                          <w:rFonts w:cs="Arial"/>
                          <w:iCs/>
                        </w:rPr>
                        <w:t>The most current amendments to listed legislation can be found at:</w:t>
                      </w:r>
                    </w:p>
                    <w:p w14:paraId="2CA3A2C5" w14:textId="77777777" w:rsidR="00924753" w:rsidRPr="00613A38" w:rsidRDefault="00924753" w:rsidP="00924753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613A3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Victorian Legislation – Victorian Law Today: </w:t>
                      </w:r>
                      <w:hyperlink r:id="rId11" w:history="1">
                        <w:r w:rsidRPr="00613A38">
                          <w:rPr>
                            <w:rStyle w:val="Hyperlink"/>
                            <w:rFonts w:ascii="Arial" w:hAnsi="Arial"/>
                            <w:sz w:val="19"/>
                            <w:szCs w:val="19"/>
                          </w:rPr>
                          <w:t>http://www.legislation.vic.gov.au/</w:t>
                        </w:r>
                      </w:hyperlink>
                      <w:r w:rsidRPr="00613A3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</w:t>
                      </w:r>
                    </w:p>
                    <w:p w14:paraId="1CA82EC5" w14:textId="77777777" w:rsidR="00924753" w:rsidRPr="00613A38" w:rsidRDefault="00924753" w:rsidP="00924753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Style w:val="Hyperlink"/>
                          <w:rFonts w:ascii="Arial" w:hAnsi="Arial"/>
                          <w:color w:val="auto"/>
                          <w:sz w:val="19"/>
                          <w:szCs w:val="19"/>
                        </w:rPr>
                      </w:pPr>
                      <w:r w:rsidRPr="00613A3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Commonwealth Legislation – ComLaw: </w:t>
                      </w:r>
                      <w:hyperlink r:id="rId12" w:history="1">
                        <w:r w:rsidRPr="00613A38">
                          <w:rPr>
                            <w:rStyle w:val="Hyperlink"/>
                            <w:rFonts w:ascii="Arial" w:hAnsi="Arial"/>
                            <w:sz w:val="19"/>
                            <w:szCs w:val="19"/>
                          </w:rPr>
                          <w:t>http://www.comlaw.gov.au/</w:t>
                        </w:r>
                      </w:hyperlink>
                      <w:r w:rsidR="008F404A">
                        <w:rPr>
                          <w:rStyle w:val="Hyperlink"/>
                          <w:rFonts w:ascii="Arial" w:hAnsi="Arial" w:cs="Arial"/>
                          <w:sz w:val="19"/>
                          <w:szCs w:val="19"/>
                        </w:rPr>
                        <w:t xml:space="preserve"> </w:t>
                      </w:r>
                    </w:p>
                    <w:p w14:paraId="7B16EED0" w14:textId="77777777" w:rsidR="00924753" w:rsidRDefault="00924753"/>
                  </w:txbxContent>
                </v:textbox>
              </v:shape>
            </w:pict>
          </mc:Fallback>
        </mc:AlternateContent>
      </w:r>
    </w:p>
    <w:p w14:paraId="4F190AFA" w14:textId="77777777" w:rsidR="00924753" w:rsidRDefault="00924753" w:rsidP="0003794F">
      <w:pPr>
        <w:pStyle w:val="BodyText"/>
      </w:pPr>
    </w:p>
    <w:p w14:paraId="0EC6F223" w14:textId="77777777" w:rsidR="00613A38" w:rsidRDefault="00613A38" w:rsidP="0003794F">
      <w:pPr>
        <w:pStyle w:val="BodyText"/>
      </w:pPr>
    </w:p>
    <w:p w14:paraId="0143EFFA" w14:textId="77777777" w:rsidR="00613A38" w:rsidRPr="0003794F" w:rsidRDefault="00613A38" w:rsidP="00613A38">
      <w:pPr>
        <w:pStyle w:val="Heading2"/>
      </w:pPr>
      <w:r>
        <w:br w:type="page"/>
      </w:r>
      <w:r w:rsidRPr="0003794F">
        <w:lastRenderedPageBreak/>
        <w:t>Definitions</w:t>
      </w:r>
    </w:p>
    <w:p w14:paraId="2659F355" w14:textId="77777777" w:rsidR="006E0F6B" w:rsidRDefault="006E0F6B" w:rsidP="0003794F">
      <w:pPr>
        <w:pStyle w:val="BodyText"/>
      </w:pPr>
      <w:r w:rsidRPr="003E6337">
        <w:t xml:space="preserve">The terms defined in this section relate specifically to this policy. For commonly used terms e.g. </w:t>
      </w:r>
      <w:r>
        <w:t>A</w:t>
      </w:r>
      <w:r w:rsidRPr="003E6337">
        <w:t xml:space="preserve">pproved </w:t>
      </w:r>
      <w:r>
        <w:t>P</w:t>
      </w:r>
      <w:r w:rsidRPr="003E6337">
        <w:t xml:space="preserve">rovider, </w:t>
      </w:r>
      <w:r>
        <w:t>N</w:t>
      </w:r>
      <w:r w:rsidRPr="003E6337">
        <w:t xml:space="preserve">ominated </w:t>
      </w:r>
      <w:r>
        <w:t>S</w:t>
      </w:r>
      <w:r w:rsidRPr="003E6337">
        <w:t xml:space="preserve">upervisor, </w:t>
      </w:r>
      <w:r>
        <w:t>R</w:t>
      </w:r>
      <w:r w:rsidRPr="003E6337">
        <w:t xml:space="preserve">egulatory </w:t>
      </w:r>
      <w:r>
        <w:t>A</w:t>
      </w:r>
      <w:r w:rsidRPr="003E6337">
        <w:t>uthority etc. refer to</w:t>
      </w:r>
      <w:r>
        <w:t xml:space="preserve"> the</w:t>
      </w:r>
      <w:r w:rsidRPr="003E6337">
        <w:t xml:space="preserve"> </w:t>
      </w:r>
      <w:r w:rsidRPr="00D0157C">
        <w:rPr>
          <w:i/>
        </w:rPr>
        <w:t>General Definitions</w:t>
      </w:r>
      <w:r>
        <w:t xml:space="preserve"> section</w:t>
      </w:r>
      <w:r w:rsidRPr="003E6337">
        <w:t xml:space="preserve"> of this manual</w:t>
      </w:r>
      <w:r>
        <w:t>.</w:t>
      </w:r>
    </w:p>
    <w:p w14:paraId="63D8CF7B" w14:textId="77777777" w:rsidR="006E0F6B" w:rsidRPr="00D0157C" w:rsidRDefault="006E0F6B" w:rsidP="0003794F">
      <w:pPr>
        <w:pStyle w:val="BodyText"/>
        <w:rPr>
          <w:u w:val="single"/>
        </w:rPr>
      </w:pPr>
      <w:r w:rsidRPr="00D0157C">
        <w:rPr>
          <w:b/>
        </w:rPr>
        <w:t>Type 1 diabetes:</w:t>
      </w:r>
      <w:r w:rsidRPr="00325BC7">
        <w:t xml:space="preserve"> An autoimmune condition </w:t>
      </w:r>
      <w:r>
        <w:t>that</w:t>
      </w:r>
      <w:r w:rsidRPr="00325BC7">
        <w:t xml:space="preserve"> occurs when the immune system damages the insulin producing cells in the pancreas. </w:t>
      </w:r>
      <w:r>
        <w:t>Type 1 diabetes</w:t>
      </w:r>
      <w:r w:rsidRPr="00325BC7">
        <w:t xml:space="preserve"> is treated with insulin replacement via injections or a continuous infusion of insulin via a pump. </w:t>
      </w:r>
      <w:r w:rsidRPr="00D0157C">
        <w:rPr>
          <w:u w:val="single"/>
        </w:rPr>
        <w:t>Without insulin treatment, type 1 diabetes is life threatening</w:t>
      </w:r>
      <w:r w:rsidRPr="00E13992">
        <w:t>.</w:t>
      </w:r>
    </w:p>
    <w:p w14:paraId="0F9C9198" w14:textId="77777777" w:rsidR="006E0F6B" w:rsidRPr="00D0157C" w:rsidRDefault="006E0F6B" w:rsidP="0003794F">
      <w:pPr>
        <w:pStyle w:val="BodyText"/>
        <w:rPr>
          <w:b/>
          <w:u w:val="single"/>
        </w:rPr>
      </w:pPr>
      <w:r w:rsidRPr="00D0157C">
        <w:rPr>
          <w:b/>
        </w:rPr>
        <w:t>Type 2 diabetes:</w:t>
      </w:r>
      <w:r w:rsidRPr="00E5465D">
        <w:t xml:space="preserve"> </w:t>
      </w:r>
      <w:r w:rsidRPr="00325BC7">
        <w:t xml:space="preserve">Occurs when either insulin is not working effectively (insulin resistance) or the pancreas does not produce sufficient insulin (or a combination of both). Type 2 diabetes </w:t>
      </w:r>
      <w:r>
        <w:t>accounts for</w:t>
      </w:r>
      <w:r w:rsidRPr="00325BC7">
        <w:t xml:space="preserve"> 85 </w:t>
      </w:r>
      <w:r>
        <w:t>to</w:t>
      </w:r>
      <w:r w:rsidRPr="00325BC7">
        <w:t xml:space="preserve"> 90 per cent of all cases of diabetes and usually develops in adults over the age of 45 </w:t>
      </w:r>
      <w:proofErr w:type="gramStart"/>
      <w:r w:rsidRPr="00325BC7">
        <w:t>years, but</w:t>
      </w:r>
      <w:proofErr w:type="gramEnd"/>
      <w:r w:rsidRPr="00325BC7">
        <w:t xml:space="preserve"> is increasingly occurring </w:t>
      </w:r>
      <w:r>
        <w:t xml:space="preserve">in individuals </w:t>
      </w:r>
      <w:r w:rsidRPr="00325BC7">
        <w:t xml:space="preserve">at a younger age. </w:t>
      </w:r>
      <w:r w:rsidRPr="00D0157C">
        <w:rPr>
          <w:u w:val="single"/>
        </w:rPr>
        <w:t>Type 2 diabetes is unlikely to be seen in children under the age of 4 years</w:t>
      </w:r>
      <w:r w:rsidRPr="00E13992">
        <w:t>.</w:t>
      </w:r>
    </w:p>
    <w:p w14:paraId="048A1F3B" w14:textId="77777777" w:rsidR="006E0F6B" w:rsidRPr="00325BC7" w:rsidRDefault="006E0F6B" w:rsidP="00282571">
      <w:pPr>
        <w:pStyle w:val="BodyText"/>
        <w:spacing w:after="60"/>
      </w:pPr>
      <w:r w:rsidRPr="00D0157C">
        <w:rPr>
          <w:b/>
        </w:rPr>
        <w:t>Hypoglycaemia</w:t>
      </w:r>
      <w:r w:rsidR="00D0157C">
        <w:rPr>
          <w:b/>
        </w:rPr>
        <w:t xml:space="preserve"> </w:t>
      </w:r>
      <w:r w:rsidRPr="00D0157C">
        <w:rPr>
          <w:i/>
        </w:rPr>
        <w:t>or</w:t>
      </w:r>
      <w:r w:rsidRPr="00325BC7">
        <w:rPr>
          <w:b/>
        </w:rPr>
        <w:t xml:space="preserve"> </w:t>
      </w:r>
      <w:r w:rsidRPr="00D0157C">
        <w:rPr>
          <w:b/>
        </w:rPr>
        <w:t>hypo (low blood glucose):</w:t>
      </w:r>
      <w:r w:rsidRPr="00E5465D">
        <w:t xml:space="preserve"> </w:t>
      </w:r>
      <w:r w:rsidRPr="00325BC7">
        <w:t xml:space="preserve">Hypoglycaemia </w:t>
      </w:r>
      <w:r>
        <w:t>refers to</w:t>
      </w:r>
      <w:r w:rsidRPr="00325BC7">
        <w:t xml:space="preserve"> </w:t>
      </w:r>
      <w:r>
        <w:t xml:space="preserve">having </w:t>
      </w:r>
      <w:r w:rsidRPr="00325BC7">
        <w:t>a blood glucose level that is lower than normal i.e. below 4</w:t>
      </w:r>
      <w:r>
        <w:t xml:space="preserve"> </w:t>
      </w:r>
      <w:r w:rsidRPr="00325BC7">
        <w:t>mmol/</w:t>
      </w:r>
      <w:r>
        <w:t>L</w:t>
      </w:r>
      <w:r w:rsidRPr="00325BC7">
        <w:t>, even if there are no symptoms. Neurological symptoms can occur at blood glucose levels below 4</w:t>
      </w:r>
      <w:r>
        <w:t xml:space="preserve"> </w:t>
      </w:r>
      <w:r w:rsidRPr="00325BC7">
        <w:t>mmol/</w:t>
      </w:r>
      <w:r>
        <w:t>L</w:t>
      </w:r>
      <w:r w:rsidRPr="00325BC7">
        <w:t xml:space="preserve"> and can include sweating, tremor</w:t>
      </w:r>
      <w:r>
        <w:t>s</w:t>
      </w:r>
      <w:r w:rsidRPr="00325BC7">
        <w:t xml:space="preserve">, headache, pallor, poor </w:t>
      </w:r>
      <w:proofErr w:type="gramStart"/>
      <w:r w:rsidRPr="00325BC7">
        <w:t>co-ordination</w:t>
      </w:r>
      <w:proofErr w:type="gramEnd"/>
      <w:r w:rsidRPr="00325BC7">
        <w:t xml:space="preserve"> and mood changes. Hypoglycaemia can also impair concentration, behaviour and attention, and symptoms can include a vague manner and slurred speech.</w:t>
      </w:r>
    </w:p>
    <w:p w14:paraId="41DCD7F3" w14:textId="77777777" w:rsidR="006E0F6B" w:rsidRPr="00325BC7" w:rsidRDefault="006E0F6B" w:rsidP="0003794F">
      <w:pPr>
        <w:pStyle w:val="BodyText3ptAfter"/>
      </w:pPr>
      <w:r w:rsidRPr="00325BC7">
        <w:t xml:space="preserve">Hypoglycaemia is often referred to as a ‘hypo’. </w:t>
      </w:r>
      <w:r w:rsidRPr="007D6C38">
        <w:t>Common causes include but are not limited to:</w:t>
      </w:r>
    </w:p>
    <w:p w14:paraId="505563FC" w14:textId="77777777" w:rsidR="006E0F6B" w:rsidRPr="00325BC7" w:rsidRDefault="006E0F6B" w:rsidP="00D96BDD">
      <w:pPr>
        <w:pStyle w:val="Bullets1"/>
        <w:ind w:left="284" w:hanging="284"/>
      </w:pPr>
      <w:r>
        <w:t xml:space="preserve">taking </w:t>
      </w:r>
      <w:r w:rsidRPr="00325BC7">
        <w:t>too much insulin</w:t>
      </w:r>
    </w:p>
    <w:p w14:paraId="76E9AB29" w14:textId="77777777" w:rsidR="006E0F6B" w:rsidRPr="00325BC7" w:rsidRDefault="006E0F6B" w:rsidP="00D96BDD">
      <w:pPr>
        <w:pStyle w:val="Bullets1"/>
        <w:ind w:left="284" w:hanging="284"/>
      </w:pPr>
      <w:r w:rsidRPr="00325BC7">
        <w:t>delaying a meal</w:t>
      </w:r>
    </w:p>
    <w:p w14:paraId="7D584451" w14:textId="77777777" w:rsidR="006E0F6B" w:rsidRPr="00325BC7" w:rsidRDefault="006E0F6B" w:rsidP="00D96BDD">
      <w:pPr>
        <w:pStyle w:val="Bullets1"/>
        <w:ind w:left="284" w:hanging="284"/>
      </w:pPr>
      <w:r>
        <w:t>consuming an insufficient quantity of</w:t>
      </w:r>
      <w:r w:rsidRPr="00325BC7">
        <w:t xml:space="preserve"> </w:t>
      </w:r>
      <w:r w:rsidR="00EA3D2F">
        <w:t>carbohydrate</w:t>
      </w:r>
    </w:p>
    <w:p w14:paraId="3E41E484" w14:textId="77777777" w:rsidR="006E0F6B" w:rsidRPr="00325BC7" w:rsidRDefault="006E0F6B" w:rsidP="00D96BDD">
      <w:pPr>
        <w:pStyle w:val="Bullets1"/>
        <w:ind w:left="284" w:hanging="284"/>
      </w:pPr>
      <w:r>
        <w:t xml:space="preserve">undertaking </w:t>
      </w:r>
      <w:r w:rsidRPr="00325BC7">
        <w:t>unplanned or unusual exercise</w:t>
      </w:r>
      <w:r>
        <w:t>.</w:t>
      </w:r>
    </w:p>
    <w:p w14:paraId="00E876FF" w14:textId="77777777" w:rsidR="006E0F6B" w:rsidRPr="00325BC7" w:rsidRDefault="006E0F6B" w:rsidP="00282571">
      <w:pPr>
        <w:pStyle w:val="BodyText"/>
        <w:spacing w:after="60"/>
      </w:pPr>
      <w:r w:rsidRPr="00325BC7">
        <w:t xml:space="preserve">It is important to treat hypoglycaemia promptly and appropriately to prevent the blood glucose level from falling even lower, as very low levels can lead to loss of consciousness </w:t>
      </w:r>
      <w:r w:rsidR="00D06779" w:rsidRPr="00325BC7">
        <w:t xml:space="preserve">and </w:t>
      </w:r>
      <w:r w:rsidR="00D06779">
        <w:t>possibly</w:t>
      </w:r>
      <w:r w:rsidR="007F6E7C">
        <w:t xml:space="preserve"> </w:t>
      </w:r>
      <w:r w:rsidRPr="00325BC7">
        <w:t>convulsions.</w:t>
      </w:r>
    </w:p>
    <w:p w14:paraId="7129BC59" w14:textId="77777777" w:rsidR="006E0F6B" w:rsidRPr="00325BC7" w:rsidRDefault="006E0F6B" w:rsidP="0003794F">
      <w:pPr>
        <w:pStyle w:val="BodyText"/>
      </w:pPr>
      <w:r w:rsidRPr="00325BC7">
        <w:t xml:space="preserve">The child’s diabetes </w:t>
      </w:r>
      <w:r w:rsidR="007F6E7C">
        <w:t xml:space="preserve">action and </w:t>
      </w:r>
      <w:r w:rsidRPr="00325BC7">
        <w:t xml:space="preserve">management plan will provide specific guidance for </w:t>
      </w:r>
      <w:r>
        <w:t>services</w:t>
      </w:r>
      <w:r w:rsidRPr="00325BC7">
        <w:t xml:space="preserve"> in preventing and treating a hypo.</w:t>
      </w:r>
    </w:p>
    <w:p w14:paraId="692B8683" w14:textId="77777777" w:rsidR="006E0F6B" w:rsidRPr="00E5465D" w:rsidRDefault="006E0F6B" w:rsidP="0003794F">
      <w:pPr>
        <w:pStyle w:val="BodyText3ptAfter"/>
      </w:pPr>
      <w:r w:rsidRPr="00D0157C">
        <w:rPr>
          <w:b/>
        </w:rPr>
        <w:t>Hyperglycaemia (high blood glucose):</w:t>
      </w:r>
      <w:r w:rsidRPr="00E5465D">
        <w:t xml:space="preserve"> </w:t>
      </w:r>
      <w:r w:rsidRPr="00325BC7">
        <w:t xml:space="preserve">Hyperglycaemia occurs when </w:t>
      </w:r>
      <w:r>
        <w:t xml:space="preserve">the </w:t>
      </w:r>
      <w:r w:rsidRPr="00325BC7">
        <w:t>blood glucose level rise</w:t>
      </w:r>
      <w:r>
        <w:t>s</w:t>
      </w:r>
      <w:r w:rsidRPr="00325BC7">
        <w:t xml:space="preserve"> above 15</w:t>
      </w:r>
      <w:r>
        <w:t xml:space="preserve"> </w:t>
      </w:r>
      <w:r w:rsidRPr="00325BC7">
        <w:t>mmol/L</w:t>
      </w:r>
      <w:r>
        <w:t xml:space="preserve">. </w:t>
      </w:r>
      <w:r w:rsidRPr="00E5465D">
        <w:t>Hyperglycaemia symptoms can include increased thirst, tiredness, irritability</w:t>
      </w:r>
      <w:r>
        <w:t xml:space="preserve"> and</w:t>
      </w:r>
      <w:r w:rsidRPr="00E5465D">
        <w:t xml:space="preserve"> urinating more frequently. High blood glucose levels can also affect thinking, concentration, memory, problem</w:t>
      </w:r>
      <w:r>
        <w:t>-</w:t>
      </w:r>
      <w:r w:rsidRPr="00E5465D">
        <w:t xml:space="preserve">solving and reasoning. </w:t>
      </w:r>
      <w:r w:rsidRPr="007D6C38">
        <w:t>Common causes include but are not limited to:</w:t>
      </w:r>
    </w:p>
    <w:p w14:paraId="45D42F6C" w14:textId="77777777" w:rsidR="006E0F6B" w:rsidRPr="00325BC7" w:rsidRDefault="006E0F6B" w:rsidP="00D43C3D">
      <w:pPr>
        <w:pStyle w:val="Bullets1"/>
        <w:ind w:left="284" w:hanging="284"/>
      </w:pPr>
      <w:r>
        <w:t xml:space="preserve">taking </w:t>
      </w:r>
      <w:r w:rsidRPr="00325BC7">
        <w:t>insufficient insulin</w:t>
      </w:r>
    </w:p>
    <w:p w14:paraId="782C2849" w14:textId="77777777" w:rsidR="006E0F6B" w:rsidRPr="00325BC7" w:rsidRDefault="006E0F6B" w:rsidP="00D43C3D">
      <w:pPr>
        <w:pStyle w:val="Bullets1"/>
        <w:ind w:left="284" w:hanging="284"/>
      </w:pPr>
      <w:r>
        <w:t xml:space="preserve">consuming </w:t>
      </w:r>
      <w:r w:rsidRPr="00325BC7">
        <w:t xml:space="preserve">too much </w:t>
      </w:r>
      <w:r w:rsidR="00D44E1A">
        <w:t>carbohydrate</w:t>
      </w:r>
    </w:p>
    <w:p w14:paraId="5112617E" w14:textId="77777777" w:rsidR="006E0F6B" w:rsidRPr="00325BC7" w:rsidRDefault="006E0F6B" w:rsidP="00D43C3D">
      <w:pPr>
        <w:pStyle w:val="Bullets1"/>
        <w:ind w:left="284" w:hanging="284"/>
      </w:pPr>
      <w:r w:rsidRPr="00325BC7">
        <w:t>common illness</w:t>
      </w:r>
      <w:r>
        <w:t>es</w:t>
      </w:r>
      <w:r w:rsidRPr="00325BC7">
        <w:t xml:space="preserve"> such as a cold</w:t>
      </w:r>
    </w:p>
    <w:p w14:paraId="49330B0B" w14:textId="77777777" w:rsidR="006E0F6B" w:rsidRPr="00325BC7" w:rsidRDefault="006E0F6B" w:rsidP="00D43C3D">
      <w:pPr>
        <w:pStyle w:val="Bullets1"/>
        <w:ind w:left="284" w:hanging="284"/>
      </w:pPr>
      <w:r w:rsidRPr="00325BC7">
        <w:t>stress</w:t>
      </w:r>
      <w:r>
        <w:t>.</w:t>
      </w:r>
    </w:p>
    <w:p w14:paraId="463B90E5" w14:textId="77777777" w:rsidR="006E0F6B" w:rsidRPr="00325BC7" w:rsidRDefault="006E0F6B" w:rsidP="00D0157C">
      <w:pPr>
        <w:pStyle w:val="BodyText85ptBefore"/>
      </w:pPr>
      <w:r w:rsidRPr="00D0157C">
        <w:rPr>
          <w:b/>
        </w:rPr>
        <w:t>Insulin:</w:t>
      </w:r>
      <w:r w:rsidRPr="00E5465D">
        <w:t xml:space="preserve"> </w:t>
      </w:r>
      <w:r w:rsidRPr="00325BC7">
        <w:t>Medication prescribed and administered by injection or continuously by a pump device</w:t>
      </w:r>
      <w:r>
        <w:t xml:space="preserve"> to </w:t>
      </w:r>
      <w:r w:rsidRPr="00325BC7">
        <w:t>lower</w:t>
      </w:r>
      <w:r>
        <w:t xml:space="preserve"> the blood glucose level. In the body, insulin a</w:t>
      </w:r>
      <w:r w:rsidRPr="00325BC7">
        <w:t>llows glucose from food (carbohydrate</w:t>
      </w:r>
      <w:r>
        <w:t>s</w:t>
      </w:r>
      <w:r w:rsidRPr="00325BC7">
        <w:t xml:space="preserve">) to be used as </w:t>
      </w:r>
      <w:proofErr w:type="gramStart"/>
      <w:r w:rsidRPr="00325BC7">
        <w:t>energy</w:t>
      </w:r>
      <w:r>
        <w:t>, and</w:t>
      </w:r>
      <w:proofErr w:type="gramEnd"/>
      <w:r>
        <w:t xml:space="preserve"> is e</w:t>
      </w:r>
      <w:r w:rsidRPr="00325BC7">
        <w:t>ssential for life</w:t>
      </w:r>
      <w:r>
        <w:t>.</w:t>
      </w:r>
    </w:p>
    <w:p w14:paraId="76326A3E" w14:textId="77777777" w:rsidR="006E0F6B" w:rsidRPr="00325BC7" w:rsidRDefault="006E0F6B" w:rsidP="00282571">
      <w:pPr>
        <w:pStyle w:val="BodyText"/>
        <w:spacing w:before="170"/>
      </w:pPr>
      <w:r w:rsidRPr="00D0157C">
        <w:rPr>
          <w:b/>
        </w:rPr>
        <w:t>Blood glucose meter:</w:t>
      </w:r>
      <w:r w:rsidRPr="00E5465D">
        <w:t xml:space="preserve"> </w:t>
      </w:r>
      <w:r w:rsidRPr="00325BC7">
        <w:t xml:space="preserve">A </w:t>
      </w:r>
      <w:r>
        <w:t xml:space="preserve">compact </w:t>
      </w:r>
      <w:r w:rsidRPr="00325BC7">
        <w:t xml:space="preserve">device used to check a small blood drop sample </w:t>
      </w:r>
      <w:r>
        <w:t>to determine the</w:t>
      </w:r>
      <w:r w:rsidRPr="00325BC7">
        <w:t xml:space="preserve"> blood glucose level</w:t>
      </w:r>
      <w:r>
        <w:t>.</w:t>
      </w:r>
    </w:p>
    <w:p w14:paraId="0722D08D" w14:textId="77777777" w:rsidR="006E0F6B" w:rsidRPr="00325BC7" w:rsidRDefault="006E0F6B" w:rsidP="0003794F">
      <w:pPr>
        <w:pStyle w:val="BodyText"/>
      </w:pPr>
      <w:r w:rsidRPr="00D0157C">
        <w:rPr>
          <w:b/>
        </w:rPr>
        <w:t>Insulin pump:</w:t>
      </w:r>
      <w:r w:rsidRPr="00E5465D">
        <w:t xml:space="preserve"> </w:t>
      </w:r>
      <w:r w:rsidRPr="00325BC7">
        <w:t>A small</w:t>
      </w:r>
      <w:r>
        <w:t>,</w:t>
      </w:r>
      <w:r w:rsidRPr="00325BC7">
        <w:t xml:space="preserve"> computerised device</w:t>
      </w:r>
      <w:r w:rsidRPr="008B693A">
        <w:t xml:space="preserve"> </w:t>
      </w:r>
      <w:r w:rsidRPr="00325BC7">
        <w:t xml:space="preserve">to deliver insulin constantly, connected to </w:t>
      </w:r>
      <w:r>
        <w:t>an</w:t>
      </w:r>
      <w:r w:rsidRPr="00325BC7">
        <w:t xml:space="preserve"> </w:t>
      </w:r>
      <w:r>
        <w:t>individual</w:t>
      </w:r>
      <w:r w:rsidRPr="00325BC7">
        <w:t xml:space="preserve"> via an infusion line inserted under the skin</w:t>
      </w:r>
      <w:r>
        <w:t>.</w:t>
      </w:r>
    </w:p>
    <w:p w14:paraId="5DA766CB" w14:textId="77777777" w:rsidR="006E0F6B" w:rsidRDefault="006E0F6B" w:rsidP="0003794F">
      <w:pPr>
        <w:pStyle w:val="BodyText"/>
      </w:pPr>
      <w:r w:rsidRPr="00D0157C">
        <w:rPr>
          <w:b/>
        </w:rPr>
        <w:t>Ketones:</w:t>
      </w:r>
      <w:r w:rsidRPr="00E5465D">
        <w:t xml:space="preserve"> </w:t>
      </w:r>
      <w:r w:rsidRPr="00325BC7">
        <w:t xml:space="preserve">Occur when there is insufficient insulin in </w:t>
      </w:r>
      <w:r>
        <w:t xml:space="preserve">the </w:t>
      </w:r>
      <w:r w:rsidRPr="00325BC7">
        <w:t>body</w:t>
      </w:r>
      <w:r>
        <w:t>. H</w:t>
      </w:r>
      <w:r w:rsidRPr="00325BC7">
        <w:t xml:space="preserve">igh levels </w:t>
      </w:r>
      <w:r>
        <w:t xml:space="preserve">of ketones </w:t>
      </w:r>
      <w:r w:rsidRPr="00325BC7">
        <w:t>can make children very sick</w:t>
      </w:r>
      <w:r>
        <w:t xml:space="preserve">. </w:t>
      </w:r>
      <w:r w:rsidRPr="00325BC7">
        <w:t xml:space="preserve">Extra insulin </w:t>
      </w:r>
      <w:r>
        <w:t xml:space="preserve">is </w:t>
      </w:r>
      <w:r w:rsidRPr="00325BC7">
        <w:t xml:space="preserve">required (given </w:t>
      </w:r>
      <w:r>
        <w:t xml:space="preserve">to children </w:t>
      </w:r>
      <w:r w:rsidRPr="00325BC7">
        <w:t>by parent</w:t>
      </w:r>
      <w:r>
        <w:t>s/guardians</w:t>
      </w:r>
      <w:r w:rsidRPr="00325BC7">
        <w:t>) when ketone levels</w:t>
      </w:r>
      <w:r>
        <w:t xml:space="preserve"> are </w:t>
      </w:r>
      <w:r w:rsidRPr="00325BC7">
        <w:t xml:space="preserve">&gt;0.6 mmol/L </w:t>
      </w:r>
      <w:r>
        <w:t>if insulin is delivered via</w:t>
      </w:r>
      <w:r w:rsidRPr="00325BC7">
        <w:t xml:space="preserve"> </w:t>
      </w:r>
      <w:r>
        <w:t xml:space="preserve">a </w:t>
      </w:r>
      <w:r w:rsidRPr="00325BC7">
        <w:t>pump, or &gt;1.0 mmol/L if on injected insulin</w:t>
      </w:r>
      <w:r>
        <w:t>.</w:t>
      </w:r>
    </w:p>
    <w:p w14:paraId="7A1F7513" w14:textId="77777777" w:rsidR="007323B6" w:rsidRDefault="007323B6" w:rsidP="0003794F">
      <w:pPr>
        <w:pStyle w:val="BodyText"/>
      </w:pPr>
    </w:p>
    <w:p w14:paraId="23DB595B" w14:textId="77777777" w:rsidR="006E0F6B" w:rsidRDefault="006E0F6B" w:rsidP="00DC2A36">
      <w:pPr>
        <w:pStyle w:val="Heading2"/>
      </w:pPr>
      <w:r>
        <w:lastRenderedPageBreak/>
        <w:t>Sources and related policies</w:t>
      </w:r>
    </w:p>
    <w:p w14:paraId="30FFD0DA" w14:textId="77777777" w:rsidR="006E0F6B" w:rsidRDefault="006E0F6B" w:rsidP="0003794F">
      <w:pPr>
        <w:pStyle w:val="Heading4"/>
      </w:pPr>
      <w:r w:rsidRPr="00B36ECB">
        <w:t>Sources</w:t>
      </w:r>
    </w:p>
    <w:p w14:paraId="60FBF809" w14:textId="77777777" w:rsidR="006E0F6B" w:rsidRPr="00E5465D" w:rsidRDefault="000A3041" w:rsidP="00375CAF">
      <w:pPr>
        <w:pStyle w:val="Bullets1"/>
        <w:ind w:left="284" w:hanging="284"/>
        <w:rPr>
          <w:color w:val="333333"/>
        </w:rPr>
      </w:pPr>
      <w:hyperlink r:id="rId13" w:history="1">
        <w:r w:rsidR="006E0F6B" w:rsidRPr="00E5465D">
          <w:t xml:space="preserve">Caring for Diabetes in Children </w:t>
        </w:r>
        <w:r w:rsidR="006E0F6B">
          <w:t>and</w:t>
        </w:r>
        <w:r w:rsidR="006E0F6B" w:rsidRPr="00E5465D">
          <w:t xml:space="preserve"> Adolescents, Royal Children's Hospital</w:t>
        </w:r>
      </w:hyperlink>
      <w:r w:rsidR="006E0F6B">
        <w:t xml:space="preserve"> Melbourne: </w:t>
      </w:r>
      <w:hyperlink r:id="rId14" w:history="1">
        <w:r w:rsidR="00C55268" w:rsidRPr="002F425C">
          <w:rPr>
            <w:rStyle w:val="Hyperlink"/>
          </w:rPr>
          <w:t>http://www.rch.org.au/diabetesmanual/</w:t>
        </w:r>
      </w:hyperlink>
      <w:r w:rsidR="00A96443">
        <w:t xml:space="preserve"> </w:t>
      </w:r>
    </w:p>
    <w:p w14:paraId="3D675DFE" w14:textId="77777777" w:rsidR="006E0F6B" w:rsidRPr="00D0157C" w:rsidRDefault="006E0F6B" w:rsidP="00375CAF">
      <w:pPr>
        <w:pStyle w:val="Bullets1"/>
        <w:ind w:left="284" w:hanging="284"/>
      </w:pPr>
      <w:r w:rsidRPr="00D0157C">
        <w:t>Diab</w:t>
      </w:r>
      <w:r w:rsidR="00D55A4D">
        <w:t>etes Victoria, multiple resources available to download here</w:t>
      </w:r>
      <w:r w:rsidR="002A097E" w:rsidRPr="00D0157C">
        <w:t>:</w:t>
      </w:r>
      <w:r w:rsidR="003B0B5B">
        <w:t xml:space="preserve"> </w:t>
      </w:r>
      <w:hyperlink r:id="rId15" w:history="1">
        <w:r w:rsidR="00D55A4D" w:rsidRPr="00825567">
          <w:rPr>
            <w:rStyle w:val="Hyperlink"/>
          </w:rPr>
          <w:t>www.diabetesvic.org.au/resources</w:t>
        </w:r>
      </w:hyperlink>
    </w:p>
    <w:p w14:paraId="418DA241" w14:textId="77777777" w:rsidR="00282571" w:rsidRDefault="006E0F6B" w:rsidP="00E61E44">
      <w:pPr>
        <w:pStyle w:val="Bullets2"/>
        <w:ind w:left="567" w:hanging="283"/>
      </w:pPr>
      <w:r w:rsidRPr="00D0157C">
        <w:t xml:space="preserve">Information about professional learning for teachers (i.e. </w:t>
      </w:r>
      <w:r w:rsidRPr="00D0157C">
        <w:rPr>
          <w:i/>
        </w:rPr>
        <w:t>Diabetes in Schools</w:t>
      </w:r>
      <w:r w:rsidRPr="00D0157C">
        <w:t xml:space="preserve"> one day seminars for teachers and early childhood staff), sample managem</w:t>
      </w:r>
      <w:r w:rsidR="007628BF">
        <w:t>ent plans and online resources.</w:t>
      </w:r>
    </w:p>
    <w:p w14:paraId="71966E4D" w14:textId="77777777" w:rsidR="00E42A35" w:rsidRDefault="00D55A4D" w:rsidP="00D55A4D">
      <w:pPr>
        <w:pStyle w:val="Bullets1"/>
        <w:rPr>
          <w:b/>
        </w:rPr>
      </w:pPr>
      <w:r>
        <w:t xml:space="preserve">Diabetes Victoria, Professional development program for schools and early childhood settings: </w:t>
      </w:r>
      <w:hyperlink r:id="rId16" w:history="1">
        <w:r>
          <w:rPr>
            <w:rStyle w:val="Hyperlink"/>
          </w:rPr>
          <w:t>https://www.diabetesvic.org.au/how-we-help-detail?tags=Left-Mega-Nav%2FSchools&amp;content_id=a1R9000000HsgqyEAB&amp;bdc=1</w:t>
        </w:r>
      </w:hyperlink>
    </w:p>
    <w:p w14:paraId="3312863F" w14:textId="77777777" w:rsidR="00C92EFF" w:rsidRDefault="00C92EFF" w:rsidP="00C92EFF">
      <w:pPr>
        <w:pStyle w:val="Heading4"/>
      </w:pPr>
      <w:r w:rsidRPr="00B36ECB">
        <w:t>S</w:t>
      </w:r>
      <w:r>
        <w:t>ervice policies</w:t>
      </w:r>
    </w:p>
    <w:p w14:paraId="68B4E58B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Administration of First Aid Policy</w:t>
      </w:r>
    </w:p>
    <w:p w14:paraId="7ED6EA59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Administration of Medication Policy</w:t>
      </w:r>
    </w:p>
    <w:p w14:paraId="15E944E8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Dealing with Medical Conditions Policy</w:t>
      </w:r>
    </w:p>
    <w:p w14:paraId="31053367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Enrolment and Orientation Policy</w:t>
      </w:r>
    </w:p>
    <w:p w14:paraId="2F91B5F5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Excursions and Service Events Policy</w:t>
      </w:r>
    </w:p>
    <w:p w14:paraId="03FE530C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Food Safety Policy</w:t>
      </w:r>
    </w:p>
    <w:p w14:paraId="4EC49B12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Hygiene Policy</w:t>
      </w:r>
    </w:p>
    <w:p w14:paraId="677DE5B7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 xml:space="preserve">Incident, Injury, </w:t>
      </w:r>
      <w:proofErr w:type="gramStart"/>
      <w:r w:rsidRPr="00033ADA">
        <w:rPr>
          <w:i/>
        </w:rPr>
        <w:t>Trauma</w:t>
      </w:r>
      <w:proofErr w:type="gramEnd"/>
      <w:r w:rsidRPr="00033ADA">
        <w:rPr>
          <w:i/>
        </w:rPr>
        <w:t xml:space="preserve"> and Illness Policy</w:t>
      </w:r>
    </w:p>
    <w:p w14:paraId="63E29810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Inclusion and Equity Policy</w:t>
      </w:r>
    </w:p>
    <w:p w14:paraId="06F07DF3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Nutrition and Active Play Policy</w:t>
      </w:r>
    </w:p>
    <w:p w14:paraId="531C887A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Occupational Health and Safety Policy</w:t>
      </w:r>
    </w:p>
    <w:p w14:paraId="08AC88D0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Privacy and Confidentiality Policy</w:t>
      </w:r>
    </w:p>
    <w:p w14:paraId="5E095AE5" w14:textId="77777777" w:rsidR="006E0F6B" w:rsidRPr="00033ADA" w:rsidRDefault="006E0F6B" w:rsidP="00174BB7">
      <w:pPr>
        <w:pStyle w:val="Bullets1"/>
        <w:ind w:left="284" w:hanging="284"/>
        <w:rPr>
          <w:i/>
        </w:rPr>
      </w:pPr>
      <w:r w:rsidRPr="00033ADA">
        <w:rPr>
          <w:i/>
        </w:rPr>
        <w:t>Supervision of Children Policy</w:t>
      </w:r>
    </w:p>
    <w:p w14:paraId="27F0DA09" w14:textId="77777777" w:rsidR="006E0F6B" w:rsidRPr="0003794F" w:rsidRDefault="006E0F6B" w:rsidP="0003794F">
      <w:pPr>
        <w:pStyle w:val="Heading1"/>
      </w:pPr>
      <w:r w:rsidRPr="0003794F">
        <w:t>Procedures</w:t>
      </w:r>
    </w:p>
    <w:p w14:paraId="5DE952C0" w14:textId="77777777" w:rsidR="006E0F6B" w:rsidRPr="00C75C38" w:rsidRDefault="006E0F6B" w:rsidP="00DC2A36">
      <w:pPr>
        <w:pStyle w:val="Heading4"/>
      </w:pPr>
      <w:r w:rsidRPr="00C75C38">
        <w:t xml:space="preserve">The Approved Provider </w:t>
      </w:r>
      <w:r w:rsidR="00494805">
        <w:t xml:space="preserve">or Persons with Management and Control </w:t>
      </w:r>
      <w:r w:rsidRPr="00C75C38">
        <w:t>is responsible for:</w:t>
      </w:r>
    </w:p>
    <w:p w14:paraId="5B187487" w14:textId="77777777" w:rsidR="006E0F6B" w:rsidRDefault="006E0F6B" w:rsidP="006E3E6C">
      <w:pPr>
        <w:pStyle w:val="Bullets1"/>
        <w:ind w:left="284" w:hanging="284"/>
      </w:pPr>
      <w:r>
        <w:t xml:space="preserve">ensuring that a diabetes policy is developed and implemented at </w:t>
      </w:r>
      <w:r w:rsidR="002A097E">
        <w:t>the service</w:t>
      </w:r>
    </w:p>
    <w:p w14:paraId="543B44A5" w14:textId="77777777" w:rsidR="006E0F6B" w:rsidRDefault="006E0F6B" w:rsidP="006E3E6C">
      <w:pPr>
        <w:pStyle w:val="Bullets1"/>
        <w:ind w:left="284" w:hanging="284"/>
      </w:pPr>
      <w:r>
        <w:t xml:space="preserve">ensuring that the Nominated Supervisor, educators, staff, students and volunteers at the service are provided with a copy of the </w:t>
      </w:r>
      <w:r w:rsidRPr="00033ADA">
        <w:rPr>
          <w:i/>
        </w:rPr>
        <w:t>Diabetes Policy</w:t>
      </w:r>
      <w:r>
        <w:t xml:space="preserve">, including the section on management strategies (refer to Attachment 1 – </w:t>
      </w:r>
      <w:r w:rsidRPr="00CC0EF9">
        <w:rPr>
          <w:rFonts w:cs="Arial"/>
        </w:rPr>
        <w:t xml:space="preserve">Strategies for the management of </w:t>
      </w:r>
      <w:r>
        <w:rPr>
          <w:rFonts w:cs="Arial"/>
        </w:rPr>
        <w:t>d</w:t>
      </w:r>
      <w:r w:rsidRPr="00CC0EF9">
        <w:rPr>
          <w:rFonts w:cs="Arial"/>
        </w:rPr>
        <w:t>iabetes in children at the service</w:t>
      </w:r>
      <w:r>
        <w:t xml:space="preserve">), and the </w:t>
      </w:r>
      <w:r w:rsidRPr="00033ADA">
        <w:rPr>
          <w:i/>
        </w:rPr>
        <w:t>Dealing with Medical Conditions Policy</w:t>
      </w:r>
    </w:p>
    <w:p w14:paraId="00C55379" w14:textId="77777777" w:rsidR="006E0F6B" w:rsidRPr="00033ADA" w:rsidRDefault="006E0F6B" w:rsidP="006E3E6C">
      <w:pPr>
        <w:pStyle w:val="Bullets1"/>
        <w:ind w:left="284" w:hanging="284"/>
      </w:pPr>
      <w:r w:rsidRPr="00033ADA">
        <w:t xml:space="preserve">ensuring that the programs delivered at the service are inclusive of children diagnosed with diabetes (refer to </w:t>
      </w:r>
      <w:r w:rsidRPr="00033ADA">
        <w:rPr>
          <w:i/>
        </w:rPr>
        <w:t>Inclusion and Equity Policy</w:t>
      </w:r>
      <w:r w:rsidRPr="00033ADA">
        <w:t>), and that children with diabetes can participate in all activities safely and to their full potential</w:t>
      </w:r>
    </w:p>
    <w:p w14:paraId="2D200128" w14:textId="77777777" w:rsidR="006E0F6B" w:rsidRPr="00033ADA" w:rsidRDefault="006E0F6B" w:rsidP="006E3E6C">
      <w:pPr>
        <w:pStyle w:val="Bullets1"/>
        <w:ind w:left="284" w:hanging="284"/>
      </w:pPr>
      <w:r w:rsidRPr="00033ADA">
        <w:t xml:space="preserve">ensuring that the parents/guardians of an enrolled child who is diagnosed with diabetes are provided with a copy of the </w:t>
      </w:r>
      <w:r w:rsidRPr="00033ADA">
        <w:rPr>
          <w:i/>
        </w:rPr>
        <w:t>Diabetes Policy</w:t>
      </w:r>
      <w:r w:rsidRPr="00033ADA">
        <w:t xml:space="preserve"> (including procedures) and the </w:t>
      </w:r>
      <w:r w:rsidRPr="00033ADA">
        <w:rPr>
          <w:i/>
        </w:rPr>
        <w:t>Dealing with Medical</w:t>
      </w:r>
      <w:r w:rsidRPr="00033ADA">
        <w:t xml:space="preserve"> </w:t>
      </w:r>
      <w:r w:rsidRPr="00033ADA">
        <w:rPr>
          <w:i/>
        </w:rPr>
        <w:t>Conditions Policy</w:t>
      </w:r>
      <w:r w:rsidRPr="00033ADA">
        <w:t xml:space="preserve"> (Regulation 91)</w:t>
      </w:r>
    </w:p>
    <w:p w14:paraId="3FD917DA" w14:textId="77777777" w:rsidR="006E0F6B" w:rsidRDefault="006E0F6B" w:rsidP="006E3E6C">
      <w:pPr>
        <w:pStyle w:val="Bullets1"/>
        <w:ind w:left="284" w:hanging="284"/>
      </w:pPr>
      <w:r w:rsidRPr="00033ADA">
        <w:t xml:space="preserve">ensuring that the Nominated Supervisor, </w:t>
      </w:r>
      <w:proofErr w:type="gramStart"/>
      <w:r w:rsidRPr="00033ADA">
        <w:t>staff</w:t>
      </w:r>
      <w:proofErr w:type="gramEnd"/>
      <w:r w:rsidRPr="00033ADA">
        <w:t xml:space="preserve"> and volunteers at the service are aware of the strategies to be implemented for the management of diabetes at the service (refer to Attachment 1 – Strategies for the management of diabetes in children at the service)</w:t>
      </w:r>
    </w:p>
    <w:p w14:paraId="0674CDA5" w14:textId="77777777" w:rsidR="003B1BF5" w:rsidRDefault="003B1BF5" w:rsidP="006E3E6C">
      <w:pPr>
        <w:pStyle w:val="Bullets1"/>
        <w:ind w:left="284" w:hanging="284"/>
      </w:pPr>
      <w:r>
        <w:t>ensuring that staff have access to appropriate training and professional development opportunities and are adequately resourced to work with children with Type 1 Diabetes and their families</w:t>
      </w:r>
    </w:p>
    <w:p w14:paraId="4A01DAA7" w14:textId="77777777" w:rsidR="006E0F6B" w:rsidRDefault="006E0F6B" w:rsidP="006E3E6C">
      <w:pPr>
        <w:pStyle w:val="Bullets1"/>
        <w:ind w:left="284" w:hanging="284"/>
      </w:pPr>
      <w:r w:rsidRPr="00033ADA">
        <w:t xml:space="preserve">ensuring that each enrolled child who is diagnosed with diabetes has a current diabetes </w:t>
      </w:r>
      <w:r w:rsidR="007F6E7C">
        <w:t xml:space="preserve">action and </w:t>
      </w:r>
      <w:r w:rsidRPr="00033ADA">
        <w:t>management plan prepared specifically for that child by their diabetes medical specialist team, at or prior to enrolment</w:t>
      </w:r>
      <w:r w:rsidR="003930FA">
        <w:t xml:space="preserve"> and signed off by all relevant parties</w:t>
      </w:r>
    </w:p>
    <w:p w14:paraId="442E1CD9" w14:textId="77777777" w:rsidR="006E0F6B" w:rsidRPr="00033ADA" w:rsidRDefault="006E0F6B" w:rsidP="006E3E6C">
      <w:pPr>
        <w:pStyle w:val="Bullets1"/>
        <w:ind w:left="284" w:hanging="284"/>
      </w:pPr>
      <w:r w:rsidRPr="00033ADA">
        <w:lastRenderedPageBreak/>
        <w:t xml:space="preserve">ensuring that the Nominated Supervisor, educators, staff, students, </w:t>
      </w:r>
      <w:proofErr w:type="gramStart"/>
      <w:r w:rsidRPr="00033ADA">
        <w:t>volunteers</w:t>
      </w:r>
      <w:proofErr w:type="gramEnd"/>
      <w:r w:rsidRPr="00033ADA">
        <w:t xml:space="preserve"> and others at the service follow the child’s diabetes </w:t>
      </w:r>
      <w:r w:rsidR="00217C5B">
        <w:t xml:space="preserve">action and </w:t>
      </w:r>
      <w:r w:rsidRPr="00033ADA">
        <w:t>management plan in the even</w:t>
      </w:r>
      <w:r w:rsidR="00282571">
        <w:t>t of an incident at the service r</w:t>
      </w:r>
      <w:r w:rsidRPr="00033ADA">
        <w:t>elating to their diabetes</w:t>
      </w:r>
    </w:p>
    <w:p w14:paraId="3815850D" w14:textId="77777777" w:rsidR="006E0F6B" w:rsidRPr="00033ADA" w:rsidRDefault="006E0F6B" w:rsidP="006E3E6C">
      <w:pPr>
        <w:pStyle w:val="Bullets1"/>
        <w:ind w:left="284" w:hanging="284"/>
      </w:pPr>
      <w:r w:rsidRPr="00033ADA">
        <w:t>ensuring that a risk minimisation plan is developed for each enrolled child diagnosed with diabetes in consultation with the child’s parents/guardians, in accordance with Regulation 90(iii)</w:t>
      </w:r>
    </w:p>
    <w:p w14:paraId="2C9E23DB" w14:textId="77777777" w:rsidR="006E0F6B" w:rsidRPr="00033ADA" w:rsidRDefault="006E0F6B" w:rsidP="006E3E6C">
      <w:pPr>
        <w:pStyle w:val="Bullets1"/>
        <w:ind w:left="284" w:hanging="284"/>
      </w:pPr>
      <w:r w:rsidRPr="00033ADA">
        <w:t>ensuring that a communication plan is developed for staff and parents/guardians in accordance with Regulation 90(iv), and encouraging ongoing communication between parents/guardians and staff regarding the management of the child’s medical condition</w:t>
      </w:r>
    </w:p>
    <w:p w14:paraId="49D2641F" w14:textId="77777777" w:rsidR="006E0F6B" w:rsidRDefault="006E0F6B" w:rsidP="0049284B">
      <w:pPr>
        <w:pStyle w:val="Bullets1"/>
        <w:ind w:left="284" w:hanging="284"/>
      </w:pPr>
      <w:r>
        <w:t>ensuring that children diagnosed with diabetes are not discriminated against in any way and are able to participate fully in all programs and activities at the service</w:t>
      </w:r>
    </w:p>
    <w:p w14:paraId="2757D1C1" w14:textId="6A5210C9" w:rsidR="003A1724" w:rsidRDefault="003A1724" w:rsidP="0049284B">
      <w:pPr>
        <w:pStyle w:val="Bullets1"/>
        <w:ind w:left="284" w:hanging="284"/>
      </w:pPr>
      <w:r>
        <w:t xml:space="preserve">following appropriate reporting procedures set out in the </w:t>
      </w:r>
      <w:r>
        <w:rPr>
          <w:i/>
        </w:rPr>
        <w:t xml:space="preserve">Incident, Injury, </w:t>
      </w:r>
      <w:proofErr w:type="gramStart"/>
      <w:r>
        <w:rPr>
          <w:i/>
        </w:rPr>
        <w:t>Trauma</w:t>
      </w:r>
      <w:proofErr w:type="gramEnd"/>
      <w:r>
        <w:rPr>
          <w:i/>
        </w:rPr>
        <w:t xml:space="preserve"> and Illness Policy</w:t>
      </w:r>
      <w:r>
        <w:t xml:space="preserve"> in the event that a child is ill or is involved in a medical emergency or an incident at the service t</w:t>
      </w:r>
      <w:r w:rsidR="0049284B">
        <w:t>hat results in injury or trauma.</w:t>
      </w:r>
    </w:p>
    <w:p w14:paraId="6F16A071" w14:textId="77777777" w:rsidR="006E0F6B" w:rsidRDefault="006E0F6B" w:rsidP="00587AE3">
      <w:pPr>
        <w:pStyle w:val="Heading4"/>
        <w:spacing w:before="170"/>
      </w:pPr>
      <w:r>
        <w:t xml:space="preserve">The Nominated Supervisor </w:t>
      </w:r>
      <w:r w:rsidR="00494805">
        <w:t xml:space="preserve">and Person in Day to Day Charge </w:t>
      </w:r>
      <w:r>
        <w:t>is responsible for:</w:t>
      </w:r>
    </w:p>
    <w:p w14:paraId="52160C41" w14:textId="77777777" w:rsidR="006E0F6B" w:rsidRPr="00CB0B8D" w:rsidRDefault="006E0F6B" w:rsidP="00030469">
      <w:pPr>
        <w:pStyle w:val="Bullets1"/>
        <w:ind w:left="284" w:hanging="284"/>
        <w:rPr>
          <w:b/>
        </w:rPr>
      </w:pPr>
      <w:r>
        <w:t xml:space="preserve">ensuring that the </w:t>
      </w:r>
      <w:r w:rsidRPr="00033ADA">
        <w:rPr>
          <w:i/>
        </w:rPr>
        <w:t>Diabetes Policy</w:t>
      </w:r>
      <w:r>
        <w:t xml:space="preserve"> is implemented at the service</w:t>
      </w:r>
    </w:p>
    <w:p w14:paraId="32E10789" w14:textId="77777777" w:rsidR="006E0F6B" w:rsidRDefault="006E0F6B" w:rsidP="00030469">
      <w:pPr>
        <w:pStyle w:val="Bullets1"/>
        <w:ind w:left="284" w:hanging="284"/>
      </w:pPr>
      <w:r>
        <w:t xml:space="preserve">compiling a list of children with diabetes and placing it in a secure but readily accessible location known to all staff. This should include the diabetes </w:t>
      </w:r>
      <w:r w:rsidR="00217C5B">
        <w:t xml:space="preserve">action and </w:t>
      </w:r>
      <w:r>
        <w:t>management plan for each child</w:t>
      </w:r>
    </w:p>
    <w:p w14:paraId="7DEAD826" w14:textId="77777777" w:rsidR="006E0F6B" w:rsidRPr="004412D8" w:rsidRDefault="006E0F6B" w:rsidP="00030469">
      <w:pPr>
        <w:pStyle w:val="Bullets1"/>
        <w:ind w:left="284" w:hanging="284"/>
        <w:rPr>
          <w:i/>
        </w:rPr>
      </w:pPr>
      <w:r>
        <w:t xml:space="preserve">following the strategies developed for the management of diabetes at the service (refer to Attachment 1 </w:t>
      </w:r>
      <w:r w:rsidRPr="000862F7">
        <w:t>– Strategies for the management of diabetes in children at the service</w:t>
      </w:r>
      <w:r>
        <w:t>)</w:t>
      </w:r>
    </w:p>
    <w:p w14:paraId="357331A7" w14:textId="77777777" w:rsidR="003B1BF5" w:rsidRDefault="003B1BF5" w:rsidP="00030469">
      <w:pPr>
        <w:pStyle w:val="Bullets1"/>
        <w:ind w:left="284" w:hanging="284"/>
      </w:pPr>
      <w:r w:rsidRPr="00924753">
        <w:rPr>
          <w:rFonts w:cs="Arial"/>
          <w:szCs w:val="20"/>
        </w:rPr>
        <w:t>organising appropriate training and professional development for educators and staff to enable them to work effectively with children with Type 1 Diabetes and their famil</w:t>
      </w:r>
      <w:r>
        <w:t>ies</w:t>
      </w:r>
    </w:p>
    <w:p w14:paraId="1F449349" w14:textId="77777777" w:rsidR="006E0F6B" w:rsidRDefault="006E0F6B" w:rsidP="00030469">
      <w:pPr>
        <w:pStyle w:val="Bullets1"/>
        <w:ind w:left="284" w:hanging="284"/>
      </w:pPr>
      <w:r>
        <w:t xml:space="preserve">ensuring that all staff, including casual and relief staff, are aware of children diagnosed with diabetes, symptoms of low blood sugar levels, and the location of medication and diabetes </w:t>
      </w:r>
      <w:r w:rsidR="00217C5B">
        <w:t xml:space="preserve">action and </w:t>
      </w:r>
      <w:r>
        <w:t>management plans</w:t>
      </w:r>
    </w:p>
    <w:p w14:paraId="24D3132A" w14:textId="31FBCFA6" w:rsidR="006E0F6B" w:rsidRPr="00033ADA" w:rsidRDefault="006E0F6B" w:rsidP="00030469">
      <w:pPr>
        <w:pStyle w:val="Bullets1"/>
        <w:ind w:left="284" w:hanging="284"/>
      </w:pPr>
      <w:r w:rsidRPr="00033ADA">
        <w:t>following the child’s diabetes</w:t>
      </w:r>
      <w:r w:rsidR="003930FA">
        <w:t xml:space="preserve"> action and </w:t>
      </w:r>
      <w:r w:rsidRPr="00033ADA">
        <w:t>management plan in the event of an incident at the service relating to their diabetes</w:t>
      </w:r>
    </w:p>
    <w:p w14:paraId="5092FC36" w14:textId="77777777" w:rsidR="00282571" w:rsidRDefault="006E0F6B" w:rsidP="00030469">
      <w:pPr>
        <w:pStyle w:val="Bullets1"/>
        <w:ind w:left="284" w:hanging="284"/>
      </w:pPr>
      <w:r>
        <w:t>following the risk minimisation plan for each enrolle</w:t>
      </w:r>
      <w:r w:rsidR="00770B8C">
        <w:t>d child diagnosed with diabetes</w:t>
      </w:r>
    </w:p>
    <w:p w14:paraId="31E2882C" w14:textId="77777777" w:rsidR="006E0F6B" w:rsidRDefault="006E0F6B" w:rsidP="00030469">
      <w:pPr>
        <w:pStyle w:val="Bullets1"/>
        <w:ind w:left="284" w:hanging="284"/>
      </w:pPr>
      <w:r>
        <w:t>ensuring that programmed activities and experiences take into consideration the individual needs of all children, including children diagnosed with diabetes</w:t>
      </w:r>
    </w:p>
    <w:p w14:paraId="5A8ED0AE" w14:textId="77777777" w:rsidR="006E0F6B" w:rsidRPr="00D73A08" w:rsidRDefault="006E0F6B" w:rsidP="00030469">
      <w:pPr>
        <w:pStyle w:val="Bullets1"/>
        <w:ind w:left="284" w:hanging="284"/>
      </w:pPr>
      <w:r>
        <w:t xml:space="preserve">communicating </w:t>
      </w:r>
      <w:r w:rsidR="004D3DAA">
        <w:t xml:space="preserve">daily </w:t>
      </w:r>
      <w:r>
        <w:t xml:space="preserve">with parents/guardians </w:t>
      </w:r>
      <w:r w:rsidRPr="00954F81">
        <w:t>regarding th</w:t>
      </w:r>
      <w:r>
        <w:t>e management of their child’s diabetes</w:t>
      </w:r>
    </w:p>
    <w:p w14:paraId="33E8951A" w14:textId="77777777" w:rsidR="006E0F6B" w:rsidRDefault="006E0F6B" w:rsidP="004D2F3C">
      <w:pPr>
        <w:pStyle w:val="Bullets1"/>
        <w:ind w:left="284" w:hanging="284"/>
      </w:pPr>
      <w:r>
        <w:t>ensuring that children diagnosed with diabetes are not discriminated against in any way and are able to participate fully in all programs and activities at the service</w:t>
      </w:r>
      <w:r w:rsidR="003A1724">
        <w:t>.</w:t>
      </w:r>
    </w:p>
    <w:p w14:paraId="7CACE3E1" w14:textId="77777777" w:rsidR="006E0F6B" w:rsidRDefault="00494805" w:rsidP="00587AE3">
      <w:pPr>
        <w:pStyle w:val="Heading4"/>
        <w:spacing w:before="170"/>
      </w:pPr>
      <w:r>
        <w:t xml:space="preserve">Educators and other </w:t>
      </w:r>
      <w:r w:rsidR="006E0F6B">
        <w:t>staff are responsible for:</w:t>
      </w:r>
    </w:p>
    <w:p w14:paraId="0FAF1BFD" w14:textId="77777777" w:rsidR="006E0F6B" w:rsidRDefault="006E0F6B" w:rsidP="004556A8">
      <w:pPr>
        <w:pStyle w:val="Bullets1"/>
        <w:ind w:left="284" w:hanging="284"/>
      </w:pPr>
      <w:r>
        <w:t xml:space="preserve">reading and complying with this </w:t>
      </w:r>
      <w:r w:rsidRPr="00033ADA">
        <w:rPr>
          <w:i/>
        </w:rPr>
        <w:t>Diabetes Policy</w:t>
      </w:r>
      <w:r>
        <w:t xml:space="preserve"> and the </w:t>
      </w:r>
      <w:r w:rsidRPr="00033ADA">
        <w:rPr>
          <w:i/>
        </w:rPr>
        <w:t>Dealing with Medical Conditions Policy</w:t>
      </w:r>
    </w:p>
    <w:p w14:paraId="4BD16617" w14:textId="77777777" w:rsidR="006E0F6B" w:rsidRDefault="006E0F6B" w:rsidP="004556A8">
      <w:pPr>
        <w:pStyle w:val="Bullets1"/>
        <w:ind w:left="284" w:hanging="284"/>
      </w:pPr>
      <w:r>
        <w:t xml:space="preserve">following the strategies developed for the management of diabetes at the service (refer to Attachment 1 </w:t>
      </w:r>
      <w:r w:rsidRPr="000862F7">
        <w:t xml:space="preserve">– </w:t>
      </w:r>
      <w:r w:rsidRPr="000862F7">
        <w:rPr>
          <w:rFonts w:cs="Arial"/>
        </w:rPr>
        <w:t>Strategies for the management of diabetes in children at the service</w:t>
      </w:r>
      <w:r>
        <w:t>)</w:t>
      </w:r>
    </w:p>
    <w:p w14:paraId="3B466E80" w14:textId="77777777" w:rsidR="003B1BF5" w:rsidRPr="003B1BF5" w:rsidRDefault="003B1BF5" w:rsidP="004556A8">
      <w:pPr>
        <w:pStyle w:val="Bullets1"/>
        <w:ind w:left="284" w:hanging="284"/>
        <w:rPr>
          <w:szCs w:val="20"/>
        </w:rPr>
      </w:pPr>
      <w:r w:rsidRPr="00924753">
        <w:rPr>
          <w:rFonts w:cs="Arial"/>
          <w:szCs w:val="20"/>
        </w:rPr>
        <w:t>working with individual parents/guardians to determine the most appropriate support for their child</w:t>
      </w:r>
    </w:p>
    <w:p w14:paraId="1809FECB" w14:textId="77777777" w:rsidR="006E0F6B" w:rsidRDefault="006E0F6B" w:rsidP="004556A8">
      <w:pPr>
        <w:pStyle w:val="Bullets1"/>
        <w:ind w:left="284" w:hanging="284"/>
      </w:pPr>
      <w:r>
        <w:t xml:space="preserve">following the risk minimisation plan for each enrolled </w:t>
      </w:r>
      <w:r w:rsidR="002A097E">
        <w:t>child diagnosed with diabetes</w:t>
      </w:r>
    </w:p>
    <w:p w14:paraId="52806080" w14:textId="77777777" w:rsidR="006E0F6B" w:rsidRDefault="006E0F6B" w:rsidP="004556A8">
      <w:pPr>
        <w:pStyle w:val="Bullets1"/>
        <w:ind w:left="284" w:hanging="284"/>
      </w:pPr>
      <w:r>
        <w:t>knowing which children are diagnosed with diabetes, and the location</w:t>
      </w:r>
      <w:r w:rsidR="00282571">
        <w:t xml:space="preserve"> of</w:t>
      </w:r>
      <w:r>
        <w:t xml:space="preserve"> their medication and diabetes </w:t>
      </w:r>
      <w:r w:rsidR="00217C5B">
        <w:t xml:space="preserve">action and </w:t>
      </w:r>
      <w:r>
        <w:t>management plans</w:t>
      </w:r>
    </w:p>
    <w:p w14:paraId="2202F587" w14:textId="2D518702" w:rsidR="006E0F6B" w:rsidRPr="00033ADA" w:rsidRDefault="006E0F6B" w:rsidP="004556A8">
      <w:pPr>
        <w:pStyle w:val="Bullets1"/>
        <w:ind w:left="284" w:hanging="284"/>
      </w:pPr>
      <w:r w:rsidRPr="00033ADA">
        <w:t>following the child’s diabetes</w:t>
      </w:r>
      <w:r w:rsidR="003930FA">
        <w:t xml:space="preserve"> action and </w:t>
      </w:r>
      <w:r w:rsidRPr="00033ADA">
        <w:t>management plan in the event of an incident at the service relating to their diabetes</w:t>
      </w:r>
    </w:p>
    <w:p w14:paraId="66920C84" w14:textId="77777777" w:rsidR="006E0F6B" w:rsidRPr="00D73A08" w:rsidRDefault="006E0F6B" w:rsidP="004556A8">
      <w:pPr>
        <w:pStyle w:val="Bullets1"/>
        <w:ind w:left="284" w:hanging="284"/>
      </w:pPr>
      <w:r>
        <w:t xml:space="preserve">communicating </w:t>
      </w:r>
      <w:r w:rsidR="004D3DAA">
        <w:t xml:space="preserve">daily </w:t>
      </w:r>
      <w:r>
        <w:t xml:space="preserve">with parents/guardians </w:t>
      </w:r>
      <w:r w:rsidRPr="00954F81">
        <w:t>regarding th</w:t>
      </w:r>
      <w:r>
        <w:t>e management of their child’s medical condition</w:t>
      </w:r>
    </w:p>
    <w:p w14:paraId="0BF700F1" w14:textId="77777777" w:rsidR="000922EE" w:rsidRDefault="006E0F6B" w:rsidP="004556A8">
      <w:pPr>
        <w:pStyle w:val="Bullets1"/>
        <w:ind w:left="284" w:hanging="284"/>
      </w:pPr>
      <w:r>
        <w:t>ensuring that children diagnosed with diabetes are not discriminated against in any way and are able to participate fully in all programs and activities at the service</w:t>
      </w:r>
      <w:r w:rsidR="003A1724">
        <w:t>.</w:t>
      </w:r>
    </w:p>
    <w:p w14:paraId="1DEBE0FD" w14:textId="77777777" w:rsidR="006E0F6B" w:rsidRPr="008F44C5" w:rsidRDefault="006E0F6B" w:rsidP="00587AE3">
      <w:pPr>
        <w:pStyle w:val="Heading4"/>
        <w:spacing w:before="170"/>
      </w:pPr>
      <w:r w:rsidRPr="00033ADA">
        <w:rPr>
          <w:u w:val="single"/>
        </w:rPr>
        <w:lastRenderedPageBreak/>
        <w:t>All</w:t>
      </w:r>
      <w:r>
        <w:t xml:space="preserve"> p</w:t>
      </w:r>
      <w:r w:rsidRPr="008F44C5">
        <w:t>arents/guardians are responsible for:</w:t>
      </w:r>
    </w:p>
    <w:p w14:paraId="7D230FAA" w14:textId="77777777" w:rsidR="006E0F6B" w:rsidRPr="00743A7E" w:rsidRDefault="006E0F6B" w:rsidP="00233293">
      <w:pPr>
        <w:pStyle w:val="Bullets1"/>
        <w:ind w:left="284" w:hanging="284"/>
      </w:pPr>
      <w:r w:rsidRPr="008F6E86">
        <w:t>reading and complying with th</w:t>
      </w:r>
      <w:r>
        <w:t xml:space="preserve">is </w:t>
      </w:r>
      <w:r w:rsidRPr="00033ADA">
        <w:rPr>
          <w:i/>
        </w:rPr>
        <w:t>Diabetes Policy</w:t>
      </w:r>
      <w:r>
        <w:t xml:space="preserve">, diabetes management strategies (refer to Attachment 1 </w:t>
      </w:r>
      <w:r w:rsidRPr="000862F7">
        <w:t xml:space="preserve">– </w:t>
      </w:r>
      <w:r w:rsidRPr="000862F7">
        <w:rPr>
          <w:rFonts w:cs="Arial"/>
        </w:rPr>
        <w:t>Strategies for the management of diabetes in children at the service</w:t>
      </w:r>
      <w:r>
        <w:t xml:space="preserve">), and the </w:t>
      </w:r>
      <w:r w:rsidRPr="00033ADA">
        <w:rPr>
          <w:i/>
        </w:rPr>
        <w:t>Dealing with Medical Conditions Policy</w:t>
      </w:r>
      <w:r>
        <w:rPr>
          <w:i/>
        </w:rPr>
        <w:t>.</w:t>
      </w:r>
    </w:p>
    <w:p w14:paraId="451CF115" w14:textId="77777777" w:rsidR="006E0F6B" w:rsidRPr="00743A7E" w:rsidRDefault="006E0F6B" w:rsidP="00587AE3">
      <w:pPr>
        <w:pStyle w:val="Heading4"/>
        <w:spacing w:before="170"/>
      </w:pPr>
      <w:r w:rsidRPr="008F44C5">
        <w:t xml:space="preserve">Parents/guardians </w:t>
      </w:r>
      <w:r>
        <w:t xml:space="preserve">of children diagnosed with type 1 diabetes </w:t>
      </w:r>
      <w:r w:rsidRPr="008F44C5">
        <w:t>are responsible for</w:t>
      </w:r>
      <w:r>
        <w:t>:</w:t>
      </w:r>
    </w:p>
    <w:p w14:paraId="02598414" w14:textId="4CA377D2" w:rsidR="006E0F6B" w:rsidRPr="00033ADA" w:rsidRDefault="006E0F6B" w:rsidP="00233293">
      <w:pPr>
        <w:pStyle w:val="Bullets1"/>
        <w:ind w:left="284" w:hanging="284"/>
      </w:pPr>
      <w:r w:rsidRPr="00033ADA">
        <w:t>providing the service with a current diabetes</w:t>
      </w:r>
      <w:r w:rsidR="003930FA">
        <w:t xml:space="preserve"> action and </w:t>
      </w:r>
      <w:r w:rsidRPr="00033ADA">
        <w:t>management plan prepared specifically for their child by their diabetes medical specialist team</w:t>
      </w:r>
      <w:r w:rsidR="003930FA">
        <w:t xml:space="preserve"> and signed off by all relevant parties</w:t>
      </w:r>
    </w:p>
    <w:p w14:paraId="3F2CB7C0" w14:textId="77777777" w:rsidR="006E0F6B" w:rsidRDefault="006E0F6B" w:rsidP="00233293">
      <w:pPr>
        <w:pStyle w:val="Bullets1"/>
        <w:ind w:left="284" w:hanging="284"/>
      </w:pPr>
      <w:r>
        <w:t>working with the Approved Provider to develop a risk mi</w:t>
      </w:r>
      <w:r w:rsidR="002A097E">
        <w:t>nimisation plan for their child</w:t>
      </w:r>
    </w:p>
    <w:p w14:paraId="31921B58" w14:textId="77777777" w:rsidR="006E0F6B" w:rsidRDefault="006E0F6B" w:rsidP="00233293">
      <w:pPr>
        <w:pStyle w:val="Bullets1"/>
        <w:ind w:left="284" w:hanging="284"/>
      </w:pPr>
      <w:r>
        <w:t xml:space="preserve">working with the Approved Provider to develop </w:t>
      </w:r>
      <w:r w:rsidR="002A097E">
        <w:t>a communication plan</w:t>
      </w:r>
    </w:p>
    <w:p w14:paraId="4D2FBA3D" w14:textId="77777777" w:rsidR="003B1BF5" w:rsidRPr="003B1BF5" w:rsidRDefault="003B1BF5" w:rsidP="00233293">
      <w:pPr>
        <w:pStyle w:val="Bullets1"/>
        <w:ind w:left="284" w:hanging="284"/>
        <w:rPr>
          <w:szCs w:val="20"/>
        </w:rPr>
      </w:pPr>
      <w:r w:rsidRPr="00FC7D43">
        <w:rPr>
          <w:rFonts w:cs="Arial"/>
          <w:szCs w:val="20"/>
        </w:rPr>
        <w:t>working with educators and staff to assist them to provide the most appropriate support for their child</w:t>
      </w:r>
    </w:p>
    <w:p w14:paraId="3B0883A3" w14:textId="77777777" w:rsidR="006E0F6B" w:rsidRPr="00743A7E" w:rsidRDefault="006E0F6B" w:rsidP="00233293">
      <w:pPr>
        <w:pStyle w:val="Bullets1"/>
        <w:ind w:left="284" w:hanging="284"/>
      </w:pPr>
      <w:r>
        <w:t xml:space="preserve">ensuring that they provide the service with any equipment, </w:t>
      </w:r>
      <w:proofErr w:type="gramStart"/>
      <w:r>
        <w:t>medication</w:t>
      </w:r>
      <w:proofErr w:type="gramEnd"/>
      <w:r>
        <w:t xml:space="preserve"> or treatment, as specified in the child’s individual diabetes </w:t>
      </w:r>
      <w:r w:rsidR="00217C5B">
        <w:t xml:space="preserve">action and </w:t>
      </w:r>
      <w:r>
        <w:t>management plan.</w:t>
      </w:r>
    </w:p>
    <w:p w14:paraId="50AED703" w14:textId="77777777" w:rsidR="006E0F6B" w:rsidRPr="00491F76" w:rsidRDefault="006E0F6B" w:rsidP="00282571">
      <w:pPr>
        <w:pStyle w:val="Heading4"/>
        <w:keepNext w:val="0"/>
        <w:spacing w:before="170"/>
      </w:pPr>
      <w:r w:rsidRPr="00491F76">
        <w:t xml:space="preserve">Volunteers and students, while at the service, are responsible for following this policy and </w:t>
      </w:r>
      <w:r>
        <w:t xml:space="preserve">its </w:t>
      </w:r>
      <w:r w:rsidR="002A097E">
        <w:t>procedures.</w:t>
      </w:r>
    </w:p>
    <w:p w14:paraId="5E7B5CEA" w14:textId="77777777" w:rsidR="006E0F6B" w:rsidRPr="0003794F" w:rsidRDefault="006E0F6B" w:rsidP="00282571">
      <w:pPr>
        <w:pStyle w:val="Heading1"/>
      </w:pPr>
      <w:r w:rsidRPr="0003794F">
        <w:t>Evaluation</w:t>
      </w:r>
    </w:p>
    <w:p w14:paraId="3DA85A25" w14:textId="77777777" w:rsidR="006E0F6B" w:rsidRPr="000A2267" w:rsidRDefault="006E0F6B" w:rsidP="00282571">
      <w:pPr>
        <w:pStyle w:val="BodyText3ptAfter"/>
        <w:keepNext/>
        <w:rPr>
          <w:lang w:val="en-US"/>
        </w:rPr>
      </w:pPr>
      <w:proofErr w:type="gramStart"/>
      <w:r w:rsidRPr="000A2267">
        <w:rPr>
          <w:lang w:val="en-US"/>
        </w:rPr>
        <w:t>In order to</w:t>
      </w:r>
      <w:proofErr w:type="gramEnd"/>
      <w:r w:rsidRPr="000A2267">
        <w:rPr>
          <w:lang w:val="en-US"/>
        </w:rPr>
        <w:t xml:space="preserve"> assess whether the values and purposes of the policy have been achieved, the Approved Provider will:</w:t>
      </w:r>
    </w:p>
    <w:p w14:paraId="7E970ECF" w14:textId="77777777" w:rsidR="006E0F6B" w:rsidRPr="00954F81" w:rsidRDefault="006E0F6B" w:rsidP="00A045DE">
      <w:pPr>
        <w:pStyle w:val="Bullets1"/>
        <w:ind w:left="284" w:hanging="284"/>
      </w:pPr>
      <w:r>
        <w:t>s</w:t>
      </w:r>
      <w:r w:rsidRPr="00954F81">
        <w:t>electively audit enrolment checklists (for example, annually) to ensure that documentation is current and complete</w:t>
      </w:r>
    </w:p>
    <w:p w14:paraId="04202572" w14:textId="77777777" w:rsidR="006E0F6B" w:rsidRPr="000A2267" w:rsidRDefault="006E0F6B" w:rsidP="00A045DE">
      <w:pPr>
        <w:pStyle w:val="Bullets1"/>
        <w:ind w:left="284" w:hanging="284"/>
        <w:rPr>
          <w:lang w:val="en-US"/>
        </w:rPr>
      </w:pPr>
      <w:r w:rsidRPr="000A2267">
        <w:rPr>
          <w:lang w:val="en-US"/>
        </w:rPr>
        <w:t>regularly seek feedback from everyone affected by the policy regarding its effectiveness</w:t>
      </w:r>
    </w:p>
    <w:p w14:paraId="60493ED5" w14:textId="77777777" w:rsidR="006E0F6B" w:rsidRPr="000A2267" w:rsidRDefault="006E0F6B" w:rsidP="00A045DE">
      <w:pPr>
        <w:pStyle w:val="Bullets1"/>
        <w:ind w:left="284" w:hanging="284"/>
        <w:rPr>
          <w:lang w:val="en-US"/>
        </w:rPr>
      </w:pPr>
      <w:r w:rsidRPr="000A2267">
        <w:rPr>
          <w:lang w:val="en-US"/>
        </w:rPr>
        <w:t xml:space="preserve">monitor the implementation, compliance, </w:t>
      </w:r>
      <w:proofErr w:type="gramStart"/>
      <w:r w:rsidRPr="000A2267">
        <w:rPr>
          <w:lang w:val="en-US"/>
        </w:rPr>
        <w:t>complaints</w:t>
      </w:r>
      <w:proofErr w:type="gramEnd"/>
      <w:r w:rsidRPr="000A2267">
        <w:rPr>
          <w:lang w:val="en-US"/>
        </w:rPr>
        <w:t xml:space="preserve"> and incidents in relation to this policy</w:t>
      </w:r>
    </w:p>
    <w:p w14:paraId="74FC68F6" w14:textId="77777777" w:rsidR="006E0F6B" w:rsidRPr="000A2267" w:rsidRDefault="006E0F6B" w:rsidP="00A045DE">
      <w:pPr>
        <w:pStyle w:val="Bullets1"/>
        <w:ind w:left="284" w:hanging="284"/>
        <w:rPr>
          <w:lang w:val="en-US"/>
        </w:rPr>
      </w:pPr>
      <w:r w:rsidRPr="000A2267">
        <w:rPr>
          <w:lang w:val="en-US"/>
        </w:rPr>
        <w:t xml:space="preserve">keep the policy up to date with current legislation, research, </w:t>
      </w:r>
      <w:proofErr w:type="gramStart"/>
      <w:r w:rsidRPr="000A2267">
        <w:rPr>
          <w:lang w:val="en-US"/>
        </w:rPr>
        <w:t>policy</w:t>
      </w:r>
      <w:proofErr w:type="gramEnd"/>
      <w:r w:rsidRPr="000A2267">
        <w:rPr>
          <w:lang w:val="en-US"/>
        </w:rPr>
        <w:t xml:space="preserve"> and best practice</w:t>
      </w:r>
    </w:p>
    <w:p w14:paraId="1253A1AD" w14:textId="77777777" w:rsidR="006E0F6B" w:rsidRPr="00400F94" w:rsidRDefault="006E0F6B" w:rsidP="00A045DE">
      <w:pPr>
        <w:pStyle w:val="Bullets1"/>
        <w:ind w:left="284" w:hanging="284"/>
        <w:rPr>
          <w:b/>
        </w:rPr>
      </w:pPr>
      <w:r w:rsidRPr="008379FF">
        <w:rPr>
          <w:lang w:val="en-US"/>
        </w:rPr>
        <w:t xml:space="preserve">revise the policy and procedures as part of the service’s policy review cycle, or following </w:t>
      </w:r>
      <w:r>
        <w:rPr>
          <w:lang w:val="en-US"/>
        </w:rPr>
        <w:t>a hypo emergency</w:t>
      </w:r>
      <w:r w:rsidRPr="008379FF">
        <w:rPr>
          <w:lang w:val="en-US"/>
        </w:rPr>
        <w:t xml:space="preserve"> at the service</w:t>
      </w:r>
      <w:r>
        <w:rPr>
          <w:lang w:val="en-US"/>
        </w:rPr>
        <w:t>,</w:t>
      </w:r>
      <w:r w:rsidRPr="008379FF">
        <w:rPr>
          <w:lang w:val="en-US"/>
        </w:rPr>
        <w:t xml:space="preserve"> </w:t>
      </w:r>
      <w:r>
        <w:rPr>
          <w:lang w:val="en-US"/>
        </w:rPr>
        <w:t>to identify any changes required</w:t>
      </w:r>
    </w:p>
    <w:p w14:paraId="2D6E2A83" w14:textId="77777777" w:rsidR="006E0F6B" w:rsidRPr="00400F94" w:rsidRDefault="00A16FDE" w:rsidP="00A045DE">
      <w:pPr>
        <w:pStyle w:val="Bullets1"/>
        <w:ind w:left="284" w:hanging="284"/>
        <w:rPr>
          <w:b/>
        </w:rPr>
      </w:pPr>
      <w:proofErr w:type="gramStart"/>
      <w:r>
        <w:rPr>
          <w:lang w:val="en-US"/>
        </w:rPr>
        <w:t>make policies available at all times</w:t>
      </w:r>
      <w:proofErr w:type="gramEnd"/>
      <w:r>
        <w:rPr>
          <w:lang w:val="en-US"/>
        </w:rPr>
        <w:t xml:space="preserve"> so that anyone can make comment on them</w:t>
      </w:r>
      <w:r w:rsidR="002A097E">
        <w:rPr>
          <w:lang w:val="en-US"/>
        </w:rPr>
        <w:t>.</w:t>
      </w:r>
    </w:p>
    <w:sectPr w:rsidR="006E0F6B" w:rsidRPr="00400F94" w:rsidSect="00E42A35">
      <w:footerReference w:type="default" r:id="rId17"/>
      <w:type w:val="continuous"/>
      <w:pgSz w:w="11906" w:h="16838" w:code="9"/>
      <w:pgMar w:top="1021" w:right="1418" w:bottom="1560" w:left="1418" w:header="567" w:footer="42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3C5A6" w14:textId="77777777" w:rsidR="000A3041" w:rsidRDefault="000A3041" w:rsidP="002D4B54">
      <w:pPr>
        <w:spacing w:after="0"/>
      </w:pPr>
      <w:r>
        <w:separator/>
      </w:r>
    </w:p>
  </w:endnote>
  <w:endnote w:type="continuationSeparator" w:id="0">
    <w:p w14:paraId="17A759BB" w14:textId="77777777" w:rsidR="000A3041" w:rsidRDefault="000A3041" w:rsidP="002D4B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ont243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6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CellMar>
        <w:top w:w="5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8"/>
      <w:gridCol w:w="4532"/>
    </w:tblGrid>
    <w:tr w:rsidR="00A25BD5" w:rsidRPr="00401F1C" w14:paraId="4DD341EA" w14:textId="77777777" w:rsidTr="005F1D3F">
      <w:tc>
        <w:tcPr>
          <w:tcW w:w="4643" w:type="dxa"/>
          <w:shd w:val="clear" w:color="auto" w:fill="auto"/>
        </w:tcPr>
        <w:p w14:paraId="497FECBC" w14:textId="77777777" w:rsidR="00A25BD5" w:rsidRPr="00401F1C" w:rsidRDefault="00A25BD5" w:rsidP="00F03AC2">
          <w:pPr>
            <w:pStyle w:val="Footer"/>
          </w:pPr>
          <w:r w:rsidRPr="00401F1C">
            <w:t xml:space="preserve">© </w:t>
          </w:r>
          <w:r w:rsidR="007323B6">
            <w:t>2019</w:t>
          </w:r>
          <w:r w:rsidR="004B197C">
            <w:t xml:space="preserve"> Early Learning Association Australia</w:t>
          </w:r>
        </w:p>
        <w:p w14:paraId="4BA9BD91" w14:textId="77777777" w:rsidR="00A25BD5" w:rsidRPr="00401F1C" w:rsidRDefault="00A25BD5" w:rsidP="00F03AC2">
          <w:pPr>
            <w:pStyle w:val="Footer"/>
          </w:pPr>
          <w:r w:rsidRPr="00401F1C">
            <w:t>Telephone 03 9489 3500 or 1300 730 119 (rural)</w:t>
          </w:r>
        </w:p>
      </w:tc>
      <w:tc>
        <w:tcPr>
          <w:tcW w:w="4643" w:type="dxa"/>
          <w:shd w:val="clear" w:color="auto" w:fill="auto"/>
        </w:tcPr>
        <w:p w14:paraId="49DA3246" w14:textId="6387BE38" w:rsidR="00A25BD5" w:rsidRPr="004B197C" w:rsidRDefault="00572916" w:rsidP="005F1D3F">
          <w:pPr>
            <w:pStyle w:val="Footer"/>
            <w:jc w:val="right"/>
          </w:pPr>
          <w:fldSimple w:instr=" STYLEREF  Title  \* MERGEFORMAT ">
            <w:r w:rsidR="00D33692" w:rsidRPr="00D33692">
              <w:rPr>
                <w:bCs/>
                <w:noProof/>
                <w:lang w:val="en-US"/>
              </w:rPr>
              <w:t>Diabetes Policy</w:t>
            </w:r>
          </w:fldSimple>
          <w:r w:rsidR="004B197C">
            <w:rPr>
              <w:b/>
              <w:bCs/>
              <w:noProof/>
              <w:lang w:val="en-US"/>
            </w:rPr>
            <w:t xml:space="preserve"> </w:t>
          </w:r>
          <w:r w:rsidR="004B197C" w:rsidRPr="00924753">
            <w:rPr>
              <w:bCs/>
              <w:noProof/>
              <w:lang w:val="en-US"/>
            </w:rPr>
            <w:t>(</w:t>
          </w:r>
          <w:r w:rsidR="007323B6">
            <w:rPr>
              <w:bCs/>
              <w:noProof/>
              <w:lang w:val="en-US"/>
            </w:rPr>
            <w:t>July 2019</w:t>
          </w:r>
          <w:r w:rsidR="004B197C" w:rsidRPr="00924753">
            <w:rPr>
              <w:bCs/>
              <w:noProof/>
              <w:lang w:val="en-US"/>
            </w:rPr>
            <w:t>)</w:t>
          </w:r>
        </w:p>
        <w:p w14:paraId="52C79606" w14:textId="77777777" w:rsidR="00F03AC2" w:rsidRPr="00401F1C" w:rsidRDefault="00F03AC2" w:rsidP="005F1D3F">
          <w:pPr>
            <w:pStyle w:val="Footer"/>
            <w:jc w:val="right"/>
          </w:pPr>
          <w:r w:rsidRPr="00401F1C">
            <w:t xml:space="preserve">Page </w:t>
          </w:r>
          <w:r w:rsidR="00286B4F" w:rsidRPr="00401F1C">
            <w:fldChar w:fldCharType="begin"/>
          </w:r>
          <w:r w:rsidR="00436153" w:rsidRPr="00401F1C">
            <w:instrText xml:space="preserve"> PAGE </w:instrText>
          </w:r>
          <w:r w:rsidR="00286B4F" w:rsidRPr="00401F1C">
            <w:fldChar w:fldCharType="separate"/>
          </w:r>
          <w:r w:rsidR="002D540A">
            <w:rPr>
              <w:noProof/>
            </w:rPr>
            <w:t>3</w:t>
          </w:r>
          <w:r w:rsidR="00286B4F" w:rsidRPr="00401F1C">
            <w:rPr>
              <w:noProof/>
            </w:rPr>
            <w:fldChar w:fldCharType="end"/>
          </w:r>
          <w:r w:rsidRPr="00401F1C">
            <w:t xml:space="preserve"> of </w:t>
          </w:r>
          <w:r w:rsidR="000A3041">
            <w:fldChar w:fldCharType="begin"/>
          </w:r>
          <w:r w:rsidR="000A3041">
            <w:instrText xml:space="preserve"> NUMPAGES  </w:instrText>
          </w:r>
          <w:r w:rsidR="000A3041">
            <w:fldChar w:fldCharType="separate"/>
          </w:r>
          <w:r w:rsidR="002D540A">
            <w:rPr>
              <w:noProof/>
            </w:rPr>
            <w:t>8</w:t>
          </w:r>
          <w:r w:rsidR="000A3041">
            <w:rPr>
              <w:noProof/>
            </w:rPr>
            <w:fldChar w:fldCharType="end"/>
          </w:r>
        </w:p>
      </w:tc>
    </w:tr>
  </w:tbl>
  <w:p w14:paraId="3C9490C4" w14:textId="77777777" w:rsidR="00A25BD5" w:rsidRPr="00A25BD5" w:rsidRDefault="00A25BD5" w:rsidP="00F03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1CC3" w14:textId="77777777" w:rsidR="000A3041" w:rsidRDefault="000A3041" w:rsidP="002D4B54">
      <w:pPr>
        <w:spacing w:after="0"/>
      </w:pPr>
      <w:r>
        <w:separator/>
      </w:r>
    </w:p>
  </w:footnote>
  <w:footnote w:type="continuationSeparator" w:id="0">
    <w:p w14:paraId="7B19978A" w14:textId="77777777" w:rsidR="000A3041" w:rsidRDefault="000A3041" w:rsidP="002D4B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688E"/>
    <w:multiLevelType w:val="multilevel"/>
    <w:tmpl w:val="9796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B50031"/>
    <w:multiLevelType w:val="multilevel"/>
    <w:tmpl w:val="D0E20F7C"/>
    <w:lvl w:ilvl="0">
      <w:start w:val="1"/>
      <w:numFmt w:val="decimal"/>
      <w:pStyle w:val="Attachment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AttachmentNumberedHeading2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D01FAF"/>
    <w:multiLevelType w:val="hybridMultilevel"/>
    <w:tmpl w:val="2D66E750"/>
    <w:lvl w:ilvl="0" w:tplc="98986950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DEFC0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8B04C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2A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26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39D06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CA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4C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268E7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A0ABC"/>
    <w:multiLevelType w:val="hybridMultilevel"/>
    <w:tmpl w:val="E9CE13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86B33"/>
    <w:multiLevelType w:val="multilevel"/>
    <w:tmpl w:val="D7AA215E"/>
    <w:styleLink w:val="Bullets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43F1CD2"/>
    <w:multiLevelType w:val="hybridMultilevel"/>
    <w:tmpl w:val="2320DB78"/>
    <w:lvl w:ilvl="0" w:tplc="2B76C8E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B7639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9AE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CC5B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694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8ECF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B26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E8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F0C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BE326E"/>
    <w:multiLevelType w:val="multilevel"/>
    <w:tmpl w:val="D7AA215E"/>
    <w:numStyleLink w:val="Bullets"/>
  </w:abstractNum>
  <w:abstractNum w:abstractNumId="7" w15:restartNumberingAfterBreak="0">
    <w:nsid w:val="42753A75"/>
    <w:multiLevelType w:val="hybridMultilevel"/>
    <w:tmpl w:val="C406C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290AA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36AB0"/>
    <w:multiLevelType w:val="multilevel"/>
    <w:tmpl w:val="4076464E"/>
    <w:lvl w:ilvl="0">
      <w:start w:val="1"/>
      <w:numFmt w:val="bullet"/>
      <w:pStyle w:val="Bullets1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bullet"/>
      <w:pStyle w:val="Bullets2"/>
      <w:lvlText w:val="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pStyle w:val="Bullets3"/>
      <w:lvlText w:val=""/>
      <w:lvlJc w:val="left"/>
      <w:pPr>
        <w:ind w:left="652" w:hanging="226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54E051B"/>
    <w:multiLevelType w:val="hybridMultilevel"/>
    <w:tmpl w:val="30BE4942"/>
    <w:lvl w:ilvl="0" w:tplc="00169406">
      <w:start w:val="1"/>
      <w:numFmt w:val="decimal"/>
      <w:pStyle w:val="Policylist1"/>
      <w:lvlText w:val="%1."/>
      <w:lvlJc w:val="left"/>
      <w:pPr>
        <w:ind w:left="720" w:hanging="360"/>
      </w:pPr>
      <w:rPr>
        <w:rFonts w:hint="default"/>
      </w:rPr>
    </w:lvl>
    <w:lvl w:ilvl="1" w:tplc="56AA3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CC102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41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0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8E5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01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43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86420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F774E"/>
    <w:multiLevelType w:val="multilevel"/>
    <w:tmpl w:val="C38EA458"/>
    <w:name w:val="KPVAlpha"/>
    <w:lvl w:ilvl="0">
      <w:start w:val="1"/>
      <w:numFmt w:val="lowerLetter"/>
      <w:pStyle w:val="AlphaList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Roman"/>
      <w:pStyle w:val="AlphaList2"/>
      <w:lvlText w:val="%2)"/>
      <w:lvlJc w:val="left"/>
      <w:pPr>
        <w:ind w:left="51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2E5609"/>
    <w:multiLevelType w:val="hybridMultilevel"/>
    <w:tmpl w:val="0540BFC0"/>
    <w:lvl w:ilvl="0" w:tplc="EAD6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04C1F"/>
    <w:multiLevelType w:val="multilevel"/>
    <w:tmpl w:val="F132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3159F5"/>
    <w:multiLevelType w:val="hybridMultilevel"/>
    <w:tmpl w:val="DD4C6468"/>
    <w:lvl w:ilvl="0" w:tplc="9FA4D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0EBC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font243" w:hint="default"/>
      </w:rPr>
    </w:lvl>
    <w:lvl w:ilvl="2" w:tplc="D2F0DE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9CE7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D22D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font243" w:hint="default"/>
      </w:rPr>
    </w:lvl>
    <w:lvl w:ilvl="5" w:tplc="8E0E5B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4CE59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6E85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font243" w:hint="default"/>
      </w:rPr>
    </w:lvl>
    <w:lvl w:ilvl="8" w:tplc="9550AF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A45FB8"/>
    <w:multiLevelType w:val="hybridMultilevel"/>
    <w:tmpl w:val="B5368E7E"/>
    <w:lvl w:ilvl="0" w:tplc="29F27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E069EC" w:tentative="1">
      <w:start w:val="1"/>
      <w:numFmt w:val="lowerLetter"/>
      <w:lvlText w:val="%2."/>
      <w:lvlJc w:val="left"/>
      <w:pPr>
        <w:ind w:left="1440" w:hanging="360"/>
      </w:pPr>
    </w:lvl>
    <w:lvl w:ilvl="2" w:tplc="E55C9C7E" w:tentative="1">
      <w:start w:val="1"/>
      <w:numFmt w:val="lowerRoman"/>
      <w:lvlText w:val="%3."/>
      <w:lvlJc w:val="right"/>
      <w:pPr>
        <w:ind w:left="2160" w:hanging="180"/>
      </w:pPr>
    </w:lvl>
    <w:lvl w:ilvl="3" w:tplc="2C564F7C" w:tentative="1">
      <w:start w:val="1"/>
      <w:numFmt w:val="decimal"/>
      <w:lvlText w:val="%4."/>
      <w:lvlJc w:val="left"/>
      <w:pPr>
        <w:ind w:left="2880" w:hanging="360"/>
      </w:pPr>
    </w:lvl>
    <w:lvl w:ilvl="4" w:tplc="DFB0073E" w:tentative="1">
      <w:start w:val="1"/>
      <w:numFmt w:val="lowerLetter"/>
      <w:lvlText w:val="%5."/>
      <w:lvlJc w:val="left"/>
      <w:pPr>
        <w:ind w:left="3600" w:hanging="360"/>
      </w:pPr>
    </w:lvl>
    <w:lvl w:ilvl="5" w:tplc="11F06A20" w:tentative="1">
      <w:start w:val="1"/>
      <w:numFmt w:val="lowerRoman"/>
      <w:lvlText w:val="%6."/>
      <w:lvlJc w:val="right"/>
      <w:pPr>
        <w:ind w:left="4320" w:hanging="180"/>
      </w:pPr>
    </w:lvl>
    <w:lvl w:ilvl="6" w:tplc="DC204676" w:tentative="1">
      <w:start w:val="1"/>
      <w:numFmt w:val="decimal"/>
      <w:lvlText w:val="%7."/>
      <w:lvlJc w:val="left"/>
      <w:pPr>
        <w:ind w:left="5040" w:hanging="360"/>
      </w:pPr>
    </w:lvl>
    <w:lvl w:ilvl="7" w:tplc="B14C5AA0" w:tentative="1">
      <w:start w:val="1"/>
      <w:numFmt w:val="lowerLetter"/>
      <w:lvlText w:val="%8."/>
      <w:lvlJc w:val="left"/>
      <w:pPr>
        <w:ind w:left="5760" w:hanging="360"/>
      </w:pPr>
    </w:lvl>
    <w:lvl w:ilvl="8" w:tplc="48DC6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B4C37"/>
    <w:multiLevelType w:val="hybridMultilevel"/>
    <w:tmpl w:val="A07A14A6"/>
    <w:lvl w:ilvl="0" w:tplc="8A8A4310">
      <w:start w:val="1"/>
      <w:numFmt w:val="bullet"/>
      <w:pStyle w:val="Tablebullets2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72B7B"/>
    <w:multiLevelType w:val="hybridMultilevel"/>
    <w:tmpl w:val="81EEF78C"/>
    <w:lvl w:ilvl="0" w:tplc="759C7BD0">
      <w:start w:val="1"/>
      <w:numFmt w:val="decimal"/>
      <w:pStyle w:val="Heading2"/>
      <w:lvlText w:val="%1."/>
      <w:lvlJc w:val="left"/>
      <w:pPr>
        <w:ind w:left="720" w:hanging="360"/>
      </w:pPr>
    </w:lvl>
    <w:lvl w:ilvl="1" w:tplc="DF10F9B8" w:tentative="1">
      <w:start w:val="1"/>
      <w:numFmt w:val="lowerLetter"/>
      <w:lvlText w:val="%2."/>
      <w:lvlJc w:val="left"/>
      <w:pPr>
        <w:ind w:left="1440" w:hanging="360"/>
      </w:pPr>
    </w:lvl>
    <w:lvl w:ilvl="2" w:tplc="AFAE1A88" w:tentative="1">
      <w:start w:val="1"/>
      <w:numFmt w:val="lowerRoman"/>
      <w:lvlText w:val="%3."/>
      <w:lvlJc w:val="right"/>
      <w:pPr>
        <w:ind w:left="2160" w:hanging="180"/>
      </w:pPr>
    </w:lvl>
    <w:lvl w:ilvl="3" w:tplc="3D30C05E" w:tentative="1">
      <w:start w:val="1"/>
      <w:numFmt w:val="decimal"/>
      <w:lvlText w:val="%4."/>
      <w:lvlJc w:val="left"/>
      <w:pPr>
        <w:ind w:left="2880" w:hanging="360"/>
      </w:pPr>
    </w:lvl>
    <w:lvl w:ilvl="4" w:tplc="8EE2EDC6" w:tentative="1">
      <w:start w:val="1"/>
      <w:numFmt w:val="lowerLetter"/>
      <w:lvlText w:val="%5."/>
      <w:lvlJc w:val="left"/>
      <w:pPr>
        <w:ind w:left="3600" w:hanging="360"/>
      </w:pPr>
    </w:lvl>
    <w:lvl w:ilvl="5" w:tplc="4F6C6B42" w:tentative="1">
      <w:start w:val="1"/>
      <w:numFmt w:val="lowerRoman"/>
      <w:lvlText w:val="%6."/>
      <w:lvlJc w:val="right"/>
      <w:pPr>
        <w:ind w:left="4320" w:hanging="180"/>
      </w:pPr>
    </w:lvl>
    <w:lvl w:ilvl="6" w:tplc="2C9A7EC6" w:tentative="1">
      <w:start w:val="1"/>
      <w:numFmt w:val="decimal"/>
      <w:lvlText w:val="%7."/>
      <w:lvlJc w:val="left"/>
      <w:pPr>
        <w:ind w:left="5040" w:hanging="360"/>
      </w:pPr>
    </w:lvl>
    <w:lvl w:ilvl="7" w:tplc="F67A345A" w:tentative="1">
      <w:start w:val="1"/>
      <w:numFmt w:val="lowerLetter"/>
      <w:lvlText w:val="%8."/>
      <w:lvlJc w:val="left"/>
      <w:pPr>
        <w:ind w:left="5760" w:hanging="360"/>
      </w:pPr>
    </w:lvl>
    <w:lvl w:ilvl="8" w:tplc="AD1A6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248D7"/>
    <w:multiLevelType w:val="hybridMultilevel"/>
    <w:tmpl w:val="4888F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900458"/>
    <w:multiLevelType w:val="hybridMultilevel"/>
    <w:tmpl w:val="4E44E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90833"/>
    <w:multiLevelType w:val="hybridMultilevel"/>
    <w:tmpl w:val="CADC1630"/>
    <w:lvl w:ilvl="0" w:tplc="0EE02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01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AE44E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3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21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DE6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2F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EAE27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D31B51"/>
    <w:multiLevelType w:val="hybridMultilevel"/>
    <w:tmpl w:val="3FD67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6"/>
  </w:num>
  <w:num w:numId="4">
    <w:abstractNumId w:val="1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15"/>
  </w:num>
  <w:num w:numId="10">
    <w:abstractNumId w:val="6"/>
  </w:num>
  <w:num w:numId="11">
    <w:abstractNumId w:val="11"/>
  </w:num>
  <w:num w:numId="12">
    <w:abstractNumId w:val="5"/>
  </w:num>
  <w:num w:numId="13">
    <w:abstractNumId w:val="14"/>
  </w:num>
  <w:num w:numId="14">
    <w:abstractNumId w:val="0"/>
  </w:num>
  <w:num w:numId="15">
    <w:abstractNumId w:val="12"/>
  </w:num>
  <w:num w:numId="16">
    <w:abstractNumId w:val="19"/>
  </w:num>
  <w:num w:numId="17">
    <w:abstractNumId w:val="13"/>
  </w:num>
  <w:num w:numId="18">
    <w:abstractNumId w:val="17"/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0"/>
  </w:num>
  <w:num w:numId="25">
    <w:abstractNumId w:val="18"/>
  </w:num>
  <w:num w:numId="26">
    <w:abstractNumId w:val="7"/>
  </w:num>
  <w:num w:numId="27">
    <w:abstractNumId w:val="18"/>
  </w:num>
  <w:num w:numId="28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linkStyles/>
  <w:doNotTrackFormatting/>
  <w:defaultTabStop w:val="720"/>
  <w:characterSpacingControl w:val="doNotCompress"/>
  <w:hdrShapeDefaults>
    <o:shapedefaults v:ext="edit" spidmax="2049">
      <o:colormru v:ext="edit" colors="#f8f8f8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6FDE"/>
    <w:rsid w:val="0000702E"/>
    <w:rsid w:val="00017F2D"/>
    <w:rsid w:val="0002620A"/>
    <w:rsid w:val="00027DD2"/>
    <w:rsid w:val="00027FF8"/>
    <w:rsid w:val="00030469"/>
    <w:rsid w:val="00030B9A"/>
    <w:rsid w:val="00033ADA"/>
    <w:rsid w:val="0003794F"/>
    <w:rsid w:val="0004266C"/>
    <w:rsid w:val="000500F9"/>
    <w:rsid w:val="00056B92"/>
    <w:rsid w:val="000570EA"/>
    <w:rsid w:val="000575C8"/>
    <w:rsid w:val="000817FF"/>
    <w:rsid w:val="000922EE"/>
    <w:rsid w:val="000A3041"/>
    <w:rsid w:val="000B19A1"/>
    <w:rsid w:val="000B1F9C"/>
    <w:rsid w:val="000B699A"/>
    <w:rsid w:val="000D5B99"/>
    <w:rsid w:val="000F6FF4"/>
    <w:rsid w:val="00102FDB"/>
    <w:rsid w:val="001246BA"/>
    <w:rsid w:val="0012585C"/>
    <w:rsid w:val="001263B2"/>
    <w:rsid w:val="00134613"/>
    <w:rsid w:val="001460EA"/>
    <w:rsid w:val="001557F4"/>
    <w:rsid w:val="00174BB7"/>
    <w:rsid w:val="00191EAB"/>
    <w:rsid w:val="001B03C4"/>
    <w:rsid w:val="002071F5"/>
    <w:rsid w:val="00217C5B"/>
    <w:rsid w:val="00221D47"/>
    <w:rsid w:val="0022347A"/>
    <w:rsid w:val="00233293"/>
    <w:rsid w:val="002443F3"/>
    <w:rsid w:val="00254DBE"/>
    <w:rsid w:val="002709A8"/>
    <w:rsid w:val="00276185"/>
    <w:rsid w:val="00282571"/>
    <w:rsid w:val="0028593C"/>
    <w:rsid w:val="00286570"/>
    <w:rsid w:val="00286B4F"/>
    <w:rsid w:val="002A0032"/>
    <w:rsid w:val="002A02CA"/>
    <w:rsid w:val="002A097E"/>
    <w:rsid w:val="002A34F9"/>
    <w:rsid w:val="002C5AF7"/>
    <w:rsid w:val="002D4B54"/>
    <w:rsid w:val="002D540A"/>
    <w:rsid w:val="002D6E4A"/>
    <w:rsid w:val="002F2626"/>
    <w:rsid w:val="00316F5E"/>
    <w:rsid w:val="00324868"/>
    <w:rsid w:val="0032757F"/>
    <w:rsid w:val="003322BC"/>
    <w:rsid w:val="00336956"/>
    <w:rsid w:val="003644CF"/>
    <w:rsid w:val="00365326"/>
    <w:rsid w:val="0037226C"/>
    <w:rsid w:val="003731CF"/>
    <w:rsid w:val="00375CAF"/>
    <w:rsid w:val="00384A16"/>
    <w:rsid w:val="00386D71"/>
    <w:rsid w:val="003930FA"/>
    <w:rsid w:val="003931E1"/>
    <w:rsid w:val="003A1724"/>
    <w:rsid w:val="003A2ACB"/>
    <w:rsid w:val="003B0B5B"/>
    <w:rsid w:val="003B1BF5"/>
    <w:rsid w:val="003D1D13"/>
    <w:rsid w:val="003E7A75"/>
    <w:rsid w:val="003F2077"/>
    <w:rsid w:val="00400280"/>
    <w:rsid w:val="00401390"/>
    <w:rsid w:val="00401F1C"/>
    <w:rsid w:val="0040246A"/>
    <w:rsid w:val="00411E8B"/>
    <w:rsid w:val="00423A19"/>
    <w:rsid w:val="004268C3"/>
    <w:rsid w:val="00426E19"/>
    <w:rsid w:val="00436153"/>
    <w:rsid w:val="00445FEE"/>
    <w:rsid w:val="004510A4"/>
    <w:rsid w:val="004527DD"/>
    <w:rsid w:val="00453890"/>
    <w:rsid w:val="004556A8"/>
    <w:rsid w:val="00461717"/>
    <w:rsid w:val="004670CE"/>
    <w:rsid w:val="00472622"/>
    <w:rsid w:val="00486ADF"/>
    <w:rsid w:val="0049284B"/>
    <w:rsid w:val="00494805"/>
    <w:rsid w:val="004B01CF"/>
    <w:rsid w:val="004B0BCA"/>
    <w:rsid w:val="004B197C"/>
    <w:rsid w:val="004D2F3C"/>
    <w:rsid w:val="004D3DAA"/>
    <w:rsid w:val="004F74D7"/>
    <w:rsid w:val="00501547"/>
    <w:rsid w:val="00514C1B"/>
    <w:rsid w:val="00525041"/>
    <w:rsid w:val="005313B7"/>
    <w:rsid w:val="00542330"/>
    <w:rsid w:val="0055059A"/>
    <w:rsid w:val="005554D1"/>
    <w:rsid w:val="00562B69"/>
    <w:rsid w:val="0056542D"/>
    <w:rsid w:val="005711A3"/>
    <w:rsid w:val="00572916"/>
    <w:rsid w:val="00573999"/>
    <w:rsid w:val="00576B63"/>
    <w:rsid w:val="005804AD"/>
    <w:rsid w:val="00583E75"/>
    <w:rsid w:val="00583E81"/>
    <w:rsid w:val="0058462D"/>
    <w:rsid w:val="00587AE3"/>
    <w:rsid w:val="005A46A2"/>
    <w:rsid w:val="005A70E4"/>
    <w:rsid w:val="005B76C1"/>
    <w:rsid w:val="005C457D"/>
    <w:rsid w:val="005D39A9"/>
    <w:rsid w:val="005E6509"/>
    <w:rsid w:val="005F1D3F"/>
    <w:rsid w:val="005F5686"/>
    <w:rsid w:val="00613A38"/>
    <w:rsid w:val="00626A53"/>
    <w:rsid w:val="00631DD7"/>
    <w:rsid w:val="00632B33"/>
    <w:rsid w:val="00636744"/>
    <w:rsid w:val="0064631B"/>
    <w:rsid w:val="006543DB"/>
    <w:rsid w:val="00670BFD"/>
    <w:rsid w:val="0069012B"/>
    <w:rsid w:val="006E0F6B"/>
    <w:rsid w:val="006E3E6C"/>
    <w:rsid w:val="00705E69"/>
    <w:rsid w:val="007114E2"/>
    <w:rsid w:val="00712C5C"/>
    <w:rsid w:val="007151CE"/>
    <w:rsid w:val="00730831"/>
    <w:rsid w:val="00731A67"/>
    <w:rsid w:val="007323B6"/>
    <w:rsid w:val="00753166"/>
    <w:rsid w:val="007628BF"/>
    <w:rsid w:val="00764088"/>
    <w:rsid w:val="007646BC"/>
    <w:rsid w:val="007657CF"/>
    <w:rsid w:val="0076653B"/>
    <w:rsid w:val="00770B8C"/>
    <w:rsid w:val="007969AD"/>
    <w:rsid w:val="007B0601"/>
    <w:rsid w:val="007E6FD6"/>
    <w:rsid w:val="007F191B"/>
    <w:rsid w:val="007F1BFE"/>
    <w:rsid w:val="007F6E7C"/>
    <w:rsid w:val="00821091"/>
    <w:rsid w:val="00833601"/>
    <w:rsid w:val="00842E3C"/>
    <w:rsid w:val="00850579"/>
    <w:rsid w:val="00853D6E"/>
    <w:rsid w:val="008668FB"/>
    <w:rsid w:val="00874911"/>
    <w:rsid w:val="00882EEF"/>
    <w:rsid w:val="00883C68"/>
    <w:rsid w:val="008A0996"/>
    <w:rsid w:val="008A1D16"/>
    <w:rsid w:val="008A3203"/>
    <w:rsid w:val="008B11CC"/>
    <w:rsid w:val="008B5EE2"/>
    <w:rsid w:val="008C205B"/>
    <w:rsid w:val="008C7B5A"/>
    <w:rsid w:val="008D3809"/>
    <w:rsid w:val="008F404A"/>
    <w:rsid w:val="008F516D"/>
    <w:rsid w:val="009008D6"/>
    <w:rsid w:val="00913143"/>
    <w:rsid w:val="00920DBA"/>
    <w:rsid w:val="00923C05"/>
    <w:rsid w:val="00924753"/>
    <w:rsid w:val="00925235"/>
    <w:rsid w:val="00946575"/>
    <w:rsid w:val="009729E2"/>
    <w:rsid w:val="00973123"/>
    <w:rsid w:val="00973DA7"/>
    <w:rsid w:val="0099095F"/>
    <w:rsid w:val="00991F16"/>
    <w:rsid w:val="009D7E21"/>
    <w:rsid w:val="009E16CB"/>
    <w:rsid w:val="00A045DE"/>
    <w:rsid w:val="00A15445"/>
    <w:rsid w:val="00A16FDE"/>
    <w:rsid w:val="00A248F8"/>
    <w:rsid w:val="00A25BD5"/>
    <w:rsid w:val="00A451FB"/>
    <w:rsid w:val="00A5096B"/>
    <w:rsid w:val="00A557AD"/>
    <w:rsid w:val="00A840E6"/>
    <w:rsid w:val="00A91DD3"/>
    <w:rsid w:val="00A938FD"/>
    <w:rsid w:val="00A96443"/>
    <w:rsid w:val="00AA230F"/>
    <w:rsid w:val="00AD7668"/>
    <w:rsid w:val="00AF6A30"/>
    <w:rsid w:val="00B06ECA"/>
    <w:rsid w:val="00B1790C"/>
    <w:rsid w:val="00B323F8"/>
    <w:rsid w:val="00B75C16"/>
    <w:rsid w:val="00B953ED"/>
    <w:rsid w:val="00B96133"/>
    <w:rsid w:val="00BA53A6"/>
    <w:rsid w:val="00BC28D1"/>
    <w:rsid w:val="00BC5501"/>
    <w:rsid w:val="00BE43D9"/>
    <w:rsid w:val="00BE6B16"/>
    <w:rsid w:val="00BF60FB"/>
    <w:rsid w:val="00C13D46"/>
    <w:rsid w:val="00C25A43"/>
    <w:rsid w:val="00C334C3"/>
    <w:rsid w:val="00C41617"/>
    <w:rsid w:val="00C55268"/>
    <w:rsid w:val="00C63602"/>
    <w:rsid w:val="00C664FA"/>
    <w:rsid w:val="00C71344"/>
    <w:rsid w:val="00C820E7"/>
    <w:rsid w:val="00C92EFF"/>
    <w:rsid w:val="00CC0878"/>
    <w:rsid w:val="00CD607A"/>
    <w:rsid w:val="00CF6078"/>
    <w:rsid w:val="00D0157C"/>
    <w:rsid w:val="00D0189D"/>
    <w:rsid w:val="00D06779"/>
    <w:rsid w:val="00D10446"/>
    <w:rsid w:val="00D20701"/>
    <w:rsid w:val="00D25277"/>
    <w:rsid w:val="00D30670"/>
    <w:rsid w:val="00D33692"/>
    <w:rsid w:val="00D43C3D"/>
    <w:rsid w:val="00D44E1A"/>
    <w:rsid w:val="00D52D40"/>
    <w:rsid w:val="00D55A4D"/>
    <w:rsid w:val="00D667B0"/>
    <w:rsid w:val="00D673ED"/>
    <w:rsid w:val="00D6787E"/>
    <w:rsid w:val="00D81F19"/>
    <w:rsid w:val="00D82A59"/>
    <w:rsid w:val="00D83BD3"/>
    <w:rsid w:val="00D96BDD"/>
    <w:rsid w:val="00D96CB1"/>
    <w:rsid w:val="00DC1C8F"/>
    <w:rsid w:val="00DC2A36"/>
    <w:rsid w:val="00DC7D58"/>
    <w:rsid w:val="00DD778C"/>
    <w:rsid w:val="00DF2889"/>
    <w:rsid w:val="00DF2C92"/>
    <w:rsid w:val="00DF3F6E"/>
    <w:rsid w:val="00DF7CAA"/>
    <w:rsid w:val="00E067B9"/>
    <w:rsid w:val="00E1057B"/>
    <w:rsid w:val="00E13992"/>
    <w:rsid w:val="00E3737C"/>
    <w:rsid w:val="00E42A35"/>
    <w:rsid w:val="00E47D41"/>
    <w:rsid w:val="00E61E44"/>
    <w:rsid w:val="00E70F55"/>
    <w:rsid w:val="00E812CB"/>
    <w:rsid w:val="00E83FB8"/>
    <w:rsid w:val="00E94CA4"/>
    <w:rsid w:val="00EA3A62"/>
    <w:rsid w:val="00EA3D2F"/>
    <w:rsid w:val="00EB560D"/>
    <w:rsid w:val="00EB6D3F"/>
    <w:rsid w:val="00EC300D"/>
    <w:rsid w:val="00EF0934"/>
    <w:rsid w:val="00EF36E2"/>
    <w:rsid w:val="00F03AC2"/>
    <w:rsid w:val="00F06A87"/>
    <w:rsid w:val="00F13A5A"/>
    <w:rsid w:val="00F375D9"/>
    <w:rsid w:val="00F6391B"/>
    <w:rsid w:val="00F71B8F"/>
    <w:rsid w:val="00F90F70"/>
    <w:rsid w:val="00FA2055"/>
    <w:rsid w:val="00FB1C49"/>
    <w:rsid w:val="00FC567A"/>
    <w:rsid w:val="00FC6DB1"/>
    <w:rsid w:val="00FE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8f8f8,#ddd"/>
    </o:shapedefaults>
    <o:shapelayout v:ext="edit">
      <o:idmap v:ext="edit" data="1"/>
    </o:shapelayout>
  </w:shapeDefaults>
  <w:decimalSymbol w:val="."/>
  <w:listSeparator w:val=","/>
  <w14:docId w14:val="217EC777"/>
  <w15:docId w15:val="{E0463E25-A525-4C30-9464-AE9786DE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DC1C8F"/>
    <w:pPr>
      <w:spacing w:after="170"/>
    </w:pPr>
    <w:rPr>
      <w:rFonts w:eastAsia="Calibri"/>
      <w:sz w:val="19"/>
      <w:szCs w:val="19"/>
      <w:lang w:eastAsia="en-US"/>
    </w:rPr>
  </w:style>
  <w:style w:type="paragraph" w:styleId="Heading1">
    <w:name w:val="heading 1"/>
    <w:next w:val="BodyText"/>
    <w:link w:val="Heading1Char"/>
    <w:qFormat/>
    <w:rsid w:val="00DC1C8F"/>
    <w:pPr>
      <w:keepNext/>
      <w:keepLines/>
      <w:spacing w:before="360" w:after="100" w:line="280" w:lineRule="atLeast"/>
      <w:outlineLvl w:val="0"/>
    </w:pPr>
    <w:rPr>
      <w:rFonts w:eastAsia="Times New Roman" w:cs="Arial"/>
      <w:b/>
      <w:bCs/>
      <w:caps/>
      <w:color w:val="000000"/>
      <w:sz w:val="24"/>
      <w:szCs w:val="24"/>
    </w:rPr>
  </w:style>
  <w:style w:type="paragraph" w:styleId="Heading2">
    <w:name w:val="heading 2"/>
    <w:next w:val="BodyText"/>
    <w:link w:val="Heading2Char"/>
    <w:qFormat/>
    <w:rsid w:val="00DC1C8F"/>
    <w:pPr>
      <w:numPr>
        <w:numId w:val="3"/>
      </w:numPr>
      <w:spacing w:before="200" w:after="60"/>
      <w:ind w:left="284" w:hanging="284"/>
      <w:outlineLvl w:val="1"/>
    </w:pPr>
    <w:rPr>
      <w:rFonts w:eastAsia="Times New Roman" w:cs="Arial"/>
      <w:b/>
      <w:bCs/>
      <w:caps/>
      <w:color w:val="000000"/>
      <w:sz w:val="22"/>
      <w:szCs w:val="22"/>
    </w:rPr>
  </w:style>
  <w:style w:type="paragraph" w:styleId="Heading3">
    <w:name w:val="heading 3"/>
    <w:next w:val="BodyText"/>
    <w:link w:val="Heading3Char"/>
    <w:qFormat/>
    <w:rsid w:val="00DC1C8F"/>
    <w:pPr>
      <w:keepNext/>
      <w:spacing w:before="180" w:after="60" w:line="240" w:lineRule="atLeast"/>
      <w:outlineLvl w:val="2"/>
    </w:pPr>
    <w:rPr>
      <w:rFonts w:eastAsia="Times New Roman" w:cs="Arial"/>
      <w:b/>
      <w:bCs/>
      <w:caps/>
      <w:color w:val="000000"/>
    </w:rPr>
  </w:style>
  <w:style w:type="paragraph" w:styleId="Heading4">
    <w:name w:val="heading 4"/>
    <w:next w:val="BodyText"/>
    <w:link w:val="Heading4Char"/>
    <w:qFormat/>
    <w:rsid w:val="00DC1C8F"/>
    <w:pPr>
      <w:keepNext/>
      <w:spacing w:before="140" w:after="60" w:line="230" w:lineRule="atLeast"/>
      <w:outlineLvl w:val="3"/>
    </w:pPr>
    <w:rPr>
      <w:rFonts w:eastAsia="Times New Roman" w:cs="Arial"/>
      <w:b/>
      <w:bCs/>
      <w:color w:val="000000"/>
      <w:szCs w:val="19"/>
    </w:rPr>
  </w:style>
  <w:style w:type="character" w:default="1" w:styleId="DefaultParagraphFont">
    <w:name w:val="Default Paragraph Font"/>
    <w:uiPriority w:val="1"/>
    <w:semiHidden/>
    <w:unhideWhenUsed/>
    <w:rsid w:val="00DC1C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1C8F"/>
  </w:style>
  <w:style w:type="character" w:customStyle="1" w:styleId="Heading1Char">
    <w:name w:val="Heading 1 Char"/>
    <w:link w:val="Heading1"/>
    <w:rsid w:val="00DC1C8F"/>
    <w:rPr>
      <w:rFonts w:eastAsia="Times New Roman" w:cs="Arial"/>
      <w:b/>
      <w:bCs/>
      <w:caps/>
      <w:color w:val="000000"/>
      <w:sz w:val="24"/>
      <w:szCs w:val="24"/>
    </w:rPr>
  </w:style>
  <w:style w:type="paragraph" w:styleId="Title">
    <w:name w:val="Title"/>
    <w:next w:val="Normal"/>
    <w:link w:val="TitleChar"/>
    <w:uiPriority w:val="1"/>
    <w:qFormat/>
    <w:rsid w:val="00DC1C8F"/>
    <w:pPr>
      <w:pBdr>
        <w:bottom w:val="single" w:sz="4" w:space="1" w:color="auto"/>
      </w:pBdr>
      <w:spacing w:after="60" w:line="320" w:lineRule="atLeast"/>
    </w:pPr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character" w:customStyle="1" w:styleId="TitleChar">
    <w:name w:val="Title Char"/>
    <w:link w:val="Title"/>
    <w:uiPriority w:val="1"/>
    <w:rsid w:val="00DC1C8F"/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paragraph" w:customStyle="1" w:styleId="Bullets2">
    <w:name w:val="Bullets 2"/>
    <w:qFormat/>
    <w:rsid w:val="00DC1C8F"/>
    <w:pPr>
      <w:numPr>
        <w:ilvl w:val="1"/>
        <w:numId w:val="2"/>
      </w:numPr>
      <w:spacing w:after="60" w:line="260" w:lineRule="atLeast"/>
    </w:pPr>
    <w:rPr>
      <w:rFonts w:eastAsia="Calibri"/>
      <w:szCs w:val="19"/>
    </w:rPr>
  </w:style>
  <w:style w:type="paragraph" w:customStyle="1" w:styleId="Attachment1">
    <w:name w:val="Attachment 1"/>
    <w:next w:val="Attachment2"/>
    <w:qFormat/>
    <w:rsid w:val="00DC1C8F"/>
    <w:pPr>
      <w:pageBreakBefore/>
      <w:spacing w:after="40"/>
    </w:pPr>
    <w:rPr>
      <w:rFonts w:eastAsia="Times New Roman" w:cs="Arial"/>
      <w:b/>
      <w:bCs/>
      <w:caps/>
      <w:color w:val="000000"/>
      <w:sz w:val="24"/>
      <w:szCs w:val="24"/>
      <w:lang w:eastAsia="en-US"/>
    </w:rPr>
  </w:style>
  <w:style w:type="paragraph" w:styleId="BodyText">
    <w:name w:val="Body Text"/>
    <w:link w:val="BodyTextChar"/>
    <w:qFormat/>
    <w:rsid w:val="00DC1C8F"/>
    <w:pPr>
      <w:spacing w:before="60" w:after="170" w:line="260" w:lineRule="atLeast"/>
    </w:pPr>
    <w:rPr>
      <w:rFonts w:eastAsia="Calibri"/>
      <w:szCs w:val="19"/>
    </w:rPr>
  </w:style>
  <w:style w:type="character" w:customStyle="1" w:styleId="BodyTextChar">
    <w:name w:val="Body Text Char"/>
    <w:link w:val="BodyText"/>
    <w:rsid w:val="00DC1C8F"/>
    <w:rPr>
      <w:rFonts w:eastAsia="Calibri"/>
      <w:szCs w:val="19"/>
    </w:rPr>
  </w:style>
  <w:style w:type="character" w:customStyle="1" w:styleId="Heading2Char">
    <w:name w:val="Heading 2 Char"/>
    <w:link w:val="Heading2"/>
    <w:rsid w:val="00DC1C8F"/>
    <w:rPr>
      <w:rFonts w:eastAsia="Times New Roman" w:cs="Arial"/>
      <w:b/>
      <w:bCs/>
      <w:caps/>
      <w:color w:val="000000"/>
      <w:sz w:val="22"/>
      <w:szCs w:val="22"/>
    </w:rPr>
  </w:style>
  <w:style w:type="character" w:customStyle="1" w:styleId="Heading3Char">
    <w:name w:val="Heading 3 Char"/>
    <w:link w:val="Heading3"/>
    <w:rsid w:val="00DC1C8F"/>
    <w:rPr>
      <w:rFonts w:eastAsia="Times New Roman" w:cs="Arial"/>
      <w:b/>
      <w:bCs/>
      <w:caps/>
      <w:color w:val="000000"/>
    </w:rPr>
  </w:style>
  <w:style w:type="character" w:customStyle="1" w:styleId="Heading4Char">
    <w:name w:val="Heading 4 Char"/>
    <w:link w:val="Heading4"/>
    <w:rsid w:val="00DC1C8F"/>
    <w:rPr>
      <w:rFonts w:eastAsia="Times New Roman" w:cs="Arial"/>
      <w:b/>
      <w:bCs/>
      <w:color w:val="000000"/>
      <w:szCs w:val="19"/>
    </w:rPr>
  </w:style>
  <w:style w:type="numbering" w:customStyle="1" w:styleId="Bullets">
    <w:name w:val="Bullets"/>
    <w:uiPriority w:val="99"/>
    <w:locked/>
    <w:rsid w:val="00DC1C8F"/>
    <w:pPr>
      <w:numPr>
        <w:numId w:val="1"/>
      </w:numPr>
    </w:pPr>
  </w:style>
  <w:style w:type="paragraph" w:customStyle="1" w:styleId="Bullets1">
    <w:name w:val="Bullets 1"/>
    <w:qFormat/>
    <w:rsid w:val="00DC1C8F"/>
    <w:pPr>
      <w:numPr>
        <w:numId w:val="2"/>
      </w:numPr>
      <w:spacing w:after="60" w:line="260" w:lineRule="atLeast"/>
    </w:pPr>
    <w:rPr>
      <w:rFonts w:eastAsia="Calibri"/>
      <w:szCs w:val="19"/>
    </w:rPr>
  </w:style>
  <w:style w:type="paragraph" w:styleId="Header">
    <w:name w:val="header"/>
    <w:basedOn w:val="Normal"/>
    <w:link w:val="HeaderChar"/>
    <w:uiPriority w:val="99"/>
    <w:unhideWhenUsed/>
    <w:rsid w:val="00DC1C8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uiPriority w:val="99"/>
    <w:rsid w:val="00DC1C8F"/>
    <w:rPr>
      <w:rFonts w:eastAsia="Calibri"/>
      <w:sz w:val="19"/>
      <w:szCs w:val="19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C1C8F"/>
    <w:pPr>
      <w:tabs>
        <w:tab w:val="center" w:pos="4513"/>
        <w:tab w:val="right" w:pos="9026"/>
      </w:tabs>
      <w:spacing w:after="0"/>
    </w:pPr>
    <w:rPr>
      <w:rFonts w:cs="Arial"/>
      <w:sz w:val="16"/>
      <w:szCs w:val="16"/>
    </w:rPr>
  </w:style>
  <w:style w:type="character" w:customStyle="1" w:styleId="FooterChar">
    <w:name w:val="Footer Char"/>
    <w:link w:val="Footer"/>
    <w:uiPriority w:val="99"/>
    <w:rsid w:val="00DC1C8F"/>
    <w:rPr>
      <w:rFonts w:eastAsia="Calibri" w:cs="Arial"/>
      <w:sz w:val="16"/>
      <w:szCs w:val="16"/>
      <w:lang w:eastAsia="en-US"/>
    </w:rPr>
  </w:style>
  <w:style w:type="table" w:styleId="TableGrid">
    <w:name w:val="Table Grid"/>
    <w:basedOn w:val="TableNormal"/>
    <w:uiPriority w:val="59"/>
    <w:locked/>
    <w:rsid w:val="00DC1C8F"/>
    <w:rPr>
      <w:rFonts w:eastAsia="Calibri"/>
      <w:sz w:val="19"/>
      <w:szCs w:val="19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ndatory">
    <w:name w:val="Mandatory"/>
    <w:qFormat/>
    <w:rsid w:val="00DC1C8F"/>
    <w:pPr>
      <w:spacing w:after="720" w:line="230" w:lineRule="atLeast"/>
    </w:pPr>
    <w:rPr>
      <w:rFonts w:eastAsia="Times New Roman" w:cs="Arial"/>
      <w:b/>
      <w:bCs/>
      <w:color w:val="000000"/>
      <w:sz w:val="19"/>
      <w:szCs w:val="19"/>
    </w:rPr>
  </w:style>
  <w:style w:type="paragraph" w:customStyle="1" w:styleId="Attachment2">
    <w:name w:val="Attachment 2"/>
    <w:next w:val="BodyText"/>
    <w:qFormat/>
    <w:rsid w:val="00DC1C8F"/>
    <w:pPr>
      <w:spacing w:after="720"/>
    </w:pPr>
    <w:rPr>
      <w:rFonts w:eastAsia="Times New Roman" w:cs="Arial"/>
      <w:b/>
      <w:bCs/>
      <w:color w:val="000000"/>
      <w:sz w:val="24"/>
      <w:szCs w:val="24"/>
      <w:lang w:eastAsia="en-US"/>
    </w:rPr>
  </w:style>
  <w:style w:type="paragraph" w:customStyle="1" w:styleId="Bullets3">
    <w:name w:val="Bullets 3"/>
    <w:qFormat/>
    <w:rsid w:val="00DC1C8F"/>
    <w:pPr>
      <w:numPr>
        <w:ilvl w:val="2"/>
        <w:numId w:val="2"/>
      </w:numPr>
      <w:spacing w:after="60" w:line="260" w:lineRule="atLeast"/>
    </w:pPr>
    <w:rPr>
      <w:rFonts w:eastAsia="Calibri"/>
      <w:szCs w:val="19"/>
    </w:rPr>
  </w:style>
  <w:style w:type="paragraph" w:customStyle="1" w:styleId="BodyText3ptAfter">
    <w:name w:val="Body Text 3pt After"/>
    <w:basedOn w:val="BodyText"/>
    <w:qFormat/>
    <w:rsid w:val="00DC1C8F"/>
    <w:pPr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C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1C8F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unhideWhenUsed/>
    <w:rsid w:val="00DC1C8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C1C8F"/>
    <w:pPr>
      <w:spacing w:after="0"/>
      <w:ind w:left="142" w:hanging="142"/>
    </w:pPr>
    <w:rPr>
      <w:rFonts w:eastAsia="Times New Roman"/>
      <w:snapToGrid w:val="0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DC1C8F"/>
    <w:rPr>
      <w:rFonts w:eastAsia="Times New Roman"/>
      <w:snapToGrid w:val="0"/>
      <w:lang w:eastAsia="en-US"/>
    </w:rPr>
  </w:style>
  <w:style w:type="character" w:styleId="FootnoteReference">
    <w:name w:val="footnote reference"/>
    <w:uiPriority w:val="99"/>
    <w:semiHidden/>
    <w:unhideWhenUsed/>
    <w:rsid w:val="00DC1C8F"/>
    <w:rPr>
      <w:vertAlign w:val="superscript"/>
    </w:rPr>
  </w:style>
  <w:style w:type="paragraph" w:customStyle="1" w:styleId="AttachmentNumberedHeading1">
    <w:name w:val="Attachment Numbered Heading 1"/>
    <w:qFormat/>
    <w:rsid w:val="00DC1C8F"/>
    <w:pPr>
      <w:numPr>
        <w:numId w:val="4"/>
      </w:numPr>
      <w:spacing w:before="200" w:after="60"/>
    </w:pPr>
    <w:rPr>
      <w:rFonts w:ascii="Arial Bold" w:eastAsia="Times New Roman" w:hAnsi="Arial Bold" w:cs="Arial"/>
      <w:b/>
      <w:bCs/>
      <w:color w:val="000000"/>
      <w:sz w:val="22"/>
      <w:szCs w:val="22"/>
    </w:rPr>
  </w:style>
  <w:style w:type="paragraph" w:customStyle="1" w:styleId="AttachmentNumberedHeading2">
    <w:name w:val="Attachment Numbered Heading 2"/>
    <w:next w:val="BodyText"/>
    <w:qFormat/>
    <w:rsid w:val="00DC1C8F"/>
    <w:pPr>
      <w:numPr>
        <w:ilvl w:val="1"/>
        <w:numId w:val="4"/>
      </w:numPr>
      <w:spacing w:before="140" w:line="260" w:lineRule="atLeast"/>
    </w:pPr>
    <w:rPr>
      <w:rFonts w:eastAsia="Times New Roman" w:cs="Arial"/>
      <w:b/>
      <w:bCs/>
      <w:color w:val="000000"/>
    </w:rPr>
  </w:style>
  <w:style w:type="paragraph" w:customStyle="1" w:styleId="Tablebullets">
    <w:name w:val="Table bullets"/>
    <w:basedOn w:val="Normal"/>
    <w:qFormat/>
    <w:rsid w:val="00DC1C8F"/>
    <w:pPr>
      <w:numPr>
        <w:numId w:val="19"/>
      </w:numPr>
      <w:spacing w:before="40" w:after="40" w:line="260" w:lineRule="atLeast"/>
      <w:ind w:left="227" w:hanging="227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Tablecolumnhead">
    <w:name w:val="Table column head"/>
    <w:basedOn w:val="Normal"/>
    <w:qFormat/>
    <w:rsid w:val="00DC1C8F"/>
    <w:pPr>
      <w:spacing w:before="40" w:after="40"/>
    </w:pPr>
    <w:rPr>
      <w:rFonts w:eastAsia="Times New Roman" w:cs="Tms Rmn"/>
      <w:b/>
      <w:snapToGrid w:val="0"/>
      <w:sz w:val="20"/>
      <w:szCs w:val="20"/>
      <w:lang w:val="en-GB"/>
    </w:rPr>
  </w:style>
  <w:style w:type="paragraph" w:customStyle="1" w:styleId="Tabletext">
    <w:name w:val="Table text"/>
    <w:basedOn w:val="Normal"/>
    <w:qFormat/>
    <w:rsid w:val="00DC1C8F"/>
    <w:pPr>
      <w:spacing w:before="40" w:after="40" w:line="260" w:lineRule="atLeast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BodyText85ptBefore">
    <w:name w:val="Body Text 8.5pt Before"/>
    <w:basedOn w:val="BodyText3ptAfter"/>
    <w:qFormat/>
    <w:rsid w:val="00DC1C8F"/>
    <w:pPr>
      <w:spacing w:before="170"/>
    </w:pPr>
  </w:style>
  <w:style w:type="paragraph" w:customStyle="1" w:styleId="SignatureLine">
    <w:name w:val="Signature Line"/>
    <w:basedOn w:val="BodyText"/>
    <w:qFormat/>
    <w:rsid w:val="00DC1C8F"/>
    <w:pPr>
      <w:tabs>
        <w:tab w:val="right" w:leader="underscore" w:pos="4253"/>
        <w:tab w:val="left" w:pos="4522"/>
        <w:tab w:val="left" w:leader="underscore" w:pos="7796"/>
      </w:tabs>
      <w:spacing w:before="240" w:after="60"/>
    </w:pPr>
  </w:style>
  <w:style w:type="paragraph" w:customStyle="1" w:styleId="SubHeading">
    <w:name w:val="Sub Heading"/>
    <w:basedOn w:val="Normal"/>
    <w:rsid w:val="00DC1C8F"/>
    <w:pPr>
      <w:spacing w:before="80" w:after="40" w:line="280" w:lineRule="atLeast"/>
    </w:pPr>
    <w:rPr>
      <w:rFonts w:eastAsia="Times New Roman" w:cs="Tms Rmn"/>
      <w:b/>
      <w:snapToGrid w:val="0"/>
      <w:sz w:val="22"/>
      <w:szCs w:val="22"/>
    </w:rPr>
  </w:style>
  <w:style w:type="paragraph" w:customStyle="1" w:styleId="Policylist1">
    <w:name w:val="Policy list 1"/>
    <w:aliases w:val="2,3"/>
    <w:basedOn w:val="Normal"/>
    <w:qFormat/>
    <w:rsid w:val="00DC1C8F"/>
    <w:pPr>
      <w:numPr>
        <w:numId w:val="5"/>
      </w:numPr>
      <w:tabs>
        <w:tab w:val="left" w:pos="284"/>
      </w:tabs>
      <w:spacing w:after="60" w:line="260" w:lineRule="atLeast"/>
    </w:pPr>
    <w:rPr>
      <w:rFonts w:eastAsia="Times New Roman" w:cs="Tms Rmn"/>
      <w:snapToGrid w:val="0"/>
      <w:sz w:val="20"/>
      <w:szCs w:val="20"/>
      <w:lang w:val="en-US"/>
    </w:rPr>
  </w:style>
  <w:style w:type="paragraph" w:customStyle="1" w:styleId="SignatureCaption">
    <w:name w:val="Signature Caption"/>
    <w:basedOn w:val="BodyText"/>
    <w:qFormat/>
    <w:rsid w:val="00DC1C8F"/>
    <w:pPr>
      <w:tabs>
        <w:tab w:val="left" w:pos="4536"/>
      </w:tabs>
    </w:pPr>
    <w:rPr>
      <w:rFonts w:eastAsia="Arial"/>
    </w:rPr>
  </w:style>
  <w:style w:type="paragraph" w:customStyle="1" w:styleId="AlphaList">
    <w:name w:val="Alpha List"/>
    <w:qFormat/>
    <w:rsid w:val="00DC1C8F"/>
    <w:pPr>
      <w:numPr>
        <w:numId w:val="7"/>
      </w:numPr>
      <w:spacing w:after="60" w:line="260" w:lineRule="atLeast"/>
    </w:pPr>
    <w:rPr>
      <w:rFonts w:eastAsia="Calibri"/>
      <w:szCs w:val="19"/>
    </w:rPr>
  </w:style>
  <w:style w:type="paragraph" w:customStyle="1" w:styleId="AlphaList2">
    <w:name w:val="Alpha List 2"/>
    <w:qFormat/>
    <w:rsid w:val="00DC1C8F"/>
    <w:pPr>
      <w:numPr>
        <w:ilvl w:val="1"/>
        <w:numId w:val="7"/>
      </w:numPr>
      <w:spacing w:after="60" w:line="260" w:lineRule="atLeast"/>
    </w:pPr>
    <w:rPr>
      <w:rFonts w:eastAsia="Calibri"/>
      <w:szCs w:val="19"/>
    </w:rPr>
  </w:style>
  <w:style w:type="character" w:styleId="FollowedHyperlink">
    <w:name w:val="FollowedHyperlink"/>
    <w:uiPriority w:val="99"/>
    <w:semiHidden/>
    <w:unhideWhenUsed/>
    <w:rsid w:val="00DC1C8F"/>
    <w:rPr>
      <w:color w:val="800080"/>
      <w:u w:val="single"/>
    </w:rPr>
  </w:style>
  <w:style w:type="paragraph" w:customStyle="1" w:styleId="Tablebullets2">
    <w:name w:val="Table bullets 2"/>
    <w:qFormat/>
    <w:rsid w:val="00DC1C8F"/>
    <w:pPr>
      <w:numPr>
        <w:numId w:val="9"/>
      </w:numPr>
      <w:spacing w:before="40" w:after="40" w:line="260" w:lineRule="atLeast"/>
      <w:ind w:left="454" w:hanging="227"/>
    </w:pPr>
    <w:rPr>
      <w:rFonts w:eastAsia="Times New Roman" w:cs="Tms Rmn"/>
      <w:snapToGrid w:val="0"/>
      <w:lang w:val="en-GB" w:eastAsia="en-US"/>
    </w:rPr>
  </w:style>
  <w:style w:type="character" w:styleId="CommentReference">
    <w:name w:val="annotation reference"/>
    <w:uiPriority w:val="99"/>
    <w:semiHidden/>
    <w:unhideWhenUsed/>
    <w:rsid w:val="00DC1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C8F"/>
    <w:rPr>
      <w:sz w:val="20"/>
      <w:szCs w:val="20"/>
    </w:rPr>
  </w:style>
  <w:style w:type="paragraph" w:customStyle="1" w:styleId="TableBullets20">
    <w:name w:val="Table Bullets 2"/>
    <w:basedOn w:val="Tablebullets"/>
    <w:qFormat/>
    <w:rsid w:val="00DC1C8F"/>
    <w:pPr>
      <w:numPr>
        <w:numId w:val="0"/>
      </w:numPr>
      <w:tabs>
        <w:tab w:val="left" w:pos="425"/>
      </w:tabs>
    </w:pPr>
    <w:rPr>
      <w:rFonts w:eastAsia="Calibri"/>
      <w:snapToGrid/>
    </w:rPr>
  </w:style>
  <w:style w:type="character" w:customStyle="1" w:styleId="CommentTextChar">
    <w:name w:val="Comment Text Char"/>
    <w:link w:val="CommentText"/>
    <w:uiPriority w:val="99"/>
    <w:semiHidden/>
    <w:rsid w:val="00DC1C8F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C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1C8F"/>
    <w:rPr>
      <w:rFonts w:eastAsia="Calibr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C1C8F"/>
    <w:pPr>
      <w:spacing w:after="200" w:line="276" w:lineRule="auto"/>
      <w:ind w:left="720"/>
      <w:contextualSpacing/>
    </w:pPr>
    <w:rPr>
      <w:rFonts w:ascii="Corbel" w:hAnsi="Corbe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abetesvic.org.au/resources" TargetMode="External"/><Relationship Id="rId13" Type="http://schemas.openxmlformats.org/officeDocument/2006/relationships/hyperlink" Target="http://www.rch.org.au/diabetesmanual/index.cfm?doc_id=235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mlaw.gov.a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diabetesvic.org.au/how-we-help-detail?tags=Left-Mega-Nav%2FSchools&amp;content_id=a1R9000000HsgqyEAB&amp;bdc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gislation.vic.gov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abetesvic.org.au/resources" TargetMode="External"/><Relationship Id="rId10" Type="http://schemas.openxmlformats.org/officeDocument/2006/relationships/hyperlink" Target="http://www.comlaw.gov.a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egislation.vic.gov.au/" TargetMode="External"/><Relationship Id="rId14" Type="http://schemas.openxmlformats.org/officeDocument/2006/relationships/hyperlink" Target="http://www.rch.org.au/diabetesmanua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tham%20South%20Kinder\Downloads\QA2-Diabetes-Policy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FB4EB-BC11-4991-8F54-0EE1DA70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QA2-Diabetes-Policy-1.dotx</Template>
  <TotalTime>3</TotalTime>
  <Pages>6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[Service Name]</Company>
  <LinksUpToDate>false</LinksUpToDate>
  <CharactersWithSpaces>16648</CharactersWithSpaces>
  <SharedDoc>false</SharedDoc>
  <HLinks>
    <vt:vector size="42" baseType="variant">
      <vt:variant>
        <vt:i4>1900553</vt:i4>
      </vt:variant>
      <vt:variant>
        <vt:i4>21</vt:i4>
      </vt:variant>
      <vt:variant>
        <vt:i4>0</vt:i4>
      </vt:variant>
      <vt:variant>
        <vt:i4>5</vt:i4>
      </vt:variant>
      <vt:variant>
        <vt:lpwstr>http://www.diabetesvic.org.au/type-1-diabetes/children-a-adolescents/diabetes-and-school</vt:lpwstr>
      </vt:variant>
      <vt:variant>
        <vt:lpwstr/>
      </vt:variant>
      <vt:variant>
        <vt:i4>1441883</vt:i4>
      </vt:variant>
      <vt:variant>
        <vt:i4>18</vt:i4>
      </vt:variant>
      <vt:variant>
        <vt:i4>0</vt:i4>
      </vt:variant>
      <vt:variant>
        <vt:i4>5</vt:i4>
      </vt:variant>
      <vt:variant>
        <vt:lpwstr>http://www.diabetesvic.org.au/type-1-diabetes/children-a-adolescents</vt:lpwstr>
      </vt:variant>
      <vt:variant>
        <vt:lpwstr/>
      </vt:variant>
      <vt:variant>
        <vt:i4>196691</vt:i4>
      </vt:variant>
      <vt:variant>
        <vt:i4>15</vt:i4>
      </vt:variant>
      <vt:variant>
        <vt:i4>0</vt:i4>
      </vt:variant>
      <vt:variant>
        <vt:i4>5</vt:i4>
      </vt:variant>
      <vt:variant>
        <vt:lpwstr>http://www.rch.org.au/diabetesmanual/</vt:lpwstr>
      </vt:variant>
      <vt:variant>
        <vt:lpwstr/>
      </vt:variant>
      <vt:variant>
        <vt:i4>2752595</vt:i4>
      </vt:variant>
      <vt:variant>
        <vt:i4>12</vt:i4>
      </vt:variant>
      <vt:variant>
        <vt:i4>0</vt:i4>
      </vt:variant>
      <vt:variant>
        <vt:i4>5</vt:i4>
      </vt:variant>
      <vt:variant>
        <vt:lpwstr>http://www.rch.org.au/diabetesmanual/index.cfm?doc_id=2352</vt:lpwstr>
      </vt:variant>
      <vt:variant>
        <vt:lpwstr/>
      </vt:variant>
      <vt:variant>
        <vt:i4>1900553</vt:i4>
      </vt:variant>
      <vt:variant>
        <vt:i4>9</vt:i4>
      </vt:variant>
      <vt:variant>
        <vt:i4>0</vt:i4>
      </vt:variant>
      <vt:variant>
        <vt:i4>5</vt:i4>
      </vt:variant>
      <vt:variant>
        <vt:lpwstr>http://www.diabetesvic.org.au/type-1-diabetes/children-a-adolescents/diabetes-and-school</vt:lpwstr>
      </vt:variant>
      <vt:variant>
        <vt:lpwstr/>
      </vt:variant>
      <vt:variant>
        <vt:i4>6160468</vt:i4>
      </vt:variant>
      <vt:variant>
        <vt:i4>3</vt:i4>
      </vt:variant>
      <vt:variant>
        <vt:i4>0</vt:i4>
      </vt:variant>
      <vt:variant>
        <vt:i4>5</vt:i4>
      </vt:variant>
      <vt:variant>
        <vt:lpwstr>http://www.comlaw.gov.au/</vt:lpwstr>
      </vt:variant>
      <vt:variant>
        <vt:lpwstr/>
      </vt:variant>
      <vt:variant>
        <vt:i4>8323190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http://www.legislation.vic.gov.au/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Eltham South Kinder</dc:creator>
  <cp:lastModifiedBy>Eltham South Kindergarten</cp:lastModifiedBy>
  <cp:revision>3</cp:revision>
  <cp:lastPrinted>2012-09-19T10:34:00Z</cp:lastPrinted>
  <dcterms:created xsi:type="dcterms:W3CDTF">2019-07-25T00:18:00Z</dcterms:created>
  <dcterms:modified xsi:type="dcterms:W3CDTF">2020-08-21T05:05:00Z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PolicyName">
    <vt:lpwstr>Policy name</vt:lpwstr>
  </property>
</Properties>
</file>