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80687" w14:textId="77777777" w:rsidR="00F8373E" w:rsidRPr="00520F62" w:rsidRDefault="000561B5" w:rsidP="00F63E49">
      <w:pPr>
        <w:pStyle w:val="Title"/>
      </w:pPr>
      <w:r w:rsidRPr="00F63E49">
        <w:t>Enrol</w:t>
      </w:r>
      <w:r w:rsidR="00D61A3F" w:rsidRPr="00F63E49">
        <w:t>ment</w:t>
      </w:r>
      <w:r w:rsidR="00D61A3F">
        <w:t xml:space="preserve"> and Orientation Policy</w:t>
      </w:r>
    </w:p>
    <w:p w14:paraId="78FF1B77" w14:textId="77777777" w:rsidR="000561B5" w:rsidRPr="00AE6D44" w:rsidRDefault="000561B5" w:rsidP="00F63E49">
      <w:pPr>
        <w:pStyle w:val="Mandatory"/>
      </w:pPr>
      <w:r w:rsidRPr="00AE6D44">
        <w:t>Mandatory – Quality Area 6</w:t>
      </w:r>
    </w:p>
    <w:p w14:paraId="6DCDADCC" w14:textId="77777777" w:rsidR="000561B5" w:rsidRPr="00AE6D44" w:rsidRDefault="000561B5" w:rsidP="00F63E49">
      <w:pPr>
        <w:pStyle w:val="Heading1"/>
      </w:pPr>
      <w:r w:rsidRPr="00F63E49">
        <w:t>Purpose</w:t>
      </w:r>
    </w:p>
    <w:p w14:paraId="069157D6" w14:textId="77777777" w:rsidR="000561B5" w:rsidRPr="00AE6D44" w:rsidRDefault="000561B5" w:rsidP="00F63E49">
      <w:pPr>
        <w:pStyle w:val="BodyText3ptAfter"/>
      </w:pPr>
      <w:r w:rsidRPr="00AE6D44">
        <w:t>This policy outline</w:t>
      </w:r>
      <w:r w:rsidR="005534BA">
        <w:t>s</w:t>
      </w:r>
      <w:r w:rsidRPr="00AE6D44">
        <w:t>:</w:t>
      </w:r>
    </w:p>
    <w:p w14:paraId="10E34F70" w14:textId="77777777" w:rsidR="000561B5" w:rsidRPr="0052414D" w:rsidRDefault="006C7D3C" w:rsidP="00A33B11">
      <w:pPr>
        <w:pStyle w:val="Bullets1"/>
        <w:ind w:left="284" w:hanging="284"/>
      </w:pPr>
      <w:r>
        <w:t>the criteria for enrolment at</w:t>
      </w:r>
      <w:r w:rsidR="00601443" w:rsidRPr="00595180">
        <w:t xml:space="preserve"> </w:t>
      </w:r>
      <w:fldSimple w:instr=" DOCPROPERTY  Company  \* MERGEFORMAT ">
        <w:r w:rsidR="003D1111">
          <w:t>Eltham South Preschool</w:t>
        </w:r>
      </w:fldSimple>
    </w:p>
    <w:p w14:paraId="7B6B32FB" w14:textId="77777777" w:rsidR="005534BA" w:rsidRDefault="000561B5" w:rsidP="00DC5803">
      <w:pPr>
        <w:pStyle w:val="Bullets1"/>
        <w:ind w:left="284" w:hanging="284"/>
      </w:pPr>
      <w:r w:rsidRPr="00AE6D44">
        <w:t xml:space="preserve">the process to be followed when enrolling a child at </w:t>
      </w:r>
      <w:fldSimple w:instr=" DOCPROPERTY  Company  \* MERGEFORMAT ">
        <w:r w:rsidR="003D1111">
          <w:t>Eltham South Preschool</w:t>
        </w:r>
      </w:fldSimple>
    </w:p>
    <w:p w14:paraId="5A8FC955" w14:textId="77777777" w:rsidR="000561B5" w:rsidRPr="00AE6D44" w:rsidRDefault="000561B5" w:rsidP="00A33B11">
      <w:pPr>
        <w:pStyle w:val="Bullets1"/>
        <w:ind w:left="284" w:hanging="284"/>
      </w:pPr>
      <w:r w:rsidRPr="00AE6D44">
        <w:t>the basis on which places within the programs will be allocated</w:t>
      </w:r>
    </w:p>
    <w:p w14:paraId="592BAF59" w14:textId="77777777" w:rsidR="00734A75" w:rsidRPr="00AE6D44" w:rsidRDefault="00734A75" w:rsidP="00734A75">
      <w:pPr>
        <w:pStyle w:val="Bullets1"/>
        <w:ind w:left="284" w:hanging="284"/>
      </w:pPr>
      <w:r w:rsidRPr="00AE6D44">
        <w:t xml:space="preserve">procedures for the orientation of new families and children </w:t>
      </w:r>
      <w:r>
        <w:t>into</w:t>
      </w:r>
      <w:r w:rsidRPr="00AE6D44">
        <w:t xml:space="preserve"> </w:t>
      </w:r>
      <w:fldSimple w:instr=" DOCPROPERTY  Company  \* MERGEFORMAT ">
        <w:r w:rsidR="003D1111">
          <w:t>Eltham South Preschool</w:t>
        </w:r>
      </w:fldSimple>
    </w:p>
    <w:p w14:paraId="7BF2D1A1" w14:textId="77777777" w:rsidR="00734A75" w:rsidRDefault="00CC47B5" w:rsidP="00734A75">
      <w:pPr>
        <w:pStyle w:val="Bullets1"/>
        <w:ind w:left="284" w:hanging="284"/>
      </w:pPr>
      <w:r>
        <w:t>processes to ensure compliance with legislative</w:t>
      </w:r>
      <w:r w:rsidR="00B8251E">
        <w:t xml:space="preserve"> and DET funding</w:t>
      </w:r>
      <w:r>
        <w:t xml:space="preserve"> requirements </w:t>
      </w:r>
      <w:r w:rsidR="005C4DAC">
        <w:t>in relation to the enrolment of children in early childhood education and care services</w:t>
      </w:r>
      <w:r w:rsidR="00B8251E">
        <w:t>.</w:t>
      </w:r>
    </w:p>
    <w:p w14:paraId="2D6107B3" w14:textId="77777777" w:rsidR="000561B5" w:rsidRPr="00AE6D44" w:rsidRDefault="000561B5" w:rsidP="0097472A">
      <w:pPr>
        <w:pStyle w:val="Heading1"/>
      </w:pPr>
      <w:r w:rsidRPr="00AE6D44">
        <w:t>Policy statement</w:t>
      </w:r>
    </w:p>
    <w:p w14:paraId="7E711B64" w14:textId="77777777" w:rsidR="000561B5" w:rsidRPr="00F63E49" w:rsidRDefault="000561B5" w:rsidP="00F63E49">
      <w:pPr>
        <w:pStyle w:val="Heading2"/>
      </w:pPr>
      <w:r w:rsidRPr="00F63E49">
        <w:t>Values</w:t>
      </w:r>
    </w:p>
    <w:p w14:paraId="5434C277" w14:textId="77777777" w:rsidR="000561B5" w:rsidRPr="00AE6D44" w:rsidRDefault="006B0616" w:rsidP="00F63E49">
      <w:pPr>
        <w:pStyle w:val="BodyText3ptAfter"/>
      </w:pPr>
      <w:fldSimple w:instr=" DOCPROPERTY  Company  \* MERGEFORMAT ">
        <w:r w:rsidR="003D1111">
          <w:t>Eltham South Preschool</w:t>
        </w:r>
      </w:fldSimple>
      <w:r w:rsidR="00494FE7">
        <w:t xml:space="preserve"> </w:t>
      </w:r>
      <w:r w:rsidR="000561B5" w:rsidRPr="00AE6D44">
        <w:t>is committed to:</w:t>
      </w:r>
    </w:p>
    <w:p w14:paraId="071521E1" w14:textId="77777777" w:rsidR="000561B5" w:rsidRPr="00406505" w:rsidRDefault="000561B5" w:rsidP="00BF530E">
      <w:pPr>
        <w:pStyle w:val="Bullets1"/>
        <w:ind w:left="284" w:hanging="284"/>
      </w:pPr>
      <w:r w:rsidRPr="00AE6D44">
        <w:t xml:space="preserve">equal access for </w:t>
      </w:r>
      <w:r w:rsidRPr="00406505">
        <w:t xml:space="preserve">all </w:t>
      </w:r>
      <w:r w:rsidR="00A11C77" w:rsidRPr="00406505">
        <w:t xml:space="preserve">eligible </w:t>
      </w:r>
      <w:r w:rsidRPr="00406505">
        <w:t>children</w:t>
      </w:r>
    </w:p>
    <w:p w14:paraId="50C175A0" w14:textId="77777777" w:rsidR="000561B5" w:rsidRDefault="000561B5" w:rsidP="00BF530E">
      <w:pPr>
        <w:pStyle w:val="Bullets1"/>
        <w:ind w:left="284" w:hanging="284"/>
      </w:pPr>
      <w:r w:rsidRPr="00AE6D44">
        <w:t>meeting the needs of the local community</w:t>
      </w:r>
    </w:p>
    <w:p w14:paraId="28CA6081" w14:textId="77777777" w:rsidR="00CC47B5" w:rsidRPr="00AE6D44" w:rsidRDefault="005C4DAC" w:rsidP="00BF530E">
      <w:pPr>
        <w:pStyle w:val="Bullets1"/>
        <w:ind w:left="284" w:hanging="284"/>
      </w:pPr>
      <w:r>
        <w:t>supporting families to meet</w:t>
      </w:r>
      <w:r w:rsidR="00CC47B5">
        <w:t xml:space="preserve"> the requirements for enrolment through the provision of information</w:t>
      </w:r>
    </w:p>
    <w:p w14:paraId="76E5057C" w14:textId="77777777" w:rsidR="007D76FF" w:rsidRPr="003D4BE7" w:rsidRDefault="007D76FF" w:rsidP="0004617F">
      <w:pPr>
        <w:pStyle w:val="Bullets1"/>
        <w:ind w:left="284" w:hanging="284"/>
      </w:pPr>
      <w:r w:rsidRPr="003D4BE7">
        <w:t>maintaining confidentiality in relation to all inf</w:t>
      </w:r>
      <w:r w:rsidR="00E94A62">
        <w:t>ormation provided for enrolment</w:t>
      </w:r>
    </w:p>
    <w:p w14:paraId="4B1050F8" w14:textId="77777777" w:rsidR="000561B5" w:rsidRPr="003D4BE7" w:rsidRDefault="000561B5" w:rsidP="0004617F">
      <w:pPr>
        <w:pStyle w:val="Bullets1"/>
        <w:ind w:left="284" w:hanging="284"/>
      </w:pPr>
      <w:r w:rsidRPr="003D4BE7">
        <w:t>ensuring all families are welcomed and receive an effective orientation into the service.</w:t>
      </w:r>
    </w:p>
    <w:p w14:paraId="4BFF1BBA" w14:textId="77777777" w:rsidR="000561B5" w:rsidRPr="00F63E49" w:rsidRDefault="000561B5" w:rsidP="00F63E49">
      <w:pPr>
        <w:pStyle w:val="Heading2"/>
      </w:pPr>
      <w:r w:rsidRPr="00F63E49">
        <w:t>Scope</w:t>
      </w:r>
    </w:p>
    <w:p w14:paraId="14D77C0D" w14:textId="77777777" w:rsidR="000561B5" w:rsidRPr="00AE6D44" w:rsidRDefault="000561B5" w:rsidP="00F63E49">
      <w:pPr>
        <w:pStyle w:val="BodyText"/>
        <w:rPr>
          <w:shd w:val="clear" w:color="auto" w:fill="FFFFFF"/>
        </w:rPr>
      </w:pPr>
      <w:r w:rsidRPr="00AE6D44">
        <w:rPr>
          <w:shd w:val="clear" w:color="auto" w:fill="FFFFFF"/>
        </w:rPr>
        <w:t>This policy applies to the Approved Provider,</w:t>
      </w:r>
      <w:r w:rsidR="00D812EE">
        <w:rPr>
          <w:shd w:val="clear" w:color="auto" w:fill="FFFFFF"/>
        </w:rPr>
        <w:t xml:space="preserve"> Persons with Management and Control</w:t>
      </w:r>
      <w:r w:rsidR="00400108">
        <w:rPr>
          <w:shd w:val="clear" w:color="auto" w:fill="FFFFFF"/>
        </w:rPr>
        <w:t xml:space="preserve">, </w:t>
      </w:r>
      <w:r w:rsidR="00400108" w:rsidRPr="00AE6D44">
        <w:rPr>
          <w:shd w:val="clear" w:color="auto" w:fill="FFFFFF"/>
        </w:rPr>
        <w:t>Nominated</w:t>
      </w:r>
      <w:r w:rsidRPr="00AE6D44">
        <w:rPr>
          <w:shd w:val="clear" w:color="auto" w:fill="FFFFFF"/>
        </w:rPr>
        <w:t xml:space="preserve"> Supervisor, </w:t>
      </w:r>
      <w:r w:rsidR="002F7390">
        <w:rPr>
          <w:shd w:val="clear" w:color="auto" w:fill="FFFFFF"/>
        </w:rPr>
        <w:t>early childhood teachers</w:t>
      </w:r>
      <w:r w:rsidRPr="00AE6D44">
        <w:rPr>
          <w:shd w:val="clear" w:color="auto" w:fill="FFFFFF"/>
        </w:rPr>
        <w:t xml:space="preserve">, </w:t>
      </w:r>
      <w:r w:rsidR="00D812EE">
        <w:rPr>
          <w:shd w:val="clear" w:color="auto" w:fill="FFFFFF"/>
        </w:rPr>
        <w:t xml:space="preserve">Persons in Day to Day Charge, </w:t>
      </w:r>
      <w:r w:rsidRPr="00AE6D44">
        <w:rPr>
          <w:shd w:val="clear" w:color="auto" w:fill="FFFFFF"/>
        </w:rPr>
        <w:t xml:space="preserve">educators, staff and parents/guardians who wish to enrol or have already enrolled their child </w:t>
      </w:r>
      <w:r w:rsidRPr="00F56A4B">
        <w:rPr>
          <w:shd w:val="clear" w:color="auto" w:fill="FFFFFF"/>
        </w:rPr>
        <w:t xml:space="preserve">at </w:t>
      </w:r>
      <w:fldSimple w:instr=" DOCPROPERTY  Company  \* MERGEFORMAT ">
        <w:r w:rsidR="003D1111">
          <w:t>Eltham South Preschool</w:t>
        </w:r>
      </w:fldSimple>
      <w:r w:rsidRPr="00F56A4B">
        <w:t>.</w:t>
      </w:r>
    </w:p>
    <w:p w14:paraId="29BEAB28" w14:textId="77777777" w:rsidR="000561B5" w:rsidRPr="00F63E49" w:rsidRDefault="000561B5" w:rsidP="00F63E49">
      <w:pPr>
        <w:pStyle w:val="Heading2"/>
      </w:pPr>
      <w:r w:rsidRPr="00F63E49">
        <w:t>Background and legislation</w:t>
      </w:r>
    </w:p>
    <w:p w14:paraId="12B8EC5C" w14:textId="77777777" w:rsidR="000561B5" w:rsidRPr="00AE6D44" w:rsidRDefault="000561B5" w:rsidP="00F63E49">
      <w:pPr>
        <w:pStyle w:val="Heading4"/>
      </w:pPr>
      <w:r w:rsidRPr="00AE6D44">
        <w:t>Background</w:t>
      </w:r>
    </w:p>
    <w:p w14:paraId="5B503C31" w14:textId="77777777" w:rsidR="000561B5" w:rsidRPr="00AE6D44" w:rsidRDefault="000561B5" w:rsidP="00F63E49">
      <w:pPr>
        <w:pStyle w:val="BodyText"/>
      </w:pPr>
      <w:r w:rsidRPr="00AE6D44">
        <w:t xml:space="preserve">The </w:t>
      </w:r>
      <w:r w:rsidRPr="00F56A4B">
        <w:rPr>
          <w:i/>
        </w:rPr>
        <w:t>Education and Care Services National Regulations</w:t>
      </w:r>
      <w:r>
        <w:rPr>
          <w:i/>
        </w:rPr>
        <w:t xml:space="preserve"> 2011</w:t>
      </w:r>
      <w:r w:rsidRPr="00AE6D44">
        <w:t xml:space="preserve"> require approved services to have a policy and procedures in place in relation to enrolment and orientation (Regulation 168(2</w:t>
      </w:r>
      <w:r w:rsidR="00400108" w:rsidRPr="00AE6D44">
        <w:t>) (</w:t>
      </w:r>
      <w:r w:rsidRPr="00AE6D44">
        <w:t>k)</w:t>
      </w:r>
      <w:r>
        <w:t>)</w:t>
      </w:r>
      <w:r w:rsidR="00D61A3F">
        <w:t>.</w:t>
      </w:r>
    </w:p>
    <w:p w14:paraId="30221B8A" w14:textId="77777777" w:rsidR="000561B5" w:rsidRPr="00AE6D44" w:rsidRDefault="000561B5" w:rsidP="00F63E49">
      <w:pPr>
        <w:pStyle w:val="BodyText"/>
      </w:pPr>
      <w:r w:rsidRPr="00AE6D44">
        <w:t xml:space="preserve">It is intended that all </w:t>
      </w:r>
      <w:r w:rsidRPr="00406505">
        <w:t>eligible children</w:t>
      </w:r>
      <w:r w:rsidRPr="00AE6D44">
        <w:t xml:space="preserve"> (refer to </w:t>
      </w:r>
      <w:r w:rsidRPr="00AE6D44">
        <w:rPr>
          <w:i/>
        </w:rPr>
        <w:t>Definitions</w:t>
      </w:r>
      <w:r w:rsidRPr="00AE6D44">
        <w:t xml:space="preserve">) will have access to </w:t>
      </w:r>
      <w:r>
        <w:t>one</w:t>
      </w:r>
      <w:r w:rsidRPr="00AE6D44">
        <w:t xml:space="preserve"> year of kindergarten before </w:t>
      </w:r>
      <w:r>
        <w:t xml:space="preserve">commencing </w:t>
      </w:r>
      <w:r w:rsidRPr="00AE6D44">
        <w:t>school.</w:t>
      </w:r>
      <w:r w:rsidR="0013463A">
        <w:t xml:space="preserve"> </w:t>
      </w:r>
      <w:r w:rsidRPr="00AE6D44">
        <w:t>However, a shortage of places in some areas can limit choices for parents</w:t>
      </w:r>
      <w:r>
        <w:t>/guardians</w:t>
      </w:r>
      <w:r w:rsidRPr="00AE6D44">
        <w:t>.</w:t>
      </w:r>
      <w:r w:rsidR="0013463A">
        <w:t xml:space="preserve"> </w:t>
      </w:r>
      <w:r w:rsidRPr="00AE6D44">
        <w:t xml:space="preserve">Where demand </w:t>
      </w:r>
      <w:r>
        <w:t>is higher than availability</w:t>
      </w:r>
      <w:r w:rsidRPr="00AE6D44">
        <w:t xml:space="preserve">, a priority </w:t>
      </w:r>
      <w:r>
        <w:t xml:space="preserve">system for </w:t>
      </w:r>
      <w:r w:rsidRPr="00AE6D44">
        <w:t xml:space="preserve">access must be determined by the Approved Provider </w:t>
      </w:r>
      <w:proofErr w:type="gramStart"/>
      <w:r w:rsidRPr="00AE6D44">
        <w:t>in order to</w:t>
      </w:r>
      <w:proofErr w:type="gramEnd"/>
      <w:r w:rsidRPr="00AE6D44">
        <w:t xml:space="preserve"> allocate the </w:t>
      </w:r>
      <w:r>
        <w:t xml:space="preserve">available </w:t>
      </w:r>
      <w:r w:rsidRPr="00AE6D44">
        <w:t>places.</w:t>
      </w:r>
      <w:r w:rsidR="0013463A">
        <w:t xml:space="preserve"> </w:t>
      </w:r>
      <w:r w:rsidRPr="00AE6D44">
        <w:t xml:space="preserve">The criteria used to determine the allocation of places will vary from service to service, but </w:t>
      </w:r>
      <w:r>
        <w:t>is</w:t>
      </w:r>
      <w:r w:rsidRPr="00AE6D44">
        <w:t xml:space="preserve"> generally based on a service’s philosophy, values and beliefs</w:t>
      </w:r>
      <w:r>
        <w:t>,</w:t>
      </w:r>
      <w:r w:rsidRPr="00AE6D44">
        <w:t xml:space="preserve"> and the provisions of the </w:t>
      </w:r>
      <w:r w:rsidRPr="00A47EB5">
        <w:rPr>
          <w:i/>
        </w:rPr>
        <w:t>Equal Opportunity Act 2012</w:t>
      </w:r>
      <w:r>
        <w:t>.</w:t>
      </w:r>
      <w:r w:rsidR="0013463A">
        <w:t xml:space="preserve"> </w:t>
      </w:r>
      <w:r w:rsidRPr="00AE6D44">
        <w:t>The Victorian Government requires f</w:t>
      </w:r>
      <w:r w:rsidRPr="00AE6D44">
        <w:rPr>
          <w:bCs/>
        </w:rPr>
        <w:t xml:space="preserve">unded organisations to ensure </w:t>
      </w:r>
      <w:r>
        <w:rPr>
          <w:bCs/>
        </w:rPr>
        <w:t xml:space="preserve">that </w:t>
      </w:r>
      <w:r w:rsidRPr="00AE6D44">
        <w:rPr>
          <w:bCs/>
        </w:rPr>
        <w:t>their policies and procedures promote equal opportunity for all children.</w:t>
      </w:r>
      <w:r w:rsidR="0013463A">
        <w:t xml:space="preserve"> </w:t>
      </w:r>
      <w:r w:rsidRPr="00AE6D44">
        <w:t xml:space="preserve">Criteria for access and inclusion are outlined in </w:t>
      </w:r>
      <w:r w:rsidR="0095152E">
        <w:rPr>
          <w:i/>
        </w:rPr>
        <w:t xml:space="preserve">The </w:t>
      </w:r>
      <w:r w:rsidR="005E042E" w:rsidRPr="003D4BE7">
        <w:rPr>
          <w:i/>
        </w:rPr>
        <w:t xml:space="preserve">Kindergarten Guide </w:t>
      </w:r>
      <w:r w:rsidRPr="003D4BE7">
        <w:t xml:space="preserve">(refer to </w:t>
      </w:r>
      <w:r w:rsidRPr="003D4BE7">
        <w:rPr>
          <w:i/>
        </w:rPr>
        <w:t>Sources</w:t>
      </w:r>
      <w:r w:rsidRPr="003D4BE7">
        <w:t>).</w:t>
      </w:r>
      <w:r w:rsidR="0013463A" w:rsidRPr="003D4BE7">
        <w:t xml:space="preserve"> </w:t>
      </w:r>
      <w:r w:rsidRPr="003D4BE7">
        <w:t>Services participating in central enrolment schemes</w:t>
      </w:r>
      <w:r w:rsidRPr="00AE6D44">
        <w:t xml:space="preserve"> are required to comply with the enrolment procedures of th</w:t>
      </w:r>
      <w:r>
        <w:t>at</w:t>
      </w:r>
      <w:r w:rsidR="00D61A3F">
        <w:t xml:space="preserve"> scheme.</w:t>
      </w:r>
    </w:p>
    <w:p w14:paraId="27873AA7" w14:textId="77777777" w:rsidR="000561B5" w:rsidRDefault="000561B5" w:rsidP="00F63E49">
      <w:pPr>
        <w:pStyle w:val="BodyText"/>
      </w:pPr>
      <w:r w:rsidRPr="00E62712">
        <w:t xml:space="preserve">Childcare services providing approved care (refer to </w:t>
      </w:r>
      <w:r w:rsidRPr="00E62712">
        <w:rPr>
          <w:i/>
        </w:rPr>
        <w:t>Definitions</w:t>
      </w:r>
      <w:r w:rsidRPr="00E62712">
        <w:t>) must abide by the</w:t>
      </w:r>
      <w:r w:rsidRPr="00E62712">
        <w:rPr>
          <w:i/>
        </w:rPr>
        <w:t xml:space="preserve"> Family Assistance Legislation Amendm</w:t>
      </w:r>
      <w:r w:rsidR="00D812EE">
        <w:rPr>
          <w:i/>
        </w:rPr>
        <w:t>ent (Jobs for families childcare package</w:t>
      </w:r>
      <w:r w:rsidR="00400108">
        <w:rPr>
          <w:i/>
        </w:rPr>
        <w:t>) Act</w:t>
      </w:r>
      <w:r w:rsidR="00D812EE">
        <w:rPr>
          <w:i/>
        </w:rPr>
        <w:t xml:space="preserve"> 2017</w:t>
      </w:r>
      <w:r w:rsidRPr="00E62712">
        <w:t xml:space="preserve">(refer to </w:t>
      </w:r>
      <w:r w:rsidRPr="00E62712">
        <w:rPr>
          <w:i/>
        </w:rPr>
        <w:t>Legislation and standards</w:t>
      </w:r>
      <w:r w:rsidRPr="00E62712">
        <w:t xml:space="preserve">) and the Commonwealth Government’s </w:t>
      </w:r>
      <w:r w:rsidRPr="00E62712">
        <w:rPr>
          <w:i/>
        </w:rPr>
        <w:t>Priority for allocating places in child care services</w:t>
      </w:r>
      <w:r w:rsidRPr="00E62712">
        <w:t xml:space="preserve"> (refer to </w:t>
      </w:r>
      <w:r w:rsidRPr="00E62712">
        <w:rPr>
          <w:i/>
        </w:rPr>
        <w:t>Sources</w:t>
      </w:r>
      <w:r w:rsidRPr="00E62712">
        <w:t>).</w:t>
      </w:r>
    </w:p>
    <w:p w14:paraId="09E1D105" w14:textId="77777777" w:rsidR="00471B2D" w:rsidRDefault="00471B2D" w:rsidP="00F63E49">
      <w:pPr>
        <w:pStyle w:val="BodyText"/>
      </w:pPr>
      <w:r w:rsidRPr="00471B2D">
        <w:t xml:space="preserve">Immunisations are an effective means of reducing the risk of vaccine preventable diseases. </w:t>
      </w:r>
      <w:r w:rsidRPr="008F2377">
        <w:t>Early childhood education and care service</w:t>
      </w:r>
      <w:r w:rsidR="00587419" w:rsidRPr="008F2377">
        <w:t>s</w:t>
      </w:r>
      <w:r w:rsidRPr="008F2377">
        <w:t xml:space="preserve"> </w:t>
      </w:r>
      <w:r w:rsidR="001724B9">
        <w:t xml:space="preserve">which are regulated under the </w:t>
      </w:r>
      <w:r w:rsidR="001724B9">
        <w:rPr>
          <w:i/>
        </w:rPr>
        <w:t xml:space="preserve">Education and Care Services National Law Act </w:t>
      </w:r>
      <w:r w:rsidR="001724B9">
        <w:t xml:space="preserve">2010 </w:t>
      </w:r>
      <w:r w:rsidRPr="008F2377">
        <w:t xml:space="preserve">have </w:t>
      </w:r>
      <w:r w:rsidR="00DD562B" w:rsidRPr="00DC5AE1">
        <w:t xml:space="preserve">legislative </w:t>
      </w:r>
      <w:r w:rsidRPr="008F2377">
        <w:t xml:space="preserve">responsibilities </w:t>
      </w:r>
      <w:r w:rsidR="00642DC2">
        <w:t xml:space="preserve">under the </w:t>
      </w:r>
      <w:r w:rsidR="00642DC2" w:rsidRPr="00DC5AE1">
        <w:rPr>
          <w:i/>
        </w:rPr>
        <w:t>Public Health and Wellbeing Act 2008</w:t>
      </w:r>
      <w:r w:rsidR="00642DC2">
        <w:t xml:space="preserve"> </w:t>
      </w:r>
      <w:r w:rsidR="00587419" w:rsidRPr="008F2377">
        <w:lastRenderedPageBreak/>
        <w:t xml:space="preserve">to </w:t>
      </w:r>
      <w:r w:rsidR="0053336A" w:rsidRPr="00DC5AE1">
        <w:t>only offer a confirmed place in the</w:t>
      </w:r>
      <w:r w:rsidR="00DD562B" w:rsidRPr="00DC5AE1">
        <w:t>ir</w:t>
      </w:r>
      <w:r w:rsidR="0053336A" w:rsidRPr="00DC5AE1">
        <w:t xml:space="preserve"> program</w:t>
      </w:r>
      <w:r w:rsidR="00DD562B" w:rsidRPr="00DC5AE1">
        <w:t>s</w:t>
      </w:r>
      <w:r w:rsidR="0053336A" w:rsidRPr="00DC5AE1">
        <w:t xml:space="preserve"> to</w:t>
      </w:r>
      <w:r w:rsidRPr="008F2377">
        <w:t xml:space="preserve"> </w:t>
      </w:r>
      <w:r w:rsidR="00587419" w:rsidRPr="008F2377">
        <w:t>child</w:t>
      </w:r>
      <w:r w:rsidR="0053336A" w:rsidRPr="008F2377">
        <w:t>ren with acceptable immunisation documentation</w:t>
      </w:r>
      <w:r w:rsidR="00EA6B41">
        <w:t xml:space="preserve"> (refer to </w:t>
      </w:r>
      <w:r w:rsidR="00EA6B41">
        <w:rPr>
          <w:i/>
        </w:rPr>
        <w:t>Definitions)</w:t>
      </w:r>
      <w:r w:rsidRPr="008F2377">
        <w:t>.</w:t>
      </w:r>
    </w:p>
    <w:p w14:paraId="371C50B5" w14:textId="77777777" w:rsidR="000561B5" w:rsidRPr="00AE6D44" w:rsidRDefault="000561B5" w:rsidP="009E3010">
      <w:pPr>
        <w:pStyle w:val="Heading4"/>
        <w:spacing w:before="170"/>
      </w:pPr>
      <w:r w:rsidRPr="00AE6D44">
        <w:t>Legislation and standards</w:t>
      </w:r>
    </w:p>
    <w:p w14:paraId="545109D1" w14:textId="77777777" w:rsidR="000561B5" w:rsidRPr="00AE6D44" w:rsidRDefault="000561B5" w:rsidP="00F63E49">
      <w:pPr>
        <w:pStyle w:val="BodyText3ptAfter"/>
      </w:pPr>
      <w:r w:rsidRPr="00AE6D44">
        <w:t>Relevant legislation and standards include but are not limited to:</w:t>
      </w:r>
    </w:p>
    <w:p w14:paraId="43F27D81" w14:textId="77777777" w:rsidR="000561B5" w:rsidRPr="00F97D8D" w:rsidRDefault="000561B5" w:rsidP="007A61E8">
      <w:pPr>
        <w:pStyle w:val="Bullets1"/>
        <w:ind w:left="284" w:hanging="284"/>
        <w:rPr>
          <w:i/>
        </w:rPr>
      </w:pPr>
      <w:r w:rsidRPr="00F97D8D">
        <w:rPr>
          <w:i/>
        </w:rPr>
        <w:t>A New Tax System (Family Assistance) Act 1999</w:t>
      </w:r>
    </w:p>
    <w:p w14:paraId="48C58AE4" w14:textId="77777777" w:rsidR="000561B5" w:rsidRPr="00AE6D44" w:rsidRDefault="00D04488" w:rsidP="007A61E8">
      <w:pPr>
        <w:pStyle w:val="Bullets1"/>
        <w:ind w:left="284" w:hanging="284"/>
        <w:rPr>
          <w:lang w:val="en-GB"/>
        </w:rPr>
      </w:pPr>
      <w:hyperlink r:id="rId8" w:tgtFrame="_blank" w:history="1">
        <w:r w:rsidR="000561B5" w:rsidRPr="00F97D8D">
          <w:rPr>
            <w:i/>
            <w:iCs/>
            <w:lang w:val="en-GB"/>
          </w:rPr>
          <w:t>Charter of Human Rights and Responsibilities Act 2006</w:t>
        </w:r>
        <w:r w:rsidR="000561B5" w:rsidRPr="00AE6D44">
          <w:rPr>
            <w:iCs/>
            <w:lang w:val="en-GB"/>
          </w:rPr>
          <w:t xml:space="preserve"> </w:t>
        </w:r>
        <w:r w:rsidR="000561B5" w:rsidRPr="00217258">
          <w:rPr>
            <w:iCs/>
            <w:lang w:val="en-GB"/>
          </w:rPr>
          <w:t>(Vic)</w:t>
        </w:r>
      </w:hyperlink>
    </w:p>
    <w:p w14:paraId="5D6E1C2D" w14:textId="77777777" w:rsidR="000561B5" w:rsidRPr="00AE6D44" w:rsidRDefault="000561B5" w:rsidP="007A61E8">
      <w:pPr>
        <w:pStyle w:val="Bullets1"/>
        <w:ind w:left="284" w:hanging="284"/>
      </w:pPr>
      <w:r w:rsidRPr="00F97D8D">
        <w:rPr>
          <w:i/>
        </w:rPr>
        <w:t>Children, Youth and Families Act 2005</w:t>
      </w:r>
      <w:r>
        <w:t xml:space="preserve"> </w:t>
      </w:r>
      <w:r w:rsidRPr="00217258">
        <w:t>(Vic)</w:t>
      </w:r>
    </w:p>
    <w:p w14:paraId="643BD1E6" w14:textId="77777777" w:rsidR="000561B5" w:rsidRPr="00AE6D44" w:rsidRDefault="000561B5" w:rsidP="007A61E8">
      <w:pPr>
        <w:pStyle w:val="Bullets1"/>
        <w:ind w:left="284" w:hanging="284"/>
      </w:pPr>
      <w:r w:rsidRPr="00F97D8D">
        <w:rPr>
          <w:i/>
        </w:rPr>
        <w:t>Child Wellbeing and Safety Act 2005</w:t>
      </w:r>
      <w:r>
        <w:t xml:space="preserve"> </w:t>
      </w:r>
      <w:r w:rsidRPr="00217258">
        <w:t>(Vic)</w:t>
      </w:r>
    </w:p>
    <w:p w14:paraId="65F03F71" w14:textId="77777777" w:rsidR="000561B5" w:rsidRPr="00AE6D44" w:rsidRDefault="000561B5" w:rsidP="007A61E8">
      <w:pPr>
        <w:pStyle w:val="Bullets1"/>
        <w:ind w:left="284" w:hanging="284"/>
      </w:pPr>
      <w:r w:rsidRPr="00F97D8D">
        <w:rPr>
          <w:i/>
        </w:rPr>
        <w:t>Disability Discrimination Act 1992</w:t>
      </w:r>
      <w:r w:rsidRPr="00AE6D44">
        <w:t xml:space="preserve"> </w:t>
      </w:r>
      <w:r w:rsidRPr="00E57B0C">
        <w:t>(</w:t>
      </w:r>
      <w:proofErr w:type="spellStart"/>
      <w:r w:rsidRPr="00E57B0C">
        <w:t>Cth</w:t>
      </w:r>
      <w:proofErr w:type="spellEnd"/>
      <w:r w:rsidRPr="00E57B0C">
        <w:t>)</w:t>
      </w:r>
    </w:p>
    <w:p w14:paraId="4CBEB88D" w14:textId="77777777" w:rsidR="000561B5" w:rsidRPr="00F97D8D" w:rsidRDefault="000561B5" w:rsidP="007A61E8">
      <w:pPr>
        <w:pStyle w:val="Bullets1"/>
        <w:ind w:left="284" w:hanging="284"/>
        <w:rPr>
          <w:i/>
        </w:rPr>
      </w:pPr>
      <w:r w:rsidRPr="00F97D8D">
        <w:rPr>
          <w:i/>
        </w:rPr>
        <w:t>Education and Care Services National Law Act 2010</w:t>
      </w:r>
    </w:p>
    <w:p w14:paraId="4BBAE5A5" w14:textId="77777777" w:rsidR="000561B5" w:rsidRPr="00AE6D44" w:rsidRDefault="000561B5" w:rsidP="007A61E8">
      <w:pPr>
        <w:pStyle w:val="Bullets1"/>
        <w:ind w:left="284" w:hanging="284"/>
      </w:pPr>
      <w:r w:rsidRPr="00F97D8D">
        <w:rPr>
          <w:i/>
        </w:rPr>
        <w:t>Education and Care Services National Regulations 2011</w:t>
      </w:r>
      <w:r w:rsidRPr="00AE6D44">
        <w:t>: Regu</w:t>
      </w:r>
      <w:r w:rsidR="00D61A3F">
        <w:t xml:space="preserve">lations 160, 161, 162, </w:t>
      </w:r>
      <w:r w:rsidR="00F62C5F">
        <w:t xml:space="preserve">168, </w:t>
      </w:r>
      <w:r w:rsidR="00D61A3F">
        <w:t>177, 183</w:t>
      </w:r>
    </w:p>
    <w:p w14:paraId="5C08BE69" w14:textId="77777777" w:rsidR="000561B5" w:rsidRDefault="000561B5" w:rsidP="007A61E8">
      <w:pPr>
        <w:pStyle w:val="Bullets1"/>
        <w:ind w:left="284" w:hanging="284"/>
      </w:pPr>
      <w:r w:rsidRPr="00F97D8D">
        <w:rPr>
          <w:i/>
        </w:rPr>
        <w:t>Equal Opportunity Act 2010</w:t>
      </w:r>
      <w:r w:rsidRPr="00AE6D44">
        <w:t xml:space="preserve"> </w:t>
      </w:r>
      <w:r w:rsidRPr="00E57B0C">
        <w:t>(Vic)</w:t>
      </w:r>
    </w:p>
    <w:p w14:paraId="567DA952" w14:textId="77777777" w:rsidR="000561B5" w:rsidRPr="00F97D8D" w:rsidRDefault="000561B5" w:rsidP="007A61E8">
      <w:pPr>
        <w:pStyle w:val="Bullets1"/>
        <w:ind w:left="284" w:hanging="284"/>
        <w:rPr>
          <w:i/>
        </w:rPr>
      </w:pPr>
      <w:r w:rsidRPr="00F97D8D">
        <w:rPr>
          <w:i/>
        </w:rPr>
        <w:t>Family Assistance Legislation Amendment (Child Care Rebate) Act 2011</w:t>
      </w:r>
    </w:p>
    <w:p w14:paraId="2DD58D33" w14:textId="77777777" w:rsidR="000561B5" w:rsidRPr="00AE6D44" w:rsidRDefault="000561B5" w:rsidP="007A61E8">
      <w:pPr>
        <w:pStyle w:val="Bullets1"/>
        <w:ind w:left="284" w:hanging="284"/>
      </w:pPr>
      <w:r w:rsidRPr="00F97D8D">
        <w:rPr>
          <w:i/>
        </w:rPr>
        <w:t>National Quality Standard</w:t>
      </w:r>
      <w:r w:rsidRPr="00AE6D44">
        <w:t xml:space="preserve">, Quality Area 6: Collaborative </w:t>
      </w:r>
      <w:r>
        <w:t>P</w:t>
      </w:r>
      <w:r w:rsidRPr="00AE6D44">
        <w:t xml:space="preserve">artnerships with </w:t>
      </w:r>
      <w:r>
        <w:t>F</w:t>
      </w:r>
      <w:r w:rsidRPr="00AE6D44">
        <w:t xml:space="preserve">amilies and </w:t>
      </w:r>
      <w:r>
        <w:t>C</w:t>
      </w:r>
      <w:r w:rsidRPr="00AE6D44">
        <w:t>ommunities</w:t>
      </w:r>
    </w:p>
    <w:p w14:paraId="7496B245" w14:textId="77777777" w:rsidR="00972F3D" w:rsidRPr="00DC5AE1" w:rsidRDefault="00972F3D" w:rsidP="00A90AA6">
      <w:pPr>
        <w:pStyle w:val="Bullets1"/>
        <w:ind w:left="284" w:hanging="284"/>
        <w:rPr>
          <w:i/>
        </w:rPr>
      </w:pPr>
      <w:r w:rsidRPr="00DC5AE1">
        <w:rPr>
          <w:i/>
        </w:rPr>
        <w:t xml:space="preserve">Public Health and Wellbeing Act </w:t>
      </w:r>
      <w:r w:rsidR="005266F1" w:rsidRPr="00DC5AE1">
        <w:rPr>
          <w:i/>
        </w:rPr>
        <w:t>2008</w:t>
      </w:r>
      <w:r w:rsidR="005266F1">
        <w:rPr>
          <w:i/>
        </w:rPr>
        <w:t xml:space="preserve"> </w:t>
      </w:r>
      <w:r w:rsidR="005266F1">
        <w:t>(Vic)</w:t>
      </w:r>
    </w:p>
    <w:p w14:paraId="5441EB9D" w14:textId="77777777" w:rsidR="00CA2F65" w:rsidRPr="005266F1" w:rsidRDefault="00CA2F65" w:rsidP="00A90AA6">
      <w:pPr>
        <w:pStyle w:val="Bullets1"/>
        <w:ind w:left="284" w:hanging="284"/>
        <w:rPr>
          <w:i/>
        </w:rPr>
      </w:pPr>
      <w:r w:rsidRPr="00CA2F65">
        <w:rPr>
          <w:i/>
        </w:rPr>
        <w:t>Public Health and Wellbeing Amendment (No Jab, No Play) Regulations 2015</w:t>
      </w:r>
      <w:r w:rsidR="007D7793">
        <w:rPr>
          <w:i/>
        </w:rPr>
        <w:t xml:space="preserve"> </w:t>
      </w:r>
      <w:r w:rsidR="007D7793">
        <w:t>(Vic)</w:t>
      </w:r>
    </w:p>
    <w:p w14:paraId="7FF8CB42" w14:textId="77777777" w:rsidR="008A695F" w:rsidRDefault="000561B5" w:rsidP="00A90AA6">
      <w:pPr>
        <w:pStyle w:val="Bullets1"/>
        <w:ind w:left="284" w:hanging="284"/>
      </w:pPr>
      <w:r w:rsidRPr="00F97D8D">
        <w:rPr>
          <w:i/>
        </w:rPr>
        <w:t>Sex Discrimination Act 1984</w:t>
      </w:r>
      <w:r w:rsidRPr="00AE6D44">
        <w:t xml:space="preserve"> (</w:t>
      </w:r>
      <w:proofErr w:type="spellStart"/>
      <w:r w:rsidRPr="00AE6D44">
        <w:t>Cth</w:t>
      </w:r>
      <w:proofErr w:type="spellEnd"/>
      <w:r w:rsidRPr="00AE6D44">
        <w:t>)</w:t>
      </w:r>
    </w:p>
    <w:p w14:paraId="069AB265" w14:textId="77777777" w:rsidR="00FC42CB" w:rsidRDefault="00D812EE" w:rsidP="00FC42CB">
      <w:pPr>
        <w:pStyle w:val="Bullets1"/>
        <w:numPr>
          <w:ilvl w:val="0"/>
          <w:numId w:val="0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5682B7" wp14:editId="66E187BC">
                <wp:simplePos x="0" y="0"/>
                <wp:positionH relativeFrom="column">
                  <wp:posOffset>-1270</wp:posOffset>
                </wp:positionH>
                <wp:positionV relativeFrom="paragraph">
                  <wp:posOffset>61595</wp:posOffset>
                </wp:positionV>
                <wp:extent cx="5681345" cy="74676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81345" cy="7467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D78CD2" w14:textId="77777777" w:rsidR="0092686C" w:rsidRPr="00357A4A" w:rsidRDefault="0092686C" w:rsidP="00A90AA6">
                            <w:pPr>
                              <w:spacing w:after="60"/>
                              <w:rPr>
                                <w:rFonts w:cs="Arial"/>
                              </w:rPr>
                            </w:pPr>
                            <w:r w:rsidRPr="00357A4A">
                              <w:rPr>
                                <w:rFonts w:cs="Arial"/>
                              </w:rPr>
                              <w:t>The most current amendments to listed legislation can be found at:</w:t>
                            </w:r>
                          </w:p>
                          <w:p w14:paraId="524240DC" w14:textId="77777777" w:rsidR="0092686C" w:rsidRPr="00357A4A" w:rsidRDefault="0092686C" w:rsidP="00A90AA6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spacing w:after="60"/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357A4A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Victorian Legislation – Victorian Law Today: </w:t>
                            </w:r>
                            <w:hyperlink r:id="rId9" w:history="1">
                              <w:r w:rsidRPr="00357A4A">
                                <w:rPr>
                                  <w:rStyle w:val="Hyperlink"/>
                                  <w:rFonts w:ascii="Arial" w:hAnsi="Arial" w:cs="Arial"/>
                                  <w:sz w:val="19"/>
                                  <w:szCs w:val="19"/>
                                </w:rPr>
                                <w:t>http://www.legislation.vic.gov.au/</w:t>
                              </w:r>
                            </w:hyperlink>
                          </w:p>
                          <w:p w14:paraId="52BF24F1" w14:textId="77777777" w:rsidR="0092686C" w:rsidRDefault="0092686C" w:rsidP="00920E75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357A4A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Commonwealth Legislation –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BA5390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Federal Register of Legislation: </w:t>
                            </w:r>
                            <w:hyperlink r:id="rId10" w:history="1">
                              <w:r w:rsidRPr="00D03C28">
                                <w:rPr>
                                  <w:rStyle w:val="Hyperlink"/>
                                  <w:rFonts w:ascii="Arial" w:hAnsi="Arial" w:cs="Arial"/>
                                  <w:sz w:val="19"/>
                                  <w:szCs w:val="19"/>
                                </w:rPr>
                                <w:t>https://www.legislation.gov.au/</w:t>
                              </w:r>
                            </w:hyperlink>
                          </w:p>
                          <w:p w14:paraId="09F91668" w14:textId="77777777" w:rsidR="0092686C" w:rsidRPr="00DC5AE1" w:rsidRDefault="0092686C" w:rsidP="00DC5AE1">
                            <w:pPr>
                              <w:ind w:left="360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682B7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-.1pt;margin-top:4.85pt;width:447.35pt;height:5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" fillcolor="#ddd" stroked="f" strokeweight=".5pt">
                <v:textbox>
                  <w:txbxContent>
                    <w:p w14:paraId="72D78CD2" w14:textId="77777777" w:rsidR="0092686C" w:rsidRPr="00357A4A" w:rsidRDefault="0092686C" w:rsidP="00A90AA6">
                      <w:pPr>
                        <w:spacing w:after="60"/>
                        <w:rPr>
                          <w:rFonts w:cs="Arial"/>
                        </w:rPr>
                      </w:pPr>
                      <w:r w:rsidRPr="00357A4A">
                        <w:rPr>
                          <w:rFonts w:cs="Arial"/>
                        </w:rPr>
                        <w:t>The most current amendments to listed legislation can be found at:</w:t>
                      </w:r>
                    </w:p>
                    <w:p w14:paraId="524240DC" w14:textId="77777777" w:rsidR="0092686C" w:rsidRPr="00357A4A" w:rsidRDefault="0092686C" w:rsidP="00A90AA6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spacing w:after="60"/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357A4A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Victorian Legislation – Victorian Law Today: </w:t>
                      </w:r>
                      <w:hyperlink r:id="rId11" w:history="1">
                        <w:r w:rsidRPr="00357A4A">
                          <w:rPr>
                            <w:rStyle w:val="Hyperlink"/>
                            <w:rFonts w:ascii="Arial" w:hAnsi="Arial" w:cs="Arial"/>
                            <w:sz w:val="19"/>
                            <w:szCs w:val="19"/>
                          </w:rPr>
                          <w:t>http://www.legislation.vic.gov.au/</w:t>
                        </w:r>
                      </w:hyperlink>
                    </w:p>
                    <w:p w14:paraId="52BF24F1" w14:textId="77777777" w:rsidR="0092686C" w:rsidRDefault="0092686C" w:rsidP="00920E75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Arial" w:hAnsi="Arial" w:cs="Arial"/>
                          <w:sz w:val="19"/>
                          <w:szCs w:val="19"/>
                        </w:rPr>
                      </w:pPr>
                      <w:r w:rsidRPr="00357A4A">
                        <w:rPr>
                          <w:rFonts w:ascii="Arial" w:hAnsi="Arial" w:cs="Arial"/>
                          <w:sz w:val="19"/>
                          <w:szCs w:val="19"/>
                        </w:rPr>
                        <w:t>Commonwealth Legislation –</w:t>
                      </w:r>
                      <w:r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 </w:t>
                      </w:r>
                      <w:r w:rsidRPr="00BA5390">
                        <w:rPr>
                          <w:rFonts w:ascii="Arial" w:hAnsi="Arial" w:cs="Arial"/>
                          <w:sz w:val="19"/>
                          <w:szCs w:val="19"/>
                        </w:rPr>
                        <w:t xml:space="preserve">Federal Register of Legislation: </w:t>
                      </w:r>
                      <w:hyperlink r:id="rId12" w:history="1">
                        <w:r w:rsidRPr="00D03C28">
                          <w:rPr>
                            <w:rStyle w:val="Hyperlink"/>
                            <w:rFonts w:ascii="Arial" w:hAnsi="Arial" w:cs="Arial"/>
                            <w:sz w:val="19"/>
                            <w:szCs w:val="19"/>
                          </w:rPr>
                          <w:t>https://www.legislation.gov.au/</w:t>
                        </w:r>
                      </w:hyperlink>
                    </w:p>
                    <w:p w14:paraId="09F91668" w14:textId="77777777" w:rsidR="0092686C" w:rsidRPr="00DC5AE1" w:rsidRDefault="0092686C" w:rsidP="00DC5AE1">
                      <w:pPr>
                        <w:ind w:left="360"/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BA7347" w14:textId="77777777" w:rsidR="00FC42CB" w:rsidRDefault="00FC42CB" w:rsidP="00FC42CB">
      <w:pPr>
        <w:pStyle w:val="Bullets1"/>
        <w:numPr>
          <w:ilvl w:val="0"/>
          <w:numId w:val="0"/>
        </w:numPr>
        <w:spacing w:after="0"/>
      </w:pPr>
    </w:p>
    <w:p w14:paraId="46E55989" w14:textId="77777777" w:rsidR="008A695F" w:rsidRDefault="008A695F" w:rsidP="00FC42CB">
      <w:pPr>
        <w:pStyle w:val="Bullets1"/>
        <w:numPr>
          <w:ilvl w:val="0"/>
          <w:numId w:val="0"/>
        </w:numPr>
        <w:spacing w:after="0"/>
      </w:pPr>
    </w:p>
    <w:p w14:paraId="67A8C897" w14:textId="77777777" w:rsidR="00FC42CB" w:rsidRDefault="00FC42CB" w:rsidP="00FC42CB">
      <w:pPr>
        <w:pStyle w:val="Bullets1"/>
        <w:numPr>
          <w:ilvl w:val="0"/>
          <w:numId w:val="0"/>
        </w:numPr>
        <w:spacing w:after="0"/>
      </w:pPr>
    </w:p>
    <w:p w14:paraId="5124314E" w14:textId="77777777" w:rsidR="00FC42CB" w:rsidRDefault="00FC42CB" w:rsidP="005D4F28">
      <w:pPr>
        <w:pStyle w:val="Bullets1"/>
        <w:numPr>
          <w:ilvl w:val="0"/>
          <w:numId w:val="0"/>
        </w:numPr>
        <w:spacing w:after="0"/>
      </w:pPr>
    </w:p>
    <w:p w14:paraId="74845F1D" w14:textId="77777777" w:rsidR="00920E75" w:rsidRDefault="00920E75" w:rsidP="005D4F28">
      <w:pPr>
        <w:pStyle w:val="Bullets1"/>
        <w:numPr>
          <w:ilvl w:val="0"/>
          <w:numId w:val="0"/>
        </w:numPr>
        <w:spacing w:after="0"/>
      </w:pPr>
    </w:p>
    <w:p w14:paraId="1541DD50" w14:textId="77777777" w:rsidR="000561B5" w:rsidRPr="00AE6D44" w:rsidRDefault="000561B5" w:rsidP="005D4F28">
      <w:pPr>
        <w:pStyle w:val="Heading2"/>
        <w:keepNext/>
        <w:tabs>
          <w:tab w:val="left" w:pos="284"/>
        </w:tabs>
        <w:overflowPunct w:val="0"/>
        <w:autoSpaceDE w:val="0"/>
        <w:autoSpaceDN w:val="0"/>
        <w:adjustRightInd w:val="0"/>
        <w:spacing w:before="0" w:after="0"/>
        <w:textAlignment w:val="baseline"/>
      </w:pPr>
      <w:r w:rsidRPr="00AE6D44">
        <w:t>Definitions</w:t>
      </w:r>
    </w:p>
    <w:p w14:paraId="1AD4109E" w14:textId="77777777" w:rsidR="000561B5" w:rsidRPr="00AE6D44" w:rsidRDefault="000561B5" w:rsidP="00F63E49">
      <w:pPr>
        <w:pStyle w:val="BodyText"/>
        <w:rPr>
          <w:snapToGrid w:val="0"/>
        </w:rPr>
      </w:pPr>
      <w:r w:rsidRPr="00AE6D44">
        <w:rPr>
          <w:snapToGrid w:val="0"/>
        </w:rPr>
        <w:t>The terms defined in this section relate specifically to this policy.</w:t>
      </w:r>
      <w:r w:rsidR="0013463A">
        <w:rPr>
          <w:snapToGrid w:val="0"/>
        </w:rPr>
        <w:t xml:space="preserve"> </w:t>
      </w:r>
      <w:r w:rsidRPr="00AE6D44">
        <w:rPr>
          <w:snapToGrid w:val="0"/>
        </w:rPr>
        <w:t xml:space="preserve">For commonly used terms e.g. Approved Provider, Nominated Supervisor, Regulatory Authority etc. refer to the </w:t>
      </w:r>
      <w:r w:rsidRPr="00AE6D44">
        <w:rPr>
          <w:i/>
          <w:snapToGrid w:val="0"/>
        </w:rPr>
        <w:t>General Definitions</w:t>
      </w:r>
      <w:r w:rsidRPr="00AE6D44">
        <w:rPr>
          <w:snapToGrid w:val="0"/>
        </w:rPr>
        <w:t xml:space="preserve"> section of this manual.</w:t>
      </w:r>
    </w:p>
    <w:p w14:paraId="548E4CF9" w14:textId="77777777" w:rsidR="00791210" w:rsidRPr="00DC5AE1" w:rsidRDefault="00791210" w:rsidP="000C3860">
      <w:pPr>
        <w:pStyle w:val="BodyText"/>
      </w:pPr>
      <w:r w:rsidRPr="00BA5390">
        <w:rPr>
          <w:b/>
        </w:rPr>
        <w:t xml:space="preserve">Acceptable immunisation documentation: </w:t>
      </w:r>
      <w:r w:rsidRPr="00DC5AE1">
        <w:t>documentation</w:t>
      </w:r>
      <w:r w:rsidRPr="00BA5390">
        <w:rPr>
          <w:b/>
        </w:rPr>
        <w:t xml:space="preserve"> </w:t>
      </w:r>
      <w:r w:rsidR="00660163" w:rsidRPr="00DC5AE1">
        <w:t xml:space="preserve">as defined by the </w:t>
      </w:r>
      <w:r w:rsidR="00660163" w:rsidRPr="00DC5AE1">
        <w:rPr>
          <w:i/>
        </w:rPr>
        <w:t>Immunisation Enrolment T</w:t>
      </w:r>
      <w:r w:rsidRPr="00DC5AE1">
        <w:rPr>
          <w:i/>
        </w:rPr>
        <w:t xml:space="preserve">oolkit </w:t>
      </w:r>
      <w:r w:rsidR="00BA5390" w:rsidRPr="00DC5AE1">
        <w:rPr>
          <w:i/>
        </w:rPr>
        <w:t xml:space="preserve">for early childhood education and care services </w:t>
      </w:r>
      <w:r w:rsidRPr="00DC5AE1">
        <w:t xml:space="preserve">as acceptable evidence </w:t>
      </w:r>
      <w:r w:rsidRPr="00BA5390">
        <w:t>that a child is fully vaccinated for their age, or is on a recognised catch-up schedule if their child has fallen behind their vaccinations; or has a medical reason not to be vaccinated</w:t>
      </w:r>
      <w:r w:rsidR="00E23BA6">
        <w:t>; or has been as</w:t>
      </w:r>
      <w:r w:rsidR="00B23F4A">
        <w:t>sessed as being eligible for a</w:t>
      </w:r>
      <w:r w:rsidR="00E23BA6">
        <w:t xml:space="preserve"> 16 week grace period</w:t>
      </w:r>
      <w:r w:rsidRPr="00BA5390">
        <w:t>.</w:t>
      </w:r>
    </w:p>
    <w:p w14:paraId="722BC28C" w14:textId="77777777" w:rsidR="000561B5" w:rsidRDefault="000561B5" w:rsidP="000C3860">
      <w:pPr>
        <w:pStyle w:val="BodyText"/>
        <w:rPr>
          <w:rStyle w:val="Hyperlink"/>
        </w:rPr>
      </w:pPr>
      <w:r w:rsidRPr="0097472A">
        <w:rPr>
          <w:b/>
        </w:rPr>
        <w:t>Approved care:</w:t>
      </w:r>
      <w:r w:rsidRPr="000C3860">
        <w:t xml:space="preserve"> Care given by a service provider that has been approved by the Family Assistance Office to receive Child Care Benefit payments on behalf of eligible families.</w:t>
      </w:r>
      <w:r w:rsidR="0013463A">
        <w:t xml:space="preserve"> </w:t>
      </w:r>
      <w:r w:rsidRPr="000C3860">
        <w:t>Most long day care, family day care, before-and-after school care, vacation care, some occasional care and some in-home care childcare services are approved providers.</w:t>
      </w:r>
      <w:r w:rsidR="0013463A">
        <w:t xml:space="preserve"> </w:t>
      </w:r>
      <w:r w:rsidRPr="000C3860">
        <w:t>Details are available at</w:t>
      </w:r>
      <w:r w:rsidR="00BF7FA4">
        <w:t>:</w:t>
      </w:r>
      <w:r w:rsidR="00F97D8D" w:rsidRPr="000C3860">
        <w:br/>
      </w:r>
      <w:hyperlink r:id="rId13" w:history="1">
        <w:r w:rsidRPr="000C3860">
          <w:rPr>
            <w:rStyle w:val="Hyperlink"/>
          </w:rPr>
          <w:t>www.familyassist.gov.au/payments/family-assistance-payments/child-care-benefit/</w:t>
        </w:r>
      </w:hyperlink>
      <w:r w:rsidR="00EF3B6C">
        <w:rPr>
          <w:rStyle w:val="Hyperlink"/>
        </w:rPr>
        <w:t xml:space="preserve"> </w:t>
      </w:r>
    </w:p>
    <w:p w14:paraId="13D369C0" w14:textId="77777777" w:rsidR="004A2CFF" w:rsidRDefault="004A2CFF" w:rsidP="004A2CFF">
      <w:pPr>
        <w:pStyle w:val="BodyText"/>
        <w:spacing w:after="100"/>
      </w:pPr>
      <w:r w:rsidRPr="000B01F8">
        <w:rPr>
          <w:b/>
        </w:rPr>
        <w:t>Authorised nominee:</w:t>
      </w:r>
      <w:r w:rsidRPr="00522455">
        <w:t xml:space="preserve"> (In relation to this policy) </w:t>
      </w:r>
      <w:r w:rsidR="00833B92">
        <w:t xml:space="preserve">is </w:t>
      </w:r>
      <w:r w:rsidRPr="00522455">
        <w:t>a person who has been given written authority by the parents/guardians of a child to collect that child from the education and care service.</w:t>
      </w:r>
      <w:r w:rsidR="0013463A">
        <w:t xml:space="preserve"> </w:t>
      </w:r>
      <w:r w:rsidRPr="00522455">
        <w:t>These details will be</w:t>
      </w:r>
      <w:r>
        <w:t xml:space="preserve"> on the child’s enrolment form.</w:t>
      </w:r>
    </w:p>
    <w:p w14:paraId="308CAC04" w14:textId="77777777" w:rsidR="004A2CFF" w:rsidRPr="00522455" w:rsidRDefault="00D812EE" w:rsidP="004A2CFF">
      <w:pPr>
        <w:pStyle w:val="BodyText"/>
      </w:pPr>
      <w:r>
        <w:rPr>
          <w:noProof/>
        </w:rPr>
        <mc:AlternateContent>
          <mc:Choice Requires="wps">
            <w:drawing>
              <wp:inline distT="0" distB="0" distL="0" distR="0" wp14:anchorId="75212EA8" wp14:editId="1507CA6F">
                <wp:extent cx="5705475" cy="845820"/>
                <wp:effectExtent l="0" t="0" r="9525" b="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84582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22051" w14:textId="77777777" w:rsidR="0092686C" w:rsidRPr="007143D4" w:rsidRDefault="0092686C" w:rsidP="004A2CFF">
                            <w:pPr>
                              <w:spacing w:after="0" w:line="260" w:lineRule="atLeast"/>
                            </w:pPr>
                            <w:r w:rsidRPr="007143D4">
                              <w:t>The National Law and National Regulations do not specify a minimum age limit for an authorised nominee.</w:t>
                            </w:r>
                            <w:r>
                              <w:t xml:space="preserve"> </w:t>
                            </w:r>
                            <w:r w:rsidRPr="007143D4">
                              <w:t xml:space="preserve">Each service will need to </w:t>
                            </w:r>
                            <w:r>
                              <w:t xml:space="preserve">consider a risk assessment on an individual basis to </w:t>
                            </w:r>
                            <w:r w:rsidRPr="007143D4">
                              <w:t>determine if a person under the age of 18 is able to be an authorised nominee and, if so, what constitutes the minimum acceptable age at that service.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212EA8" id="Text Box 2" o:spid="_x0000_s1027" type="#_x0000_t202" style="width:449.25pt;height:6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" fillcolor="#ddd" stroked="f">
                <v:textbox>
                  <w:txbxContent>
                    <w:p w14:paraId="4DD22051" w14:textId="77777777" w:rsidR="0092686C" w:rsidRPr="007143D4" w:rsidRDefault="0092686C" w:rsidP="004A2CFF">
                      <w:pPr>
                        <w:spacing w:after="0" w:line="260" w:lineRule="atLeast"/>
                      </w:pPr>
                      <w:r w:rsidRPr="007143D4">
                        <w:t>The National Law and National Regulations do not specify a minimum age limit for an authorised nominee.</w:t>
                      </w:r>
                      <w:r>
                        <w:t xml:space="preserve"> </w:t>
                      </w:r>
                      <w:r w:rsidRPr="007143D4">
                        <w:t xml:space="preserve">Each service will need to </w:t>
                      </w:r>
                      <w:r>
                        <w:t xml:space="preserve">consider a risk assessment on an individual basis to </w:t>
                      </w:r>
                      <w:r w:rsidRPr="007143D4">
                        <w:t>determine if a person under the age of 18 is able to be an authorised nominee and, if so, what constitutes the minimum acceptable age at that service.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FAFD0F3" w14:textId="77777777" w:rsidR="00D24747" w:rsidRDefault="00D24747" w:rsidP="00F63E49">
      <w:pPr>
        <w:pStyle w:val="BodyText"/>
        <w:rPr>
          <w:b/>
        </w:rPr>
      </w:pPr>
    </w:p>
    <w:p w14:paraId="36EFB64C" w14:textId="77777777" w:rsidR="00655F1B" w:rsidRDefault="00655F1B" w:rsidP="00F63E49">
      <w:pPr>
        <w:pStyle w:val="BodyText"/>
        <w:rPr>
          <w:b/>
        </w:rPr>
      </w:pPr>
    </w:p>
    <w:p w14:paraId="2531480B" w14:textId="77777777" w:rsidR="000561B5" w:rsidRPr="000C3860" w:rsidRDefault="00D812EE" w:rsidP="00F63E49">
      <w:pPr>
        <w:pStyle w:val="BodyText"/>
        <w:rPr>
          <w:rStyle w:val="Hyperlink"/>
        </w:rPr>
      </w:pPr>
      <w:r>
        <w:rPr>
          <w:b/>
        </w:rPr>
        <w:lastRenderedPageBreak/>
        <w:t>Child Care Subsidy (CCS</w:t>
      </w:r>
      <w:r w:rsidR="000561B5" w:rsidRPr="00AE6D44">
        <w:rPr>
          <w:b/>
        </w:rPr>
        <w:t>):</w:t>
      </w:r>
      <w:r w:rsidR="000561B5" w:rsidRPr="00AE6D44">
        <w:t xml:space="preserve"> A Commonwealth Government payment to help families who use either approved or registered childcare services.</w:t>
      </w:r>
      <w:r w:rsidR="0013463A">
        <w:t xml:space="preserve"> </w:t>
      </w:r>
      <w:r w:rsidR="000561B5" w:rsidRPr="00AE6D44">
        <w:t>All eligible families can</w:t>
      </w:r>
      <w:r>
        <w:t xml:space="preserve"> receive some Child Care Subsidy</w:t>
      </w:r>
      <w:r w:rsidR="000561B5" w:rsidRPr="00AE6D44">
        <w:t>. Details are available at</w:t>
      </w:r>
      <w:r w:rsidR="00BA00BE">
        <w:t>:</w:t>
      </w:r>
      <w:r w:rsidR="000561B5" w:rsidRPr="00AE6D44">
        <w:t xml:space="preserve"> </w:t>
      </w:r>
      <w:r w:rsidR="00F97D8D">
        <w:br/>
      </w:r>
      <w:hyperlink r:id="rId14" w:history="1">
        <w:r w:rsidR="000561B5" w:rsidRPr="000C3860">
          <w:rPr>
            <w:rStyle w:val="Hyperlink"/>
          </w:rPr>
          <w:t>www.familyassist.gov.au/payments/family-assistance-payments/child-care-benefit/</w:t>
        </w:r>
      </w:hyperlink>
      <w:r w:rsidR="00EF3B6C">
        <w:rPr>
          <w:rStyle w:val="Hyperlink"/>
        </w:rPr>
        <w:t xml:space="preserve"> </w:t>
      </w:r>
    </w:p>
    <w:p w14:paraId="6EA59DF1" w14:textId="77777777" w:rsidR="000561B5" w:rsidRPr="00AE6D44" w:rsidRDefault="000561B5" w:rsidP="00F63E49">
      <w:pPr>
        <w:pStyle w:val="BodyText"/>
      </w:pPr>
      <w:r w:rsidRPr="00AE6D44">
        <w:rPr>
          <w:b/>
          <w:bCs/>
        </w:rPr>
        <w:t>Children with additional needs</w:t>
      </w:r>
      <w:r w:rsidRPr="00773AC5">
        <w:rPr>
          <w:b/>
          <w:bCs/>
        </w:rPr>
        <w:t>:</w:t>
      </w:r>
      <w:r w:rsidRPr="00AE6D44">
        <w:t xml:space="preserve"> Children whose development or physical condition </w:t>
      </w:r>
      <w:r>
        <w:t>requires</w:t>
      </w:r>
      <w:r w:rsidRPr="00AE6D44">
        <w:t xml:space="preserve"> specialist support or children who may need additional support due to language, cultural or economic circumstances (refer to </w:t>
      </w:r>
      <w:r w:rsidRPr="00773AC5">
        <w:rPr>
          <w:i/>
        </w:rPr>
        <w:t>Inclusion and Equity Policy</w:t>
      </w:r>
      <w:r w:rsidRPr="00AE6D44">
        <w:t>).</w:t>
      </w:r>
    </w:p>
    <w:p w14:paraId="62A91F7C" w14:textId="77777777" w:rsidR="000561B5" w:rsidRPr="00AE6D44" w:rsidRDefault="000561B5" w:rsidP="00F63E49">
      <w:pPr>
        <w:pStyle w:val="BodyText"/>
      </w:pPr>
      <w:r w:rsidRPr="00AE6D44">
        <w:rPr>
          <w:b/>
          <w:bCs/>
        </w:rPr>
        <w:t>Deferral</w:t>
      </w:r>
      <w:r w:rsidRPr="005851EE">
        <w:rPr>
          <w:b/>
        </w:rPr>
        <w:t>:</w:t>
      </w:r>
      <w:r w:rsidRPr="00AE6D44">
        <w:t xml:space="preserve"> </w:t>
      </w:r>
      <w:r>
        <w:t>When a</w:t>
      </w:r>
      <w:r w:rsidRPr="00AE6D44">
        <w:t xml:space="preserve"> child does not attend in the year when </w:t>
      </w:r>
      <w:r>
        <w:t>they are</w:t>
      </w:r>
      <w:r w:rsidRPr="00AE6D44">
        <w:t xml:space="preserve"> eligible for a funded kindergarten </w:t>
      </w:r>
      <w:proofErr w:type="gramStart"/>
      <w:r w:rsidRPr="00AE6D44">
        <w:t>place, or</w:t>
      </w:r>
      <w:proofErr w:type="gramEnd"/>
      <w:r w:rsidRPr="00AE6D44">
        <w:t xml:space="preserve"> </w:t>
      </w:r>
      <w:r w:rsidR="00D67E84">
        <w:t xml:space="preserve">is </w:t>
      </w:r>
      <w:r w:rsidRPr="00AE6D44">
        <w:t>officially withdraw</w:t>
      </w:r>
      <w:r w:rsidR="00D67E84">
        <w:t>n</w:t>
      </w:r>
      <w:r w:rsidRPr="00AE6D44">
        <w:t xml:space="preserve"> from a service prior to the</w:t>
      </w:r>
      <w:r w:rsidR="00DE4246">
        <w:t xml:space="preserve"> </w:t>
      </w:r>
      <w:r w:rsidR="00C303FD">
        <w:t>April data collection</w:t>
      </w:r>
      <w:r w:rsidRPr="00AE6D44">
        <w:t>.</w:t>
      </w:r>
      <w:r w:rsidR="0013463A">
        <w:t xml:space="preserve"> </w:t>
      </w:r>
      <w:r w:rsidR="006715A3">
        <w:t>DET</w:t>
      </w:r>
      <w:r w:rsidRPr="00AE6D44">
        <w:t xml:space="preserve"> consider</w:t>
      </w:r>
      <w:r>
        <w:t>s that this child has</w:t>
      </w:r>
      <w:r w:rsidRPr="00AE6D44">
        <w:t xml:space="preserve"> </w:t>
      </w:r>
      <w:r>
        <w:t xml:space="preserve">not </w:t>
      </w:r>
      <w:r w:rsidRPr="00AE6D44">
        <w:t xml:space="preserve">accessed a year of funded kindergarten and </w:t>
      </w:r>
      <w:r>
        <w:t>is</w:t>
      </w:r>
      <w:r w:rsidRPr="00AE6D44">
        <w:t xml:space="preserve"> therefore eligible for </w:t>
      </w:r>
      <w:r w:rsidR="006715A3">
        <w:t>DET</w:t>
      </w:r>
      <w:r w:rsidRPr="00AE6D44">
        <w:t xml:space="preserve"> funding in the following year.</w:t>
      </w:r>
    </w:p>
    <w:p w14:paraId="0D29B87C" w14:textId="77777777" w:rsidR="000561B5" w:rsidRPr="00AE6D44" w:rsidRDefault="000561B5" w:rsidP="00F63E49">
      <w:pPr>
        <w:pStyle w:val="BodyText"/>
      </w:pPr>
      <w:r w:rsidRPr="00B8251E">
        <w:rPr>
          <w:b/>
          <w:bCs/>
        </w:rPr>
        <w:t>Eligible child:</w:t>
      </w:r>
      <w:r w:rsidRPr="00B8251E">
        <w:t xml:space="preserve"> A child </w:t>
      </w:r>
      <w:r w:rsidR="000A753F" w:rsidRPr="009C304A">
        <w:t>attending</w:t>
      </w:r>
      <w:r w:rsidR="00BA5390" w:rsidRPr="009C304A">
        <w:t xml:space="preserve"> an early childhood </w:t>
      </w:r>
      <w:r w:rsidR="000A753F" w:rsidRPr="009C304A">
        <w:t>education and care service as described</w:t>
      </w:r>
      <w:r w:rsidR="00BA5390" w:rsidRPr="009C304A">
        <w:t xml:space="preserve"> in</w:t>
      </w:r>
      <w:r w:rsidR="00194C9E" w:rsidRPr="009C304A">
        <w:t xml:space="preserve"> the </w:t>
      </w:r>
      <w:r w:rsidR="00194C9E" w:rsidRPr="009C304A">
        <w:rPr>
          <w:i/>
        </w:rPr>
        <w:t xml:space="preserve">Immunisation enrolment toolkit for early childhood education and care services </w:t>
      </w:r>
      <w:r w:rsidR="00194C9E" w:rsidRPr="009C304A">
        <w:t>or a child</w:t>
      </w:r>
      <w:r w:rsidR="00194C9E" w:rsidRPr="009C304A">
        <w:rPr>
          <w:i/>
        </w:rPr>
        <w:t xml:space="preserve"> </w:t>
      </w:r>
      <w:r w:rsidR="007D7793" w:rsidRPr="009C304A">
        <w:t xml:space="preserve">in a </w:t>
      </w:r>
      <w:r w:rsidR="001F5680" w:rsidRPr="009C304A">
        <w:t>kindergarten progra</w:t>
      </w:r>
      <w:r w:rsidR="00194C9E" w:rsidRPr="009C304A">
        <w:t>m who meets the requirements of</w:t>
      </w:r>
      <w:r w:rsidR="001F5680" w:rsidRPr="009C304A">
        <w:t xml:space="preserve"> </w:t>
      </w:r>
      <w:r w:rsidR="00B8251E" w:rsidRPr="009C304A">
        <w:t xml:space="preserve">both </w:t>
      </w:r>
      <w:r w:rsidR="00194C9E" w:rsidRPr="00B8251E">
        <w:rPr>
          <w:i/>
        </w:rPr>
        <w:t xml:space="preserve">The </w:t>
      </w:r>
      <w:r w:rsidR="00EA6B41" w:rsidRPr="00B8251E">
        <w:rPr>
          <w:i/>
        </w:rPr>
        <w:t>Kindergarten Guide</w:t>
      </w:r>
      <w:r w:rsidR="00194C9E" w:rsidRPr="009C304A">
        <w:rPr>
          <w:i/>
        </w:rPr>
        <w:t xml:space="preserve"> </w:t>
      </w:r>
      <w:r w:rsidR="00194C9E" w:rsidRPr="009C304A">
        <w:t>and the</w:t>
      </w:r>
      <w:r w:rsidR="00194C9E" w:rsidRPr="009C304A">
        <w:rPr>
          <w:i/>
        </w:rPr>
        <w:t xml:space="preserve"> </w:t>
      </w:r>
      <w:r w:rsidR="001F5680" w:rsidRPr="009C304A">
        <w:rPr>
          <w:i/>
        </w:rPr>
        <w:t>Immunisation enrolment toolkit for early childh</w:t>
      </w:r>
      <w:r w:rsidR="00E65EC1" w:rsidRPr="009C304A">
        <w:rPr>
          <w:i/>
        </w:rPr>
        <w:t>ood education and care services</w:t>
      </w:r>
      <w:r w:rsidR="001E7A79" w:rsidRPr="009C304A">
        <w:rPr>
          <w:i/>
        </w:rPr>
        <w:t>.</w:t>
      </w:r>
    </w:p>
    <w:p w14:paraId="149717C2" w14:textId="77777777" w:rsidR="007D7793" w:rsidRPr="00AE6D44" w:rsidRDefault="007D7793" w:rsidP="007D7793">
      <w:pPr>
        <w:pStyle w:val="BodyText"/>
      </w:pPr>
      <w:r w:rsidRPr="00AE6D44">
        <w:rPr>
          <w:b/>
        </w:rPr>
        <w:t>Enrolment application fee:</w:t>
      </w:r>
      <w:r w:rsidRPr="00AE6D44">
        <w:t xml:space="preserve"> A payment to cover administrative costs associated with the processing of a child’s enrolment application for a place in a program at the service.</w:t>
      </w:r>
    </w:p>
    <w:p w14:paraId="0377357D" w14:textId="77777777" w:rsidR="000561B5" w:rsidRPr="00AE6D44" w:rsidRDefault="000561B5" w:rsidP="00F63E49">
      <w:pPr>
        <w:pStyle w:val="BodyText"/>
      </w:pPr>
      <w:r w:rsidRPr="00AE6D44">
        <w:rPr>
          <w:b/>
          <w:bCs/>
        </w:rPr>
        <w:t>Enrolment application form</w:t>
      </w:r>
      <w:r w:rsidRPr="00022BBD">
        <w:rPr>
          <w:b/>
          <w:bCs/>
        </w:rPr>
        <w:t>:</w:t>
      </w:r>
      <w:r w:rsidRPr="00AE6D44">
        <w:rPr>
          <w:bCs/>
        </w:rPr>
        <w:t xml:space="preserve"> </w:t>
      </w:r>
      <w:r w:rsidRPr="00AE6D44">
        <w:t>A form to apply for a place at the service.</w:t>
      </w:r>
    </w:p>
    <w:p w14:paraId="0F4B9EE1" w14:textId="77777777" w:rsidR="000561B5" w:rsidRPr="00AE6D44" w:rsidRDefault="000561B5" w:rsidP="00F63E49">
      <w:pPr>
        <w:pStyle w:val="BodyText"/>
      </w:pPr>
      <w:r w:rsidRPr="00AE6D44">
        <w:rPr>
          <w:b/>
          <w:bCs/>
        </w:rPr>
        <w:t>Enrolment form</w:t>
      </w:r>
      <w:r w:rsidRPr="00022BBD">
        <w:rPr>
          <w:b/>
          <w:bCs/>
        </w:rPr>
        <w:t xml:space="preserve">: </w:t>
      </w:r>
      <w:r w:rsidRPr="00AE6D44">
        <w:t xml:space="preserve">A form that collects contact details, </w:t>
      </w:r>
      <w:r>
        <w:t xml:space="preserve">and </w:t>
      </w:r>
      <w:r w:rsidRPr="00AE6D44">
        <w:t xml:space="preserve">personal and medical information from </w:t>
      </w:r>
      <w:r w:rsidRPr="00AE6499">
        <w:t>parents/guardians about their child.</w:t>
      </w:r>
      <w:r w:rsidR="0013463A">
        <w:t xml:space="preserve"> </w:t>
      </w:r>
      <w:r w:rsidRPr="00AE6499">
        <w:t>The information on this form is placed on the child’s enrolment record</w:t>
      </w:r>
      <w:r w:rsidRPr="00AE6D44">
        <w:t xml:space="preserve"> (see below) and is kept confidential by the service.</w:t>
      </w:r>
    </w:p>
    <w:p w14:paraId="631AE67E" w14:textId="77777777" w:rsidR="000561B5" w:rsidRPr="00AE6D44" w:rsidRDefault="000561B5" w:rsidP="00F63E49">
      <w:pPr>
        <w:pStyle w:val="BodyText"/>
      </w:pPr>
      <w:r w:rsidRPr="00CA0AA0">
        <w:rPr>
          <w:b/>
        </w:rPr>
        <w:t xml:space="preserve">Enrolment record: </w:t>
      </w:r>
      <w:r w:rsidR="00323442" w:rsidRPr="00CA0AA0">
        <w:t>The c</w:t>
      </w:r>
      <w:r w:rsidR="007D7793" w:rsidRPr="00CA0AA0">
        <w:t>ollection of documents which c</w:t>
      </w:r>
      <w:r w:rsidRPr="00CA0AA0">
        <w:t>ontains information on each child as required under the National Regulations</w:t>
      </w:r>
      <w:r w:rsidR="001A19FC" w:rsidRPr="00DC5AE1">
        <w:t xml:space="preserve"> (Regulations 160, 161, 162)</w:t>
      </w:r>
      <w:r w:rsidR="00660163" w:rsidRPr="00DC5AE1">
        <w:t xml:space="preserve"> </w:t>
      </w:r>
      <w:r w:rsidR="00E77FBA">
        <w:t>including the enrolment form;</w:t>
      </w:r>
      <w:r w:rsidR="00CA0AA0" w:rsidRPr="00DC5AE1">
        <w:t xml:space="preserve"> details of any court orders; </w:t>
      </w:r>
      <w:r w:rsidR="00660163" w:rsidRPr="00DC5AE1">
        <w:t xml:space="preserve">and </w:t>
      </w:r>
      <w:r w:rsidR="00CA0AA0" w:rsidRPr="00DC5AE1">
        <w:t xml:space="preserve">immunisation documentation as specified in the </w:t>
      </w:r>
      <w:r w:rsidR="00660163" w:rsidRPr="00DC5AE1">
        <w:rPr>
          <w:i/>
        </w:rPr>
        <w:t>Immunisation Enrolment Toolkit</w:t>
      </w:r>
      <w:r w:rsidR="00CA0AA0" w:rsidRPr="00DC5AE1">
        <w:rPr>
          <w:i/>
        </w:rPr>
        <w:t xml:space="preserve"> </w:t>
      </w:r>
      <w:r w:rsidR="001A19FC" w:rsidRPr="00DC5AE1">
        <w:rPr>
          <w:i/>
        </w:rPr>
        <w:t xml:space="preserve"> </w:t>
      </w:r>
      <w:r w:rsidR="00CA0AA0" w:rsidRPr="00DC5AE1">
        <w:rPr>
          <w:i/>
        </w:rPr>
        <w:t>for early childhood education and care services</w:t>
      </w:r>
      <w:r w:rsidRPr="00CA0AA0">
        <w:t>.</w:t>
      </w:r>
      <w:r w:rsidR="0013463A" w:rsidRPr="00CA0AA0">
        <w:t xml:space="preserve"> </w:t>
      </w:r>
      <w:r w:rsidRPr="00CA0AA0">
        <w:t>This information is kept confidential by the service.</w:t>
      </w:r>
    </w:p>
    <w:p w14:paraId="1A0957ED" w14:textId="77777777" w:rsidR="00BA5390" w:rsidRDefault="000561B5">
      <w:pPr>
        <w:pStyle w:val="BodyText"/>
      </w:pPr>
      <w:r w:rsidRPr="00AE6D44">
        <w:rPr>
          <w:b/>
          <w:bCs/>
        </w:rPr>
        <w:t>Fee</w:t>
      </w:r>
      <w:r w:rsidRPr="0053463F">
        <w:rPr>
          <w:b/>
          <w:bCs/>
        </w:rPr>
        <w:t>:</w:t>
      </w:r>
      <w:r w:rsidRPr="00AE6D44">
        <w:t xml:space="preserve"> A charge for a place within a program at the service.</w:t>
      </w:r>
    </w:p>
    <w:p w14:paraId="737EE501" w14:textId="77777777" w:rsidR="000561B5" w:rsidRPr="00AE6D44" w:rsidRDefault="000561B5">
      <w:pPr>
        <w:pStyle w:val="Heading2"/>
      </w:pPr>
      <w:r w:rsidRPr="00AE6D44">
        <w:t>Sources and related policies</w:t>
      </w:r>
    </w:p>
    <w:p w14:paraId="66244342" w14:textId="77777777" w:rsidR="000561B5" w:rsidRPr="00AE6D44" w:rsidRDefault="000561B5" w:rsidP="00F63E49">
      <w:pPr>
        <w:pStyle w:val="Heading4"/>
      </w:pPr>
      <w:r w:rsidRPr="00AE6D44">
        <w:t>Sources</w:t>
      </w:r>
    </w:p>
    <w:p w14:paraId="18352A66" w14:textId="77777777" w:rsidR="001042C0" w:rsidRPr="00DC5AE1" w:rsidRDefault="001042C0" w:rsidP="00DC5AE1">
      <w:pPr>
        <w:pStyle w:val="Bullets1"/>
        <w:ind w:left="284" w:hanging="284"/>
      </w:pPr>
      <w:r w:rsidRPr="00DC5AE1">
        <w:t>Australian Childhood Immunisation Register</w:t>
      </w:r>
      <w:r w:rsidR="00762F02">
        <w:t xml:space="preserve">: </w:t>
      </w:r>
      <w:hyperlink r:id="rId15" w:history="1">
        <w:r w:rsidR="004D1E53" w:rsidRPr="004F22BD">
          <w:rPr>
            <w:rStyle w:val="Hyperlink"/>
          </w:rPr>
          <w:t>www.humanservices.gov.au/customer/services/medicare/australian-childhood-immunisation-register</w:t>
        </w:r>
      </w:hyperlink>
    </w:p>
    <w:p w14:paraId="4AA8425A" w14:textId="77777777" w:rsidR="004D1E53" w:rsidRPr="00DC5AE1" w:rsidRDefault="002220D6">
      <w:pPr>
        <w:pStyle w:val="Bullets1"/>
        <w:ind w:left="284" w:hanging="284"/>
      </w:pPr>
      <w:r>
        <w:t xml:space="preserve">The Family Assistance Law as the basis for Commonwealth child care fee assistance including the Child Care Subsidy (CCS) and Additional Child Care Subsidy (ACCS): </w:t>
      </w:r>
      <w:hyperlink r:id="rId16" w:history="1">
        <w:r>
          <w:rPr>
            <w:rStyle w:val="Hyperlink"/>
          </w:rPr>
          <w:t>https://www.education.gov.au/child-care-legislation</w:t>
        </w:r>
      </w:hyperlink>
    </w:p>
    <w:p w14:paraId="3406527C" w14:textId="77777777" w:rsidR="000561B5" w:rsidRPr="00C259E3" w:rsidRDefault="000561B5">
      <w:pPr>
        <w:pStyle w:val="Bullets1"/>
        <w:ind w:left="284" w:hanging="284"/>
        <w:rPr>
          <w:rStyle w:val="Hyperlink"/>
          <w:color w:val="auto"/>
          <w:sz w:val="19"/>
          <w:u w:val="none"/>
          <w:lang w:eastAsia="en-US"/>
        </w:rPr>
      </w:pPr>
      <w:r w:rsidRPr="00C259E3">
        <w:rPr>
          <w:i/>
        </w:rPr>
        <w:t>Guide to the Education and Care Services National Law and the Education and Care Services National Regulations 2011</w:t>
      </w:r>
      <w:r w:rsidRPr="00AE6D44">
        <w:t>:</w:t>
      </w:r>
      <w:r w:rsidR="00E77FBA">
        <w:t xml:space="preserve"> </w:t>
      </w:r>
      <w:hyperlink r:id="rId17" w:history="1">
        <w:r w:rsidR="00337295" w:rsidRPr="00CF79A7">
          <w:rPr>
            <w:rStyle w:val="Hyperlink"/>
          </w:rPr>
          <w:t>www.acecqa.gov.au/</w:t>
        </w:r>
      </w:hyperlink>
    </w:p>
    <w:p w14:paraId="71972614" w14:textId="77777777" w:rsidR="000561B5" w:rsidRPr="00D812EE" w:rsidRDefault="000561B5" w:rsidP="00D812EE">
      <w:pPr>
        <w:pStyle w:val="Bullets1"/>
        <w:ind w:left="284" w:hanging="284"/>
        <w:rPr>
          <w:rStyle w:val="Hyperlink"/>
          <w:color w:val="auto"/>
          <w:u w:val="none"/>
        </w:rPr>
      </w:pPr>
      <w:r w:rsidRPr="00F97D8D">
        <w:rPr>
          <w:i/>
        </w:rPr>
        <w:t>Guide to the National Quality Standard</w:t>
      </w:r>
      <w:r w:rsidR="00F97D8D">
        <w:t>:</w:t>
      </w:r>
      <w:r w:rsidR="00E77FBA">
        <w:t xml:space="preserve"> </w:t>
      </w:r>
      <w:hyperlink r:id="rId18" w:history="1">
        <w:r w:rsidR="00337295" w:rsidRPr="00CF79A7">
          <w:rPr>
            <w:rStyle w:val="Hyperlink"/>
          </w:rPr>
          <w:t>www.acecqa.gov.au/</w:t>
        </w:r>
      </w:hyperlink>
    </w:p>
    <w:p w14:paraId="4E9CAE99" w14:textId="77777777" w:rsidR="000561B5" w:rsidRPr="00DC5AE1" w:rsidRDefault="0095152E" w:rsidP="00D30F26">
      <w:pPr>
        <w:pStyle w:val="Bullets1"/>
        <w:ind w:left="284" w:hanging="284"/>
        <w:rPr>
          <w:rStyle w:val="Hyperlink"/>
          <w:color w:val="auto"/>
          <w:u w:val="none"/>
        </w:rPr>
      </w:pPr>
      <w:r w:rsidRPr="00DC5AE1">
        <w:rPr>
          <w:i/>
        </w:rPr>
        <w:t xml:space="preserve">The </w:t>
      </w:r>
      <w:r w:rsidR="00EA6B41">
        <w:rPr>
          <w:i/>
        </w:rPr>
        <w:t>Kindergarten Guide</w:t>
      </w:r>
      <w:r w:rsidR="004D297D" w:rsidRPr="00BA5390">
        <w:rPr>
          <w:i/>
        </w:rPr>
        <w:t xml:space="preserve"> (Department of Education and </w:t>
      </w:r>
      <w:r w:rsidR="007A2BD5" w:rsidRPr="00BA5390">
        <w:rPr>
          <w:i/>
        </w:rPr>
        <w:t>Training</w:t>
      </w:r>
      <w:r w:rsidR="004D297D" w:rsidRPr="00BA5390">
        <w:rPr>
          <w:i/>
        </w:rPr>
        <w:t>)</w:t>
      </w:r>
      <w:r w:rsidR="00F97D8D" w:rsidRPr="00BA5390">
        <w:t>:</w:t>
      </w:r>
      <w:r w:rsidR="00F97D8D">
        <w:br/>
      </w:r>
      <w:hyperlink r:id="rId19" w:history="1">
        <w:r w:rsidR="004D1E53" w:rsidRPr="004F22BD">
          <w:rPr>
            <w:rStyle w:val="Hyperlink"/>
          </w:rPr>
          <w:t>www.education.vic.gov.au/childhood/providers/funding/Pages/kinderfundingcriteria.aspx</w:t>
        </w:r>
      </w:hyperlink>
    </w:p>
    <w:p w14:paraId="6BE2FB9F" w14:textId="77777777" w:rsidR="001042C0" w:rsidRPr="00DC5AE1" w:rsidRDefault="002220D6" w:rsidP="001042C0">
      <w:pPr>
        <w:pStyle w:val="Bullets1"/>
        <w:rPr>
          <w:i/>
        </w:rPr>
      </w:pPr>
      <w:r>
        <w:t xml:space="preserve">Department of Health and Human Services, </w:t>
      </w:r>
      <w:r w:rsidR="001042C0">
        <w:rPr>
          <w:i/>
        </w:rPr>
        <w:t>Immunisation enrolment toolkit for early childhood education an</w:t>
      </w:r>
      <w:r>
        <w:rPr>
          <w:i/>
        </w:rPr>
        <w:t>d care service</w:t>
      </w:r>
      <w:r w:rsidR="00762F02">
        <w:t>:</w:t>
      </w:r>
      <w:r w:rsidR="001042C0">
        <w:t xml:space="preserve"> </w:t>
      </w:r>
      <w:hyperlink r:id="rId20" w:history="1">
        <w:r>
          <w:rPr>
            <w:rStyle w:val="Hyperlink"/>
          </w:rPr>
          <w:t>https://www2.health.vic.gov.au/public-health/immunisation/vaccination-children/no-jab-no-play/immunisation-enrolment-toolkit</w:t>
        </w:r>
      </w:hyperlink>
    </w:p>
    <w:p w14:paraId="7DDBED02" w14:textId="77777777" w:rsidR="001042C0" w:rsidRPr="001042C0" w:rsidRDefault="001042C0" w:rsidP="001042C0">
      <w:pPr>
        <w:pStyle w:val="Bullets1"/>
      </w:pPr>
      <w:r w:rsidRPr="001042C0">
        <w:t xml:space="preserve">Victorian Department of Health: </w:t>
      </w:r>
      <w:hyperlink r:id="rId21" w:history="1">
        <w:r w:rsidRPr="001042C0">
          <w:rPr>
            <w:rStyle w:val="Hyperlink"/>
          </w:rPr>
          <w:t>www.health.vic.gov.au/immunisation</w:t>
        </w:r>
      </w:hyperlink>
    </w:p>
    <w:p w14:paraId="79205571" w14:textId="77777777" w:rsidR="000561B5" w:rsidRPr="00AE6D44" w:rsidRDefault="000561B5" w:rsidP="009E3010">
      <w:pPr>
        <w:pStyle w:val="Heading4"/>
        <w:spacing w:before="170"/>
      </w:pPr>
      <w:r w:rsidRPr="00AE6D44">
        <w:t>Service policies</w:t>
      </w:r>
    </w:p>
    <w:p w14:paraId="687AC9A8" w14:textId="77777777" w:rsidR="000561B5" w:rsidRPr="00F97D8D" w:rsidRDefault="000561B5" w:rsidP="00D30F26">
      <w:pPr>
        <w:pStyle w:val="Bullets1"/>
        <w:ind w:left="284" w:hanging="284"/>
        <w:rPr>
          <w:i/>
        </w:rPr>
      </w:pPr>
      <w:r w:rsidRPr="00F97D8D">
        <w:rPr>
          <w:i/>
        </w:rPr>
        <w:t>Acceptance and Refusal of Authorisations Policy</w:t>
      </w:r>
    </w:p>
    <w:p w14:paraId="49972ABE" w14:textId="77777777" w:rsidR="000561B5" w:rsidRDefault="000561B5" w:rsidP="00D30F26">
      <w:pPr>
        <w:pStyle w:val="Bullets1"/>
        <w:ind w:left="284" w:hanging="284"/>
        <w:rPr>
          <w:i/>
        </w:rPr>
      </w:pPr>
      <w:r w:rsidRPr="00F97D8D">
        <w:rPr>
          <w:i/>
        </w:rPr>
        <w:t>Complaints and Grievances Policy</w:t>
      </w:r>
    </w:p>
    <w:p w14:paraId="474F8667" w14:textId="77777777" w:rsidR="00337FE5" w:rsidRDefault="00337FE5" w:rsidP="00D30F26">
      <w:pPr>
        <w:pStyle w:val="Bullets1"/>
        <w:ind w:left="284" w:hanging="284"/>
        <w:rPr>
          <w:i/>
        </w:rPr>
      </w:pPr>
      <w:r>
        <w:rPr>
          <w:i/>
        </w:rPr>
        <w:t>Dealing with Infectious Disease Policy</w:t>
      </w:r>
    </w:p>
    <w:p w14:paraId="50E3ECEB" w14:textId="77777777" w:rsidR="000561B5" w:rsidRPr="00F97D8D" w:rsidRDefault="000561B5" w:rsidP="00D30F26">
      <w:pPr>
        <w:pStyle w:val="Bullets1"/>
        <w:ind w:left="284" w:hanging="284"/>
        <w:rPr>
          <w:i/>
        </w:rPr>
      </w:pPr>
      <w:r w:rsidRPr="00F97D8D">
        <w:rPr>
          <w:i/>
        </w:rPr>
        <w:t>Fees Policy</w:t>
      </w:r>
    </w:p>
    <w:p w14:paraId="5304C27F" w14:textId="77777777" w:rsidR="000561B5" w:rsidRPr="00F97D8D" w:rsidRDefault="000561B5" w:rsidP="00D30F26">
      <w:pPr>
        <w:pStyle w:val="Bullets1"/>
        <w:ind w:left="284" w:hanging="284"/>
        <w:rPr>
          <w:i/>
        </w:rPr>
      </w:pPr>
      <w:r w:rsidRPr="00F97D8D">
        <w:rPr>
          <w:i/>
        </w:rPr>
        <w:lastRenderedPageBreak/>
        <w:t>Inclusion and Equity Policy</w:t>
      </w:r>
    </w:p>
    <w:p w14:paraId="78A654C8" w14:textId="77777777" w:rsidR="000561B5" w:rsidRPr="00F97D8D" w:rsidRDefault="000561B5" w:rsidP="00D30F26">
      <w:pPr>
        <w:pStyle w:val="Bullets1"/>
        <w:ind w:left="284" w:hanging="284"/>
        <w:rPr>
          <w:i/>
        </w:rPr>
      </w:pPr>
      <w:r w:rsidRPr="00F97D8D">
        <w:rPr>
          <w:i/>
        </w:rPr>
        <w:t>Privacy and Confidentiality Policy</w:t>
      </w:r>
    </w:p>
    <w:p w14:paraId="200F63E9" w14:textId="77777777" w:rsidR="000561B5" w:rsidRPr="00AE6D44" w:rsidRDefault="000561B5" w:rsidP="00AE6499">
      <w:pPr>
        <w:pStyle w:val="Heading1"/>
      </w:pPr>
      <w:r w:rsidRPr="00AE6D44">
        <w:t>Procedures</w:t>
      </w:r>
    </w:p>
    <w:p w14:paraId="0978A0D0" w14:textId="77777777" w:rsidR="000561B5" w:rsidRPr="00AE6D44" w:rsidRDefault="000561B5" w:rsidP="00F63E49">
      <w:pPr>
        <w:pStyle w:val="Heading4"/>
      </w:pPr>
      <w:r w:rsidRPr="00AE6D44">
        <w:t xml:space="preserve">The Approved Provider </w:t>
      </w:r>
      <w:r w:rsidR="00D812EE">
        <w:t xml:space="preserve">or Persons with Management and Control </w:t>
      </w:r>
      <w:r w:rsidRPr="00AE6D44">
        <w:t>is responsible for:</w:t>
      </w:r>
    </w:p>
    <w:p w14:paraId="73BE03C2" w14:textId="77777777" w:rsidR="000561B5" w:rsidRPr="009C304A" w:rsidRDefault="000561B5" w:rsidP="00B17B01">
      <w:pPr>
        <w:pStyle w:val="Bullets1"/>
        <w:ind w:left="284" w:hanging="284"/>
      </w:pPr>
      <w:r w:rsidRPr="00AE6D44">
        <w:t xml:space="preserve">determining the criteria for priority of access to programs at </w:t>
      </w:r>
      <w:fldSimple w:instr=" DOCPROPERTY  Company  \* MERGEFORMAT ">
        <w:r w:rsidR="003D1111">
          <w:t>Eltham South Preschool</w:t>
        </w:r>
      </w:fldSimple>
      <w:r>
        <w:t xml:space="preserve">, </w:t>
      </w:r>
      <w:r w:rsidRPr="00AE6D44">
        <w:t>based on funding requirements and the service’s philosophy</w:t>
      </w:r>
      <w:r w:rsidR="005936B1">
        <w:t xml:space="preserve"> (refer also </w:t>
      </w:r>
      <w:r w:rsidR="005936B1" w:rsidRPr="009C304A">
        <w:t>to</w:t>
      </w:r>
      <w:r w:rsidR="005936B1" w:rsidRPr="009C304A">
        <w:rPr>
          <w:rFonts w:cs="Arial"/>
        </w:rPr>
        <w:t xml:space="preserve"> Attachment 1</w:t>
      </w:r>
      <w:r w:rsidR="009C304A" w:rsidRPr="009C304A">
        <w:rPr>
          <w:rFonts w:cs="Arial"/>
        </w:rPr>
        <w:t xml:space="preserve"> – </w:t>
      </w:r>
      <w:r w:rsidR="009C304A">
        <w:rPr>
          <w:rFonts w:cs="Arial"/>
        </w:rPr>
        <w:t>Eligibility and p</w:t>
      </w:r>
      <w:r w:rsidR="005936B1" w:rsidRPr="009C304A">
        <w:rPr>
          <w:rFonts w:cs="Arial"/>
        </w:rPr>
        <w:t>riority of access criteria)</w:t>
      </w:r>
    </w:p>
    <w:p w14:paraId="5BA30C28" w14:textId="77777777" w:rsidR="000561B5" w:rsidRPr="00AE6D44" w:rsidRDefault="001E7A79" w:rsidP="00B17B01">
      <w:pPr>
        <w:pStyle w:val="Bullets1"/>
        <w:ind w:left="284" w:hanging="284"/>
      </w:pPr>
      <w:r w:rsidRPr="00AE6D44">
        <w:t xml:space="preserve">considering any barriers </w:t>
      </w:r>
      <w:r>
        <w:t xml:space="preserve">to access </w:t>
      </w:r>
      <w:r w:rsidRPr="00AE6D44">
        <w:t>that may exist</w:t>
      </w:r>
      <w:r>
        <w:t>,</w:t>
      </w:r>
      <w:r w:rsidRPr="00AE6D44">
        <w:t xml:space="preserve"> </w:t>
      </w:r>
      <w:r w:rsidR="000561B5" w:rsidRPr="00AE6D44">
        <w:t>developing procedures that ensure all eligible families are aware of</w:t>
      </w:r>
      <w:r w:rsidR="000561B5">
        <w:t>,</w:t>
      </w:r>
      <w:r w:rsidR="000561B5" w:rsidRPr="00AE6D44">
        <w:t xml:space="preserve"> and </w:t>
      </w:r>
      <w:r w:rsidR="000561B5">
        <w:t xml:space="preserve">are </w:t>
      </w:r>
      <w:r w:rsidR="000561B5" w:rsidRPr="00AE6D44">
        <w:t>able to access</w:t>
      </w:r>
      <w:r w:rsidR="000561B5">
        <w:t>,</w:t>
      </w:r>
      <w:r w:rsidR="000561B5" w:rsidRPr="00AE6D44">
        <w:t xml:space="preserve"> an early childhood program</w:t>
      </w:r>
    </w:p>
    <w:p w14:paraId="19163CEA" w14:textId="77777777" w:rsidR="000561B5" w:rsidRDefault="000561B5" w:rsidP="00B17B01">
      <w:pPr>
        <w:pStyle w:val="Bullets1"/>
        <w:ind w:left="284" w:hanging="284"/>
        <w:rPr>
          <w:i/>
        </w:rPr>
      </w:pPr>
      <w:r w:rsidRPr="00AE6D44">
        <w:t xml:space="preserve">complying with the </w:t>
      </w:r>
      <w:r w:rsidRPr="00AE6D44">
        <w:rPr>
          <w:i/>
        </w:rPr>
        <w:t>Inclusion and Equity Policy</w:t>
      </w:r>
    </w:p>
    <w:p w14:paraId="052BA372" w14:textId="77777777" w:rsidR="000561B5" w:rsidRPr="009C304A" w:rsidRDefault="000561B5" w:rsidP="00B17B01">
      <w:pPr>
        <w:pStyle w:val="Bullets1"/>
        <w:ind w:left="284" w:hanging="284"/>
        <w:rPr>
          <w:i/>
        </w:rPr>
      </w:pPr>
      <w:r w:rsidRPr="00AE6D44">
        <w:rPr>
          <w:rFonts w:cs="Arial"/>
        </w:rPr>
        <w:t xml:space="preserve">appointing </w:t>
      </w:r>
      <w:r>
        <w:rPr>
          <w:rFonts w:cs="Arial"/>
        </w:rPr>
        <w:t xml:space="preserve">a </w:t>
      </w:r>
      <w:r w:rsidRPr="003535F3">
        <w:rPr>
          <w:rFonts w:cs="Arial"/>
        </w:rPr>
        <w:t>person</w:t>
      </w:r>
      <w:r w:rsidRPr="00AE6D44">
        <w:rPr>
          <w:rFonts w:cs="Arial"/>
        </w:rPr>
        <w:t xml:space="preserve"> to be responsible for the </w:t>
      </w:r>
      <w:r>
        <w:rPr>
          <w:rFonts w:cs="Arial"/>
        </w:rPr>
        <w:t xml:space="preserve">enrolment process and the </w:t>
      </w:r>
      <w:r w:rsidRPr="00AE6D44">
        <w:rPr>
          <w:rFonts w:cs="Arial"/>
        </w:rPr>
        <w:t>day-to-day implementation of this policy</w:t>
      </w:r>
      <w:r w:rsidR="0015442F">
        <w:rPr>
          <w:rFonts w:cs="Arial"/>
        </w:rPr>
        <w:t xml:space="preserve"> (refer also to Attachment </w:t>
      </w:r>
      <w:r w:rsidR="005936B1">
        <w:rPr>
          <w:rFonts w:cs="Arial"/>
        </w:rPr>
        <w:t>2</w:t>
      </w:r>
      <w:r w:rsidR="0015442F">
        <w:rPr>
          <w:rFonts w:cs="Arial"/>
        </w:rPr>
        <w:t xml:space="preserve"> </w:t>
      </w:r>
      <w:r w:rsidR="0015442F" w:rsidRPr="0015442F">
        <w:rPr>
          <w:rFonts w:cs="Arial"/>
        </w:rPr>
        <w:t>–</w:t>
      </w:r>
      <w:r w:rsidR="0015442F">
        <w:rPr>
          <w:rFonts w:cs="Arial"/>
        </w:rPr>
        <w:t xml:space="preserve"> General enrolment procedure</w:t>
      </w:r>
      <w:r w:rsidR="005936B1">
        <w:rPr>
          <w:rFonts w:cs="Arial"/>
        </w:rPr>
        <w:t xml:space="preserve">s </w:t>
      </w:r>
      <w:r w:rsidR="00F4215B" w:rsidRPr="009C304A">
        <w:rPr>
          <w:rFonts w:cs="Arial"/>
        </w:rPr>
        <w:t xml:space="preserve">and Attachment </w:t>
      </w:r>
      <w:r w:rsidR="005936B1" w:rsidRPr="009C304A">
        <w:rPr>
          <w:rFonts w:cs="Arial"/>
        </w:rPr>
        <w:t>3</w:t>
      </w:r>
      <w:r w:rsidR="00F4215B" w:rsidRPr="009C304A">
        <w:rPr>
          <w:rFonts w:cs="Arial"/>
        </w:rPr>
        <w:t xml:space="preserve"> –</w:t>
      </w:r>
      <w:r w:rsidR="009A4406">
        <w:rPr>
          <w:rFonts w:cs="Arial"/>
        </w:rPr>
        <w:t xml:space="preserve"> </w:t>
      </w:r>
      <w:r w:rsidR="00F4215B" w:rsidRPr="009C304A">
        <w:rPr>
          <w:rFonts w:cs="Arial"/>
        </w:rPr>
        <w:t xml:space="preserve">Sample </w:t>
      </w:r>
      <w:r w:rsidR="007D78CD" w:rsidRPr="009C304A">
        <w:rPr>
          <w:rFonts w:cs="Arial"/>
        </w:rPr>
        <w:t>enrolment application form</w:t>
      </w:r>
      <w:r w:rsidR="0015442F" w:rsidRPr="009C304A">
        <w:rPr>
          <w:rFonts w:cs="Arial"/>
        </w:rPr>
        <w:t>)</w:t>
      </w:r>
    </w:p>
    <w:p w14:paraId="7629F5FF" w14:textId="77777777" w:rsidR="000561B5" w:rsidRPr="00AE6D44" w:rsidRDefault="000561B5" w:rsidP="00B17B01">
      <w:pPr>
        <w:pStyle w:val="Bullets1"/>
        <w:ind w:left="284" w:hanging="284"/>
      </w:pPr>
      <w:r w:rsidRPr="00AE6D44">
        <w:t xml:space="preserve">providing opportunities (in consultation with the Nominated Supervisor and educators) for interested families to attend the service during operational hours to </w:t>
      </w:r>
      <w:r>
        <w:t>observe</w:t>
      </w:r>
      <w:r w:rsidRPr="00AE6D44">
        <w:t xml:space="preserve"> the program and become familiar with the service prior to their child commencing </w:t>
      </w:r>
      <w:r>
        <w:t>in the program</w:t>
      </w:r>
    </w:p>
    <w:p w14:paraId="42CF3092" w14:textId="77777777" w:rsidR="001A6E24" w:rsidRPr="003D4BE7" w:rsidRDefault="000E4F86" w:rsidP="00B17B01">
      <w:pPr>
        <w:pStyle w:val="Bullets1"/>
        <w:ind w:left="284"/>
      </w:pPr>
      <w:r>
        <w:t xml:space="preserve">providing </w:t>
      </w:r>
      <w:r w:rsidR="00162435">
        <w:t>parents/guardians</w:t>
      </w:r>
      <w:r w:rsidR="001A6E24" w:rsidRPr="00DC5AE1">
        <w:t xml:space="preserve"> with information about the requirements of the law for enrolment, locating and accessing immunisation services and obtaining acceptable immunisation documentation</w:t>
      </w:r>
      <w:r>
        <w:t xml:space="preserve"> required for enrolment</w:t>
      </w:r>
    </w:p>
    <w:p w14:paraId="21873179" w14:textId="77777777" w:rsidR="001F5680" w:rsidRPr="003D4BE7" w:rsidRDefault="0029323E" w:rsidP="00B17B01">
      <w:pPr>
        <w:pStyle w:val="Bullets1"/>
        <w:ind w:left="284"/>
      </w:pPr>
      <w:r>
        <w:t>ensuring</w:t>
      </w:r>
      <w:r w:rsidR="00E061F1" w:rsidRPr="003D4BE7">
        <w:t xml:space="preserve"> parents</w:t>
      </w:r>
      <w:r w:rsidR="00162435">
        <w:t>/guardians</w:t>
      </w:r>
      <w:r w:rsidR="00E061F1" w:rsidRPr="003D4BE7">
        <w:t xml:space="preserve"> </w:t>
      </w:r>
      <w:r>
        <w:t xml:space="preserve">are only offered </w:t>
      </w:r>
      <w:r w:rsidR="001E7A79">
        <w:t>a tentative place</w:t>
      </w:r>
      <w:r w:rsidR="00E061F1" w:rsidRPr="003D4BE7">
        <w:t xml:space="preserve"> until the</w:t>
      </w:r>
      <w:r w:rsidR="00920E75" w:rsidRPr="00DC5AE1">
        <w:t xml:space="preserve"> child</w:t>
      </w:r>
      <w:r w:rsidR="00E061F1" w:rsidRPr="003D4BE7">
        <w:t>’s</w:t>
      </w:r>
      <w:r w:rsidR="00920E75" w:rsidRPr="00DC5AE1">
        <w:t xml:space="preserve"> </w:t>
      </w:r>
      <w:r w:rsidR="001F5680" w:rsidRPr="003D4BE7">
        <w:t xml:space="preserve">immunisation </w:t>
      </w:r>
      <w:r w:rsidR="00120516" w:rsidRPr="003D4BE7">
        <w:t>documentation</w:t>
      </w:r>
      <w:r w:rsidR="0048615F" w:rsidRPr="003D4BE7">
        <w:t xml:space="preserve"> </w:t>
      </w:r>
      <w:r w:rsidR="00E061F1" w:rsidRPr="003D4BE7">
        <w:t>is assessed</w:t>
      </w:r>
      <w:r w:rsidR="001A6E24" w:rsidRPr="003D4BE7">
        <w:t xml:space="preserve"> as being acceptable</w:t>
      </w:r>
    </w:p>
    <w:p w14:paraId="5A81C007" w14:textId="77777777" w:rsidR="0048615F" w:rsidRPr="00942433" w:rsidRDefault="0048615F" w:rsidP="00B17B01">
      <w:pPr>
        <w:pStyle w:val="Bullets1"/>
        <w:ind w:left="284"/>
      </w:pPr>
      <w:r>
        <w:t xml:space="preserve">assessing the child’s immunisation documentation </w:t>
      </w:r>
      <w:r w:rsidR="001E7A79" w:rsidRPr="00DC5AE1">
        <w:rPr>
          <w:b/>
        </w:rPr>
        <w:t>prior to enrolment</w:t>
      </w:r>
      <w:r w:rsidR="001E7A79">
        <w:t xml:space="preserve"> </w:t>
      </w:r>
      <w:r>
        <w:t>to determine if the child’s vaccination status complies with requirements or whether the child is eligible for the 16 week grace period</w:t>
      </w:r>
    </w:p>
    <w:p w14:paraId="3EB0BAEA" w14:textId="77777777" w:rsidR="0048615F" w:rsidRDefault="0048615F" w:rsidP="00B17B01">
      <w:pPr>
        <w:pStyle w:val="Bullets1"/>
        <w:ind w:left="284" w:hanging="284"/>
      </w:pPr>
      <w:r w:rsidRPr="00E061F1">
        <w:t>ensuring that only c</w:t>
      </w:r>
      <w:r w:rsidR="001F5680" w:rsidRPr="00E061F1">
        <w:t>hildren who</w:t>
      </w:r>
      <w:r w:rsidR="004F62E0" w:rsidRPr="00DC5AE1">
        <w:t xml:space="preserve"> have acceptable immunisation documentation</w:t>
      </w:r>
      <w:r w:rsidRPr="00E061F1">
        <w:t xml:space="preserve"> </w:t>
      </w:r>
      <w:r w:rsidR="00194C9E" w:rsidRPr="00DC5AE1">
        <w:t>have a</w:t>
      </w:r>
      <w:r w:rsidRPr="00E061F1">
        <w:t xml:space="preserve"> </w:t>
      </w:r>
      <w:r w:rsidR="00194C9E" w:rsidRPr="00DC5AE1">
        <w:t>confirmed place in the program</w:t>
      </w:r>
    </w:p>
    <w:p w14:paraId="1CFF6BD7" w14:textId="77777777" w:rsidR="00B8251E" w:rsidRPr="009C304A" w:rsidRDefault="00D02C36" w:rsidP="00B17B01">
      <w:pPr>
        <w:pStyle w:val="Bullets1"/>
        <w:ind w:left="284" w:hanging="284"/>
      </w:pPr>
      <w:r>
        <w:t xml:space="preserve">advising </w:t>
      </w:r>
      <w:r w:rsidR="00B8251E" w:rsidRPr="009C304A">
        <w:t>parents/guardians</w:t>
      </w:r>
      <w:r>
        <w:t xml:space="preserve"> who do not have acceptable</w:t>
      </w:r>
      <w:r w:rsidR="00B8251E" w:rsidRPr="009C304A">
        <w:t xml:space="preserve"> </w:t>
      </w:r>
      <w:r>
        <w:t xml:space="preserve">immunisation documentation that their children are not able to attend the service and referring them to immunisation services </w:t>
      </w:r>
      <w:r w:rsidR="00425D13" w:rsidRPr="009C304A">
        <w:t xml:space="preserve">(see Attachment </w:t>
      </w:r>
      <w:r w:rsidR="007D78CD" w:rsidRPr="009C304A">
        <w:t>4</w:t>
      </w:r>
      <w:r w:rsidR="00425D13" w:rsidRPr="009C304A">
        <w:t xml:space="preserve"> – </w:t>
      </w:r>
      <w:r w:rsidR="005D1215">
        <w:t>Letter for p</w:t>
      </w:r>
      <w:r w:rsidR="007D78CD" w:rsidRPr="009C304A">
        <w:t>arents/guardians w</w:t>
      </w:r>
      <w:r w:rsidR="005D1215">
        <w:t>ithout</w:t>
      </w:r>
      <w:r w:rsidR="007D78CD" w:rsidRPr="009C304A">
        <w:t xml:space="preserve"> acceptable immunisation documentation</w:t>
      </w:r>
      <w:r w:rsidR="00FC155E" w:rsidRPr="009C304A">
        <w:t>)</w:t>
      </w:r>
    </w:p>
    <w:p w14:paraId="0DD8DFDD" w14:textId="77777777" w:rsidR="0053336A" w:rsidRPr="00E061F1" w:rsidRDefault="0053336A" w:rsidP="00B17B01">
      <w:pPr>
        <w:pStyle w:val="Bullets1"/>
        <w:ind w:left="284" w:hanging="284"/>
        <w:rPr>
          <w:rFonts w:cs="Courier New"/>
        </w:rPr>
      </w:pPr>
      <w:r w:rsidRPr="00E061F1">
        <w:t xml:space="preserve">taking reasonable steps to obtain acceptable immunisation documentation from </w:t>
      </w:r>
      <w:r w:rsidR="009A4406">
        <w:t xml:space="preserve">a </w:t>
      </w:r>
      <w:r w:rsidRPr="00E061F1">
        <w:t>parent</w:t>
      </w:r>
      <w:r w:rsidR="00162435">
        <w:t>/guardian</w:t>
      </w:r>
      <w:r w:rsidRPr="00E061F1">
        <w:t xml:space="preserve"> of a child enrolled under a grace period within the 16 weeks from when the child begins attending</w:t>
      </w:r>
      <w:r w:rsidR="007D78CD">
        <w:t xml:space="preserve"> (Note: the child </w:t>
      </w:r>
      <w:r w:rsidR="007A4640">
        <w:t>can continue to attend</w:t>
      </w:r>
      <w:r w:rsidR="007D78CD">
        <w:t xml:space="preserve"> </w:t>
      </w:r>
      <w:r w:rsidR="007A4640">
        <w:t xml:space="preserve">the service if acceptable </w:t>
      </w:r>
      <w:r w:rsidR="007D78CD">
        <w:t>immunisa</w:t>
      </w:r>
      <w:r w:rsidR="009A4406">
        <w:t>tion documentation is not obtain</w:t>
      </w:r>
      <w:r w:rsidR="007D78CD">
        <w:t>ed).</w:t>
      </w:r>
    </w:p>
    <w:p w14:paraId="5410E312" w14:textId="77777777" w:rsidR="00BA6130" w:rsidRDefault="00BA6130" w:rsidP="009C304A">
      <w:pPr>
        <w:pStyle w:val="Bullets1"/>
        <w:ind w:left="284"/>
      </w:pPr>
      <w:r w:rsidRPr="00BA6130">
        <w:t xml:space="preserve">ensuring that </w:t>
      </w:r>
      <w:r>
        <w:t>the enrolment form</w:t>
      </w:r>
      <w:r w:rsidRPr="00BA6130">
        <w:t xml:space="preserve"> (refer to </w:t>
      </w:r>
      <w:r w:rsidRPr="00BA6130">
        <w:rPr>
          <w:i/>
        </w:rPr>
        <w:t>Definitions</w:t>
      </w:r>
      <w:r>
        <w:t>) complies</w:t>
      </w:r>
      <w:r w:rsidRPr="00BA6130">
        <w:t xml:space="preserve"> with the requirements of Regulations 160, 161, 162</w:t>
      </w:r>
      <w:r>
        <w:t xml:space="preserve"> and that it effectively meets the management requirements of the service</w:t>
      </w:r>
    </w:p>
    <w:p w14:paraId="26E415D0" w14:textId="77777777" w:rsidR="000561B5" w:rsidRPr="00AE6D44" w:rsidRDefault="000561B5" w:rsidP="00B17B01">
      <w:pPr>
        <w:pStyle w:val="Bullets1"/>
        <w:ind w:left="284" w:hanging="284"/>
      </w:pPr>
      <w:r w:rsidRPr="00AE6D44">
        <w:t xml:space="preserve">ensuring that enrolment records (refer to </w:t>
      </w:r>
      <w:r w:rsidRPr="00AE6D44">
        <w:rPr>
          <w:i/>
        </w:rPr>
        <w:t>Definitions)</w:t>
      </w:r>
      <w:r w:rsidRPr="00AE6D44">
        <w:t xml:space="preserve"> are </w:t>
      </w:r>
      <w:r>
        <w:t>stored</w:t>
      </w:r>
      <w:r w:rsidRPr="00AE6D44">
        <w:t xml:space="preserve"> in a safe and secure place</w:t>
      </w:r>
      <w:r>
        <w:t>,</w:t>
      </w:r>
      <w:r w:rsidRPr="00AE6D44">
        <w:t xml:space="preserve"> and kept for </w:t>
      </w:r>
      <w:r>
        <w:t>three</w:t>
      </w:r>
      <w:r w:rsidRPr="00AE6D44">
        <w:t xml:space="preserve"> years after the last date on which the child was educated and cared for by the service (Regulation 183</w:t>
      </w:r>
      <w:r w:rsidRPr="003535F3">
        <w:t>)</w:t>
      </w:r>
    </w:p>
    <w:p w14:paraId="17259219" w14:textId="77777777" w:rsidR="000561B5" w:rsidRPr="00AE6D44" w:rsidRDefault="000561B5" w:rsidP="00B17B01">
      <w:pPr>
        <w:pStyle w:val="Bullets1"/>
        <w:ind w:left="284" w:hanging="284"/>
      </w:pPr>
      <w:r w:rsidRPr="00AE6D44">
        <w:t>ensuring that the orientation program and plans meet the individual needs of children and families</w:t>
      </w:r>
      <w:r>
        <w:t>,</w:t>
      </w:r>
      <w:r w:rsidRPr="00AE6D44">
        <w:t xml:space="preserve"> and comply with </w:t>
      </w:r>
      <w:r w:rsidR="006715A3">
        <w:t>DET</w:t>
      </w:r>
      <w:r>
        <w:t xml:space="preserve"> </w:t>
      </w:r>
      <w:r w:rsidRPr="00AE6D44">
        <w:t>funding criteria</w:t>
      </w:r>
    </w:p>
    <w:p w14:paraId="17629224" w14:textId="77777777" w:rsidR="000561B5" w:rsidRDefault="000561B5" w:rsidP="00B17B01">
      <w:pPr>
        <w:pStyle w:val="Bullets1"/>
        <w:ind w:left="284" w:hanging="284"/>
      </w:pPr>
      <w:r w:rsidRPr="00AE6D44">
        <w:t>reviewing the orientation processes for new families and children to ensure the objectives of this policy are met</w:t>
      </w:r>
    </w:p>
    <w:p w14:paraId="3B8D2660" w14:textId="77777777" w:rsidR="000561B5" w:rsidRPr="00D24747" w:rsidRDefault="000561B5" w:rsidP="00B17B01">
      <w:pPr>
        <w:pStyle w:val="Bullets1"/>
        <w:ind w:left="284" w:hanging="284"/>
        <w:rPr>
          <w:rFonts w:cs="Courier New"/>
        </w:rPr>
      </w:pPr>
      <w:r>
        <w:t>ensuring that parents/guardians of a child attending the service can enter the service premises at any time that the child is being educated and cared for, except where this may pose a risk to the safety of children or staff, or conflict with any duty of the Approved Provider, Nominated Supervisor or educators under the Law (Regulation 157)</w:t>
      </w:r>
      <w:r w:rsidR="0097472A">
        <w:t>.</w:t>
      </w:r>
    </w:p>
    <w:p w14:paraId="31060CAA" w14:textId="77777777" w:rsidR="000561B5" w:rsidRPr="00AE6D44" w:rsidRDefault="000561B5" w:rsidP="009E3010">
      <w:pPr>
        <w:pStyle w:val="Heading4"/>
        <w:spacing w:before="170"/>
      </w:pPr>
      <w:r w:rsidRPr="00AE6D44">
        <w:t>The Nominated Supervisor</w:t>
      </w:r>
      <w:r w:rsidR="00D812EE">
        <w:t>, Persons in Day to Day Charge</w:t>
      </w:r>
      <w:r w:rsidR="00A820FC">
        <w:t xml:space="preserve"> </w:t>
      </w:r>
      <w:r w:rsidRPr="00AE6D44">
        <w:t xml:space="preserve">and </w:t>
      </w:r>
      <w:r w:rsidR="00D5665D">
        <w:t>early childhood teachers</w:t>
      </w:r>
      <w:r w:rsidRPr="00AE6D44">
        <w:t xml:space="preserve"> are responsible for:</w:t>
      </w:r>
    </w:p>
    <w:p w14:paraId="50209CCA" w14:textId="77777777" w:rsidR="00F04DC4" w:rsidRPr="00AE6D44" w:rsidRDefault="000561B5" w:rsidP="00E061F1">
      <w:pPr>
        <w:pStyle w:val="Bullets1"/>
        <w:ind w:left="284" w:hanging="284"/>
      </w:pPr>
      <w:r w:rsidRPr="00AE6D44">
        <w:t xml:space="preserve">reviewing enrolment applications to identify children with additional needs (refer to </w:t>
      </w:r>
      <w:r w:rsidR="00392BC5">
        <w:rPr>
          <w:i/>
        </w:rPr>
        <w:t xml:space="preserve">Definitions </w:t>
      </w:r>
      <w:r w:rsidR="00392BC5">
        <w:t xml:space="preserve">and </w:t>
      </w:r>
      <w:r w:rsidRPr="00AE6D44">
        <w:t xml:space="preserve">the </w:t>
      </w:r>
      <w:r w:rsidRPr="00AE6D44">
        <w:rPr>
          <w:i/>
        </w:rPr>
        <w:t>Inclusion and Equity Policy</w:t>
      </w:r>
      <w:r w:rsidRPr="00AE6D44">
        <w:t>)</w:t>
      </w:r>
    </w:p>
    <w:p w14:paraId="0E2BD2B8" w14:textId="77777777" w:rsidR="000561B5" w:rsidRDefault="000561B5" w:rsidP="00E061F1">
      <w:pPr>
        <w:pStyle w:val="Bullets1"/>
        <w:ind w:left="284" w:hanging="284"/>
      </w:pPr>
      <w:r w:rsidRPr="00AE6D44">
        <w:lastRenderedPageBreak/>
        <w:t xml:space="preserve">responding to parent/guardian enquiries regarding their child’s readiness for the program </w:t>
      </w:r>
      <w:r>
        <w:t>that</w:t>
      </w:r>
      <w:r w:rsidRPr="00AE6D44">
        <w:t xml:space="preserve"> they are considering enrolling their child</w:t>
      </w:r>
      <w:r>
        <w:t xml:space="preserve"> in</w:t>
      </w:r>
    </w:p>
    <w:p w14:paraId="423F8E72" w14:textId="77777777" w:rsidR="000561B5" w:rsidRDefault="000561B5" w:rsidP="00253B40">
      <w:pPr>
        <w:pStyle w:val="Bullets1"/>
        <w:ind w:left="284" w:hanging="284"/>
      </w:pPr>
      <w:r w:rsidRPr="00AE6D44">
        <w:t>discussing the individual child’s needs with parents/guardians and developing an orientation program to assist them to settle into the program</w:t>
      </w:r>
    </w:p>
    <w:p w14:paraId="1B488EB2" w14:textId="77777777" w:rsidR="000561B5" w:rsidRPr="00AE6D44" w:rsidRDefault="000561B5" w:rsidP="00253B40">
      <w:pPr>
        <w:pStyle w:val="Bullets1"/>
        <w:ind w:left="284" w:hanging="284"/>
      </w:pPr>
      <w:r w:rsidRPr="00AE6D44">
        <w:t>encouraging parents/guardians to</w:t>
      </w:r>
      <w:r>
        <w:t>:</w:t>
      </w:r>
    </w:p>
    <w:p w14:paraId="49970FFD" w14:textId="77777777" w:rsidR="000561B5" w:rsidRPr="00AE6D44" w:rsidRDefault="000561B5" w:rsidP="008E2B2D">
      <w:pPr>
        <w:pStyle w:val="Bullets2"/>
        <w:ind w:left="567" w:hanging="283"/>
      </w:pPr>
      <w:r w:rsidRPr="00AE6D44">
        <w:t xml:space="preserve">stay with their child </w:t>
      </w:r>
      <w:proofErr w:type="gramStart"/>
      <w:r w:rsidRPr="00AE6D44">
        <w:t>as long as</w:t>
      </w:r>
      <w:proofErr w:type="gramEnd"/>
      <w:r w:rsidRPr="00AE6D44">
        <w:t xml:space="preserve"> required during the settling in period</w:t>
      </w:r>
    </w:p>
    <w:p w14:paraId="434D4822" w14:textId="77777777" w:rsidR="000561B5" w:rsidRPr="00AE6D44" w:rsidRDefault="000561B5" w:rsidP="008E2B2D">
      <w:pPr>
        <w:pStyle w:val="Bullets2"/>
        <w:ind w:left="567" w:hanging="283"/>
      </w:pPr>
      <w:proofErr w:type="gramStart"/>
      <w:r w:rsidRPr="00AE6D44">
        <w:t>make contact with</w:t>
      </w:r>
      <w:proofErr w:type="gramEnd"/>
      <w:r w:rsidRPr="00AE6D44">
        <w:t xml:space="preserve"> educators and carers at the service</w:t>
      </w:r>
      <w:r>
        <w:t>,</w:t>
      </w:r>
      <w:r w:rsidRPr="00AE6D44">
        <w:t xml:space="preserve"> when required</w:t>
      </w:r>
    </w:p>
    <w:p w14:paraId="06D5176C" w14:textId="77777777" w:rsidR="000561B5" w:rsidRPr="00AE6D44" w:rsidRDefault="000561B5" w:rsidP="001D05EA">
      <w:pPr>
        <w:pStyle w:val="Bullets1"/>
        <w:ind w:left="284" w:hanging="284"/>
      </w:pPr>
      <w:r w:rsidRPr="00AE6D44">
        <w:t>assisting parents/guardians to develop and maintain a routine for saying goodbye to their child</w:t>
      </w:r>
    </w:p>
    <w:p w14:paraId="37F04042" w14:textId="77777777" w:rsidR="000561B5" w:rsidRPr="00AE6D44" w:rsidRDefault="000561B5" w:rsidP="001D05EA">
      <w:pPr>
        <w:pStyle w:val="Bullets1"/>
        <w:ind w:left="284" w:hanging="284"/>
      </w:pPr>
      <w:r w:rsidRPr="00AE6D44">
        <w:t xml:space="preserve">sharing information with parents/guardians regarding their child’s progress </w:t>
      </w:r>
      <w:r>
        <w:t>with regard to</w:t>
      </w:r>
      <w:r w:rsidRPr="00AE6D44">
        <w:t xml:space="preserve"> settling </w:t>
      </w:r>
      <w:proofErr w:type="gramStart"/>
      <w:r w:rsidRPr="00AE6D44">
        <w:t>in to</w:t>
      </w:r>
      <w:proofErr w:type="gramEnd"/>
      <w:r w:rsidRPr="00AE6D44">
        <w:t xml:space="preserve"> the service</w:t>
      </w:r>
    </w:p>
    <w:p w14:paraId="16DDFC65" w14:textId="77777777" w:rsidR="000561B5" w:rsidRPr="00AE6D44" w:rsidRDefault="000561B5" w:rsidP="001D05EA">
      <w:pPr>
        <w:pStyle w:val="Bullets1"/>
        <w:ind w:left="284" w:hanging="284"/>
      </w:pPr>
      <w:r w:rsidRPr="00AE6D44">
        <w:t>discussing support services for children with parents/guardians</w:t>
      </w:r>
      <w:r>
        <w:t>,</w:t>
      </w:r>
      <w:r w:rsidRPr="00AE6D44">
        <w:t xml:space="preserve"> where required</w:t>
      </w:r>
      <w:r w:rsidR="00F05E4D">
        <w:t>.</w:t>
      </w:r>
    </w:p>
    <w:p w14:paraId="5D286F0E" w14:textId="77777777" w:rsidR="00D5665D" w:rsidRDefault="00D5665D" w:rsidP="009E3010">
      <w:pPr>
        <w:pStyle w:val="Heading4"/>
        <w:spacing w:before="170"/>
      </w:pPr>
      <w:r>
        <w:t>All educators are responsible for:</w:t>
      </w:r>
    </w:p>
    <w:p w14:paraId="7339470C" w14:textId="77777777" w:rsidR="00D5665D" w:rsidRPr="00D5665D" w:rsidRDefault="00D5665D" w:rsidP="001034B0">
      <w:pPr>
        <w:pStyle w:val="BodyText"/>
        <w:numPr>
          <w:ilvl w:val="0"/>
          <w:numId w:val="3"/>
        </w:numPr>
        <w:spacing w:before="0" w:after="60"/>
      </w:pPr>
      <w:r w:rsidRPr="00D5665D">
        <w:t>responding to enrolment enquiries on a day-to-day basis and referring people to the person responsible for the enrolment process, as required</w:t>
      </w:r>
    </w:p>
    <w:p w14:paraId="776784D4" w14:textId="77777777" w:rsidR="00D5665D" w:rsidRPr="00D5665D" w:rsidRDefault="00D5665D" w:rsidP="001034B0">
      <w:pPr>
        <w:pStyle w:val="BodyText"/>
        <w:numPr>
          <w:ilvl w:val="0"/>
          <w:numId w:val="3"/>
        </w:numPr>
        <w:spacing w:before="0" w:after="60"/>
      </w:pPr>
      <w:r w:rsidRPr="00D5665D">
        <w:t>providing parents</w:t>
      </w:r>
      <w:r w:rsidR="00162435">
        <w:t>/guardians</w:t>
      </w:r>
      <w:r w:rsidRPr="00D5665D">
        <w:t xml:space="preserve"> with information about the requirements of the law for enrolment, locating and accessing immunisation services and obtaining acceptable immunisation documentation required for enrolment</w:t>
      </w:r>
    </w:p>
    <w:p w14:paraId="595FA164" w14:textId="77777777" w:rsidR="00D5665D" w:rsidRPr="00D5665D" w:rsidRDefault="00D5665D" w:rsidP="00F80FB3">
      <w:pPr>
        <w:pStyle w:val="BodyText"/>
        <w:numPr>
          <w:ilvl w:val="0"/>
          <w:numId w:val="3"/>
        </w:numPr>
        <w:spacing w:before="0" w:after="60"/>
      </w:pPr>
      <w:r w:rsidRPr="00D5665D">
        <w:t>developing strategies to assist new families to:</w:t>
      </w:r>
    </w:p>
    <w:p w14:paraId="44BF5437" w14:textId="77777777" w:rsidR="00D5665D" w:rsidRPr="00D5665D" w:rsidRDefault="00D5665D" w:rsidP="00F80FB3">
      <w:pPr>
        <w:pStyle w:val="BodyText"/>
        <w:numPr>
          <w:ilvl w:val="1"/>
          <w:numId w:val="3"/>
        </w:numPr>
        <w:spacing w:before="0" w:after="60" w:line="240" w:lineRule="auto"/>
      </w:pPr>
      <w:r w:rsidRPr="00D5665D">
        <w:t>feel welcomed into the service</w:t>
      </w:r>
    </w:p>
    <w:p w14:paraId="7B0EA87B" w14:textId="77777777" w:rsidR="00D5665D" w:rsidRPr="00D5665D" w:rsidRDefault="00D5665D" w:rsidP="00A449F3">
      <w:pPr>
        <w:pStyle w:val="BodyText"/>
        <w:numPr>
          <w:ilvl w:val="1"/>
          <w:numId w:val="3"/>
        </w:numPr>
        <w:spacing w:before="0" w:after="60" w:line="240" w:lineRule="auto"/>
      </w:pPr>
      <w:r w:rsidRPr="00D5665D">
        <w:t>become familiar with service policies and procedures</w:t>
      </w:r>
    </w:p>
    <w:p w14:paraId="7C62631A" w14:textId="77777777" w:rsidR="00D5665D" w:rsidRPr="00D5665D" w:rsidRDefault="00D5665D" w:rsidP="00A449F3">
      <w:pPr>
        <w:pStyle w:val="BodyText"/>
        <w:numPr>
          <w:ilvl w:val="1"/>
          <w:numId w:val="3"/>
        </w:numPr>
        <w:spacing w:before="0" w:after="60" w:line="240" w:lineRule="auto"/>
      </w:pPr>
      <w:r w:rsidRPr="00D5665D">
        <w:t xml:space="preserve">share information about their family beliefs, </w:t>
      </w:r>
      <w:proofErr w:type="gramStart"/>
      <w:r w:rsidRPr="00D5665D">
        <w:t>values</w:t>
      </w:r>
      <w:proofErr w:type="gramEnd"/>
      <w:r w:rsidRPr="00D5665D">
        <w:t xml:space="preserve"> and culture</w:t>
      </w:r>
    </w:p>
    <w:p w14:paraId="6580D65A" w14:textId="77777777" w:rsidR="00D5665D" w:rsidRPr="00D5665D" w:rsidRDefault="00D5665D" w:rsidP="00A449F3">
      <w:pPr>
        <w:pStyle w:val="BodyText"/>
        <w:numPr>
          <w:ilvl w:val="1"/>
          <w:numId w:val="3"/>
        </w:numPr>
        <w:spacing w:before="0" w:after="60" w:line="240" w:lineRule="auto"/>
      </w:pPr>
      <w:r w:rsidRPr="00D5665D">
        <w:t xml:space="preserve">share their understanding of their child’s strengths, interests, </w:t>
      </w:r>
      <w:proofErr w:type="gramStart"/>
      <w:r w:rsidRPr="00D5665D">
        <w:t>abilities</w:t>
      </w:r>
      <w:proofErr w:type="gramEnd"/>
      <w:r w:rsidRPr="00D5665D">
        <w:t xml:space="preserve"> and needs</w:t>
      </w:r>
    </w:p>
    <w:p w14:paraId="1AAC28EB" w14:textId="77777777" w:rsidR="00D5665D" w:rsidRPr="00D5665D" w:rsidRDefault="00D5665D" w:rsidP="00A449F3">
      <w:pPr>
        <w:pStyle w:val="BodyText"/>
        <w:numPr>
          <w:ilvl w:val="1"/>
          <w:numId w:val="3"/>
        </w:numPr>
        <w:spacing w:before="0" w:after="60" w:line="240" w:lineRule="auto"/>
      </w:pPr>
      <w:r w:rsidRPr="00D5665D">
        <w:t>discuss the values and expectations they hold in relation to their child’s learning</w:t>
      </w:r>
    </w:p>
    <w:p w14:paraId="59AA7A43" w14:textId="77777777" w:rsidR="00D5665D" w:rsidRPr="00D5665D" w:rsidRDefault="00D5665D" w:rsidP="003A2B8C">
      <w:pPr>
        <w:pStyle w:val="BodyText"/>
        <w:numPr>
          <w:ilvl w:val="0"/>
          <w:numId w:val="3"/>
        </w:numPr>
        <w:spacing w:before="0" w:after="60"/>
      </w:pPr>
      <w:r w:rsidRPr="00D5665D">
        <w:t>providing comfort and reassurance to children who are showing signs of distress when separating from family members</w:t>
      </w:r>
    </w:p>
    <w:p w14:paraId="7C2153B2" w14:textId="77777777" w:rsidR="00D5665D" w:rsidRPr="003B0F10" w:rsidRDefault="00D5665D" w:rsidP="003A2B8C">
      <w:pPr>
        <w:pStyle w:val="BodyText"/>
        <w:numPr>
          <w:ilvl w:val="0"/>
          <w:numId w:val="3"/>
        </w:numPr>
        <w:spacing w:before="0" w:after="60"/>
      </w:pPr>
      <w:r w:rsidRPr="00D5665D">
        <w:t xml:space="preserve">complying with the service’s </w:t>
      </w:r>
      <w:r w:rsidRPr="00D5665D">
        <w:rPr>
          <w:i/>
        </w:rPr>
        <w:t>Privacy and Confidentiality Policy</w:t>
      </w:r>
      <w:r w:rsidRPr="00D5665D">
        <w:t xml:space="preserve"> in relation to the collection and management of a child’s enrolment information.</w:t>
      </w:r>
    </w:p>
    <w:p w14:paraId="2594E16E" w14:textId="77777777" w:rsidR="000561B5" w:rsidRPr="00AE6D44" w:rsidRDefault="000561B5" w:rsidP="009E3010">
      <w:pPr>
        <w:pStyle w:val="Heading4"/>
        <w:spacing w:before="170"/>
      </w:pPr>
      <w:r w:rsidRPr="00AE6D44">
        <w:t>Parents/</w:t>
      </w:r>
      <w:r>
        <w:t>g</w:t>
      </w:r>
      <w:r w:rsidRPr="00AE6D44">
        <w:t>uardians are responsible for:</w:t>
      </w:r>
    </w:p>
    <w:p w14:paraId="5B9905E9" w14:textId="77777777" w:rsidR="000561B5" w:rsidRPr="00AE6D44" w:rsidRDefault="000561B5" w:rsidP="00D7591E">
      <w:pPr>
        <w:pStyle w:val="Bullets1"/>
        <w:ind w:left="284" w:hanging="284"/>
      </w:pPr>
      <w:r w:rsidRPr="00AE6D44">
        <w:t>reading and complying with th</w:t>
      </w:r>
      <w:r>
        <w:t>is</w:t>
      </w:r>
      <w:r w:rsidRPr="00AE6D44">
        <w:t xml:space="preserve"> </w:t>
      </w:r>
      <w:r w:rsidRPr="00C56815">
        <w:rPr>
          <w:i/>
        </w:rPr>
        <w:t>Enrolment and Orientation Policy</w:t>
      </w:r>
    </w:p>
    <w:p w14:paraId="1884AA64" w14:textId="77777777" w:rsidR="00AE4B12" w:rsidRDefault="000561B5" w:rsidP="006715A3">
      <w:pPr>
        <w:pStyle w:val="Bullets1"/>
        <w:ind w:left="284" w:hanging="284"/>
      </w:pPr>
      <w:r w:rsidRPr="00AE6D44">
        <w:t>completing</w:t>
      </w:r>
      <w:r w:rsidR="00F0313D">
        <w:t xml:space="preserve"> the</w:t>
      </w:r>
      <w:r w:rsidRPr="00AE6D44">
        <w:t xml:space="preserve"> </w:t>
      </w:r>
      <w:r w:rsidR="001E7A79">
        <w:t xml:space="preserve">enrolment application form and the </w:t>
      </w:r>
      <w:r w:rsidRPr="00AE6D44">
        <w:t>enrolment form prior to their child’s</w:t>
      </w:r>
      <w:r>
        <w:t xml:space="preserve"> commencement</w:t>
      </w:r>
      <w:r w:rsidRPr="00AE6D44">
        <w:t xml:space="preserve"> at the servic</w:t>
      </w:r>
      <w:r w:rsidR="006715A3">
        <w:t>e and</w:t>
      </w:r>
      <w:r w:rsidR="00F0313D">
        <w:t xml:space="preserve"> </w:t>
      </w:r>
      <w:r w:rsidR="00072245">
        <w:t xml:space="preserve">providing </w:t>
      </w:r>
      <w:r w:rsidR="00F0313D">
        <w:t xml:space="preserve">acceptable immunisation </w:t>
      </w:r>
      <w:r w:rsidR="00616A4A">
        <w:t xml:space="preserve">documentation of </w:t>
      </w:r>
      <w:r w:rsidR="001E7A79">
        <w:t>their child</w:t>
      </w:r>
      <w:r w:rsidR="00616A4A">
        <w:t>’s im</w:t>
      </w:r>
      <w:r w:rsidR="006715A3">
        <w:t>munisation status</w:t>
      </w:r>
    </w:p>
    <w:p w14:paraId="348983A3" w14:textId="77777777" w:rsidR="006715A3" w:rsidRDefault="006715A3" w:rsidP="006715A3">
      <w:pPr>
        <w:pStyle w:val="Bullets1"/>
        <w:ind w:left="284" w:hanging="284"/>
      </w:pPr>
      <w:r>
        <w:t>where a child is on an immunisation catch-up schedule, ensuring that the child’s immunisations are updated in line with the s</w:t>
      </w:r>
      <w:r w:rsidR="004F62E0">
        <w:t>chedule and providing</w:t>
      </w:r>
      <w:r w:rsidR="00F0313D">
        <w:t xml:space="preserve"> acceptable</w:t>
      </w:r>
      <w:r w:rsidR="004F62E0">
        <w:t xml:space="preserve"> </w:t>
      </w:r>
      <w:r w:rsidR="004F62E0" w:rsidRPr="00F0313D">
        <w:t>immunisation</w:t>
      </w:r>
      <w:r w:rsidRPr="00F0313D">
        <w:t xml:space="preserve"> documentation</w:t>
      </w:r>
      <w:r>
        <w:t xml:space="preserve"> to the service</w:t>
      </w:r>
    </w:p>
    <w:p w14:paraId="1A8BDEBB" w14:textId="77777777" w:rsidR="000561B5" w:rsidRDefault="000561B5" w:rsidP="0004617F">
      <w:pPr>
        <w:pStyle w:val="Bullets1"/>
        <w:ind w:left="284" w:hanging="284"/>
      </w:pPr>
      <w:r w:rsidRPr="00AE6D44">
        <w:t xml:space="preserve">ensuring that all </w:t>
      </w:r>
      <w:r w:rsidR="00F04DC4">
        <w:t xml:space="preserve">other </w:t>
      </w:r>
      <w:r w:rsidRPr="00AE6D44">
        <w:t>required information is provided to the service</w:t>
      </w:r>
    </w:p>
    <w:p w14:paraId="02EC6F99" w14:textId="77777777" w:rsidR="00A9326C" w:rsidRDefault="000561B5" w:rsidP="0004617F">
      <w:pPr>
        <w:pStyle w:val="Bullets1"/>
        <w:ind w:left="284" w:hanging="284"/>
      </w:pPr>
      <w:r w:rsidRPr="00AE6D44">
        <w:t>updating information by notifying the service of any changes as they occur.</w:t>
      </w:r>
    </w:p>
    <w:p w14:paraId="4381F4E2" w14:textId="77777777" w:rsidR="00D24747" w:rsidRPr="00A9326C" w:rsidRDefault="00A9326C" w:rsidP="00A9326C">
      <w:pPr>
        <w:pStyle w:val="Bullets1"/>
        <w:numPr>
          <w:ilvl w:val="0"/>
          <w:numId w:val="0"/>
        </w:numPr>
        <w:rPr>
          <w:b/>
        </w:rPr>
      </w:pPr>
      <w:r w:rsidRPr="00A9326C">
        <w:rPr>
          <w:b/>
        </w:rPr>
        <w:t>Volunteers and students, while at the service, are responsible for following this policy and its procedures</w:t>
      </w:r>
    </w:p>
    <w:p w14:paraId="6B9C53B3" w14:textId="77777777" w:rsidR="000561B5" w:rsidRPr="00F63E49" w:rsidRDefault="000561B5" w:rsidP="00F63E49">
      <w:pPr>
        <w:pStyle w:val="Heading1"/>
      </w:pPr>
      <w:r w:rsidRPr="00F63E49">
        <w:t>Evaluation</w:t>
      </w:r>
    </w:p>
    <w:p w14:paraId="6743E373" w14:textId="77777777" w:rsidR="000561B5" w:rsidRPr="00AE6D44" w:rsidRDefault="000561B5" w:rsidP="00F63E49">
      <w:pPr>
        <w:pStyle w:val="BodyText3ptAfter"/>
        <w:rPr>
          <w:lang w:val="en-US"/>
        </w:rPr>
      </w:pPr>
      <w:proofErr w:type="gramStart"/>
      <w:r w:rsidRPr="00AE6D44">
        <w:rPr>
          <w:lang w:val="en-US"/>
        </w:rPr>
        <w:t>In order to</w:t>
      </w:r>
      <w:proofErr w:type="gramEnd"/>
      <w:r w:rsidRPr="00AE6D44">
        <w:rPr>
          <w:lang w:val="en-US"/>
        </w:rPr>
        <w:t xml:space="preserve"> assess whether the values and purposes of the policy have been achieved, the Approved Provider will:</w:t>
      </w:r>
    </w:p>
    <w:p w14:paraId="3279A27F" w14:textId="77777777" w:rsidR="000561B5" w:rsidRPr="00AE6D44" w:rsidRDefault="000561B5" w:rsidP="00371E1A">
      <w:pPr>
        <w:pStyle w:val="Bullets1"/>
        <w:ind w:left="284" w:hanging="284"/>
        <w:rPr>
          <w:lang w:val="en-US"/>
        </w:rPr>
      </w:pPr>
      <w:r w:rsidRPr="00AE6D44">
        <w:rPr>
          <w:lang w:val="en-US"/>
        </w:rPr>
        <w:t>regularly seek feedback from everyone affected by the policy regarding its effectiveness</w:t>
      </w:r>
    </w:p>
    <w:p w14:paraId="7F5BB54E" w14:textId="77777777" w:rsidR="000561B5" w:rsidRPr="00AE6D44" w:rsidRDefault="000561B5" w:rsidP="00371E1A">
      <w:pPr>
        <w:pStyle w:val="Bullets1"/>
        <w:ind w:left="284" w:hanging="284"/>
        <w:rPr>
          <w:lang w:val="en-US"/>
        </w:rPr>
      </w:pPr>
      <w:r w:rsidRPr="00AE6D44">
        <w:rPr>
          <w:lang w:val="en-US"/>
        </w:rPr>
        <w:t xml:space="preserve">monitor the implementation, compliance, </w:t>
      </w:r>
      <w:proofErr w:type="gramStart"/>
      <w:r w:rsidRPr="00AE6D44">
        <w:rPr>
          <w:lang w:val="en-US"/>
        </w:rPr>
        <w:t>complaints</w:t>
      </w:r>
      <w:proofErr w:type="gramEnd"/>
      <w:r w:rsidRPr="00AE6D44">
        <w:rPr>
          <w:lang w:val="en-US"/>
        </w:rPr>
        <w:t xml:space="preserve"> and incidents in relation to this policy</w:t>
      </w:r>
    </w:p>
    <w:p w14:paraId="7C476300" w14:textId="77777777" w:rsidR="000561B5" w:rsidRPr="00AE6D44" w:rsidRDefault="000561B5" w:rsidP="00371E1A">
      <w:pPr>
        <w:pStyle w:val="Bullets1"/>
        <w:ind w:left="284" w:hanging="284"/>
        <w:rPr>
          <w:lang w:val="en-US"/>
        </w:rPr>
      </w:pPr>
      <w:r w:rsidRPr="00AE6D44">
        <w:rPr>
          <w:lang w:val="en-US"/>
        </w:rPr>
        <w:t xml:space="preserve">keep the policy up to date with current legislation, research, </w:t>
      </w:r>
      <w:proofErr w:type="gramStart"/>
      <w:r w:rsidRPr="00AE6D44">
        <w:rPr>
          <w:lang w:val="en-US"/>
        </w:rPr>
        <w:t>policy</w:t>
      </w:r>
      <w:proofErr w:type="gramEnd"/>
      <w:r w:rsidRPr="00AE6D44">
        <w:rPr>
          <w:lang w:val="en-US"/>
        </w:rPr>
        <w:t xml:space="preserve"> and best practice</w:t>
      </w:r>
    </w:p>
    <w:p w14:paraId="59ADE5F8" w14:textId="77777777" w:rsidR="000561B5" w:rsidRPr="00AE6D44" w:rsidRDefault="000561B5" w:rsidP="003D202F">
      <w:pPr>
        <w:pStyle w:val="Bullets1"/>
        <w:ind w:left="284" w:hanging="284"/>
        <w:rPr>
          <w:lang w:val="en-US"/>
        </w:rPr>
      </w:pPr>
      <w:r w:rsidRPr="00AE6D44">
        <w:rPr>
          <w:lang w:val="en-US"/>
        </w:rPr>
        <w:t>revise the policy and procedures as part of the service’s policy review cycle, or as required</w:t>
      </w:r>
    </w:p>
    <w:p w14:paraId="7F5C3561" w14:textId="77777777" w:rsidR="000561B5" w:rsidRPr="003D1111" w:rsidRDefault="00A401B0" w:rsidP="003D202F">
      <w:pPr>
        <w:pStyle w:val="Bullets1"/>
        <w:ind w:left="284" w:hanging="284"/>
        <w:rPr>
          <w:b/>
        </w:rPr>
      </w:pPr>
      <w:proofErr w:type="gramStart"/>
      <w:r>
        <w:rPr>
          <w:lang w:val="en-US"/>
        </w:rPr>
        <w:t>make policies available at all times</w:t>
      </w:r>
      <w:proofErr w:type="gramEnd"/>
      <w:r>
        <w:rPr>
          <w:lang w:val="en-US"/>
        </w:rPr>
        <w:t xml:space="preserve"> so that anyone can make comment on them.</w:t>
      </w:r>
    </w:p>
    <w:p w14:paraId="0F78C5B9" w14:textId="77777777" w:rsidR="003D1111" w:rsidRDefault="003D1111" w:rsidP="003D1111">
      <w:pPr>
        <w:pStyle w:val="Bullets1"/>
        <w:numPr>
          <w:ilvl w:val="0"/>
          <w:numId w:val="0"/>
        </w:numPr>
        <w:ind w:left="227" w:hanging="227"/>
      </w:pPr>
      <w:r>
        <w:rPr>
          <w:b/>
        </w:rPr>
        <w:lastRenderedPageBreak/>
        <w:t xml:space="preserve">IN SUMMARY </w:t>
      </w:r>
      <w:r>
        <w:t>Eltham South Preschool Policy for</w:t>
      </w:r>
    </w:p>
    <w:p w14:paraId="27460ADF" w14:textId="77777777" w:rsidR="003D1111" w:rsidRDefault="003D1111" w:rsidP="003D1111">
      <w:pPr>
        <w:pStyle w:val="Bullets1"/>
        <w:numPr>
          <w:ilvl w:val="0"/>
          <w:numId w:val="0"/>
        </w:numPr>
        <w:ind w:left="227" w:hanging="227"/>
      </w:pPr>
      <w:r>
        <w:t>ENROLMENT AND ORIENTATION POLICY</w:t>
      </w:r>
    </w:p>
    <w:p w14:paraId="025E4A2B" w14:textId="4A69431E" w:rsidR="00564402" w:rsidRDefault="00564402" w:rsidP="00564402">
      <w:pPr>
        <w:pStyle w:val="Bullets1"/>
        <w:numPr>
          <w:ilvl w:val="0"/>
          <w:numId w:val="43"/>
        </w:numPr>
      </w:pPr>
      <w:r>
        <w:t xml:space="preserve">Applicants for </w:t>
      </w:r>
      <w:r>
        <w:t>3</w:t>
      </w:r>
      <w:r>
        <w:t xml:space="preserve"> year old kinder must go through Nillumbik Council.</w:t>
      </w:r>
    </w:p>
    <w:p w14:paraId="235792DA" w14:textId="4308278A" w:rsidR="009D3241" w:rsidRDefault="009D3241" w:rsidP="003D1111">
      <w:pPr>
        <w:pStyle w:val="Bullets1"/>
        <w:numPr>
          <w:ilvl w:val="0"/>
          <w:numId w:val="43"/>
        </w:numPr>
      </w:pPr>
      <w:r>
        <w:t>Applica</w:t>
      </w:r>
      <w:r w:rsidR="00AC5421">
        <w:t>nts</w:t>
      </w:r>
      <w:r>
        <w:t xml:space="preserve"> for 4 year old kinder </w:t>
      </w:r>
      <w:r w:rsidR="00AC5421">
        <w:t>must go</w:t>
      </w:r>
      <w:r>
        <w:t xml:space="preserve"> through Nillumbik Council.</w:t>
      </w:r>
    </w:p>
    <w:p w14:paraId="590CBB08" w14:textId="77777777" w:rsidR="003D1111" w:rsidRDefault="003D1111" w:rsidP="003D1111">
      <w:pPr>
        <w:pStyle w:val="Bullets1"/>
        <w:numPr>
          <w:ilvl w:val="0"/>
          <w:numId w:val="43"/>
        </w:numPr>
      </w:pPr>
      <w:r>
        <w:t>Offers will be made according to enrolment procedures.</w:t>
      </w:r>
    </w:p>
    <w:p w14:paraId="5D7DE483" w14:textId="45584E77" w:rsidR="003D1111" w:rsidRDefault="003D1111" w:rsidP="00564402">
      <w:pPr>
        <w:pStyle w:val="Bullets1"/>
        <w:numPr>
          <w:ilvl w:val="0"/>
          <w:numId w:val="43"/>
        </w:numPr>
      </w:pPr>
      <w:r>
        <w:t>Children must have</w:t>
      </w:r>
      <w:r w:rsidR="00564402">
        <w:t xml:space="preserve"> had</w:t>
      </w:r>
      <w:r>
        <w:t xml:space="preserve"> their third birthday before they can attend preschool.</w:t>
      </w:r>
    </w:p>
    <w:p w14:paraId="41B4538D" w14:textId="77777777" w:rsidR="003D1111" w:rsidRDefault="003D1111" w:rsidP="003D1111">
      <w:pPr>
        <w:pStyle w:val="Bullets1"/>
        <w:numPr>
          <w:ilvl w:val="0"/>
          <w:numId w:val="0"/>
        </w:numPr>
        <w:ind w:left="720"/>
      </w:pPr>
      <w:r>
        <w:t>A child who is not 3 by the first day of the school year will only be able to start preschool when he/she has turned 3 by the 30</w:t>
      </w:r>
      <w:r w:rsidRPr="00235913">
        <w:rPr>
          <w:vertAlign w:val="superscript"/>
        </w:rPr>
        <w:t>th</w:t>
      </w:r>
      <w:r>
        <w:t xml:space="preserve"> of April of that </w:t>
      </w:r>
      <w:proofErr w:type="gramStart"/>
      <w:r>
        <w:t>year, if</w:t>
      </w:r>
      <w:proofErr w:type="gramEnd"/>
      <w:r>
        <w:t xml:space="preserve"> a place is available. If a child is not 3 by the first day of the school year, but has been given a place, they will still have to pay full term fees to keep their place.</w:t>
      </w:r>
    </w:p>
    <w:p w14:paraId="579BCA33" w14:textId="77777777" w:rsidR="003D1111" w:rsidRDefault="003D1111" w:rsidP="003D1111">
      <w:pPr>
        <w:pStyle w:val="Bullets1"/>
        <w:numPr>
          <w:ilvl w:val="0"/>
          <w:numId w:val="43"/>
        </w:numPr>
      </w:pPr>
      <w:r>
        <w:t>The maximum number of children in the 3 year old group will be 22.</w:t>
      </w:r>
    </w:p>
    <w:p w14:paraId="0EA8E790" w14:textId="77777777" w:rsidR="003D1111" w:rsidRDefault="003D1111" w:rsidP="003D1111">
      <w:pPr>
        <w:pStyle w:val="Bullets1"/>
        <w:numPr>
          <w:ilvl w:val="0"/>
          <w:numId w:val="43"/>
        </w:numPr>
      </w:pPr>
      <w:r>
        <w:t>All children are expected to be toilet trained prior to commencing 3 year old preschool.</w:t>
      </w:r>
    </w:p>
    <w:p w14:paraId="00C83B69" w14:textId="7624553D" w:rsidR="003D1111" w:rsidRDefault="003D1111" w:rsidP="00564402">
      <w:pPr>
        <w:pStyle w:val="Bullets1"/>
        <w:numPr>
          <w:ilvl w:val="0"/>
          <w:numId w:val="0"/>
        </w:numPr>
        <w:ind w:left="360"/>
      </w:pPr>
    </w:p>
    <w:p w14:paraId="50320F21" w14:textId="77777777" w:rsidR="00AC5421" w:rsidRDefault="00AC5421" w:rsidP="00564402">
      <w:pPr>
        <w:pStyle w:val="Bullets1"/>
        <w:numPr>
          <w:ilvl w:val="0"/>
          <w:numId w:val="0"/>
        </w:numPr>
        <w:ind w:left="227" w:hanging="227"/>
      </w:pPr>
    </w:p>
    <w:p w14:paraId="7A6F0731" w14:textId="77777777" w:rsidR="003D1111" w:rsidRPr="00AE6D44" w:rsidRDefault="003D1111" w:rsidP="003D1111">
      <w:pPr>
        <w:pStyle w:val="Bullets1"/>
        <w:numPr>
          <w:ilvl w:val="0"/>
          <w:numId w:val="0"/>
        </w:numPr>
        <w:ind w:left="284"/>
        <w:rPr>
          <w:b/>
        </w:rPr>
      </w:pPr>
    </w:p>
    <w:p w14:paraId="0E0A3514" w14:textId="77777777" w:rsidR="00B17B01" w:rsidRDefault="00B17B01">
      <w:pPr>
        <w:spacing w:after="0"/>
        <w:rPr>
          <w:rFonts w:eastAsia="Times New Roman" w:cs="Arial"/>
          <w:b/>
          <w:bCs/>
          <w:caps/>
          <w:color w:val="000000"/>
          <w:sz w:val="24"/>
          <w:szCs w:val="24"/>
        </w:rPr>
      </w:pPr>
    </w:p>
    <w:sectPr w:rsidR="00B17B01" w:rsidSect="0098794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1906" w:h="16838" w:code="9"/>
      <w:pgMar w:top="993" w:right="1274" w:bottom="993" w:left="1418" w:header="567" w:footer="42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A575F" w14:textId="77777777" w:rsidR="00D04488" w:rsidRDefault="00D04488" w:rsidP="002D4B54">
      <w:pPr>
        <w:spacing w:after="0"/>
      </w:pPr>
      <w:r>
        <w:separator/>
      </w:r>
    </w:p>
  </w:endnote>
  <w:endnote w:type="continuationSeparator" w:id="0">
    <w:p w14:paraId="6474168A" w14:textId="77777777" w:rsidR="00D04488" w:rsidRDefault="00D04488" w:rsidP="002D4B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243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0006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EDFD7" w14:textId="77777777" w:rsidR="0092686C" w:rsidRDefault="009268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CellMar>
        <w:top w:w="57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07"/>
      <w:gridCol w:w="4607"/>
    </w:tblGrid>
    <w:tr w:rsidR="0092686C" w:rsidRPr="006D2437" w14:paraId="69CA1C33" w14:textId="77777777" w:rsidTr="000561B5">
      <w:tc>
        <w:tcPr>
          <w:tcW w:w="4643" w:type="dxa"/>
          <w:shd w:val="clear" w:color="auto" w:fill="auto"/>
        </w:tcPr>
        <w:p w14:paraId="38EBC24F" w14:textId="77777777" w:rsidR="0092686C" w:rsidRPr="000561B5" w:rsidRDefault="0092686C" w:rsidP="00F03AC2">
          <w:pPr>
            <w:pStyle w:val="Footer"/>
          </w:pPr>
          <w:r w:rsidRPr="000561B5">
            <w:t xml:space="preserve">© </w:t>
          </w:r>
          <w:r>
            <w:t>2019 Early Learning Association Australia</w:t>
          </w:r>
        </w:p>
        <w:p w14:paraId="478A1D33" w14:textId="77777777" w:rsidR="0092686C" w:rsidRPr="000561B5" w:rsidRDefault="0092686C" w:rsidP="00F03AC2">
          <w:pPr>
            <w:pStyle w:val="Footer"/>
          </w:pPr>
          <w:r w:rsidRPr="000561B5">
            <w:t>Telephone</w:t>
          </w:r>
          <w:r>
            <w:t xml:space="preserve"> </w:t>
          </w:r>
          <w:r w:rsidRPr="000561B5">
            <w:t>03 9489 3500 or 1300 730 119 (rural)</w:t>
          </w:r>
        </w:p>
      </w:tc>
      <w:tc>
        <w:tcPr>
          <w:tcW w:w="4643" w:type="dxa"/>
          <w:shd w:val="clear" w:color="auto" w:fill="auto"/>
        </w:tcPr>
        <w:p w14:paraId="188F18D4" w14:textId="5874323D" w:rsidR="0092686C" w:rsidRDefault="006B0616" w:rsidP="001A6BC7">
          <w:pPr>
            <w:pStyle w:val="Footer"/>
            <w:jc w:val="right"/>
            <w:rPr>
              <w:noProof/>
            </w:rPr>
          </w:pPr>
          <w:fldSimple w:instr=" STYLEREF  Title  \* MERGEFORMAT ">
            <w:r w:rsidR="00564402" w:rsidRPr="00564402">
              <w:rPr>
                <w:bCs/>
                <w:noProof/>
                <w:lang w:val="en-US"/>
              </w:rPr>
              <w:t>Enrolment</w:t>
            </w:r>
            <w:r w:rsidR="00564402">
              <w:rPr>
                <w:noProof/>
              </w:rPr>
              <w:t xml:space="preserve"> and Orientation Policy</w:t>
            </w:r>
          </w:fldSimple>
          <w:r w:rsidR="0092686C">
            <w:rPr>
              <w:noProof/>
            </w:rPr>
            <w:t xml:space="preserve"> (July 2019)</w:t>
          </w:r>
        </w:p>
        <w:p w14:paraId="44B834B0" w14:textId="77777777" w:rsidR="0092686C" w:rsidRPr="00DC5AE1" w:rsidRDefault="0092686C" w:rsidP="00CE690F">
          <w:pPr>
            <w:pStyle w:val="Footer"/>
            <w:jc w:val="right"/>
            <w:rPr>
              <w:highlight w:val="yellow"/>
            </w:rPr>
          </w:pPr>
          <w:r w:rsidRPr="00754A74">
            <w:rPr>
              <w:noProof/>
            </w:rPr>
            <w:t>P</w:t>
          </w:r>
          <w:r w:rsidRPr="00754A74">
            <w:t xml:space="preserve">age </w:t>
          </w:r>
          <w:r w:rsidRPr="00754A74">
            <w:fldChar w:fldCharType="begin"/>
          </w:r>
          <w:r w:rsidRPr="00754A74">
            <w:instrText xml:space="preserve"> PAGE </w:instrText>
          </w:r>
          <w:r w:rsidRPr="00754A74">
            <w:fldChar w:fldCharType="separate"/>
          </w:r>
          <w:r>
            <w:rPr>
              <w:noProof/>
            </w:rPr>
            <w:t>1</w:t>
          </w:r>
          <w:r w:rsidRPr="00754A74">
            <w:rPr>
              <w:noProof/>
            </w:rPr>
            <w:fldChar w:fldCharType="end"/>
          </w:r>
          <w:r w:rsidRPr="00754A74">
            <w:t xml:space="preserve"> of </w:t>
          </w:r>
          <w:fldSimple w:instr=" NUMPAGES  ">
            <w:r>
              <w:rPr>
                <w:noProof/>
              </w:rPr>
              <w:t>13</w:t>
            </w:r>
          </w:fldSimple>
        </w:p>
      </w:tc>
    </w:tr>
  </w:tbl>
  <w:p w14:paraId="09A8CFAF" w14:textId="77777777" w:rsidR="0092686C" w:rsidRPr="00A25BD5" w:rsidRDefault="0092686C" w:rsidP="00F03A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62D34" w14:textId="77777777" w:rsidR="0092686C" w:rsidRDefault="009268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E2B676" w14:textId="77777777" w:rsidR="00D04488" w:rsidRDefault="00D04488" w:rsidP="002D4B54">
      <w:pPr>
        <w:spacing w:after="0"/>
      </w:pPr>
      <w:r>
        <w:separator/>
      </w:r>
    </w:p>
  </w:footnote>
  <w:footnote w:type="continuationSeparator" w:id="0">
    <w:p w14:paraId="14EDDE02" w14:textId="77777777" w:rsidR="00D04488" w:rsidRDefault="00D04488" w:rsidP="002D4B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6879C" w14:textId="77777777" w:rsidR="0092686C" w:rsidRDefault="009268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57B01" w14:textId="77777777" w:rsidR="0092686C" w:rsidRDefault="009268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5B43A" w14:textId="77777777" w:rsidR="0092686C" w:rsidRDefault="009268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14A3D"/>
    <w:multiLevelType w:val="hybridMultilevel"/>
    <w:tmpl w:val="7878F1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4688E"/>
    <w:multiLevelType w:val="multilevel"/>
    <w:tmpl w:val="9796C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6B50031"/>
    <w:multiLevelType w:val="multilevel"/>
    <w:tmpl w:val="7BB41C10"/>
    <w:lvl w:ilvl="0">
      <w:start w:val="1"/>
      <w:numFmt w:val="decimal"/>
      <w:pStyle w:val="AttachmentNumberedHeading1"/>
      <w:lvlText w:val="%1."/>
      <w:lvlJc w:val="left"/>
      <w:pPr>
        <w:ind w:left="653" w:hanging="227"/>
      </w:pPr>
      <w:rPr>
        <w:rFonts w:hint="default"/>
      </w:rPr>
    </w:lvl>
    <w:lvl w:ilvl="1">
      <w:start w:val="1"/>
      <w:numFmt w:val="decimal"/>
      <w:pStyle w:val="AttachmentNumberedHeading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94B34A8"/>
    <w:multiLevelType w:val="hybridMultilevel"/>
    <w:tmpl w:val="A66629C6"/>
    <w:lvl w:ilvl="0" w:tplc="0C090001">
      <w:start w:val="1"/>
      <w:numFmt w:val="bullet"/>
      <w:lvlText w:val=""/>
      <w:lvlJc w:val="left"/>
      <w:pPr>
        <w:ind w:left="185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4" w15:restartNumberingAfterBreak="0">
    <w:nsid w:val="0B241203"/>
    <w:multiLevelType w:val="hybridMultilevel"/>
    <w:tmpl w:val="69EA9A84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703249"/>
    <w:multiLevelType w:val="hybridMultilevel"/>
    <w:tmpl w:val="B6E28432"/>
    <w:lvl w:ilvl="0" w:tplc="854C5172">
      <w:start w:val="1"/>
      <w:numFmt w:val="bullet"/>
      <w:pStyle w:val="Policybulletsindented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F170F36"/>
    <w:multiLevelType w:val="hybridMultilevel"/>
    <w:tmpl w:val="77E4E5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01FAF"/>
    <w:multiLevelType w:val="hybridMultilevel"/>
    <w:tmpl w:val="CC86E842"/>
    <w:lvl w:ilvl="0" w:tplc="DF20744A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FC03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8B04C0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B2A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B26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39D06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FCA5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4CD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268E7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21BC7"/>
    <w:multiLevelType w:val="multilevel"/>
    <w:tmpl w:val="8CBC7B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71F69"/>
    <w:multiLevelType w:val="hybridMultilevel"/>
    <w:tmpl w:val="1D2205B2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71D2D18"/>
    <w:multiLevelType w:val="hybridMultilevel"/>
    <w:tmpl w:val="D2107184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8F86B33"/>
    <w:multiLevelType w:val="multilevel"/>
    <w:tmpl w:val="D7AA215E"/>
    <w:styleLink w:val="Bullets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231F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0294039"/>
    <w:multiLevelType w:val="hybridMultilevel"/>
    <w:tmpl w:val="E9144A3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F1CD2"/>
    <w:multiLevelType w:val="hybridMultilevel"/>
    <w:tmpl w:val="2320DB78"/>
    <w:lvl w:ilvl="0" w:tplc="2B76C8E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B7639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9AE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CC5B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E694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8ECF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B26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1E8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F0CC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E42580"/>
    <w:multiLevelType w:val="multilevel"/>
    <w:tmpl w:val="C772D358"/>
    <w:lvl w:ilvl="0">
      <w:start w:val="1"/>
      <w:numFmt w:val="decimal"/>
      <w:lvlText w:val="%1."/>
      <w:lvlJc w:val="left"/>
      <w:pPr>
        <w:ind w:left="653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DF21F04"/>
    <w:multiLevelType w:val="hybridMultilevel"/>
    <w:tmpl w:val="1E3A1F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E326E"/>
    <w:multiLevelType w:val="multilevel"/>
    <w:tmpl w:val="D7AA215E"/>
    <w:numStyleLink w:val="Bullets"/>
  </w:abstractNum>
  <w:abstractNum w:abstractNumId="17" w15:restartNumberingAfterBreak="0">
    <w:nsid w:val="3F0A35E7"/>
    <w:multiLevelType w:val="hybridMultilevel"/>
    <w:tmpl w:val="479EE4A4"/>
    <w:lvl w:ilvl="0" w:tplc="0C09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8" w15:restartNumberingAfterBreak="0">
    <w:nsid w:val="42D36AB0"/>
    <w:multiLevelType w:val="multilevel"/>
    <w:tmpl w:val="DB422F72"/>
    <w:lvl w:ilvl="0">
      <w:start w:val="1"/>
      <w:numFmt w:val="bullet"/>
      <w:pStyle w:val="Bullets1"/>
      <w:lvlText w:val=""/>
      <w:lvlJc w:val="left"/>
      <w:pPr>
        <w:ind w:left="227" w:hanging="227"/>
      </w:pPr>
      <w:rPr>
        <w:rFonts w:ascii="Symbol" w:hAnsi="Symbol" w:hint="default"/>
        <w:color w:val="231F20"/>
      </w:rPr>
    </w:lvl>
    <w:lvl w:ilvl="1">
      <w:start w:val="1"/>
      <w:numFmt w:val="bullet"/>
      <w:pStyle w:val="Bullets2"/>
      <w:lvlText w:val="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bullet"/>
      <w:pStyle w:val="Bullets3"/>
      <w:lvlText w:val=""/>
      <w:lvlJc w:val="left"/>
      <w:pPr>
        <w:ind w:left="680" w:hanging="226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3195249"/>
    <w:multiLevelType w:val="hybridMultilevel"/>
    <w:tmpl w:val="E4E6017C"/>
    <w:lvl w:ilvl="0" w:tplc="28FC9A3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9D6F20"/>
    <w:multiLevelType w:val="hybridMultilevel"/>
    <w:tmpl w:val="C278FE6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4E051B"/>
    <w:multiLevelType w:val="hybridMultilevel"/>
    <w:tmpl w:val="30BE4942"/>
    <w:lvl w:ilvl="0" w:tplc="00169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AA3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CC1028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41F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C05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968E58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D01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543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864207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36E23"/>
    <w:multiLevelType w:val="hybridMultilevel"/>
    <w:tmpl w:val="FD9A980C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82E5609"/>
    <w:multiLevelType w:val="hybridMultilevel"/>
    <w:tmpl w:val="0540BFC0"/>
    <w:lvl w:ilvl="0" w:tplc="EAD6BC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86FFC"/>
    <w:multiLevelType w:val="hybridMultilevel"/>
    <w:tmpl w:val="DDCECD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04C1F"/>
    <w:multiLevelType w:val="multilevel"/>
    <w:tmpl w:val="F132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44495D"/>
    <w:multiLevelType w:val="hybridMultilevel"/>
    <w:tmpl w:val="4C5E4B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159F5"/>
    <w:multiLevelType w:val="hybridMultilevel"/>
    <w:tmpl w:val="DD4C6468"/>
    <w:lvl w:ilvl="0" w:tplc="9FA4D7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B0EBC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font243" w:hint="default"/>
      </w:rPr>
    </w:lvl>
    <w:lvl w:ilvl="2" w:tplc="D2F0DE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9CE7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D22D1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font243" w:hint="default"/>
      </w:rPr>
    </w:lvl>
    <w:lvl w:ilvl="5" w:tplc="8E0E5B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4CE59E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6E85C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font243" w:hint="default"/>
      </w:rPr>
    </w:lvl>
    <w:lvl w:ilvl="8" w:tplc="9550AF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ED05E6"/>
    <w:multiLevelType w:val="hybridMultilevel"/>
    <w:tmpl w:val="8082947C"/>
    <w:lvl w:ilvl="0" w:tplc="27A8CCEA">
      <w:start w:val="1"/>
      <w:numFmt w:val="bullet"/>
      <w:pStyle w:val="Policy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9" w15:restartNumberingAfterBreak="0">
    <w:nsid w:val="5F835FA6"/>
    <w:multiLevelType w:val="multilevel"/>
    <w:tmpl w:val="3F808EEC"/>
    <w:lvl w:ilvl="0">
      <w:start w:val="1"/>
      <w:numFmt w:val="decimal"/>
      <w:lvlText w:val="%1."/>
      <w:lvlJc w:val="left"/>
      <w:pPr>
        <w:ind w:left="653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3A45FB8"/>
    <w:multiLevelType w:val="hybridMultilevel"/>
    <w:tmpl w:val="B5368E7E"/>
    <w:lvl w:ilvl="0" w:tplc="29F27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4E069EC" w:tentative="1">
      <w:start w:val="1"/>
      <w:numFmt w:val="lowerLetter"/>
      <w:lvlText w:val="%2."/>
      <w:lvlJc w:val="left"/>
      <w:pPr>
        <w:ind w:left="1440" w:hanging="360"/>
      </w:pPr>
    </w:lvl>
    <w:lvl w:ilvl="2" w:tplc="E55C9C7E" w:tentative="1">
      <w:start w:val="1"/>
      <w:numFmt w:val="lowerRoman"/>
      <w:lvlText w:val="%3."/>
      <w:lvlJc w:val="right"/>
      <w:pPr>
        <w:ind w:left="2160" w:hanging="180"/>
      </w:pPr>
    </w:lvl>
    <w:lvl w:ilvl="3" w:tplc="2C564F7C" w:tentative="1">
      <w:start w:val="1"/>
      <w:numFmt w:val="decimal"/>
      <w:lvlText w:val="%4."/>
      <w:lvlJc w:val="left"/>
      <w:pPr>
        <w:ind w:left="2880" w:hanging="360"/>
      </w:pPr>
    </w:lvl>
    <w:lvl w:ilvl="4" w:tplc="DFB0073E" w:tentative="1">
      <w:start w:val="1"/>
      <w:numFmt w:val="lowerLetter"/>
      <w:lvlText w:val="%5."/>
      <w:lvlJc w:val="left"/>
      <w:pPr>
        <w:ind w:left="3600" w:hanging="360"/>
      </w:pPr>
    </w:lvl>
    <w:lvl w:ilvl="5" w:tplc="11F06A20" w:tentative="1">
      <w:start w:val="1"/>
      <w:numFmt w:val="lowerRoman"/>
      <w:lvlText w:val="%6."/>
      <w:lvlJc w:val="right"/>
      <w:pPr>
        <w:ind w:left="4320" w:hanging="180"/>
      </w:pPr>
    </w:lvl>
    <w:lvl w:ilvl="6" w:tplc="DC204676" w:tentative="1">
      <w:start w:val="1"/>
      <w:numFmt w:val="decimal"/>
      <w:lvlText w:val="%7."/>
      <w:lvlJc w:val="left"/>
      <w:pPr>
        <w:ind w:left="5040" w:hanging="360"/>
      </w:pPr>
    </w:lvl>
    <w:lvl w:ilvl="7" w:tplc="B14C5AA0" w:tentative="1">
      <w:start w:val="1"/>
      <w:numFmt w:val="lowerLetter"/>
      <w:lvlText w:val="%8."/>
      <w:lvlJc w:val="left"/>
      <w:pPr>
        <w:ind w:left="5760" w:hanging="360"/>
      </w:pPr>
    </w:lvl>
    <w:lvl w:ilvl="8" w:tplc="48DC6F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91AB1"/>
    <w:multiLevelType w:val="hybridMultilevel"/>
    <w:tmpl w:val="5CE8B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Helvetica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Helvetica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Helvetica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BF4C9E"/>
    <w:multiLevelType w:val="hybridMultilevel"/>
    <w:tmpl w:val="7FEAA9F2"/>
    <w:lvl w:ilvl="0" w:tplc="0409000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72B7B"/>
    <w:multiLevelType w:val="hybridMultilevel"/>
    <w:tmpl w:val="85860136"/>
    <w:lvl w:ilvl="0" w:tplc="5790AAAA">
      <w:start w:val="1"/>
      <w:numFmt w:val="decimal"/>
      <w:pStyle w:val="Heading2"/>
      <w:lvlText w:val="%1."/>
      <w:lvlJc w:val="left"/>
      <w:pPr>
        <w:ind w:left="720" w:hanging="360"/>
      </w:pPr>
    </w:lvl>
    <w:lvl w:ilvl="1" w:tplc="DF10F9B8" w:tentative="1">
      <w:start w:val="1"/>
      <w:numFmt w:val="lowerLetter"/>
      <w:lvlText w:val="%2."/>
      <w:lvlJc w:val="left"/>
      <w:pPr>
        <w:ind w:left="1440" w:hanging="360"/>
      </w:pPr>
    </w:lvl>
    <w:lvl w:ilvl="2" w:tplc="AFAE1A88" w:tentative="1">
      <w:start w:val="1"/>
      <w:numFmt w:val="lowerRoman"/>
      <w:lvlText w:val="%3."/>
      <w:lvlJc w:val="right"/>
      <w:pPr>
        <w:ind w:left="2160" w:hanging="180"/>
      </w:pPr>
    </w:lvl>
    <w:lvl w:ilvl="3" w:tplc="3D30C05E" w:tentative="1">
      <w:start w:val="1"/>
      <w:numFmt w:val="decimal"/>
      <w:lvlText w:val="%4."/>
      <w:lvlJc w:val="left"/>
      <w:pPr>
        <w:ind w:left="2880" w:hanging="360"/>
      </w:pPr>
    </w:lvl>
    <w:lvl w:ilvl="4" w:tplc="8EE2EDC6" w:tentative="1">
      <w:start w:val="1"/>
      <w:numFmt w:val="lowerLetter"/>
      <w:lvlText w:val="%5."/>
      <w:lvlJc w:val="left"/>
      <w:pPr>
        <w:ind w:left="3600" w:hanging="360"/>
      </w:pPr>
    </w:lvl>
    <w:lvl w:ilvl="5" w:tplc="4F6C6B42" w:tentative="1">
      <w:start w:val="1"/>
      <w:numFmt w:val="lowerRoman"/>
      <w:lvlText w:val="%6."/>
      <w:lvlJc w:val="right"/>
      <w:pPr>
        <w:ind w:left="4320" w:hanging="180"/>
      </w:pPr>
    </w:lvl>
    <w:lvl w:ilvl="6" w:tplc="2C9A7EC6" w:tentative="1">
      <w:start w:val="1"/>
      <w:numFmt w:val="decimal"/>
      <w:lvlText w:val="%7."/>
      <w:lvlJc w:val="left"/>
      <w:pPr>
        <w:ind w:left="5040" w:hanging="360"/>
      </w:pPr>
    </w:lvl>
    <w:lvl w:ilvl="7" w:tplc="F67A345A" w:tentative="1">
      <w:start w:val="1"/>
      <w:numFmt w:val="lowerLetter"/>
      <w:lvlText w:val="%8."/>
      <w:lvlJc w:val="left"/>
      <w:pPr>
        <w:ind w:left="5760" w:hanging="360"/>
      </w:pPr>
    </w:lvl>
    <w:lvl w:ilvl="8" w:tplc="AD1A6A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248D7"/>
    <w:multiLevelType w:val="hybridMultilevel"/>
    <w:tmpl w:val="4888F6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F90833"/>
    <w:multiLevelType w:val="hybridMultilevel"/>
    <w:tmpl w:val="CADC1630"/>
    <w:lvl w:ilvl="0" w:tplc="0EE021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E01C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ont243" w:hint="default"/>
      </w:rPr>
    </w:lvl>
    <w:lvl w:ilvl="2" w:tplc="AE44E4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E3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921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ont243" w:hint="default"/>
      </w:rPr>
    </w:lvl>
    <w:lvl w:ilvl="5" w:tplc="96DE6A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2F0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E7D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ont243" w:hint="default"/>
      </w:rPr>
    </w:lvl>
    <w:lvl w:ilvl="8" w:tplc="EAE27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5F51A1"/>
    <w:multiLevelType w:val="hybridMultilevel"/>
    <w:tmpl w:val="2D406FF0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FD31B51"/>
    <w:multiLevelType w:val="hybridMultilevel"/>
    <w:tmpl w:val="3FD672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8"/>
  </w:num>
  <w:num w:numId="4">
    <w:abstractNumId w:val="33"/>
  </w:num>
  <w:num w:numId="5">
    <w:abstractNumId w:val="23"/>
  </w:num>
  <w:num w:numId="6">
    <w:abstractNumId w:val="13"/>
  </w:num>
  <w:num w:numId="7">
    <w:abstractNumId w:val="30"/>
  </w:num>
  <w:num w:numId="8">
    <w:abstractNumId w:val="1"/>
  </w:num>
  <w:num w:numId="9">
    <w:abstractNumId w:val="2"/>
  </w:num>
  <w:num w:numId="10">
    <w:abstractNumId w:val="25"/>
  </w:num>
  <w:num w:numId="11">
    <w:abstractNumId w:val="7"/>
  </w:num>
  <w:num w:numId="12">
    <w:abstractNumId w:val="35"/>
  </w:num>
  <w:num w:numId="13">
    <w:abstractNumId w:val="27"/>
  </w:num>
  <w:num w:numId="14">
    <w:abstractNumId w:val="34"/>
  </w:num>
  <w:num w:numId="15">
    <w:abstractNumId w:val="21"/>
  </w:num>
  <w:num w:numId="16">
    <w:abstractNumId w:val="32"/>
  </w:num>
  <w:num w:numId="17">
    <w:abstractNumId w:val="19"/>
  </w:num>
  <w:num w:numId="18">
    <w:abstractNumId w:val="28"/>
  </w:num>
  <w:num w:numId="19">
    <w:abstractNumId w:val="20"/>
  </w:num>
  <w:num w:numId="20">
    <w:abstractNumId w:val="5"/>
  </w:num>
  <w:num w:numId="21">
    <w:abstractNumId w:val="31"/>
  </w:num>
  <w:num w:numId="22">
    <w:abstractNumId w:val="37"/>
  </w:num>
  <w:num w:numId="23">
    <w:abstractNumId w:val="6"/>
  </w:num>
  <w:num w:numId="24">
    <w:abstractNumId w:val="18"/>
  </w:num>
  <w:num w:numId="25">
    <w:abstractNumId w:val="18"/>
  </w:num>
  <w:num w:numId="26">
    <w:abstractNumId w:val="0"/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5"/>
  </w:num>
  <w:num w:numId="32">
    <w:abstractNumId w:val="18"/>
  </w:num>
  <w:num w:numId="33">
    <w:abstractNumId w:val="14"/>
  </w:num>
  <w:num w:numId="34">
    <w:abstractNumId w:val="29"/>
  </w:num>
  <w:num w:numId="35">
    <w:abstractNumId w:val="3"/>
  </w:num>
  <w:num w:numId="36">
    <w:abstractNumId w:val="24"/>
  </w:num>
  <w:num w:numId="37">
    <w:abstractNumId w:val="8"/>
  </w:num>
  <w:num w:numId="38">
    <w:abstractNumId w:val="17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22"/>
  </w:num>
  <w:num w:numId="42">
    <w:abstractNumId w:val="10"/>
  </w:num>
  <w:num w:numId="43">
    <w:abstractNumId w:val="12"/>
  </w:num>
  <w:num w:numId="44">
    <w:abstractNumId w:val="36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D1111"/>
    <w:rsid w:val="00004BD9"/>
    <w:rsid w:val="0000702E"/>
    <w:rsid w:val="00017F2D"/>
    <w:rsid w:val="0002615C"/>
    <w:rsid w:val="0002620A"/>
    <w:rsid w:val="00027DD2"/>
    <w:rsid w:val="00027FF8"/>
    <w:rsid w:val="00030B9A"/>
    <w:rsid w:val="000359F9"/>
    <w:rsid w:val="0004266C"/>
    <w:rsid w:val="0004617F"/>
    <w:rsid w:val="000500F9"/>
    <w:rsid w:val="000561B5"/>
    <w:rsid w:val="00072245"/>
    <w:rsid w:val="000740F5"/>
    <w:rsid w:val="000A3017"/>
    <w:rsid w:val="000A753F"/>
    <w:rsid w:val="000B0631"/>
    <w:rsid w:val="000B19A1"/>
    <w:rsid w:val="000B1F9C"/>
    <w:rsid w:val="000B256D"/>
    <w:rsid w:val="000C3860"/>
    <w:rsid w:val="000C6FDC"/>
    <w:rsid w:val="000D7331"/>
    <w:rsid w:val="000E4F86"/>
    <w:rsid w:val="000E7E28"/>
    <w:rsid w:val="000F3594"/>
    <w:rsid w:val="000F6FF4"/>
    <w:rsid w:val="00102FDB"/>
    <w:rsid w:val="001034B0"/>
    <w:rsid w:val="001042C0"/>
    <w:rsid w:val="001055DD"/>
    <w:rsid w:val="00120516"/>
    <w:rsid w:val="0012585C"/>
    <w:rsid w:val="0012645C"/>
    <w:rsid w:val="00130CC2"/>
    <w:rsid w:val="00134613"/>
    <w:rsid w:val="0013463A"/>
    <w:rsid w:val="00134B3F"/>
    <w:rsid w:val="001501C6"/>
    <w:rsid w:val="00150FAE"/>
    <w:rsid w:val="001526EF"/>
    <w:rsid w:val="0015442F"/>
    <w:rsid w:val="00154C44"/>
    <w:rsid w:val="00162435"/>
    <w:rsid w:val="001649F8"/>
    <w:rsid w:val="001668E2"/>
    <w:rsid w:val="001724B9"/>
    <w:rsid w:val="001745CA"/>
    <w:rsid w:val="00176C62"/>
    <w:rsid w:val="00177C8F"/>
    <w:rsid w:val="00177CB8"/>
    <w:rsid w:val="001849E4"/>
    <w:rsid w:val="00190CF4"/>
    <w:rsid w:val="001919D7"/>
    <w:rsid w:val="001933A0"/>
    <w:rsid w:val="00193404"/>
    <w:rsid w:val="00194C9E"/>
    <w:rsid w:val="00197834"/>
    <w:rsid w:val="001A19FC"/>
    <w:rsid w:val="001A6BC7"/>
    <w:rsid w:val="001A6E24"/>
    <w:rsid w:val="001B03C4"/>
    <w:rsid w:val="001B3410"/>
    <w:rsid w:val="001B45A3"/>
    <w:rsid w:val="001C1B2F"/>
    <w:rsid w:val="001C62AF"/>
    <w:rsid w:val="001D05EA"/>
    <w:rsid w:val="001E7A79"/>
    <w:rsid w:val="001F5680"/>
    <w:rsid w:val="0020453F"/>
    <w:rsid w:val="0020716A"/>
    <w:rsid w:val="002071F5"/>
    <w:rsid w:val="00214FCD"/>
    <w:rsid w:val="002220D6"/>
    <w:rsid w:val="00225906"/>
    <w:rsid w:val="00225B1C"/>
    <w:rsid w:val="00227393"/>
    <w:rsid w:val="0023052F"/>
    <w:rsid w:val="00233E9F"/>
    <w:rsid w:val="002443F3"/>
    <w:rsid w:val="00253930"/>
    <w:rsid w:val="00253B40"/>
    <w:rsid w:val="00254DBE"/>
    <w:rsid w:val="002709A8"/>
    <w:rsid w:val="00276E8B"/>
    <w:rsid w:val="0028300E"/>
    <w:rsid w:val="00286B4F"/>
    <w:rsid w:val="0029213C"/>
    <w:rsid w:val="0029323E"/>
    <w:rsid w:val="00294520"/>
    <w:rsid w:val="00294F03"/>
    <w:rsid w:val="00296664"/>
    <w:rsid w:val="00297C4F"/>
    <w:rsid w:val="002A02CA"/>
    <w:rsid w:val="002A0DEF"/>
    <w:rsid w:val="002A4333"/>
    <w:rsid w:val="002A69A1"/>
    <w:rsid w:val="002A7401"/>
    <w:rsid w:val="002B1F0E"/>
    <w:rsid w:val="002B2E35"/>
    <w:rsid w:val="002B5DF0"/>
    <w:rsid w:val="002B64F2"/>
    <w:rsid w:val="002C7BB0"/>
    <w:rsid w:val="002D0163"/>
    <w:rsid w:val="002D4B54"/>
    <w:rsid w:val="002D742C"/>
    <w:rsid w:val="002E5465"/>
    <w:rsid w:val="002F1267"/>
    <w:rsid w:val="002F19F4"/>
    <w:rsid w:val="002F2FA7"/>
    <w:rsid w:val="002F7390"/>
    <w:rsid w:val="00300625"/>
    <w:rsid w:val="00312A95"/>
    <w:rsid w:val="00316F5E"/>
    <w:rsid w:val="003178FD"/>
    <w:rsid w:val="003221AA"/>
    <w:rsid w:val="00323442"/>
    <w:rsid w:val="003322BC"/>
    <w:rsid w:val="00336505"/>
    <w:rsid w:val="00337295"/>
    <w:rsid w:val="00337FE5"/>
    <w:rsid w:val="0034050C"/>
    <w:rsid w:val="00344CE3"/>
    <w:rsid w:val="00345C6B"/>
    <w:rsid w:val="003470FB"/>
    <w:rsid w:val="00347A85"/>
    <w:rsid w:val="00347F89"/>
    <w:rsid w:val="0035213B"/>
    <w:rsid w:val="00355937"/>
    <w:rsid w:val="003576E3"/>
    <w:rsid w:val="00357A4A"/>
    <w:rsid w:val="00371E1A"/>
    <w:rsid w:val="00377D7F"/>
    <w:rsid w:val="0038055C"/>
    <w:rsid w:val="003841C2"/>
    <w:rsid w:val="00392BC5"/>
    <w:rsid w:val="00394FFB"/>
    <w:rsid w:val="00396A73"/>
    <w:rsid w:val="003970C4"/>
    <w:rsid w:val="00397A6D"/>
    <w:rsid w:val="003A2B8C"/>
    <w:rsid w:val="003B0555"/>
    <w:rsid w:val="003B0F10"/>
    <w:rsid w:val="003B1E9A"/>
    <w:rsid w:val="003C0C00"/>
    <w:rsid w:val="003C21C0"/>
    <w:rsid w:val="003C460A"/>
    <w:rsid w:val="003C5BFC"/>
    <w:rsid w:val="003C7F04"/>
    <w:rsid w:val="003D1111"/>
    <w:rsid w:val="003D202F"/>
    <w:rsid w:val="003D26F5"/>
    <w:rsid w:val="003D40CE"/>
    <w:rsid w:val="003D4BE7"/>
    <w:rsid w:val="003E7A75"/>
    <w:rsid w:val="003F2077"/>
    <w:rsid w:val="003F6A30"/>
    <w:rsid w:val="00400108"/>
    <w:rsid w:val="0040040E"/>
    <w:rsid w:val="00406505"/>
    <w:rsid w:val="00413CEE"/>
    <w:rsid w:val="004142BA"/>
    <w:rsid w:val="00415120"/>
    <w:rsid w:val="00424D72"/>
    <w:rsid w:val="00424EF6"/>
    <w:rsid w:val="00425D13"/>
    <w:rsid w:val="00432B7F"/>
    <w:rsid w:val="00436153"/>
    <w:rsid w:val="004510A4"/>
    <w:rsid w:val="00452F4A"/>
    <w:rsid w:val="00453A02"/>
    <w:rsid w:val="004556A4"/>
    <w:rsid w:val="00460549"/>
    <w:rsid w:val="00461717"/>
    <w:rsid w:val="00465381"/>
    <w:rsid w:val="0046659D"/>
    <w:rsid w:val="00471B2D"/>
    <w:rsid w:val="0048615F"/>
    <w:rsid w:val="00493B8A"/>
    <w:rsid w:val="00494FE7"/>
    <w:rsid w:val="00497285"/>
    <w:rsid w:val="00497A85"/>
    <w:rsid w:val="004A2CFF"/>
    <w:rsid w:val="004B4AF4"/>
    <w:rsid w:val="004B561A"/>
    <w:rsid w:val="004C47E4"/>
    <w:rsid w:val="004D1E53"/>
    <w:rsid w:val="004D297D"/>
    <w:rsid w:val="004D5643"/>
    <w:rsid w:val="004E7336"/>
    <w:rsid w:val="004F62E0"/>
    <w:rsid w:val="00511DB9"/>
    <w:rsid w:val="00514D80"/>
    <w:rsid w:val="00520F62"/>
    <w:rsid w:val="00525041"/>
    <w:rsid w:val="005252AF"/>
    <w:rsid w:val="005266F1"/>
    <w:rsid w:val="00527283"/>
    <w:rsid w:val="0053336A"/>
    <w:rsid w:val="00541B09"/>
    <w:rsid w:val="005534BA"/>
    <w:rsid w:val="00564402"/>
    <w:rsid w:val="00564EBD"/>
    <w:rsid w:val="0056542D"/>
    <w:rsid w:val="00572EBE"/>
    <w:rsid w:val="00575569"/>
    <w:rsid w:val="00577253"/>
    <w:rsid w:val="005804AD"/>
    <w:rsid w:val="00583E75"/>
    <w:rsid w:val="00583E81"/>
    <w:rsid w:val="00586F34"/>
    <w:rsid w:val="00587419"/>
    <w:rsid w:val="005936B1"/>
    <w:rsid w:val="005A70E4"/>
    <w:rsid w:val="005B6CED"/>
    <w:rsid w:val="005B76C1"/>
    <w:rsid w:val="005C4DAC"/>
    <w:rsid w:val="005D09E5"/>
    <w:rsid w:val="005D1215"/>
    <w:rsid w:val="005D473E"/>
    <w:rsid w:val="005D4F28"/>
    <w:rsid w:val="005E042E"/>
    <w:rsid w:val="005E17CD"/>
    <w:rsid w:val="005E6509"/>
    <w:rsid w:val="005F28FF"/>
    <w:rsid w:val="00601443"/>
    <w:rsid w:val="00601D0A"/>
    <w:rsid w:val="006042A8"/>
    <w:rsid w:val="0060753F"/>
    <w:rsid w:val="00616A4A"/>
    <w:rsid w:val="006207B7"/>
    <w:rsid w:val="006320B2"/>
    <w:rsid w:val="00633204"/>
    <w:rsid w:val="00636744"/>
    <w:rsid w:val="006372C9"/>
    <w:rsid w:val="00642DC2"/>
    <w:rsid w:val="0064631B"/>
    <w:rsid w:val="006500C5"/>
    <w:rsid w:val="006543DB"/>
    <w:rsid w:val="00655F1B"/>
    <w:rsid w:val="00660163"/>
    <w:rsid w:val="00670BFD"/>
    <w:rsid w:val="006715A3"/>
    <w:rsid w:val="006735DD"/>
    <w:rsid w:val="0069012B"/>
    <w:rsid w:val="006949E8"/>
    <w:rsid w:val="00695056"/>
    <w:rsid w:val="006A1F40"/>
    <w:rsid w:val="006B0616"/>
    <w:rsid w:val="006B39FF"/>
    <w:rsid w:val="006B4ADF"/>
    <w:rsid w:val="006B780A"/>
    <w:rsid w:val="006C7D3C"/>
    <w:rsid w:val="006D1A4B"/>
    <w:rsid w:val="006D2437"/>
    <w:rsid w:val="006D77ED"/>
    <w:rsid w:val="006E1947"/>
    <w:rsid w:val="006E4D25"/>
    <w:rsid w:val="0070170B"/>
    <w:rsid w:val="007114E2"/>
    <w:rsid w:val="00712C5C"/>
    <w:rsid w:val="00720091"/>
    <w:rsid w:val="00727904"/>
    <w:rsid w:val="00732140"/>
    <w:rsid w:val="00733F65"/>
    <w:rsid w:val="00734A75"/>
    <w:rsid w:val="00753166"/>
    <w:rsid w:val="00754A74"/>
    <w:rsid w:val="007561A8"/>
    <w:rsid w:val="00762AF1"/>
    <w:rsid w:val="00762F02"/>
    <w:rsid w:val="00764088"/>
    <w:rsid w:val="0077127B"/>
    <w:rsid w:val="00791210"/>
    <w:rsid w:val="007969AD"/>
    <w:rsid w:val="00796F92"/>
    <w:rsid w:val="007A2BD5"/>
    <w:rsid w:val="007A4640"/>
    <w:rsid w:val="007A61E8"/>
    <w:rsid w:val="007B5ACF"/>
    <w:rsid w:val="007B71FE"/>
    <w:rsid w:val="007C01CA"/>
    <w:rsid w:val="007D3138"/>
    <w:rsid w:val="007D76FF"/>
    <w:rsid w:val="007D7793"/>
    <w:rsid w:val="007D78CD"/>
    <w:rsid w:val="007E3B29"/>
    <w:rsid w:val="007F07D2"/>
    <w:rsid w:val="007F191B"/>
    <w:rsid w:val="007F1980"/>
    <w:rsid w:val="0080707F"/>
    <w:rsid w:val="008138A1"/>
    <w:rsid w:val="00821B83"/>
    <w:rsid w:val="00833B92"/>
    <w:rsid w:val="00856B18"/>
    <w:rsid w:val="00857AF0"/>
    <w:rsid w:val="0086102D"/>
    <w:rsid w:val="00862C11"/>
    <w:rsid w:val="008751CE"/>
    <w:rsid w:val="00882EEF"/>
    <w:rsid w:val="00883C68"/>
    <w:rsid w:val="0088558A"/>
    <w:rsid w:val="00891B7C"/>
    <w:rsid w:val="00891E20"/>
    <w:rsid w:val="008A0996"/>
    <w:rsid w:val="008A695F"/>
    <w:rsid w:val="008B11CC"/>
    <w:rsid w:val="008C1932"/>
    <w:rsid w:val="008C205B"/>
    <w:rsid w:val="008C74AC"/>
    <w:rsid w:val="008D0BF9"/>
    <w:rsid w:val="008D235D"/>
    <w:rsid w:val="008D3809"/>
    <w:rsid w:val="008D42D4"/>
    <w:rsid w:val="008D6C35"/>
    <w:rsid w:val="008E211F"/>
    <w:rsid w:val="008E2AC6"/>
    <w:rsid w:val="008E2B2D"/>
    <w:rsid w:val="008E670F"/>
    <w:rsid w:val="008F0B31"/>
    <w:rsid w:val="008F2377"/>
    <w:rsid w:val="008F2945"/>
    <w:rsid w:val="008F2AA1"/>
    <w:rsid w:val="008F2AA8"/>
    <w:rsid w:val="00902A85"/>
    <w:rsid w:val="00902B26"/>
    <w:rsid w:val="009052D5"/>
    <w:rsid w:val="00913143"/>
    <w:rsid w:val="009131C0"/>
    <w:rsid w:val="00920DBA"/>
    <w:rsid w:val="00920E75"/>
    <w:rsid w:val="00925235"/>
    <w:rsid w:val="0092686C"/>
    <w:rsid w:val="00927688"/>
    <w:rsid w:val="009430D4"/>
    <w:rsid w:val="00943DC2"/>
    <w:rsid w:val="0095152E"/>
    <w:rsid w:val="0095724F"/>
    <w:rsid w:val="009665E5"/>
    <w:rsid w:val="00972F3D"/>
    <w:rsid w:val="00973123"/>
    <w:rsid w:val="0097472A"/>
    <w:rsid w:val="0098794A"/>
    <w:rsid w:val="0099616C"/>
    <w:rsid w:val="009A0D35"/>
    <w:rsid w:val="009A4406"/>
    <w:rsid w:val="009A4BA8"/>
    <w:rsid w:val="009A577D"/>
    <w:rsid w:val="009B1CAC"/>
    <w:rsid w:val="009C183D"/>
    <w:rsid w:val="009C304A"/>
    <w:rsid w:val="009C4ECF"/>
    <w:rsid w:val="009D3241"/>
    <w:rsid w:val="009D7E21"/>
    <w:rsid w:val="009E16CB"/>
    <w:rsid w:val="009E1DB1"/>
    <w:rsid w:val="009E3010"/>
    <w:rsid w:val="009F4F9A"/>
    <w:rsid w:val="00A11C77"/>
    <w:rsid w:val="00A15445"/>
    <w:rsid w:val="00A21A3D"/>
    <w:rsid w:val="00A248F8"/>
    <w:rsid w:val="00A258E2"/>
    <w:rsid w:val="00A25BD5"/>
    <w:rsid w:val="00A30E1E"/>
    <w:rsid w:val="00A3339E"/>
    <w:rsid w:val="00A33B11"/>
    <w:rsid w:val="00A401B0"/>
    <w:rsid w:val="00A40549"/>
    <w:rsid w:val="00A449F3"/>
    <w:rsid w:val="00A5096B"/>
    <w:rsid w:val="00A528AC"/>
    <w:rsid w:val="00A566A0"/>
    <w:rsid w:val="00A62D5B"/>
    <w:rsid w:val="00A64220"/>
    <w:rsid w:val="00A70498"/>
    <w:rsid w:val="00A820FC"/>
    <w:rsid w:val="00A840E6"/>
    <w:rsid w:val="00A848B7"/>
    <w:rsid w:val="00A90AA6"/>
    <w:rsid w:val="00A91DD3"/>
    <w:rsid w:val="00A92055"/>
    <w:rsid w:val="00A9326C"/>
    <w:rsid w:val="00A939A0"/>
    <w:rsid w:val="00A973A3"/>
    <w:rsid w:val="00AA230F"/>
    <w:rsid w:val="00AB0A1B"/>
    <w:rsid w:val="00AB107D"/>
    <w:rsid w:val="00AC07ED"/>
    <w:rsid w:val="00AC5421"/>
    <w:rsid w:val="00AC70DA"/>
    <w:rsid w:val="00AD7668"/>
    <w:rsid w:val="00AE0A6F"/>
    <w:rsid w:val="00AE4862"/>
    <w:rsid w:val="00AE4B12"/>
    <w:rsid w:val="00AE6499"/>
    <w:rsid w:val="00AF0A29"/>
    <w:rsid w:val="00AF5ADA"/>
    <w:rsid w:val="00AF6A30"/>
    <w:rsid w:val="00B14BC7"/>
    <w:rsid w:val="00B17B01"/>
    <w:rsid w:val="00B2352D"/>
    <w:rsid w:val="00B23F4A"/>
    <w:rsid w:val="00B260FB"/>
    <w:rsid w:val="00B27B6B"/>
    <w:rsid w:val="00B346ED"/>
    <w:rsid w:val="00B36261"/>
    <w:rsid w:val="00B57176"/>
    <w:rsid w:val="00B62EF0"/>
    <w:rsid w:val="00B6464E"/>
    <w:rsid w:val="00B8217B"/>
    <w:rsid w:val="00B8251E"/>
    <w:rsid w:val="00B84463"/>
    <w:rsid w:val="00B91103"/>
    <w:rsid w:val="00B9261B"/>
    <w:rsid w:val="00B92E7E"/>
    <w:rsid w:val="00B953ED"/>
    <w:rsid w:val="00BA00BE"/>
    <w:rsid w:val="00BA5390"/>
    <w:rsid w:val="00BA6130"/>
    <w:rsid w:val="00BB3EBB"/>
    <w:rsid w:val="00BC32F9"/>
    <w:rsid w:val="00BC440E"/>
    <w:rsid w:val="00BC76B5"/>
    <w:rsid w:val="00BE3BB7"/>
    <w:rsid w:val="00BF1466"/>
    <w:rsid w:val="00BF530E"/>
    <w:rsid w:val="00BF60FB"/>
    <w:rsid w:val="00BF7FA4"/>
    <w:rsid w:val="00C12A2D"/>
    <w:rsid w:val="00C13D46"/>
    <w:rsid w:val="00C259E3"/>
    <w:rsid w:val="00C25A43"/>
    <w:rsid w:val="00C303FD"/>
    <w:rsid w:val="00C32F09"/>
    <w:rsid w:val="00C41617"/>
    <w:rsid w:val="00C50061"/>
    <w:rsid w:val="00C53C8A"/>
    <w:rsid w:val="00C56E6F"/>
    <w:rsid w:val="00C63B7D"/>
    <w:rsid w:val="00C63FD3"/>
    <w:rsid w:val="00C664FA"/>
    <w:rsid w:val="00C675CF"/>
    <w:rsid w:val="00C71344"/>
    <w:rsid w:val="00C73978"/>
    <w:rsid w:val="00C820E7"/>
    <w:rsid w:val="00CA0459"/>
    <w:rsid w:val="00CA0AA0"/>
    <w:rsid w:val="00CA289B"/>
    <w:rsid w:val="00CA2F65"/>
    <w:rsid w:val="00CA4E7B"/>
    <w:rsid w:val="00CC0878"/>
    <w:rsid w:val="00CC2503"/>
    <w:rsid w:val="00CC2CCC"/>
    <w:rsid w:val="00CC47B5"/>
    <w:rsid w:val="00CD607A"/>
    <w:rsid w:val="00CE5B24"/>
    <w:rsid w:val="00CE690F"/>
    <w:rsid w:val="00D02C36"/>
    <w:rsid w:val="00D04488"/>
    <w:rsid w:val="00D116BF"/>
    <w:rsid w:val="00D13824"/>
    <w:rsid w:val="00D21E7F"/>
    <w:rsid w:val="00D24747"/>
    <w:rsid w:val="00D25277"/>
    <w:rsid w:val="00D25FF5"/>
    <w:rsid w:val="00D30F26"/>
    <w:rsid w:val="00D34B4F"/>
    <w:rsid w:val="00D41CD5"/>
    <w:rsid w:val="00D45024"/>
    <w:rsid w:val="00D52D40"/>
    <w:rsid w:val="00D5665D"/>
    <w:rsid w:val="00D61786"/>
    <w:rsid w:val="00D61A3F"/>
    <w:rsid w:val="00D663F5"/>
    <w:rsid w:val="00D6787E"/>
    <w:rsid w:val="00D67E84"/>
    <w:rsid w:val="00D7100A"/>
    <w:rsid w:val="00D74F0D"/>
    <w:rsid w:val="00D7591E"/>
    <w:rsid w:val="00D812EE"/>
    <w:rsid w:val="00D81F19"/>
    <w:rsid w:val="00D85733"/>
    <w:rsid w:val="00D92F22"/>
    <w:rsid w:val="00DA66DB"/>
    <w:rsid w:val="00DB707B"/>
    <w:rsid w:val="00DC5803"/>
    <w:rsid w:val="00DC5AE1"/>
    <w:rsid w:val="00DD3E49"/>
    <w:rsid w:val="00DD562B"/>
    <w:rsid w:val="00DE3AE9"/>
    <w:rsid w:val="00DE4246"/>
    <w:rsid w:val="00DF553A"/>
    <w:rsid w:val="00DF7CAA"/>
    <w:rsid w:val="00E036CD"/>
    <w:rsid w:val="00E061F1"/>
    <w:rsid w:val="00E079AE"/>
    <w:rsid w:val="00E1057B"/>
    <w:rsid w:val="00E1260E"/>
    <w:rsid w:val="00E151AB"/>
    <w:rsid w:val="00E23BA6"/>
    <w:rsid w:val="00E24D95"/>
    <w:rsid w:val="00E3770E"/>
    <w:rsid w:val="00E46899"/>
    <w:rsid w:val="00E57486"/>
    <w:rsid w:val="00E60D7A"/>
    <w:rsid w:val="00E65EC1"/>
    <w:rsid w:val="00E77C1C"/>
    <w:rsid w:val="00E77FBA"/>
    <w:rsid w:val="00E8304D"/>
    <w:rsid w:val="00E94A62"/>
    <w:rsid w:val="00EA3F5F"/>
    <w:rsid w:val="00EA49EA"/>
    <w:rsid w:val="00EA6B41"/>
    <w:rsid w:val="00EA6D20"/>
    <w:rsid w:val="00EB18DA"/>
    <w:rsid w:val="00EC300D"/>
    <w:rsid w:val="00EF0934"/>
    <w:rsid w:val="00EF2DDB"/>
    <w:rsid w:val="00EF31CD"/>
    <w:rsid w:val="00EF3B6C"/>
    <w:rsid w:val="00EF4887"/>
    <w:rsid w:val="00EF7368"/>
    <w:rsid w:val="00F01341"/>
    <w:rsid w:val="00F01E13"/>
    <w:rsid w:val="00F024A0"/>
    <w:rsid w:val="00F0313D"/>
    <w:rsid w:val="00F03AC2"/>
    <w:rsid w:val="00F03ED4"/>
    <w:rsid w:val="00F04DC4"/>
    <w:rsid w:val="00F05E4D"/>
    <w:rsid w:val="00F06A87"/>
    <w:rsid w:val="00F114A6"/>
    <w:rsid w:val="00F12DF7"/>
    <w:rsid w:val="00F24759"/>
    <w:rsid w:val="00F267BD"/>
    <w:rsid w:val="00F32235"/>
    <w:rsid w:val="00F32ADF"/>
    <w:rsid w:val="00F342AF"/>
    <w:rsid w:val="00F36D32"/>
    <w:rsid w:val="00F402D1"/>
    <w:rsid w:val="00F4215B"/>
    <w:rsid w:val="00F4347A"/>
    <w:rsid w:val="00F44851"/>
    <w:rsid w:val="00F44B6E"/>
    <w:rsid w:val="00F459B5"/>
    <w:rsid w:val="00F62C5F"/>
    <w:rsid w:val="00F63E49"/>
    <w:rsid w:val="00F650DC"/>
    <w:rsid w:val="00F71145"/>
    <w:rsid w:val="00F71B8F"/>
    <w:rsid w:val="00F74A96"/>
    <w:rsid w:val="00F756F3"/>
    <w:rsid w:val="00F80FB3"/>
    <w:rsid w:val="00F8373E"/>
    <w:rsid w:val="00F83EE9"/>
    <w:rsid w:val="00F90F70"/>
    <w:rsid w:val="00F91924"/>
    <w:rsid w:val="00F951F7"/>
    <w:rsid w:val="00F97D8D"/>
    <w:rsid w:val="00FB1C49"/>
    <w:rsid w:val="00FB3292"/>
    <w:rsid w:val="00FB4EBE"/>
    <w:rsid w:val="00FC155E"/>
    <w:rsid w:val="00FC3657"/>
    <w:rsid w:val="00FC42CB"/>
    <w:rsid w:val="00FC50AD"/>
    <w:rsid w:val="00FC567A"/>
    <w:rsid w:val="00FD74D4"/>
    <w:rsid w:val="00FE40EF"/>
    <w:rsid w:val="00FE6015"/>
    <w:rsid w:val="00FE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4BBB7"/>
  <w15:docId w15:val="{8E429B36-7F37-4F2D-9C7B-75440796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D7F"/>
    <w:pPr>
      <w:spacing w:after="170"/>
    </w:pPr>
    <w:rPr>
      <w:sz w:val="19"/>
      <w:szCs w:val="19"/>
      <w:lang w:eastAsia="en-US"/>
    </w:rPr>
  </w:style>
  <w:style w:type="paragraph" w:styleId="Heading1">
    <w:name w:val="heading 1"/>
    <w:next w:val="BodyText"/>
    <w:link w:val="Heading1Char"/>
    <w:qFormat/>
    <w:rsid w:val="002071F5"/>
    <w:pPr>
      <w:keepNext/>
      <w:keepLines/>
      <w:spacing w:before="360" w:after="100" w:line="280" w:lineRule="atLeast"/>
      <w:outlineLvl w:val="0"/>
    </w:pPr>
    <w:rPr>
      <w:rFonts w:eastAsia="Times New Roman" w:cs="Arial"/>
      <w:b/>
      <w:bCs/>
      <w:caps/>
      <w:color w:val="000000"/>
      <w:sz w:val="24"/>
      <w:szCs w:val="24"/>
    </w:rPr>
  </w:style>
  <w:style w:type="paragraph" w:styleId="Heading2">
    <w:name w:val="heading 2"/>
    <w:next w:val="BodyText"/>
    <w:link w:val="Heading2Char"/>
    <w:qFormat/>
    <w:rsid w:val="00636744"/>
    <w:pPr>
      <w:numPr>
        <w:numId w:val="4"/>
      </w:numPr>
      <w:spacing w:before="200" w:after="60"/>
      <w:ind w:left="284" w:hanging="284"/>
      <w:outlineLvl w:val="1"/>
    </w:pPr>
    <w:rPr>
      <w:rFonts w:eastAsia="Times New Roman" w:cs="Arial"/>
      <w:b/>
      <w:bCs/>
      <w:caps/>
      <w:color w:val="000000"/>
      <w:sz w:val="22"/>
      <w:szCs w:val="22"/>
    </w:rPr>
  </w:style>
  <w:style w:type="paragraph" w:styleId="Heading3">
    <w:name w:val="heading 3"/>
    <w:next w:val="BodyText"/>
    <w:link w:val="Heading3Char"/>
    <w:qFormat/>
    <w:rsid w:val="00F06A87"/>
    <w:pPr>
      <w:keepNext/>
      <w:spacing w:before="180" w:after="60" w:line="240" w:lineRule="atLeast"/>
      <w:outlineLvl w:val="2"/>
    </w:pPr>
    <w:rPr>
      <w:rFonts w:eastAsia="Times New Roman" w:cs="Arial"/>
      <w:b/>
      <w:bCs/>
      <w:caps/>
      <w:color w:val="000000"/>
    </w:rPr>
  </w:style>
  <w:style w:type="paragraph" w:styleId="Heading4">
    <w:name w:val="heading 4"/>
    <w:next w:val="BodyText"/>
    <w:link w:val="Heading4Char"/>
    <w:qFormat/>
    <w:rsid w:val="00F32235"/>
    <w:pPr>
      <w:keepNext/>
      <w:spacing w:before="140" w:after="60" w:line="230" w:lineRule="atLeast"/>
      <w:outlineLvl w:val="3"/>
    </w:pPr>
    <w:rPr>
      <w:rFonts w:eastAsia="Times New Roman" w:cs="Arial"/>
      <w:b/>
      <w:bCs/>
      <w:color w:val="000000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71F5"/>
    <w:rPr>
      <w:rFonts w:eastAsia="Times New Roman" w:cs="Arial"/>
      <w:b/>
      <w:bCs/>
      <w:caps/>
      <w:color w:val="000000"/>
      <w:sz w:val="24"/>
      <w:szCs w:val="24"/>
      <w:lang w:eastAsia="en-AU"/>
    </w:rPr>
  </w:style>
  <w:style w:type="paragraph" w:styleId="Title">
    <w:name w:val="Title"/>
    <w:next w:val="Normal"/>
    <w:link w:val="TitleChar"/>
    <w:uiPriority w:val="1"/>
    <w:qFormat/>
    <w:rsid w:val="002071F5"/>
    <w:pPr>
      <w:pBdr>
        <w:bottom w:val="single" w:sz="4" w:space="1" w:color="auto"/>
      </w:pBdr>
      <w:spacing w:after="60" w:line="320" w:lineRule="atLeast"/>
    </w:pPr>
    <w:rPr>
      <w:rFonts w:eastAsia="Times New Roman" w:cs="Arial"/>
      <w:b/>
      <w:bCs/>
      <w:caps/>
      <w:color w:val="000000"/>
      <w:sz w:val="28"/>
      <w:szCs w:val="28"/>
      <w:lang w:eastAsia="en-US"/>
    </w:rPr>
  </w:style>
  <w:style w:type="character" w:customStyle="1" w:styleId="TitleChar">
    <w:name w:val="Title Char"/>
    <w:link w:val="Title"/>
    <w:uiPriority w:val="1"/>
    <w:rsid w:val="002071F5"/>
    <w:rPr>
      <w:rFonts w:eastAsia="Times New Roman" w:cs="Arial"/>
      <w:b/>
      <w:bCs/>
      <w:caps/>
      <w:color w:val="000000"/>
      <w:sz w:val="28"/>
      <w:szCs w:val="28"/>
    </w:rPr>
  </w:style>
  <w:style w:type="paragraph" w:customStyle="1" w:styleId="Bullets2">
    <w:name w:val="Bullets 2"/>
    <w:qFormat/>
    <w:rsid w:val="00636744"/>
    <w:pPr>
      <w:numPr>
        <w:ilvl w:val="1"/>
        <w:numId w:val="3"/>
      </w:numPr>
      <w:spacing w:after="60" w:line="260" w:lineRule="atLeast"/>
    </w:pPr>
    <w:rPr>
      <w:szCs w:val="19"/>
    </w:rPr>
  </w:style>
  <w:style w:type="paragraph" w:customStyle="1" w:styleId="Attachment1">
    <w:name w:val="Attachment 1"/>
    <w:next w:val="Attachment2"/>
    <w:qFormat/>
    <w:rsid w:val="00EF0934"/>
    <w:pPr>
      <w:pageBreakBefore/>
      <w:spacing w:after="40"/>
    </w:pPr>
    <w:rPr>
      <w:rFonts w:eastAsia="Times New Roman" w:cs="Arial"/>
      <w:b/>
      <w:bCs/>
      <w:caps/>
      <w:color w:val="000000"/>
      <w:sz w:val="24"/>
      <w:szCs w:val="24"/>
      <w:lang w:eastAsia="en-US"/>
    </w:rPr>
  </w:style>
  <w:style w:type="paragraph" w:styleId="BodyText">
    <w:name w:val="Body Text"/>
    <w:link w:val="BodyTextChar"/>
    <w:qFormat/>
    <w:rsid w:val="00C25A43"/>
    <w:pPr>
      <w:spacing w:before="60" w:after="170" w:line="260" w:lineRule="atLeast"/>
    </w:pPr>
    <w:rPr>
      <w:szCs w:val="19"/>
    </w:rPr>
  </w:style>
  <w:style w:type="character" w:customStyle="1" w:styleId="BodyTextChar">
    <w:name w:val="Body Text Char"/>
    <w:link w:val="BodyText"/>
    <w:rsid w:val="00C25A43"/>
    <w:rPr>
      <w:sz w:val="20"/>
      <w:lang w:eastAsia="en-AU"/>
    </w:rPr>
  </w:style>
  <w:style w:type="character" w:customStyle="1" w:styleId="Heading2Char">
    <w:name w:val="Heading 2 Char"/>
    <w:link w:val="Heading2"/>
    <w:rsid w:val="00636744"/>
    <w:rPr>
      <w:rFonts w:eastAsia="Times New Roman" w:cs="Arial"/>
      <w:b/>
      <w:bCs/>
      <w:caps/>
      <w:color w:val="000000"/>
      <w:sz w:val="22"/>
      <w:szCs w:val="22"/>
      <w:lang w:eastAsia="en-AU"/>
    </w:rPr>
  </w:style>
  <w:style w:type="character" w:customStyle="1" w:styleId="Heading3Char">
    <w:name w:val="Heading 3 Char"/>
    <w:link w:val="Heading3"/>
    <w:rsid w:val="00F06A87"/>
    <w:rPr>
      <w:rFonts w:eastAsia="Times New Roman" w:cs="Arial"/>
      <w:b/>
      <w:bCs/>
      <w:caps/>
      <w:color w:val="000000"/>
      <w:sz w:val="20"/>
      <w:szCs w:val="20"/>
      <w:lang w:eastAsia="en-AU"/>
    </w:rPr>
  </w:style>
  <w:style w:type="character" w:customStyle="1" w:styleId="Heading4Char">
    <w:name w:val="Heading 4 Char"/>
    <w:link w:val="Heading4"/>
    <w:rsid w:val="00F32235"/>
    <w:rPr>
      <w:rFonts w:eastAsia="Times New Roman" w:cs="Arial"/>
      <w:b/>
      <w:bCs/>
      <w:color w:val="000000"/>
      <w:sz w:val="20"/>
      <w:lang w:eastAsia="en-AU"/>
    </w:rPr>
  </w:style>
  <w:style w:type="numbering" w:customStyle="1" w:styleId="Bullets">
    <w:name w:val="Bullets"/>
    <w:uiPriority w:val="99"/>
    <w:locked/>
    <w:rsid w:val="00764088"/>
    <w:pPr>
      <w:numPr>
        <w:numId w:val="1"/>
      </w:numPr>
    </w:pPr>
  </w:style>
  <w:style w:type="paragraph" w:customStyle="1" w:styleId="Bullets1">
    <w:name w:val="Bullets 1"/>
    <w:qFormat/>
    <w:rsid w:val="00636744"/>
    <w:pPr>
      <w:numPr>
        <w:numId w:val="3"/>
      </w:numPr>
      <w:spacing w:after="60" w:line="260" w:lineRule="atLeast"/>
    </w:pPr>
    <w:rPr>
      <w:szCs w:val="19"/>
    </w:rPr>
  </w:style>
  <w:style w:type="paragraph" w:styleId="Header">
    <w:name w:val="header"/>
    <w:basedOn w:val="Normal"/>
    <w:link w:val="HeaderChar"/>
    <w:uiPriority w:val="99"/>
    <w:unhideWhenUsed/>
    <w:rsid w:val="002D4B5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D4B54"/>
  </w:style>
  <w:style w:type="paragraph" w:styleId="Footer">
    <w:name w:val="footer"/>
    <w:basedOn w:val="Normal"/>
    <w:link w:val="FooterChar"/>
    <w:uiPriority w:val="99"/>
    <w:unhideWhenUsed/>
    <w:rsid w:val="00F03AC2"/>
    <w:pPr>
      <w:tabs>
        <w:tab w:val="center" w:pos="4513"/>
        <w:tab w:val="right" w:pos="9026"/>
      </w:tabs>
      <w:spacing w:after="0"/>
    </w:pPr>
    <w:rPr>
      <w:rFonts w:cs="Arial"/>
      <w:sz w:val="16"/>
      <w:szCs w:val="16"/>
    </w:rPr>
  </w:style>
  <w:style w:type="character" w:customStyle="1" w:styleId="FooterChar">
    <w:name w:val="Footer Char"/>
    <w:link w:val="Footer"/>
    <w:uiPriority w:val="99"/>
    <w:rsid w:val="00F03AC2"/>
    <w:rPr>
      <w:rFonts w:cs="Arial"/>
      <w:sz w:val="16"/>
      <w:szCs w:val="16"/>
    </w:rPr>
  </w:style>
  <w:style w:type="table" w:styleId="TableGrid">
    <w:name w:val="Table Grid"/>
    <w:basedOn w:val="TableNormal"/>
    <w:uiPriority w:val="59"/>
    <w:locked/>
    <w:rsid w:val="00A25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ndatory">
    <w:name w:val="Mandatory"/>
    <w:qFormat/>
    <w:rsid w:val="002071F5"/>
    <w:pPr>
      <w:spacing w:after="720" w:line="230" w:lineRule="atLeast"/>
    </w:pPr>
    <w:rPr>
      <w:rFonts w:eastAsia="Times New Roman" w:cs="Arial"/>
      <w:b/>
      <w:bCs/>
      <w:color w:val="000000"/>
      <w:sz w:val="19"/>
      <w:szCs w:val="19"/>
    </w:rPr>
  </w:style>
  <w:style w:type="paragraph" w:customStyle="1" w:styleId="Attachment2">
    <w:name w:val="Attachment 2"/>
    <w:next w:val="BodyText"/>
    <w:qFormat/>
    <w:rsid w:val="00AD7668"/>
    <w:pPr>
      <w:spacing w:after="720"/>
    </w:pPr>
    <w:rPr>
      <w:rFonts w:eastAsia="Times New Roman" w:cs="Arial"/>
      <w:b/>
      <w:bCs/>
      <w:color w:val="000000"/>
      <w:sz w:val="24"/>
      <w:szCs w:val="24"/>
      <w:lang w:eastAsia="en-US"/>
    </w:rPr>
  </w:style>
  <w:style w:type="paragraph" w:customStyle="1" w:styleId="Bullets3">
    <w:name w:val="Bullets 3"/>
    <w:qFormat/>
    <w:rsid w:val="00636744"/>
    <w:pPr>
      <w:numPr>
        <w:ilvl w:val="2"/>
        <w:numId w:val="3"/>
      </w:numPr>
      <w:spacing w:after="60" w:line="260" w:lineRule="atLeast"/>
    </w:pPr>
    <w:rPr>
      <w:szCs w:val="19"/>
    </w:rPr>
  </w:style>
  <w:style w:type="paragraph" w:customStyle="1" w:styleId="BodyText3ptAfter">
    <w:name w:val="Body Text 3pt After"/>
    <w:basedOn w:val="BodyText"/>
    <w:qFormat/>
    <w:rsid w:val="00C25A43"/>
    <w:pPr>
      <w:spacing w:after="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02C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A02CA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16F5E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0DBA"/>
    <w:pPr>
      <w:spacing w:after="0"/>
    </w:pPr>
    <w:rPr>
      <w:rFonts w:eastAsia="Times New Roman"/>
      <w:snapToGrid w:val="0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20DBA"/>
    <w:rPr>
      <w:rFonts w:eastAsia="Times New Roman" w:cs="Times New Roman"/>
      <w:snapToGrid w:val="0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20DBA"/>
    <w:rPr>
      <w:vertAlign w:val="superscript"/>
    </w:rPr>
  </w:style>
  <w:style w:type="paragraph" w:customStyle="1" w:styleId="AttachmentNumberedHeading1">
    <w:name w:val="Attachment Numbered Heading 1"/>
    <w:qFormat/>
    <w:rsid w:val="007969AD"/>
    <w:pPr>
      <w:numPr>
        <w:numId w:val="9"/>
      </w:numPr>
      <w:spacing w:before="200" w:after="60"/>
      <w:ind w:left="511"/>
    </w:pPr>
    <w:rPr>
      <w:rFonts w:ascii="Arial Bold" w:eastAsia="Times New Roman" w:hAnsi="Arial Bold" w:cs="Arial"/>
      <w:b/>
      <w:bCs/>
      <w:color w:val="000000"/>
      <w:sz w:val="22"/>
      <w:szCs w:val="22"/>
    </w:rPr>
  </w:style>
  <w:style w:type="paragraph" w:customStyle="1" w:styleId="AttachmentNumberedHeading2">
    <w:name w:val="Attachment Numbered Heading 2"/>
    <w:next w:val="BodyText"/>
    <w:qFormat/>
    <w:rsid w:val="001B03C4"/>
    <w:pPr>
      <w:numPr>
        <w:ilvl w:val="1"/>
        <w:numId w:val="9"/>
      </w:numPr>
      <w:spacing w:before="140" w:line="260" w:lineRule="atLeast"/>
    </w:pPr>
    <w:rPr>
      <w:rFonts w:eastAsia="Times New Roman" w:cs="Arial"/>
      <w:b/>
      <w:bCs/>
      <w:color w:val="000000"/>
    </w:rPr>
  </w:style>
  <w:style w:type="paragraph" w:customStyle="1" w:styleId="Tablebullets">
    <w:name w:val="Table bullets"/>
    <w:basedOn w:val="Normal"/>
    <w:qFormat/>
    <w:rsid w:val="00883C68"/>
    <w:pPr>
      <w:numPr>
        <w:numId w:val="11"/>
      </w:numPr>
      <w:tabs>
        <w:tab w:val="left" w:pos="284"/>
      </w:tabs>
      <w:spacing w:before="40" w:after="40" w:line="260" w:lineRule="atLeast"/>
      <w:ind w:left="284" w:hanging="284"/>
    </w:pPr>
    <w:rPr>
      <w:rFonts w:eastAsia="Times New Roman" w:cs="Tms Rmn"/>
      <w:snapToGrid w:val="0"/>
      <w:sz w:val="20"/>
      <w:szCs w:val="20"/>
      <w:lang w:val="en-GB"/>
    </w:rPr>
  </w:style>
  <w:style w:type="paragraph" w:customStyle="1" w:styleId="Tablecolumnhead">
    <w:name w:val="Table column head"/>
    <w:basedOn w:val="Normal"/>
    <w:qFormat/>
    <w:rsid w:val="00883C68"/>
    <w:pPr>
      <w:spacing w:before="40" w:after="40"/>
    </w:pPr>
    <w:rPr>
      <w:rFonts w:eastAsia="Times New Roman" w:cs="Tms Rmn"/>
      <w:b/>
      <w:snapToGrid w:val="0"/>
      <w:sz w:val="20"/>
      <w:szCs w:val="20"/>
      <w:lang w:val="en-GB"/>
    </w:rPr>
  </w:style>
  <w:style w:type="paragraph" w:customStyle="1" w:styleId="Tabletext">
    <w:name w:val="Table text"/>
    <w:basedOn w:val="Normal"/>
    <w:qFormat/>
    <w:rsid w:val="00883C68"/>
    <w:pPr>
      <w:spacing w:before="40" w:after="40" w:line="260" w:lineRule="atLeast"/>
    </w:pPr>
    <w:rPr>
      <w:rFonts w:eastAsia="Times New Roman" w:cs="Tms Rmn"/>
      <w:snapToGrid w:val="0"/>
      <w:sz w:val="20"/>
      <w:szCs w:val="20"/>
      <w:lang w:val="en-GB"/>
    </w:rPr>
  </w:style>
  <w:style w:type="paragraph" w:customStyle="1" w:styleId="BodyText85ptBefore">
    <w:name w:val="Body Text 8.5pt Before"/>
    <w:basedOn w:val="BodyText3ptAfter"/>
    <w:qFormat/>
    <w:rsid w:val="007969AD"/>
    <w:pPr>
      <w:spacing w:before="170"/>
    </w:pPr>
  </w:style>
  <w:style w:type="character" w:customStyle="1" w:styleId="PolicytextChar">
    <w:name w:val="Policy text Char"/>
    <w:link w:val="Policytext"/>
    <w:rsid w:val="000561B5"/>
    <w:rPr>
      <w:rFonts w:cs="Courier New"/>
      <w:snapToGrid w:val="0"/>
      <w:sz w:val="22"/>
      <w:szCs w:val="22"/>
    </w:rPr>
  </w:style>
  <w:style w:type="paragraph" w:customStyle="1" w:styleId="Policytext">
    <w:name w:val="Policy text"/>
    <w:link w:val="PolicytextChar"/>
    <w:rsid w:val="000561B5"/>
    <w:pPr>
      <w:spacing w:before="80" w:after="40" w:line="280" w:lineRule="atLeast"/>
    </w:pPr>
    <w:rPr>
      <w:rFonts w:cs="Courier New"/>
      <w:snapToGrid w:val="0"/>
      <w:sz w:val="22"/>
      <w:szCs w:val="22"/>
      <w:lang w:eastAsia="en-US"/>
    </w:rPr>
  </w:style>
  <w:style w:type="paragraph" w:customStyle="1" w:styleId="Policybullets">
    <w:name w:val="Policy bullets"/>
    <w:basedOn w:val="Policytext"/>
    <w:rsid w:val="000561B5"/>
    <w:pPr>
      <w:numPr>
        <w:numId w:val="18"/>
      </w:numPr>
      <w:tabs>
        <w:tab w:val="clear" w:pos="567"/>
      </w:tabs>
      <w:ind w:left="720" w:hanging="360"/>
    </w:pPr>
  </w:style>
  <w:style w:type="paragraph" w:customStyle="1" w:styleId="Attachmenttitle">
    <w:name w:val="Attachment title"/>
    <w:basedOn w:val="Normal"/>
    <w:qFormat/>
    <w:rsid w:val="000561B5"/>
    <w:pPr>
      <w:spacing w:before="120" w:after="240"/>
      <w:jc w:val="center"/>
    </w:pPr>
    <w:rPr>
      <w:rFonts w:eastAsia="Times New Roman" w:cs="Courier New"/>
      <w:b/>
      <w:snapToGrid w:val="0"/>
      <w:sz w:val="28"/>
      <w:szCs w:val="32"/>
      <w:lang w:val="en-US"/>
    </w:rPr>
  </w:style>
  <w:style w:type="paragraph" w:customStyle="1" w:styleId="Attachmentsubtitle">
    <w:name w:val="Attachment subtitle"/>
    <w:basedOn w:val="Attachmenttitle"/>
    <w:qFormat/>
    <w:rsid w:val="000561B5"/>
    <w:pPr>
      <w:spacing w:before="240" w:after="120"/>
      <w:jc w:val="left"/>
    </w:pPr>
    <w:rPr>
      <w:sz w:val="24"/>
    </w:rPr>
  </w:style>
  <w:style w:type="paragraph" w:customStyle="1" w:styleId="Policybulletsindented">
    <w:name w:val="Policy bullets indented"/>
    <w:basedOn w:val="Policybullets"/>
    <w:qFormat/>
    <w:rsid w:val="000561B5"/>
    <w:pPr>
      <w:numPr>
        <w:numId w:val="20"/>
      </w:numPr>
      <w:tabs>
        <w:tab w:val="left" w:pos="5"/>
      </w:tabs>
      <w:ind w:left="568" w:hanging="284"/>
    </w:pPr>
    <w:rPr>
      <w:rFonts w:eastAsia="Times New Roman"/>
      <w:lang w:val="en-US"/>
    </w:rPr>
  </w:style>
  <w:style w:type="character" w:styleId="FollowedHyperlink">
    <w:name w:val="FollowedHyperlink"/>
    <w:uiPriority w:val="99"/>
    <w:semiHidden/>
    <w:unhideWhenUsed/>
    <w:rsid w:val="00E036CD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C259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9E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259E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9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259E3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377D7F"/>
    <w:pPr>
      <w:spacing w:after="200" w:line="276" w:lineRule="auto"/>
      <w:ind w:left="720"/>
      <w:contextualSpacing/>
    </w:pPr>
    <w:rPr>
      <w:rFonts w:ascii="Corbel" w:eastAsia="Calibri" w:hAnsi="Corbel"/>
      <w:sz w:val="22"/>
      <w:szCs w:val="22"/>
    </w:rPr>
  </w:style>
  <w:style w:type="paragraph" w:styleId="Revision">
    <w:name w:val="Revision"/>
    <w:hidden/>
    <w:uiPriority w:val="99"/>
    <w:semiHidden/>
    <w:rsid w:val="00660163"/>
    <w:rPr>
      <w:sz w:val="19"/>
      <w:szCs w:val="19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E21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.vic.gov.au/Domino/Web_Notes/LDMS/PubStatbook.nsf/f932b66241ecf1b7ca256e92000e23be/54d73763ef9dca36ca2571b6002428b0!OpenDocument" TargetMode="External"/><Relationship Id="rId13" Type="http://schemas.openxmlformats.org/officeDocument/2006/relationships/hyperlink" Target="http://www.familyassist.gov.au/payments/family-assistance-payments/child-care-benefit/" TargetMode="External"/><Relationship Id="rId18" Type="http://schemas.openxmlformats.org/officeDocument/2006/relationships/hyperlink" Target="http://www.acecqa.gov.au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health.vic.gov.au/immunisatio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slation.gov.au/" TargetMode="External"/><Relationship Id="rId17" Type="http://schemas.openxmlformats.org/officeDocument/2006/relationships/hyperlink" Target="http://www.acecqa.gov.au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ducation.gov.au/child-care-legislation" TargetMode="External"/><Relationship Id="rId20" Type="http://schemas.openxmlformats.org/officeDocument/2006/relationships/hyperlink" Target="https://www2.health.vic.gov.au/public-health/immunisation/vaccination-children/no-jab-no-play/immunisation-enrolment-toolki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gislation.vic.gov.au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humanservices.gov.au/customer/services/medicare/australian-childhood-immunisation-register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legislation.gov.au/" TargetMode="External"/><Relationship Id="rId19" Type="http://schemas.openxmlformats.org/officeDocument/2006/relationships/hyperlink" Target="http://www.education.vic.gov.au/childhood/providers/funding/Pages/kinderfundingcriteria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islation.vic.gov.au/" TargetMode="External"/><Relationship Id="rId14" Type="http://schemas.openxmlformats.org/officeDocument/2006/relationships/hyperlink" Target="http://www.familyassist.gov.au/payments/family-assistance-payments/child-care-benefit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tham%20South%20Kinder\Downloads\QA6-Enrolment-and-Orientation-Polic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55689-B3F0-4F43-89E6-F2E0E338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QA6-Enrolment-and-Orientation-Policy.dotx</Template>
  <TotalTime>55</TotalTime>
  <Pages>6</Pages>
  <Words>2608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[Service Name]</Company>
  <LinksUpToDate>false</LinksUpToDate>
  <CharactersWithSpaces>17442</CharactersWithSpaces>
  <SharedDoc>false</SharedDoc>
  <HLinks>
    <vt:vector size="132" baseType="variant">
      <vt:variant>
        <vt:i4>3211362</vt:i4>
      </vt:variant>
      <vt:variant>
        <vt:i4>210</vt:i4>
      </vt:variant>
      <vt:variant>
        <vt:i4>0</vt:i4>
      </vt:variant>
      <vt:variant>
        <vt:i4>5</vt:i4>
      </vt:variant>
      <vt:variant>
        <vt:lpwstr>https://www.betterhealth.vic.gov.au/no-jab-no-play</vt:lpwstr>
      </vt:variant>
      <vt:variant>
        <vt:lpwstr/>
      </vt:variant>
      <vt:variant>
        <vt:i4>5832715</vt:i4>
      </vt:variant>
      <vt:variant>
        <vt:i4>182</vt:i4>
      </vt:variant>
      <vt:variant>
        <vt:i4>0</vt:i4>
      </vt:variant>
      <vt:variant>
        <vt:i4>5</vt:i4>
      </vt:variant>
      <vt:variant>
        <vt:lpwstr>http://www.education.vic.gov.au/childhood/parents/support/Pages/financialassist.aspx</vt:lpwstr>
      </vt:variant>
      <vt:variant>
        <vt:lpwstr/>
      </vt:variant>
      <vt:variant>
        <vt:i4>524313</vt:i4>
      </vt:variant>
      <vt:variant>
        <vt:i4>128</vt:i4>
      </vt:variant>
      <vt:variant>
        <vt:i4>0</vt:i4>
      </vt:variant>
      <vt:variant>
        <vt:i4>5</vt:i4>
      </vt:variant>
      <vt:variant>
        <vt:lpwstr>https://www.betterhealth.vic.gov.au/campaigns/no-jab-no-play</vt:lpwstr>
      </vt:variant>
      <vt:variant>
        <vt:lpwstr/>
      </vt:variant>
      <vt:variant>
        <vt:i4>19</vt:i4>
      </vt:variant>
      <vt:variant>
        <vt:i4>125</vt:i4>
      </vt:variant>
      <vt:variant>
        <vt:i4>0</vt:i4>
      </vt:variant>
      <vt:variant>
        <vt:i4>5</vt:i4>
      </vt:variant>
      <vt:variant>
        <vt:lpwstr>https://www.betterhealth.vic.gov.au/</vt:lpwstr>
      </vt:variant>
      <vt:variant>
        <vt:lpwstr/>
      </vt:variant>
      <vt:variant>
        <vt:i4>7602282</vt:i4>
      </vt:variant>
      <vt:variant>
        <vt:i4>97</vt:i4>
      </vt:variant>
      <vt:variant>
        <vt:i4>0</vt:i4>
      </vt:variant>
      <vt:variant>
        <vt:i4>5</vt:i4>
      </vt:variant>
      <vt:variant>
        <vt:lpwstr>https://www2.health.vic.gov.au/</vt:lpwstr>
      </vt:variant>
      <vt:variant>
        <vt:lpwstr/>
      </vt:variant>
      <vt:variant>
        <vt:i4>6160404</vt:i4>
      </vt:variant>
      <vt:variant>
        <vt:i4>74</vt:i4>
      </vt:variant>
      <vt:variant>
        <vt:i4>0</vt:i4>
      </vt:variant>
      <vt:variant>
        <vt:i4>5</vt:i4>
      </vt:variant>
      <vt:variant>
        <vt:lpwstr>http://www.education.vic.gov.au/childhood/providers/funding/Pages/kinderfundingcriteria.aspx</vt:lpwstr>
      </vt:variant>
      <vt:variant>
        <vt:lpwstr/>
      </vt:variant>
      <vt:variant>
        <vt:i4>8257593</vt:i4>
      </vt:variant>
      <vt:variant>
        <vt:i4>71</vt:i4>
      </vt:variant>
      <vt:variant>
        <vt:i4>0</vt:i4>
      </vt:variant>
      <vt:variant>
        <vt:i4>5</vt:i4>
      </vt:variant>
      <vt:variant>
        <vt:lpwstr>http://www.education.vic.gov.au/about/programs/learningdev/pages/earlystartkinder.aspx</vt:lpwstr>
      </vt:variant>
      <vt:variant>
        <vt:lpwstr/>
      </vt:variant>
      <vt:variant>
        <vt:i4>3145828</vt:i4>
      </vt:variant>
      <vt:variant>
        <vt:i4>68</vt:i4>
      </vt:variant>
      <vt:variant>
        <vt:i4>0</vt:i4>
      </vt:variant>
      <vt:variant>
        <vt:i4>5</vt:i4>
      </vt:variant>
      <vt:variant>
        <vt:lpwstr>http://www.education.vic.gov.au/childhood/providers/funding/Pages/default.aspx</vt:lpwstr>
      </vt:variant>
      <vt:variant>
        <vt:lpwstr/>
      </vt:variant>
      <vt:variant>
        <vt:i4>6160404</vt:i4>
      </vt:variant>
      <vt:variant>
        <vt:i4>65</vt:i4>
      </vt:variant>
      <vt:variant>
        <vt:i4>0</vt:i4>
      </vt:variant>
      <vt:variant>
        <vt:i4>5</vt:i4>
      </vt:variant>
      <vt:variant>
        <vt:lpwstr>http://www.education.vic.gov.au/childhood/providers/funding/Pages/kinderfundingcriteria.aspx</vt:lpwstr>
      </vt:variant>
      <vt:variant>
        <vt:lpwstr/>
      </vt:variant>
      <vt:variant>
        <vt:i4>589826</vt:i4>
      </vt:variant>
      <vt:variant>
        <vt:i4>48</vt:i4>
      </vt:variant>
      <vt:variant>
        <vt:i4>0</vt:i4>
      </vt:variant>
      <vt:variant>
        <vt:i4>5</vt:i4>
      </vt:variant>
      <vt:variant>
        <vt:lpwstr>http://www.health.vic.gov.au/immunisation</vt:lpwstr>
      </vt:variant>
      <vt:variant>
        <vt:lpwstr/>
      </vt:variant>
      <vt:variant>
        <vt:i4>8323194</vt:i4>
      </vt:variant>
      <vt:variant>
        <vt:i4>45</vt:i4>
      </vt:variant>
      <vt:variant>
        <vt:i4>0</vt:i4>
      </vt:variant>
      <vt:variant>
        <vt:i4>5</vt:i4>
      </vt:variant>
      <vt:variant>
        <vt:lpwstr>https://www2.health.vic.gov.au/about/publications/policiesandguidelines/immunisation-enrolment-toolkit</vt:lpwstr>
      </vt:variant>
      <vt:variant>
        <vt:lpwstr/>
      </vt:variant>
      <vt:variant>
        <vt:i4>6160404</vt:i4>
      </vt:variant>
      <vt:variant>
        <vt:i4>42</vt:i4>
      </vt:variant>
      <vt:variant>
        <vt:i4>0</vt:i4>
      </vt:variant>
      <vt:variant>
        <vt:i4>5</vt:i4>
      </vt:variant>
      <vt:variant>
        <vt:lpwstr>http://www.education.vic.gov.au/childhood/providers/funding/Pages/kinderfundingcriteria.aspx</vt:lpwstr>
      </vt:variant>
      <vt:variant>
        <vt:lpwstr/>
      </vt:variant>
      <vt:variant>
        <vt:i4>2752549</vt:i4>
      </vt:variant>
      <vt:variant>
        <vt:i4>39</vt:i4>
      </vt:variant>
      <vt:variant>
        <vt:i4>0</vt:i4>
      </vt:variant>
      <vt:variant>
        <vt:i4>5</vt:i4>
      </vt:variant>
      <vt:variant>
        <vt:lpwstr>http://education.gov.au/priority-allocating-places</vt:lpwstr>
      </vt:variant>
      <vt:variant>
        <vt:lpwstr/>
      </vt:variant>
      <vt:variant>
        <vt:i4>4456513</vt:i4>
      </vt:variant>
      <vt:variant>
        <vt:i4>36</vt:i4>
      </vt:variant>
      <vt:variant>
        <vt:i4>0</vt:i4>
      </vt:variant>
      <vt:variant>
        <vt:i4>5</vt:i4>
      </vt:variant>
      <vt:variant>
        <vt:lpwstr>http://www.acecqa.gov.au/</vt:lpwstr>
      </vt:variant>
      <vt:variant>
        <vt:lpwstr/>
      </vt:variant>
      <vt:variant>
        <vt:i4>4456513</vt:i4>
      </vt:variant>
      <vt:variant>
        <vt:i4>33</vt:i4>
      </vt:variant>
      <vt:variant>
        <vt:i4>0</vt:i4>
      </vt:variant>
      <vt:variant>
        <vt:i4>5</vt:i4>
      </vt:variant>
      <vt:variant>
        <vt:lpwstr>http://www.acecqa.gov.au/</vt:lpwstr>
      </vt:variant>
      <vt:variant>
        <vt:lpwstr/>
      </vt:variant>
      <vt:variant>
        <vt:i4>4259871</vt:i4>
      </vt:variant>
      <vt:variant>
        <vt:i4>30</vt:i4>
      </vt:variant>
      <vt:variant>
        <vt:i4>0</vt:i4>
      </vt:variant>
      <vt:variant>
        <vt:i4>5</vt:i4>
      </vt:variant>
      <vt:variant>
        <vt:lpwstr>http://www.legislation.gov.au/Series/F2006B01541</vt:lpwstr>
      </vt:variant>
      <vt:variant>
        <vt:lpwstr/>
      </vt:variant>
      <vt:variant>
        <vt:i4>5373959</vt:i4>
      </vt:variant>
      <vt:variant>
        <vt:i4>27</vt:i4>
      </vt:variant>
      <vt:variant>
        <vt:i4>0</vt:i4>
      </vt:variant>
      <vt:variant>
        <vt:i4>5</vt:i4>
      </vt:variant>
      <vt:variant>
        <vt:lpwstr>http://www.humanservices.gov.au/customer/services/medicare/australian-childhood-immunisation-register</vt:lpwstr>
      </vt:variant>
      <vt:variant>
        <vt:lpwstr/>
      </vt:variant>
      <vt:variant>
        <vt:i4>3801130</vt:i4>
      </vt:variant>
      <vt:variant>
        <vt:i4>24</vt:i4>
      </vt:variant>
      <vt:variant>
        <vt:i4>0</vt:i4>
      </vt:variant>
      <vt:variant>
        <vt:i4>5</vt:i4>
      </vt:variant>
      <vt:variant>
        <vt:lpwstr>http://www.familyassist.gov.au/payments/family-assistance-payments/child-care-benefit/</vt:lpwstr>
      </vt:variant>
      <vt:variant>
        <vt:lpwstr/>
      </vt:variant>
      <vt:variant>
        <vt:i4>3801130</vt:i4>
      </vt:variant>
      <vt:variant>
        <vt:i4>18</vt:i4>
      </vt:variant>
      <vt:variant>
        <vt:i4>0</vt:i4>
      </vt:variant>
      <vt:variant>
        <vt:i4>5</vt:i4>
      </vt:variant>
      <vt:variant>
        <vt:lpwstr>http://www.familyassist.gov.au/payments/family-assistance-payments/child-care-benefit/</vt:lpwstr>
      </vt:variant>
      <vt:variant>
        <vt:lpwstr/>
      </vt:variant>
      <vt:variant>
        <vt:i4>3997790</vt:i4>
      </vt:variant>
      <vt:variant>
        <vt:i4>15</vt:i4>
      </vt:variant>
      <vt:variant>
        <vt:i4>0</vt:i4>
      </vt:variant>
      <vt:variant>
        <vt:i4>5</vt:i4>
      </vt:variant>
      <vt:variant>
        <vt:lpwstr>http://www.legislation.vic.gov.au/Domino/Web_Notes/LDMS/PubStatbook.nsf/f932b66241ecf1b7ca256e92000e23be/54d73763ef9dca36ca2571b6002428b0!OpenDocument</vt:lpwstr>
      </vt:variant>
      <vt:variant>
        <vt:lpwstr/>
      </vt:variant>
      <vt:variant>
        <vt:i4>2687022</vt:i4>
      </vt:variant>
      <vt:variant>
        <vt:i4>3</vt:i4>
      </vt:variant>
      <vt:variant>
        <vt:i4>0</vt:i4>
      </vt:variant>
      <vt:variant>
        <vt:i4>5</vt:i4>
      </vt:variant>
      <vt:variant>
        <vt:lpwstr>https://www.legislation.gov.au/</vt:lpwstr>
      </vt:variant>
      <vt:variant>
        <vt:lpwstr/>
      </vt:variant>
      <vt:variant>
        <vt:i4>8323190</vt:i4>
      </vt:variant>
      <vt:variant>
        <vt:i4>0</vt:i4>
      </vt:variant>
      <vt:variant>
        <vt:i4>0</vt:i4>
      </vt:variant>
      <vt:variant>
        <vt:i4>5</vt:i4>
      </vt:variant>
      <vt:variant>
        <vt:lpwstr>http://www.legislation.vic.gov.au/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Eltham South Kinder</dc:creator>
  <cp:lastModifiedBy>Eltham South Kindergarten</cp:lastModifiedBy>
  <cp:revision>24</cp:revision>
  <cp:lastPrinted>2020-03-16T02:19:00Z</cp:lastPrinted>
  <dcterms:created xsi:type="dcterms:W3CDTF">2019-07-25T23:41:00Z</dcterms:created>
  <dcterms:modified xsi:type="dcterms:W3CDTF">2020-08-21T05:13:00Z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PolicyName">
    <vt:lpwstr>Policy name</vt:lpwstr>
  </property>
</Properties>
</file>