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5E981B" w14:textId="77777777" w:rsidR="005F1D3F" w:rsidRPr="003946BE" w:rsidRDefault="00A96E93" w:rsidP="005F1D3F">
      <w:pPr>
        <w:pStyle w:val="Title"/>
      </w:pPr>
      <w:r>
        <w:t>Inclusion and Equity Policy</w:t>
      </w:r>
    </w:p>
    <w:p w14:paraId="00FDF005" w14:textId="77777777" w:rsidR="00A96E93" w:rsidRPr="0031611E" w:rsidRDefault="00A96E93" w:rsidP="0031611E">
      <w:pPr>
        <w:pStyle w:val="Mandatory"/>
      </w:pPr>
      <w:r w:rsidRPr="0031611E">
        <w:t>Best Pr</w:t>
      </w:r>
      <w:r w:rsidR="00625D3A">
        <w:t>actice – Quality Area</w:t>
      </w:r>
      <w:r w:rsidR="00811EB7">
        <w:t>s</w:t>
      </w:r>
      <w:r w:rsidR="00625D3A">
        <w:t xml:space="preserve"> 1</w:t>
      </w:r>
      <w:r w:rsidR="00811EB7">
        <w:t>-7</w:t>
      </w:r>
    </w:p>
    <w:p w14:paraId="28EDA9BD" w14:textId="77777777" w:rsidR="007657CF" w:rsidRPr="0031611E" w:rsidRDefault="007657CF" w:rsidP="0031611E">
      <w:pPr>
        <w:pStyle w:val="Heading1"/>
      </w:pPr>
      <w:r w:rsidRPr="0031611E">
        <w:t>Purpose</w:t>
      </w:r>
    </w:p>
    <w:p w14:paraId="40957ACC" w14:textId="77777777" w:rsidR="00A96E93" w:rsidRDefault="00A96E93" w:rsidP="0031611E">
      <w:pPr>
        <w:pStyle w:val="BodyText3ptAfter"/>
      </w:pPr>
      <w:r>
        <w:t>This pol</w:t>
      </w:r>
      <w:r w:rsidR="00625D3A">
        <w:t>icy will provide guidelines to:</w:t>
      </w:r>
    </w:p>
    <w:p w14:paraId="4194BFDC" w14:textId="77777777" w:rsidR="00A96E93" w:rsidRPr="00BF3A07" w:rsidRDefault="00A96E93" w:rsidP="00D65443">
      <w:pPr>
        <w:pStyle w:val="Bullets1"/>
        <w:ind w:left="284" w:hanging="284"/>
      </w:pPr>
      <w:r>
        <w:t>ensure a</w:t>
      </w:r>
      <w:r w:rsidRPr="00BF3A07">
        <w:t xml:space="preserve">ll </w:t>
      </w:r>
      <w:r>
        <w:t>adults and children</w:t>
      </w:r>
      <w:r w:rsidRPr="00BF3A07">
        <w:t xml:space="preserve"> at </w:t>
      </w:r>
      <w:r w:rsidR="00AC4FAD">
        <w:t>Eltham South Preschool</w:t>
      </w:r>
      <w:r>
        <w:rPr>
          <w:b/>
        </w:rPr>
        <w:t xml:space="preserve"> </w:t>
      </w:r>
      <w:r w:rsidRPr="00BF3A07">
        <w:t>are treated equitably and with respect</w:t>
      </w:r>
      <w:r>
        <w:t>,</w:t>
      </w:r>
      <w:r w:rsidRPr="00BF3A07">
        <w:t xml:space="preserve"> regardless of their background, </w:t>
      </w:r>
      <w:r>
        <w:t xml:space="preserve">ethnicity, culture, language, beliefs, </w:t>
      </w:r>
      <w:r w:rsidRPr="00BF3A07">
        <w:t>gender, age, soci</w:t>
      </w:r>
      <w:r>
        <w:t>o</w:t>
      </w:r>
      <w:r w:rsidRPr="00BF3A07">
        <w:t>economic sta</w:t>
      </w:r>
      <w:r>
        <w:t xml:space="preserve">tus, level of </w:t>
      </w:r>
      <w:r w:rsidRPr="00BF3A07">
        <w:t>ability</w:t>
      </w:r>
      <w:r>
        <w:t>,</w:t>
      </w:r>
      <w:r w:rsidRPr="00BF3A07">
        <w:t xml:space="preserve"> additional needs, </w:t>
      </w:r>
      <w:r>
        <w:t>family structure or lifestyle</w:t>
      </w:r>
    </w:p>
    <w:p w14:paraId="029131B1" w14:textId="77777777" w:rsidR="00A96E93" w:rsidRPr="00BF3A07" w:rsidRDefault="00A96E93" w:rsidP="00D65443">
      <w:pPr>
        <w:pStyle w:val="Bullets1"/>
        <w:ind w:left="284" w:hanging="284"/>
      </w:pPr>
      <w:r w:rsidRPr="00BF3A07">
        <w:t>promot</w:t>
      </w:r>
      <w:r>
        <w:t>e</w:t>
      </w:r>
      <w:r w:rsidRPr="00BF3A07">
        <w:t xml:space="preserve"> inclusive practices and </w:t>
      </w:r>
      <w:r>
        <w:t xml:space="preserve">ensure </w:t>
      </w:r>
      <w:r w:rsidRPr="00BF3A07">
        <w:t xml:space="preserve">the successful </w:t>
      </w:r>
      <w:r>
        <w:t>participation</w:t>
      </w:r>
      <w:r w:rsidRPr="00BF3A07">
        <w:t xml:space="preserve"> of all children</w:t>
      </w:r>
      <w:r>
        <w:t xml:space="preserve"> at </w:t>
      </w:r>
      <w:r w:rsidR="00AC4FAD">
        <w:t>Eltham South Preschool</w:t>
      </w:r>
      <w:r w:rsidR="00426B70">
        <w:t>.</w:t>
      </w:r>
    </w:p>
    <w:p w14:paraId="172C13D1" w14:textId="77777777" w:rsidR="00A96E93" w:rsidRPr="0031611E" w:rsidRDefault="00A96E93" w:rsidP="0031611E">
      <w:pPr>
        <w:pStyle w:val="Heading1"/>
      </w:pPr>
      <w:r w:rsidRPr="0031611E">
        <w:t>Policy statement</w:t>
      </w:r>
    </w:p>
    <w:p w14:paraId="1100FB78" w14:textId="77777777" w:rsidR="00A96E93" w:rsidRPr="0031611E" w:rsidRDefault="00A96E93" w:rsidP="00EC1A50">
      <w:pPr>
        <w:pStyle w:val="Heading2"/>
      </w:pPr>
      <w:r w:rsidRPr="0031611E">
        <w:t>Values</w:t>
      </w:r>
    </w:p>
    <w:p w14:paraId="6DBBDA19" w14:textId="77777777" w:rsidR="00A96E93" w:rsidRDefault="00AC4FAD" w:rsidP="0031611E">
      <w:pPr>
        <w:pStyle w:val="BodyText3ptAfter"/>
      </w:pPr>
      <w:r>
        <w:t>Eltham South Preschool</w:t>
      </w:r>
      <w:r w:rsidR="00426B70">
        <w:t xml:space="preserve"> </w:t>
      </w:r>
      <w:r w:rsidR="00A96E93">
        <w:t>is committed to:</w:t>
      </w:r>
    </w:p>
    <w:p w14:paraId="5AAAD110" w14:textId="77777777" w:rsidR="00A96E93" w:rsidRDefault="00A96E93" w:rsidP="00D65443">
      <w:pPr>
        <w:pStyle w:val="Bullets1"/>
        <w:ind w:left="284" w:hanging="284"/>
      </w:pPr>
      <w:r>
        <w:t>acknowledging and respecting the rights of all children to be provided with and participate in a quality early childhood education and care program</w:t>
      </w:r>
    </w:p>
    <w:p w14:paraId="662346E0" w14:textId="77777777" w:rsidR="00A96E93" w:rsidRDefault="00A96E93" w:rsidP="00D65443">
      <w:pPr>
        <w:pStyle w:val="Bullets1"/>
        <w:ind w:left="284" w:hanging="284"/>
      </w:pPr>
      <w:r>
        <w:t>creating an environment that supports, reflects and promotes equitable and inclusive behaviours and practices</w:t>
      </w:r>
    </w:p>
    <w:p w14:paraId="7262E713" w14:textId="77777777" w:rsidR="00A96E93" w:rsidRDefault="00A96E93" w:rsidP="00D65443">
      <w:pPr>
        <w:pStyle w:val="Bullets1"/>
        <w:ind w:left="284" w:hanging="284"/>
      </w:pPr>
      <w:r>
        <w:t>creating a sense of belonging for all children, families and staff, where diverse identities, backgrounds, experiences, skills and interests are respected, valued and given opportunities to be expressed/developed</w:t>
      </w:r>
    </w:p>
    <w:p w14:paraId="5747ACBA" w14:textId="77777777" w:rsidR="00A96E93" w:rsidRDefault="00A96E93" w:rsidP="00D65443">
      <w:pPr>
        <w:pStyle w:val="Bullets1"/>
        <w:ind w:left="284" w:hanging="284"/>
      </w:pPr>
      <w:r>
        <w:t>ensuring that programs are reflective of, and responsive to, the values and cultural beliefs of families using the service, and of those within the local community and broader society</w:t>
      </w:r>
    </w:p>
    <w:p w14:paraId="73BA39E7" w14:textId="77777777" w:rsidR="00A96E93" w:rsidRDefault="00A96E93" w:rsidP="00025048">
      <w:pPr>
        <w:pStyle w:val="Bullets1"/>
        <w:ind w:left="284" w:hanging="284"/>
      </w:pPr>
      <w:r>
        <w:t xml:space="preserve">working to ensure children are not discriminated against on the basis of </w:t>
      </w:r>
      <w:r w:rsidRPr="00BF3A07">
        <w:t xml:space="preserve">background, </w:t>
      </w:r>
      <w:r>
        <w:t xml:space="preserve">ethnicity, culture, language, beliefs, </w:t>
      </w:r>
      <w:r w:rsidRPr="00BF3A07">
        <w:t>gender, age, soci</w:t>
      </w:r>
      <w:r>
        <w:t>o</w:t>
      </w:r>
      <w:r w:rsidRPr="00BF3A07">
        <w:t>economic sta</w:t>
      </w:r>
      <w:r>
        <w:t xml:space="preserve">tus, </w:t>
      </w:r>
      <w:r w:rsidR="00552465">
        <w:t xml:space="preserve">health status, </w:t>
      </w:r>
      <w:r>
        <w:t xml:space="preserve">level of </w:t>
      </w:r>
      <w:r w:rsidRPr="00BF3A07">
        <w:t>abilit</w:t>
      </w:r>
      <w:r>
        <w:t>y</w:t>
      </w:r>
      <w:r w:rsidRPr="00BF3A07">
        <w:t xml:space="preserve"> or additional needs, </w:t>
      </w:r>
      <w:r>
        <w:t>family structure or lifestyle</w:t>
      </w:r>
      <w:r w:rsidR="00D15016">
        <w:t>.</w:t>
      </w:r>
    </w:p>
    <w:p w14:paraId="4A4C470E" w14:textId="77777777" w:rsidR="00A96E93" w:rsidRPr="0031611E" w:rsidRDefault="00A96E93" w:rsidP="00EC1A50">
      <w:pPr>
        <w:pStyle w:val="Heading2"/>
      </w:pPr>
      <w:r w:rsidRPr="0031611E">
        <w:t>Scope</w:t>
      </w:r>
    </w:p>
    <w:p w14:paraId="6B4ED2E7" w14:textId="77777777" w:rsidR="007C738E" w:rsidRDefault="00A96E93" w:rsidP="00601343">
      <w:pPr>
        <w:pStyle w:val="BodyText"/>
      </w:pPr>
      <w:r w:rsidRPr="00025048">
        <w:rPr>
          <w:shd w:val="clear" w:color="auto" w:fill="FFFFFF"/>
        </w:rPr>
        <w:t xml:space="preserve">This policy applies to the Approved Provider, </w:t>
      </w:r>
      <w:r w:rsidR="002B60D3" w:rsidRPr="00601343">
        <w:rPr>
          <w:shd w:val="clear" w:color="auto" w:fill="FFFFFF"/>
        </w:rPr>
        <w:t xml:space="preserve">Persons with Management or Control, </w:t>
      </w:r>
      <w:r w:rsidRPr="00025048">
        <w:rPr>
          <w:shd w:val="clear" w:color="auto" w:fill="FFFFFF"/>
        </w:rPr>
        <w:t xml:space="preserve">Nominated Supervisor, </w:t>
      </w:r>
      <w:r w:rsidR="002B60D3" w:rsidRPr="00601343">
        <w:rPr>
          <w:shd w:val="clear" w:color="auto" w:fill="FFFFFF"/>
        </w:rPr>
        <w:t>Person in day-to-day Charge,</w:t>
      </w:r>
      <w:r w:rsidR="002B60D3">
        <w:rPr>
          <w:shd w:val="clear" w:color="auto" w:fill="FFFFFF"/>
        </w:rPr>
        <w:t xml:space="preserve"> staff, students on placement, volunteers, parents/guardians, children and others attending the programs and activities of </w:t>
      </w:r>
      <w:r w:rsidR="00AC4FAD">
        <w:t>Eltham South Preschool</w:t>
      </w:r>
      <w:r w:rsidR="002B60D3">
        <w:t>.</w:t>
      </w:r>
    </w:p>
    <w:p w14:paraId="49FDDA8F" w14:textId="77777777" w:rsidR="00A96E93" w:rsidRPr="0031611E" w:rsidRDefault="00A96E93" w:rsidP="00EC1A50">
      <w:pPr>
        <w:pStyle w:val="Heading2"/>
      </w:pPr>
      <w:r w:rsidRPr="00EC1A50">
        <w:t>Background</w:t>
      </w:r>
      <w:r w:rsidRPr="0031611E">
        <w:t xml:space="preserve"> and legislation</w:t>
      </w:r>
    </w:p>
    <w:p w14:paraId="2AB6767E" w14:textId="77777777" w:rsidR="00A96E93" w:rsidRDefault="00A96E93" w:rsidP="00EC1A50">
      <w:pPr>
        <w:pStyle w:val="Heading4"/>
        <w:spacing w:before="170"/>
        <w:rPr>
          <w:lang w:val="en-US"/>
        </w:rPr>
      </w:pPr>
      <w:r>
        <w:rPr>
          <w:lang w:val="en-US"/>
        </w:rPr>
        <w:t>Background</w:t>
      </w:r>
    </w:p>
    <w:p w14:paraId="34EC91BF" w14:textId="77777777" w:rsidR="00074434" w:rsidRPr="00811EB7" w:rsidRDefault="002B60D3" w:rsidP="00B00EED">
      <w:pPr>
        <w:pStyle w:val="BodyText"/>
      </w:pPr>
      <w:r w:rsidRPr="00601343">
        <w:t>The National Quality Framework (NQF) recognise</w:t>
      </w:r>
      <w:r w:rsidR="00811EB7">
        <w:t>s</w:t>
      </w:r>
      <w:r w:rsidR="00074434" w:rsidRPr="00811EB7">
        <w:t xml:space="preserve"> all children’s capacity and right to succeed regardless of diverse circumstances, cultural background and abilities. </w:t>
      </w:r>
      <w:r w:rsidR="008252A2" w:rsidRPr="00811EB7">
        <w:t>E</w:t>
      </w:r>
      <w:r w:rsidRPr="00601343">
        <w:t>ducation and care services must</w:t>
      </w:r>
      <w:r w:rsidR="008252A2" w:rsidRPr="00811EB7">
        <w:t xml:space="preserve"> hold</w:t>
      </w:r>
      <w:r w:rsidR="00074434" w:rsidRPr="00811EB7">
        <w:t xml:space="preserve"> high expectations for the learning and development of all children, </w:t>
      </w:r>
      <w:r w:rsidRPr="00601343">
        <w:t>and at the same time recognise</w:t>
      </w:r>
      <w:r w:rsidR="00601343">
        <w:t xml:space="preserve"> that every child follow</w:t>
      </w:r>
      <w:r w:rsidR="00074434" w:rsidRPr="00811EB7">
        <w:t xml:space="preserve">s an individual learning path and will progress in different and equally meaningful ways. </w:t>
      </w:r>
      <w:r w:rsidR="00D15016" w:rsidRPr="007C0C91">
        <w:t>Inclusion i</w:t>
      </w:r>
      <w:r w:rsidR="00D15016">
        <w:t xml:space="preserve">nvolves taking into account </w:t>
      </w:r>
      <w:r w:rsidR="00D15016" w:rsidRPr="007C0C91">
        <w:t>children’s social, cultural and linguistic diversity (including learning styles, abilities, disabilities, gender, family circumstances and geographic location) in curriculum decision-making processes.</w:t>
      </w:r>
      <w:r w:rsidR="00D15016">
        <w:t xml:space="preserve"> </w:t>
      </w:r>
      <w:r w:rsidRPr="00601343">
        <w:t>E</w:t>
      </w:r>
      <w:r w:rsidR="008252A2" w:rsidRPr="00811EB7">
        <w:t xml:space="preserve">arly childhood education and care </w:t>
      </w:r>
      <w:r w:rsidR="00074434" w:rsidRPr="00811EB7">
        <w:t>s</w:t>
      </w:r>
      <w:r w:rsidR="008252A2" w:rsidRPr="00811EB7">
        <w:t>ervices</w:t>
      </w:r>
      <w:r w:rsidR="00074434" w:rsidRPr="00811EB7">
        <w:t xml:space="preserve"> </w:t>
      </w:r>
      <w:r w:rsidRPr="00601343">
        <w:t xml:space="preserve">must </w:t>
      </w:r>
      <w:r w:rsidR="00074434" w:rsidRPr="00811EB7">
        <w:t>implement responsive, equitable, individualised opportun</w:t>
      </w:r>
      <w:r w:rsidR="008252A2" w:rsidRPr="00811EB7">
        <w:t>ities and additional support whenever barriers</w:t>
      </w:r>
      <w:r w:rsidR="00074434" w:rsidRPr="00811EB7">
        <w:t xml:space="preserve"> are identified</w:t>
      </w:r>
      <w:r w:rsidR="008252A2" w:rsidRPr="00811EB7">
        <w:t>.</w:t>
      </w:r>
    </w:p>
    <w:p w14:paraId="72A01B49" w14:textId="77777777" w:rsidR="00074434" w:rsidRPr="00811EB7" w:rsidRDefault="00074434" w:rsidP="00B00EED">
      <w:pPr>
        <w:pStyle w:val="BodyText"/>
      </w:pPr>
      <w:r w:rsidRPr="00025048">
        <w:t>The NQF is underpinned by a comm</w:t>
      </w:r>
      <w:r w:rsidRPr="00254066">
        <w:t xml:space="preserve">itment to ‘Closing the Gap’ and acknowledges Australia is a nation of great diversity, and an ancient land that </w:t>
      </w:r>
      <w:r w:rsidR="002B60D3" w:rsidRPr="00601343">
        <w:t>has been cared for by Indigenous Australians for many thousands of years. Education and care services have a shared responsibility</w:t>
      </w:r>
      <w:r w:rsidR="00811EB7">
        <w:t xml:space="preserve"> </w:t>
      </w:r>
      <w:r w:rsidRPr="00811EB7">
        <w:t>to support children, families, colleagues and the local community to understand, respect and value diversity</w:t>
      </w:r>
      <w:r w:rsidR="00D15016">
        <w:t>.</w:t>
      </w:r>
    </w:p>
    <w:p w14:paraId="0343A3A1" w14:textId="77777777" w:rsidR="00D15016" w:rsidRPr="00811EB7" w:rsidRDefault="00D15016" w:rsidP="00D15016">
      <w:pPr>
        <w:pStyle w:val="BodyText"/>
        <w:rPr>
          <w:i/>
        </w:rPr>
      </w:pPr>
      <w:r w:rsidRPr="00811EB7">
        <w:lastRenderedPageBreak/>
        <w:t xml:space="preserve">State and Commonwealth laws prohibit discrimination based on personal characteristics, including race, age, gender, religious belief, disability or illness and parental status. </w:t>
      </w:r>
    </w:p>
    <w:p w14:paraId="54E8FE60" w14:textId="77777777" w:rsidR="007C738E" w:rsidRDefault="00811EB7">
      <w:pPr>
        <w:pStyle w:val="BodyText"/>
      </w:pPr>
      <w:r>
        <w:t>Under the Child Safe Standards</w:t>
      </w:r>
      <w:r w:rsidR="00303E77">
        <w:t xml:space="preserve">, </w:t>
      </w:r>
      <w:r>
        <w:t>services are expected to</w:t>
      </w:r>
      <w:r w:rsidRPr="00811EB7">
        <w:t xml:space="preserve"> provide environments and activities that encourage all children to participate in and celebrate their identity.</w:t>
      </w:r>
      <w:r>
        <w:t xml:space="preserve"> The standards are </w:t>
      </w:r>
      <w:r w:rsidRPr="00811EB7">
        <w:t xml:space="preserve">underpinned by three overarching principles </w:t>
      </w:r>
      <w:r>
        <w:t>which require service</w:t>
      </w:r>
      <w:r w:rsidRPr="00811EB7">
        <w:t xml:space="preserve">s to </w:t>
      </w:r>
      <w:r>
        <w:t xml:space="preserve">take into </w:t>
      </w:r>
      <w:r w:rsidRPr="00811EB7">
        <w:t>consider</w:t>
      </w:r>
      <w:r>
        <w:t>ation</w:t>
      </w:r>
      <w:r w:rsidRPr="00811EB7">
        <w:t xml:space="preserve"> the increased vulnerability of</w:t>
      </w:r>
      <w:r w:rsidR="00196C59">
        <w:t xml:space="preserve"> </w:t>
      </w:r>
      <w:r w:rsidRPr="00811EB7">
        <w:t>Aboriginal childre</w:t>
      </w:r>
      <w:r w:rsidR="00196C59">
        <w:t>n, children</w:t>
      </w:r>
      <w:r w:rsidRPr="00811EB7">
        <w:t xml:space="preserve"> from culturally and linguistically diverse backgrounds</w:t>
      </w:r>
      <w:r w:rsidR="00196C59">
        <w:t xml:space="preserve"> and </w:t>
      </w:r>
      <w:r w:rsidRPr="00025048">
        <w:t>children with disabilities.</w:t>
      </w:r>
    </w:p>
    <w:p w14:paraId="09738D23" w14:textId="77777777" w:rsidR="00A96E93" w:rsidRPr="00811EB7" w:rsidRDefault="00D15016" w:rsidP="00072D13">
      <w:pPr>
        <w:pStyle w:val="BodyText"/>
      </w:pPr>
      <w:r w:rsidRPr="00811EB7">
        <w:t>The Victorian Government requires f</w:t>
      </w:r>
      <w:r w:rsidRPr="00811EB7">
        <w:rPr>
          <w:bCs/>
        </w:rPr>
        <w:t>unded organisations to ensure that their policies and procedures promote equality of opportunity for all children</w:t>
      </w:r>
      <w:r w:rsidRPr="00DC133B">
        <w:rPr>
          <w:bCs/>
        </w:rPr>
        <w:t xml:space="preserve"> to enable their </w:t>
      </w:r>
      <w:r>
        <w:rPr>
          <w:bCs/>
        </w:rPr>
        <w:t xml:space="preserve">full </w:t>
      </w:r>
      <w:r w:rsidRPr="00811EB7">
        <w:rPr>
          <w:bCs/>
        </w:rPr>
        <w:t>participation in kindergarten.</w:t>
      </w:r>
      <w:r w:rsidRPr="00811EB7">
        <w:t xml:space="preserve"> </w:t>
      </w:r>
      <w:r w:rsidR="00981335">
        <w:t>A service’s philosophy</w:t>
      </w:r>
      <w:r>
        <w:t xml:space="preserve"> should reflect the values of inclusion and equity which are supported by developing and implementing an inclusion and equity policy. </w:t>
      </w:r>
      <w:r w:rsidR="00A96E93" w:rsidRPr="00025048">
        <w:t xml:space="preserve">Developing professional knowledge and skills, and using family-centred practice (refer to </w:t>
      </w:r>
      <w:r w:rsidR="00A96E93" w:rsidRPr="00254066">
        <w:rPr>
          <w:i/>
        </w:rPr>
        <w:t>Definitions</w:t>
      </w:r>
      <w:r w:rsidR="002B60D3">
        <w:t>) to work in partnership with children, families, communities, and other services and agencies, will assist services to identify, include and support children with additional needs and their families.</w:t>
      </w:r>
    </w:p>
    <w:p w14:paraId="30FA1D2E" w14:textId="77777777" w:rsidR="00A96E93" w:rsidRPr="00DC0B75" w:rsidRDefault="00A96E93" w:rsidP="00EC1A50">
      <w:pPr>
        <w:pStyle w:val="Heading4"/>
        <w:spacing w:before="170"/>
      </w:pPr>
      <w:r>
        <w:t xml:space="preserve">Legislation </w:t>
      </w:r>
      <w:r w:rsidRPr="00EC1A50">
        <w:rPr>
          <w:lang w:val="en-US"/>
        </w:rPr>
        <w:t>and</w:t>
      </w:r>
      <w:r>
        <w:t xml:space="preserve"> standards</w:t>
      </w:r>
    </w:p>
    <w:p w14:paraId="063E40A9" w14:textId="77777777" w:rsidR="00A96E93" w:rsidRDefault="00A96E93" w:rsidP="0031611E">
      <w:pPr>
        <w:pStyle w:val="BodyText3ptAfter"/>
      </w:pPr>
      <w:r>
        <w:t>Relevant legislation and standards include but are not limited to:</w:t>
      </w:r>
    </w:p>
    <w:p w14:paraId="1D4349CB" w14:textId="77777777" w:rsidR="00A96E93" w:rsidRPr="00072D13" w:rsidRDefault="00A96E93" w:rsidP="00D65443">
      <w:pPr>
        <w:pStyle w:val="Bullets1"/>
        <w:ind w:left="284" w:hanging="284"/>
        <w:rPr>
          <w:i/>
        </w:rPr>
      </w:pPr>
      <w:r w:rsidRPr="00072D13">
        <w:rPr>
          <w:i/>
        </w:rPr>
        <w:t>Age Discrimination Act 2004</w:t>
      </w:r>
    </w:p>
    <w:p w14:paraId="3972C5A4" w14:textId="77777777" w:rsidR="00A96E93" w:rsidRPr="00B854EE" w:rsidRDefault="007C444B" w:rsidP="00D65443">
      <w:pPr>
        <w:pStyle w:val="Bullets1"/>
        <w:ind w:left="284" w:hanging="284"/>
        <w:rPr>
          <w:lang w:val="en-GB"/>
        </w:rPr>
      </w:pPr>
      <w:hyperlink r:id="rId8" w:tgtFrame="_blank" w:history="1">
        <w:r w:rsidR="00A96E93" w:rsidRPr="00072D13">
          <w:rPr>
            <w:i/>
            <w:iCs/>
            <w:lang w:val="en-GB"/>
          </w:rPr>
          <w:t>Charter of Human Rights and Responsibilities Act 2006</w:t>
        </w:r>
        <w:r w:rsidR="00A96E93" w:rsidRPr="00523995">
          <w:rPr>
            <w:iCs/>
            <w:lang w:val="en-GB"/>
          </w:rPr>
          <w:t xml:space="preserve"> </w:t>
        </w:r>
        <w:r w:rsidR="00A96E93" w:rsidRPr="00D6545F">
          <w:rPr>
            <w:iCs/>
            <w:lang w:val="en-GB"/>
          </w:rPr>
          <w:t>(Vic)</w:t>
        </w:r>
      </w:hyperlink>
    </w:p>
    <w:p w14:paraId="0314F6B4" w14:textId="77777777" w:rsidR="00B854EE" w:rsidRPr="00106ACA" w:rsidRDefault="00B854EE" w:rsidP="00D65443">
      <w:pPr>
        <w:pStyle w:val="Bullets1"/>
        <w:ind w:left="284" w:hanging="284"/>
        <w:rPr>
          <w:lang w:val="en-GB"/>
        </w:rPr>
      </w:pPr>
      <w:r>
        <w:rPr>
          <w:iCs/>
          <w:lang w:val="en-GB"/>
        </w:rPr>
        <w:t>Charter for Children in Out-of-home Care (Vic)</w:t>
      </w:r>
    </w:p>
    <w:p w14:paraId="56490DDD" w14:textId="77777777" w:rsidR="00A96E93" w:rsidRPr="003C61A9" w:rsidRDefault="00A96E93" w:rsidP="00D65443">
      <w:pPr>
        <w:pStyle w:val="Bullets1"/>
        <w:ind w:left="284" w:hanging="284"/>
      </w:pPr>
      <w:r w:rsidRPr="00072D13">
        <w:rPr>
          <w:i/>
        </w:rPr>
        <w:t>Children, Youth and Families Act 2005</w:t>
      </w:r>
      <w:r>
        <w:t xml:space="preserve"> </w:t>
      </w:r>
      <w:r w:rsidRPr="00D6545F">
        <w:t>(Vic)</w:t>
      </w:r>
    </w:p>
    <w:p w14:paraId="4BA5B326" w14:textId="77777777" w:rsidR="00A96E93" w:rsidRDefault="00A96E93" w:rsidP="00D65443">
      <w:pPr>
        <w:pStyle w:val="Bullets1"/>
        <w:ind w:left="284" w:hanging="284"/>
      </w:pPr>
      <w:r w:rsidRPr="00072D13">
        <w:rPr>
          <w:i/>
        </w:rPr>
        <w:t>Child Wellbeing and Safety Act 2005</w:t>
      </w:r>
      <w:r>
        <w:t xml:space="preserve"> </w:t>
      </w:r>
      <w:r w:rsidRPr="00D6545F">
        <w:t>(Vic)</w:t>
      </w:r>
    </w:p>
    <w:p w14:paraId="2ED69DCF" w14:textId="77777777" w:rsidR="00811EB7" w:rsidRPr="003C61A9" w:rsidRDefault="00811EB7" w:rsidP="00D65443">
      <w:pPr>
        <w:pStyle w:val="Bullets1"/>
        <w:ind w:left="284" w:hanging="284"/>
      </w:pPr>
      <w:r>
        <w:t>Child Safe Standards (Vic)</w:t>
      </w:r>
    </w:p>
    <w:p w14:paraId="7A70E257" w14:textId="77777777" w:rsidR="007C738E" w:rsidRDefault="002B60D3" w:rsidP="00601343">
      <w:pPr>
        <w:pStyle w:val="Bullets1"/>
        <w:ind w:left="284" w:hanging="284"/>
      </w:pPr>
      <w:r w:rsidRPr="00601343">
        <w:t>Dardee Boorai: the Victorian Charter of Safety and Wellbeing for Aboriginal Children and Young People</w:t>
      </w:r>
      <w:r w:rsidR="00A96E93" w:rsidRPr="00216DBA">
        <w:t xml:space="preserve"> </w:t>
      </w:r>
      <w:r w:rsidR="00A96E93" w:rsidRPr="00D6545F">
        <w:t>(Vic)</w:t>
      </w:r>
    </w:p>
    <w:p w14:paraId="57A82322" w14:textId="77777777" w:rsidR="00A96E93" w:rsidRDefault="00A96E93" w:rsidP="00D65443">
      <w:pPr>
        <w:pStyle w:val="Bullets1"/>
        <w:ind w:left="284" w:hanging="284"/>
      </w:pPr>
      <w:r w:rsidRPr="00072D13">
        <w:rPr>
          <w:i/>
        </w:rPr>
        <w:t>Disability Act 2006</w:t>
      </w:r>
      <w:r>
        <w:t xml:space="preserve"> </w:t>
      </w:r>
      <w:r w:rsidRPr="00D6545F">
        <w:t>(Vic)</w:t>
      </w:r>
    </w:p>
    <w:p w14:paraId="6858AF2F" w14:textId="77777777" w:rsidR="00A96E93" w:rsidRPr="003C61A9" w:rsidRDefault="00A96E93" w:rsidP="00D65443">
      <w:pPr>
        <w:pStyle w:val="Bullets1"/>
        <w:ind w:left="284" w:hanging="284"/>
      </w:pPr>
      <w:r w:rsidRPr="00072D13">
        <w:rPr>
          <w:i/>
        </w:rPr>
        <w:t>Disability Discrimination Act 1992</w:t>
      </w:r>
      <w:r w:rsidRPr="003C61A9">
        <w:t xml:space="preserve"> </w:t>
      </w:r>
      <w:r w:rsidRPr="00D6545F">
        <w:t>(Cth)</w:t>
      </w:r>
    </w:p>
    <w:p w14:paraId="2D458421" w14:textId="77777777" w:rsidR="00A96E93" w:rsidRPr="00072D13" w:rsidRDefault="00A96E93" w:rsidP="00D65443">
      <w:pPr>
        <w:pStyle w:val="Bullets1"/>
        <w:ind w:left="284" w:hanging="284"/>
        <w:rPr>
          <w:i/>
        </w:rPr>
      </w:pPr>
      <w:r w:rsidRPr="00072D13">
        <w:rPr>
          <w:i/>
        </w:rPr>
        <w:t>Education and Care Services National Law Act 2010</w:t>
      </w:r>
    </w:p>
    <w:p w14:paraId="5EEAA899" w14:textId="77777777" w:rsidR="00A96E93" w:rsidRPr="00072D13" w:rsidRDefault="00A96E93" w:rsidP="00D65443">
      <w:pPr>
        <w:pStyle w:val="Bullets1"/>
        <w:ind w:left="284" w:hanging="284"/>
        <w:rPr>
          <w:i/>
        </w:rPr>
      </w:pPr>
      <w:r w:rsidRPr="00072D13">
        <w:rPr>
          <w:i/>
        </w:rPr>
        <w:t>Education and Care Services National Regulations 2011</w:t>
      </w:r>
    </w:p>
    <w:p w14:paraId="6B52E1C7" w14:textId="77777777" w:rsidR="00A96E93" w:rsidRPr="003C61A9" w:rsidRDefault="00A96E93" w:rsidP="00D65443">
      <w:pPr>
        <w:pStyle w:val="Bullets1"/>
        <w:ind w:left="284" w:hanging="284"/>
      </w:pPr>
      <w:r w:rsidRPr="00072D13">
        <w:rPr>
          <w:i/>
        </w:rPr>
        <w:t>Equal Opportunity Act 2010</w:t>
      </w:r>
      <w:r w:rsidRPr="003C61A9">
        <w:t xml:space="preserve"> </w:t>
      </w:r>
      <w:r w:rsidRPr="00D6545F">
        <w:t>(Vic)</w:t>
      </w:r>
    </w:p>
    <w:p w14:paraId="65AC7438" w14:textId="77777777" w:rsidR="00A96E93" w:rsidRPr="00447D22" w:rsidRDefault="00A96E93" w:rsidP="00D65443">
      <w:pPr>
        <w:pStyle w:val="Bullets1"/>
        <w:ind w:left="284" w:hanging="284"/>
      </w:pPr>
      <w:r w:rsidRPr="00072D13">
        <w:rPr>
          <w:i/>
        </w:rPr>
        <w:t>Fair Work Act 2009</w:t>
      </w:r>
      <w:r w:rsidRPr="00DC0B75">
        <w:t xml:space="preserve"> </w:t>
      </w:r>
      <w:r w:rsidRPr="00D6545F">
        <w:t>(Cth)</w:t>
      </w:r>
    </w:p>
    <w:p w14:paraId="23F37BF6" w14:textId="77777777" w:rsidR="00A96E93" w:rsidRDefault="00A96E93" w:rsidP="00D65443">
      <w:pPr>
        <w:pStyle w:val="Bullets1"/>
        <w:ind w:left="284" w:hanging="284"/>
        <w:rPr>
          <w:iCs/>
        </w:rPr>
      </w:pPr>
      <w:r w:rsidRPr="00072D13">
        <w:rPr>
          <w:i/>
          <w:iCs/>
        </w:rPr>
        <w:t>Health Records Act 2001</w:t>
      </w:r>
      <w:r>
        <w:rPr>
          <w:iCs/>
        </w:rPr>
        <w:t xml:space="preserve"> </w:t>
      </w:r>
      <w:r w:rsidRPr="00D6545F">
        <w:rPr>
          <w:iCs/>
        </w:rPr>
        <w:t>(Vic)</w:t>
      </w:r>
    </w:p>
    <w:p w14:paraId="4EE74A42" w14:textId="77777777" w:rsidR="00A96E93" w:rsidRDefault="00B854EE" w:rsidP="00D65443">
      <w:pPr>
        <w:pStyle w:val="Bullets1"/>
        <w:ind w:left="284" w:hanging="284"/>
      </w:pPr>
      <w:r>
        <w:rPr>
          <w:i/>
        </w:rPr>
        <w:t>Privacy and Data Protection Act 2014</w:t>
      </w:r>
      <w:r w:rsidR="00A96E93">
        <w:t xml:space="preserve"> </w:t>
      </w:r>
      <w:r w:rsidR="00A96E93" w:rsidRPr="00D6545F">
        <w:t>(Vic)</w:t>
      </w:r>
    </w:p>
    <w:p w14:paraId="1A18A12B" w14:textId="77777777" w:rsidR="00A96E93" w:rsidRDefault="00A96E93" w:rsidP="008252A2">
      <w:pPr>
        <w:pStyle w:val="Bullets1"/>
        <w:ind w:left="284" w:hanging="284"/>
      </w:pPr>
      <w:r w:rsidRPr="00072D13">
        <w:rPr>
          <w:i/>
        </w:rPr>
        <w:t xml:space="preserve">National Quality </w:t>
      </w:r>
      <w:r w:rsidRPr="008252A2">
        <w:rPr>
          <w:i/>
        </w:rPr>
        <w:t>Standard</w:t>
      </w:r>
      <w:r w:rsidR="008252A2" w:rsidRPr="008252A2">
        <w:rPr>
          <w:i/>
        </w:rPr>
        <w:t>s</w:t>
      </w:r>
      <w:r w:rsidR="00D15016">
        <w:rPr>
          <w:i/>
        </w:rPr>
        <w:t xml:space="preserve"> </w:t>
      </w:r>
      <w:r w:rsidR="008252A2">
        <w:t>Quality Areas 1-7</w:t>
      </w:r>
    </w:p>
    <w:p w14:paraId="3DEBA445" w14:textId="77777777" w:rsidR="00A96E93" w:rsidRPr="00AB2002" w:rsidRDefault="00A96E93" w:rsidP="005501B5">
      <w:pPr>
        <w:pStyle w:val="Bullets1"/>
        <w:ind w:left="284" w:hanging="284"/>
        <w:rPr>
          <w:i/>
          <w:iCs/>
        </w:rPr>
      </w:pPr>
      <w:r w:rsidRPr="00AB2002">
        <w:rPr>
          <w:i/>
          <w:iCs/>
        </w:rPr>
        <w:t>Occupational Health and Safety Act 2004</w:t>
      </w:r>
    </w:p>
    <w:p w14:paraId="1409C702" w14:textId="77777777" w:rsidR="00A96E93" w:rsidRDefault="00A96E93" w:rsidP="005501B5">
      <w:pPr>
        <w:pStyle w:val="Bullets1"/>
        <w:ind w:left="284" w:hanging="284"/>
        <w:rPr>
          <w:i/>
        </w:rPr>
      </w:pPr>
      <w:r>
        <w:rPr>
          <w:i/>
        </w:rPr>
        <w:t xml:space="preserve">Privacy Act 1988 </w:t>
      </w:r>
      <w:r w:rsidRPr="00D6545F">
        <w:t>(Cth)</w:t>
      </w:r>
    </w:p>
    <w:p w14:paraId="56244655" w14:textId="77777777" w:rsidR="00A96E93" w:rsidRDefault="00A96E93" w:rsidP="005501B5">
      <w:pPr>
        <w:pStyle w:val="Bullets1"/>
        <w:ind w:left="284" w:hanging="284"/>
        <w:rPr>
          <w:i/>
        </w:rPr>
      </w:pPr>
      <w:r>
        <w:rPr>
          <w:i/>
        </w:rPr>
        <w:t xml:space="preserve">Racial and Religious Tolerance Act 2001 </w:t>
      </w:r>
      <w:r w:rsidRPr="00127C76">
        <w:t>(Vic)</w:t>
      </w:r>
    </w:p>
    <w:p w14:paraId="48AB03F8" w14:textId="77777777" w:rsidR="00A96E93" w:rsidRPr="00DC0B75" w:rsidRDefault="00A96E93" w:rsidP="005501B5">
      <w:pPr>
        <w:pStyle w:val="Bullets1"/>
        <w:ind w:left="284" w:hanging="284"/>
      </w:pPr>
      <w:r>
        <w:rPr>
          <w:i/>
        </w:rPr>
        <w:t xml:space="preserve">Racial Discrimination Act 1975 </w:t>
      </w:r>
      <w:r w:rsidRPr="00127C76">
        <w:t>(Cth)</w:t>
      </w:r>
    </w:p>
    <w:p w14:paraId="63C419CF" w14:textId="77777777" w:rsidR="00A96E93" w:rsidRDefault="00A96E93" w:rsidP="005501B5">
      <w:pPr>
        <w:pStyle w:val="Bullets1"/>
        <w:ind w:left="284" w:hanging="284"/>
      </w:pPr>
      <w:r w:rsidRPr="00EC482E">
        <w:rPr>
          <w:i/>
        </w:rPr>
        <w:t>Sex Discrimination Act 1984</w:t>
      </w:r>
      <w:r w:rsidRPr="00EC482E">
        <w:t xml:space="preserve"> (Cth)</w:t>
      </w:r>
    </w:p>
    <w:p w14:paraId="751EF66F" w14:textId="77777777" w:rsidR="00AB5E46" w:rsidRPr="00AB5E46" w:rsidRDefault="0096306C" w:rsidP="00AB5E46">
      <w:pPr>
        <w:pStyle w:val="Heading2"/>
        <w:rPr>
          <w:rStyle w:val="Hyperlink"/>
          <w:color w:val="000000"/>
          <w:u w:val="none"/>
        </w:rPr>
      </w:pPr>
      <w:r>
        <w:rPr>
          <w:rStyle w:val="Hyperlink"/>
          <w:color w:val="000000"/>
          <w:u w:val="none"/>
        </w:rPr>
        <w:t>DEFINITIONS</w:t>
      </w:r>
    </w:p>
    <w:p w14:paraId="3FE0F12B" w14:textId="77777777" w:rsidR="00A96E93" w:rsidRPr="003A6AC4" w:rsidRDefault="00A96E93" w:rsidP="0031611E">
      <w:pPr>
        <w:pStyle w:val="BodyText"/>
      </w:pPr>
      <w:r w:rsidRPr="003A6AC4">
        <w:t xml:space="preserve">The terms defined in this section relate specifically to this policy. For commonly used terms e.g. Approved Provider, Nominated Supervisor, Regulatory Authority etc. refer to the </w:t>
      </w:r>
      <w:r w:rsidRPr="003A6AC4">
        <w:rPr>
          <w:i/>
        </w:rPr>
        <w:t>General Definitions</w:t>
      </w:r>
      <w:r w:rsidRPr="003A6AC4">
        <w:t xml:space="preserve"> section of this manual.</w:t>
      </w:r>
    </w:p>
    <w:p w14:paraId="3390C761" w14:textId="77777777" w:rsidR="00911A1A" w:rsidRDefault="00A96E93" w:rsidP="00625D3A">
      <w:pPr>
        <w:pStyle w:val="BodyText"/>
      </w:pPr>
      <w:r w:rsidRPr="003A6AC4">
        <w:rPr>
          <w:b/>
          <w:bCs/>
        </w:rPr>
        <w:t>Additional needs</w:t>
      </w:r>
      <w:r w:rsidRPr="00D6545F">
        <w:rPr>
          <w:b/>
        </w:rPr>
        <w:t>:</w:t>
      </w:r>
      <w:r w:rsidRPr="003A6AC4">
        <w:t xml:space="preserve"> </w:t>
      </w:r>
      <w:r w:rsidR="00B854EE">
        <w:t>A broad term relating to</w:t>
      </w:r>
      <w:r w:rsidR="00B854EE" w:rsidRPr="00B854EE">
        <w:t xml:space="preserve"> challenges </w:t>
      </w:r>
      <w:r w:rsidR="00B854EE">
        <w:t xml:space="preserve">experienced </w:t>
      </w:r>
      <w:r w:rsidR="00B854EE" w:rsidRPr="00B854EE">
        <w:t xml:space="preserve">across a </w:t>
      </w:r>
      <w:r w:rsidR="00B854EE">
        <w:t xml:space="preserve">number of areas including </w:t>
      </w:r>
      <w:r w:rsidR="00B854EE" w:rsidRPr="00B854EE">
        <w:t>physical health, mental health</w:t>
      </w:r>
      <w:r w:rsidR="00B854EE">
        <w:t>, disability, developmental concern</w:t>
      </w:r>
      <w:r w:rsidR="00B854EE" w:rsidRPr="00B854EE">
        <w:t xml:space="preserve">, or </w:t>
      </w:r>
      <w:r w:rsidRPr="003A6AC4">
        <w:t xml:space="preserve">emotional need </w:t>
      </w:r>
      <w:r>
        <w:t>(</w:t>
      </w:r>
      <w:r w:rsidRPr="003A6AC4">
        <w:t>resulting from trauma, abuse or grief</w:t>
      </w:r>
      <w:r>
        <w:t>),</w:t>
      </w:r>
      <w:r w:rsidRPr="003A6AC4">
        <w:t xml:space="preserve"> family displacement </w:t>
      </w:r>
      <w:r>
        <w:t>(</w:t>
      </w:r>
      <w:r w:rsidRPr="003A6AC4">
        <w:t>due to war or refugee status</w:t>
      </w:r>
      <w:r>
        <w:t>),</w:t>
      </w:r>
      <w:r w:rsidRPr="003A6AC4">
        <w:t xml:space="preserve"> domestic violence</w:t>
      </w:r>
      <w:r>
        <w:t>,</w:t>
      </w:r>
      <w:r w:rsidRPr="003A6AC4">
        <w:t xml:space="preserve"> mental illness</w:t>
      </w:r>
      <w:r>
        <w:t>,</w:t>
      </w:r>
      <w:r w:rsidRPr="003A6AC4">
        <w:t xml:space="preserve"> </w:t>
      </w:r>
      <w:r>
        <w:t>family</w:t>
      </w:r>
      <w:r w:rsidRPr="003A6AC4">
        <w:t xml:space="preserve"> separation </w:t>
      </w:r>
      <w:r>
        <w:t>or</w:t>
      </w:r>
      <w:r w:rsidRPr="003A6AC4">
        <w:t xml:space="preserve"> divorce</w:t>
      </w:r>
      <w:r w:rsidR="00B854EE">
        <w:t>, which affects a person’s ability to participate or learn</w:t>
      </w:r>
      <w:r w:rsidR="00911A1A">
        <w:t>.</w:t>
      </w:r>
    </w:p>
    <w:p w14:paraId="543D9606" w14:textId="77777777" w:rsidR="00A96E93" w:rsidRPr="00625D3A" w:rsidRDefault="00A96E93" w:rsidP="00625D3A">
      <w:pPr>
        <w:pStyle w:val="BodyText"/>
      </w:pPr>
      <w:r w:rsidRPr="00E63C73">
        <w:rPr>
          <w:b/>
        </w:rPr>
        <w:t>Culture:</w:t>
      </w:r>
      <w:r w:rsidRPr="00625D3A">
        <w:t xml:space="preserve"> The values and traditions of groups of people that are passed from one generation to another.</w:t>
      </w:r>
    </w:p>
    <w:p w14:paraId="59B15073" w14:textId="77777777" w:rsidR="00A96E93" w:rsidRPr="00625D3A" w:rsidRDefault="00A96E93" w:rsidP="00625D3A">
      <w:pPr>
        <w:pStyle w:val="BodyText"/>
      </w:pPr>
      <w:r w:rsidRPr="00E63C73">
        <w:rPr>
          <w:b/>
        </w:rPr>
        <w:lastRenderedPageBreak/>
        <w:t>Culturally and linguistically diverse (CALD):</w:t>
      </w:r>
      <w:r w:rsidRPr="00625D3A">
        <w:t xml:space="preserve"> Refers to individuals and groups who are from diverse racial, religious, linguistic and/or ethnic backgrounds.</w:t>
      </w:r>
    </w:p>
    <w:p w14:paraId="026837AE" w14:textId="77777777" w:rsidR="00AF1A53" w:rsidRDefault="00A96E93" w:rsidP="00E63311">
      <w:pPr>
        <w:pStyle w:val="BodyText3ptAfter"/>
      </w:pPr>
      <w:r w:rsidRPr="00E63C73">
        <w:rPr>
          <w:b/>
        </w:rPr>
        <w:t xml:space="preserve">Developmental delay: </w:t>
      </w:r>
      <w:r w:rsidRPr="00625D3A">
        <w:t>A delay in the development of a child under the age of 6 years that:</w:t>
      </w:r>
    </w:p>
    <w:p w14:paraId="732CB0E6" w14:textId="77777777" w:rsidR="00A96E93" w:rsidRPr="008D50B6" w:rsidRDefault="00A96E93" w:rsidP="0009557F">
      <w:pPr>
        <w:pStyle w:val="AlphaList"/>
        <w:ind w:left="284" w:hanging="284"/>
      </w:pPr>
      <w:r w:rsidRPr="008D50B6">
        <w:t>is attributable to a mental or physical impairment</w:t>
      </w:r>
      <w:r>
        <w:t>,</w:t>
      </w:r>
      <w:r w:rsidRPr="008D50B6">
        <w:t xml:space="preserve"> or a combination of mental and physical impairments</w:t>
      </w:r>
      <w:r>
        <w:t>,</w:t>
      </w:r>
      <w:r w:rsidRPr="008D50B6">
        <w:t xml:space="preserve"> and</w:t>
      </w:r>
    </w:p>
    <w:p w14:paraId="148B6B95" w14:textId="77777777" w:rsidR="0009557F" w:rsidRPr="005E3388" w:rsidRDefault="00A96E93" w:rsidP="005E3388">
      <w:pPr>
        <w:pStyle w:val="AlphaList"/>
        <w:ind w:left="284" w:hanging="284"/>
      </w:pPr>
      <w:r w:rsidRPr="008D50B6">
        <w:t>is manifested before the child attains the age of 6 years</w:t>
      </w:r>
      <w:r>
        <w:t>,</w:t>
      </w:r>
      <w:r w:rsidRPr="008D50B6">
        <w:t xml:space="preserve"> and</w:t>
      </w:r>
    </w:p>
    <w:p w14:paraId="43AAFFA1" w14:textId="77777777" w:rsidR="00A96E93" w:rsidRPr="008D50B6" w:rsidRDefault="00A96E93" w:rsidP="007D2515">
      <w:pPr>
        <w:pStyle w:val="AlphaList"/>
        <w:ind w:left="284" w:hanging="284"/>
      </w:pPr>
      <w:r w:rsidRPr="008D50B6">
        <w:t>results in substantial functional limitations in one or more of the following areas of major life activity</w:t>
      </w:r>
      <w:r w:rsidR="00625D3A">
        <w:t>:</w:t>
      </w:r>
    </w:p>
    <w:p w14:paraId="121DAECA" w14:textId="77777777" w:rsidR="00A96E93" w:rsidRPr="008D50B6" w:rsidRDefault="00A96E93" w:rsidP="00F71915">
      <w:pPr>
        <w:pStyle w:val="AlphaList2"/>
        <w:ind w:left="567"/>
      </w:pPr>
      <w:r w:rsidRPr="008D50B6">
        <w:t>self-care</w:t>
      </w:r>
    </w:p>
    <w:p w14:paraId="17C7330F" w14:textId="77777777" w:rsidR="00A96E93" w:rsidRPr="008D50B6" w:rsidRDefault="00A96E93" w:rsidP="00F71915">
      <w:pPr>
        <w:pStyle w:val="AlphaList2"/>
        <w:ind w:left="567"/>
      </w:pPr>
      <w:r w:rsidRPr="008D50B6">
        <w:t>receptive and expressive language</w:t>
      </w:r>
    </w:p>
    <w:p w14:paraId="4FFE785A" w14:textId="77777777" w:rsidR="00A96E93" w:rsidRPr="008D50B6" w:rsidRDefault="00A96E93" w:rsidP="00F71915">
      <w:pPr>
        <w:pStyle w:val="AlphaList2"/>
        <w:ind w:left="567"/>
      </w:pPr>
      <w:r w:rsidRPr="008D50B6">
        <w:t>cognitive development</w:t>
      </w:r>
    </w:p>
    <w:p w14:paraId="705BED7C" w14:textId="77777777" w:rsidR="00A96E93" w:rsidRPr="008D50B6" w:rsidRDefault="00A96E93" w:rsidP="00F71915">
      <w:pPr>
        <w:pStyle w:val="AlphaList2"/>
        <w:ind w:left="567"/>
      </w:pPr>
      <w:r w:rsidRPr="008D50B6">
        <w:t>motor development</w:t>
      </w:r>
      <w:r>
        <w:t>,</w:t>
      </w:r>
      <w:r w:rsidRPr="008D50B6">
        <w:t xml:space="preserve"> and</w:t>
      </w:r>
    </w:p>
    <w:p w14:paraId="11B29141" w14:textId="77777777" w:rsidR="00A96E93" w:rsidRDefault="00A96E93" w:rsidP="00053D13">
      <w:pPr>
        <w:pStyle w:val="AlphaList"/>
        <w:ind w:left="284" w:hanging="284"/>
      </w:pPr>
      <w:r w:rsidRPr="008D50B6">
        <w:t xml:space="preserve">reflects the child's need for a combination and sequence of special interdisciplinary or generic care, treatment or other services </w:t>
      </w:r>
      <w:r>
        <w:t>that</w:t>
      </w:r>
      <w:r w:rsidRPr="008D50B6">
        <w:t xml:space="preserve"> are of extended duration and are individually planned and </w:t>
      </w:r>
      <w:r w:rsidR="00E63311">
        <w:br/>
      </w:r>
      <w:r w:rsidRPr="008D50B6">
        <w:t>co</w:t>
      </w:r>
      <w:r>
        <w:t>-</w:t>
      </w:r>
      <w:r w:rsidRPr="008D50B6">
        <w:t>ordinated</w:t>
      </w:r>
      <w:r>
        <w:t xml:space="preserve"> (</w:t>
      </w:r>
      <w:r w:rsidRPr="00D6545F">
        <w:rPr>
          <w:i/>
        </w:rPr>
        <w:t>Disability Act 2006</w:t>
      </w:r>
      <w:r>
        <w:t xml:space="preserve"> (Vic)).</w:t>
      </w:r>
    </w:p>
    <w:p w14:paraId="0A7B30F9" w14:textId="77777777" w:rsidR="00A96E93" w:rsidRPr="008D50B6" w:rsidRDefault="00A96E93" w:rsidP="0031611E">
      <w:pPr>
        <w:pStyle w:val="BodyText85ptBefore"/>
      </w:pPr>
      <w:r w:rsidRPr="008D50B6">
        <w:rPr>
          <w:b/>
        </w:rPr>
        <w:t>Disability:</w:t>
      </w:r>
      <w:r w:rsidRPr="008D50B6">
        <w:t xml:space="preserve"> In relation to a person</w:t>
      </w:r>
      <w:r>
        <w:t>,</w:t>
      </w:r>
      <w:r w:rsidRPr="008D50B6">
        <w:t xml:space="preserve"> </w:t>
      </w:r>
      <w:r>
        <w:t>refers to:</w:t>
      </w:r>
    </w:p>
    <w:p w14:paraId="33128970" w14:textId="77777777" w:rsidR="007C738E" w:rsidRDefault="00A96E93" w:rsidP="00601343">
      <w:pPr>
        <w:pStyle w:val="AlphaList"/>
        <w:numPr>
          <w:ilvl w:val="0"/>
          <w:numId w:val="41"/>
        </w:numPr>
      </w:pPr>
      <w:r w:rsidRPr="001B083E">
        <w:t>a sensory, physical or neurological impairment or acquired brain injury</w:t>
      </w:r>
      <w:r>
        <w:t>,</w:t>
      </w:r>
      <w:r w:rsidRPr="001B083E">
        <w:t xml:space="preserve"> or any combination thereof, </w:t>
      </w:r>
      <w:r>
        <w:t>that</w:t>
      </w:r>
      <w:r w:rsidRPr="001B083E">
        <w:t>:</w:t>
      </w:r>
    </w:p>
    <w:p w14:paraId="692F6461" w14:textId="77777777" w:rsidR="00A96E93" w:rsidRPr="001B083E" w:rsidRDefault="00A96E93" w:rsidP="00E63311">
      <w:pPr>
        <w:pStyle w:val="AlphaList2"/>
      </w:pPr>
      <w:r w:rsidRPr="001B083E">
        <w:t>is, or is likely to be, permanent</w:t>
      </w:r>
      <w:r>
        <w:t>,</w:t>
      </w:r>
      <w:r w:rsidRPr="001B083E">
        <w:t xml:space="preserve"> and</w:t>
      </w:r>
    </w:p>
    <w:p w14:paraId="5A2ABD25" w14:textId="77777777" w:rsidR="00A96E93" w:rsidRPr="00E63C73" w:rsidRDefault="00A96E93" w:rsidP="00E63311">
      <w:pPr>
        <w:pStyle w:val="AlphaList2"/>
      </w:pPr>
      <w:r w:rsidRPr="00E63C73">
        <w:t xml:space="preserve">causes a substantially reduced capacity in at least one of the areas of self-care, </w:t>
      </w:r>
      <w:r w:rsidR="00E63311">
        <w:br/>
      </w:r>
      <w:r w:rsidRPr="00E63C73">
        <w:t>self-management, mobility or communication, and</w:t>
      </w:r>
    </w:p>
    <w:p w14:paraId="34A72177" w14:textId="77777777" w:rsidR="00A96E93" w:rsidRPr="001B083E" w:rsidRDefault="00A96E93" w:rsidP="00E63311">
      <w:pPr>
        <w:pStyle w:val="AlphaList2"/>
      </w:pPr>
      <w:r w:rsidRPr="001B083E">
        <w:t>requires significant ongoing or long</w:t>
      </w:r>
      <w:r w:rsidR="00E63311">
        <w:t>-</w:t>
      </w:r>
      <w:r w:rsidRPr="001B083E">
        <w:t>term episodic support</w:t>
      </w:r>
      <w:r>
        <w:t>,</w:t>
      </w:r>
      <w:r w:rsidRPr="001B083E">
        <w:t xml:space="preserve"> and</w:t>
      </w:r>
    </w:p>
    <w:p w14:paraId="0ABB90B9" w14:textId="77777777" w:rsidR="00A96E93" w:rsidRPr="001B083E" w:rsidRDefault="00A96E93" w:rsidP="00E63311">
      <w:pPr>
        <w:pStyle w:val="AlphaList2"/>
      </w:pPr>
      <w:r w:rsidRPr="001B083E">
        <w:t>is not related to ageing</w:t>
      </w:r>
      <w:r>
        <w:t>,</w:t>
      </w:r>
      <w:r w:rsidRPr="001B083E">
        <w:t xml:space="preserve"> or</w:t>
      </w:r>
    </w:p>
    <w:p w14:paraId="58ABCF6A" w14:textId="77777777" w:rsidR="007C738E" w:rsidRDefault="00A96E93" w:rsidP="00601343">
      <w:pPr>
        <w:pStyle w:val="AlphaList"/>
        <w:numPr>
          <w:ilvl w:val="0"/>
          <w:numId w:val="42"/>
        </w:numPr>
      </w:pPr>
      <w:r w:rsidRPr="001B083E">
        <w:t>an intellectual disability</w:t>
      </w:r>
      <w:r>
        <w:t>,</w:t>
      </w:r>
      <w:r w:rsidRPr="001B083E">
        <w:t xml:space="preserve"> or</w:t>
      </w:r>
    </w:p>
    <w:p w14:paraId="5240F6EA" w14:textId="77777777" w:rsidR="007C738E" w:rsidRDefault="00A96E93" w:rsidP="00601343">
      <w:pPr>
        <w:pStyle w:val="AlphaList"/>
        <w:numPr>
          <w:ilvl w:val="0"/>
          <w:numId w:val="42"/>
        </w:numPr>
      </w:pPr>
      <w:r w:rsidRPr="001B083E">
        <w:t xml:space="preserve">a developmental delay </w:t>
      </w:r>
      <w:r w:rsidRPr="00D6545F">
        <w:t>(</w:t>
      </w:r>
      <w:r w:rsidRPr="00D6545F">
        <w:rPr>
          <w:rFonts w:ascii="Arial Italic" w:hAnsi="Arial Italic"/>
        </w:rPr>
        <w:t>Disability Act 2006</w:t>
      </w:r>
      <w:r w:rsidRPr="00D6545F">
        <w:t xml:space="preserve"> (Vic)).</w:t>
      </w:r>
    </w:p>
    <w:p w14:paraId="214D4DF2" w14:textId="77777777" w:rsidR="00A96E93" w:rsidRPr="0031611E" w:rsidRDefault="00A96E93" w:rsidP="0031611E">
      <w:pPr>
        <w:pStyle w:val="BodyText85ptBefore"/>
      </w:pPr>
      <w:r w:rsidRPr="00E63C73">
        <w:rPr>
          <w:b/>
        </w:rPr>
        <w:t>Diversity:</w:t>
      </w:r>
      <w:r w:rsidRPr="0031611E">
        <w:t xml:space="preserve"> Refers to all characteristics that make individuals different from one another, including race, religion, language, ethnicity, beliefs, age, gender, sexual orientation, level of ability, additional needs, socioeconomic status, educational attainment, personality, marital and/or parental status, family structure, lifestyle and general life/</w:t>
      </w:r>
      <w:r w:rsidR="00625D3A">
        <w:t>work experience.</w:t>
      </w:r>
    </w:p>
    <w:p w14:paraId="2DB3F5B6" w14:textId="77777777" w:rsidR="00196C59" w:rsidRDefault="00A96E93" w:rsidP="00E63311">
      <w:pPr>
        <w:pStyle w:val="BodyText85ptBefore"/>
      </w:pPr>
      <w:r w:rsidRPr="00EB26EE">
        <w:rPr>
          <w:b/>
        </w:rPr>
        <w:t>Early Start Kindergarten:</w:t>
      </w:r>
      <w:r w:rsidRPr="00EB26EE">
        <w:t xml:space="preserve"> A funding program that enables three-year-old Aboriginal and Torres Strait Islander children, and children known to Child Protection, to attend a free kindergarten program that is planned and delivered by an early childhood teacher for a specific number of hours. </w:t>
      </w:r>
    </w:p>
    <w:p w14:paraId="6BE614D1" w14:textId="77777777" w:rsidR="00A96E93" w:rsidRDefault="00A96E93" w:rsidP="00E63311">
      <w:pPr>
        <w:pStyle w:val="BodyText85ptBefore"/>
      </w:pPr>
      <w:r w:rsidRPr="003A6AC4">
        <w:rPr>
          <w:b/>
        </w:rPr>
        <w:t>Equity</w:t>
      </w:r>
      <w:r w:rsidRPr="00D6545F">
        <w:rPr>
          <w:b/>
        </w:rPr>
        <w:t>:</w:t>
      </w:r>
      <w:r w:rsidRPr="003A6AC4">
        <w:t xml:space="preserve"> (In the context of human rights)</w:t>
      </w:r>
      <w:r>
        <w:t xml:space="preserve"> is</w:t>
      </w:r>
      <w:r w:rsidRPr="003A6AC4">
        <w:t xml:space="preserve"> the behaviour of acting in a fair and just manner towards others.</w:t>
      </w:r>
    </w:p>
    <w:p w14:paraId="74B97DA0" w14:textId="77777777" w:rsidR="00A96E93" w:rsidRDefault="00A96E93" w:rsidP="00E63311">
      <w:pPr>
        <w:pStyle w:val="BodyText85ptBefore"/>
      </w:pPr>
      <w:r>
        <w:rPr>
          <w:b/>
        </w:rPr>
        <w:t xml:space="preserve">Family-centred practice: </w:t>
      </w:r>
      <w:r w:rsidR="00A21086">
        <w:t>Pr</w:t>
      </w:r>
      <w:r w:rsidR="00F4698C">
        <w:t>actice which:</w:t>
      </w:r>
    </w:p>
    <w:p w14:paraId="0B154BF4" w14:textId="77777777" w:rsidR="00A96E93" w:rsidRDefault="00A96E93" w:rsidP="00650AB0">
      <w:pPr>
        <w:pStyle w:val="Bullets1"/>
        <w:ind w:left="284" w:hanging="284"/>
      </w:pPr>
      <w:r>
        <w:t>use</w:t>
      </w:r>
      <w:r w:rsidR="00196C59">
        <w:t>s</w:t>
      </w:r>
      <w:r>
        <w:t xml:space="preserve"> families’ understanding of their children to support shared decision-making about each child’s learning and development</w:t>
      </w:r>
    </w:p>
    <w:p w14:paraId="4B0F879D" w14:textId="77777777" w:rsidR="00A96E93" w:rsidRDefault="00A96E93" w:rsidP="00650AB0">
      <w:pPr>
        <w:pStyle w:val="Bullets1"/>
        <w:ind w:left="284" w:hanging="284"/>
      </w:pPr>
      <w:r>
        <w:t>create</w:t>
      </w:r>
      <w:r w:rsidR="00196C59">
        <w:t>s</w:t>
      </w:r>
      <w:r>
        <w:t xml:space="preserve"> a welcoming and culturally-inclusive environment, where all families are encouraged to participate in and contribute to children’s learning and development</w:t>
      </w:r>
    </w:p>
    <w:p w14:paraId="2DD25FD0" w14:textId="77777777" w:rsidR="00A96E93" w:rsidRDefault="00A96E93" w:rsidP="00650AB0">
      <w:pPr>
        <w:pStyle w:val="Bullets1"/>
        <w:ind w:left="284" w:hanging="284"/>
      </w:pPr>
      <w:r>
        <w:t>actively engage</w:t>
      </w:r>
      <w:r w:rsidR="00196C59">
        <w:t>s</w:t>
      </w:r>
      <w:r>
        <w:t xml:space="preserve"> families and children in planning children’s learning and development</w:t>
      </w:r>
    </w:p>
    <w:p w14:paraId="7AB276DD" w14:textId="77777777" w:rsidR="00F4698C" w:rsidRDefault="00A96E93" w:rsidP="00650AB0">
      <w:pPr>
        <w:pStyle w:val="Bullets1"/>
        <w:ind w:left="284" w:hanging="284"/>
      </w:pPr>
      <w:r>
        <w:t>provide</w:t>
      </w:r>
      <w:r w:rsidR="00196C59">
        <w:t>s</w:t>
      </w:r>
      <w:r>
        <w:t xml:space="preserve"> feedback to families on each child’s learning, and provide information about how families can further advance children’s learning and development at home and in the community</w:t>
      </w:r>
      <w:r w:rsidR="00981335">
        <w:t>.</w:t>
      </w:r>
      <w:r>
        <w:t xml:space="preserve"> </w:t>
      </w:r>
    </w:p>
    <w:p w14:paraId="2B87075B" w14:textId="77777777" w:rsidR="00A96E93" w:rsidRDefault="00A96E93" w:rsidP="0031611E">
      <w:pPr>
        <w:pStyle w:val="BodyText85ptBefore"/>
      </w:pPr>
      <w:r w:rsidRPr="003A6AC4">
        <w:rPr>
          <w:b/>
          <w:bCs/>
        </w:rPr>
        <w:t>Inclusion</w:t>
      </w:r>
      <w:r w:rsidRPr="00D6545F">
        <w:rPr>
          <w:b/>
        </w:rPr>
        <w:t>:</w:t>
      </w:r>
      <w:r w:rsidRPr="003A6AC4">
        <w:t xml:space="preserve"> The </w:t>
      </w:r>
      <w:r w:rsidR="00F4698C">
        <w:t>engagement and involvement</w:t>
      </w:r>
      <w:r w:rsidRPr="003A6AC4">
        <w:t xml:space="preserve"> of children and families to ensure </w:t>
      </w:r>
      <w:r>
        <w:t>that all individuals</w:t>
      </w:r>
      <w:r w:rsidRPr="003A6AC4">
        <w:t xml:space="preserve"> have an equal opportunity to </w:t>
      </w:r>
      <w:r w:rsidR="00F4698C">
        <w:t xml:space="preserve">participate and </w:t>
      </w:r>
      <w:r w:rsidRPr="003A6AC4">
        <w:t>achieve their maximum potential.</w:t>
      </w:r>
    </w:p>
    <w:p w14:paraId="7631E654" w14:textId="77777777" w:rsidR="007C738E" w:rsidRDefault="00A96E93" w:rsidP="00601343">
      <w:pPr>
        <w:pStyle w:val="BodyText85ptBefore"/>
      </w:pPr>
      <w:r w:rsidRPr="00025048">
        <w:rPr>
          <w:b/>
        </w:rPr>
        <w:t>Kindergarten Fee Subsidy (KFS)</w:t>
      </w:r>
      <w:r w:rsidR="002B60D3" w:rsidRPr="00601343">
        <w:t>:</w:t>
      </w:r>
      <w:r w:rsidRPr="003A6AC4">
        <w:t xml:space="preserve"> A state government subsidy paid directly to the funded service to enable eligible families to attend a funded kindergarten program or funded three-year-old place at no </w:t>
      </w:r>
      <w:r w:rsidRPr="003A6AC4">
        <w:lastRenderedPageBreak/>
        <w:t xml:space="preserve">cost (or minimal cost) to promote participation. Details are available </w:t>
      </w:r>
      <w:r w:rsidR="005D4B51">
        <w:t xml:space="preserve">in </w:t>
      </w:r>
      <w:r w:rsidR="005D4B51">
        <w:rPr>
          <w:i/>
        </w:rPr>
        <w:t xml:space="preserve">The Kindergarten Guide </w:t>
      </w:r>
      <w:r w:rsidR="00CF6F53">
        <w:rPr>
          <w:i/>
        </w:rPr>
        <w:t>(</w:t>
      </w:r>
      <w:r w:rsidR="002B60D3" w:rsidRPr="00601343">
        <w:t>refer to</w:t>
      </w:r>
      <w:r w:rsidR="00CF6F53">
        <w:rPr>
          <w:i/>
        </w:rPr>
        <w:t xml:space="preserve"> Sources).</w:t>
      </w:r>
    </w:p>
    <w:p w14:paraId="735E0E29" w14:textId="77777777" w:rsidR="007C738E" w:rsidRDefault="00A96E93" w:rsidP="00601343">
      <w:pPr>
        <w:pStyle w:val="BodyText85ptBefore"/>
      </w:pPr>
      <w:r w:rsidRPr="003A6AC4">
        <w:rPr>
          <w:b/>
          <w:bCs/>
        </w:rPr>
        <w:t xml:space="preserve">Kindergarten Inclusion Support </w:t>
      </w:r>
      <w:r w:rsidR="006E2D0B">
        <w:rPr>
          <w:b/>
          <w:bCs/>
        </w:rPr>
        <w:t>Packages</w:t>
      </w:r>
      <w:r w:rsidRPr="00D6545F">
        <w:rPr>
          <w:b/>
        </w:rPr>
        <w:t>:</w:t>
      </w:r>
      <w:r w:rsidRPr="003A6AC4">
        <w:t xml:space="preserve"> A </w:t>
      </w:r>
      <w:r w:rsidR="006E2D0B">
        <w:t>package of support</w:t>
      </w:r>
      <w:r w:rsidRPr="003A6AC4">
        <w:t xml:space="preserve"> </w:t>
      </w:r>
      <w:r w:rsidR="006E2D0B">
        <w:t>for</w:t>
      </w:r>
      <w:r w:rsidRPr="003A6AC4">
        <w:t xml:space="preserve"> children </w:t>
      </w:r>
      <w:r w:rsidR="006E2D0B">
        <w:t>with a disability and high support needs and/or with complex medical needs</w:t>
      </w:r>
      <w:r w:rsidR="00A7247D">
        <w:t>.</w:t>
      </w:r>
      <w:r w:rsidRPr="003A6AC4">
        <w:t xml:space="preserve"> </w:t>
      </w:r>
    </w:p>
    <w:p w14:paraId="7A523F97" w14:textId="77777777" w:rsidR="00196C59" w:rsidRDefault="00951C23" w:rsidP="00E63311">
      <w:pPr>
        <w:pStyle w:val="BodyText85ptBefore"/>
        <w:rPr>
          <w:b/>
          <w:bCs/>
        </w:rPr>
      </w:pPr>
      <w:r w:rsidRPr="00025048">
        <w:rPr>
          <w:b/>
        </w:rPr>
        <w:t>Mental health</w:t>
      </w:r>
      <w:r w:rsidR="002B60D3" w:rsidRPr="00601343">
        <w:t xml:space="preserve"> </w:t>
      </w:r>
      <w:r w:rsidRPr="00CE7230">
        <w:t>in early childhood can be understood as a young child’s ability to</w:t>
      </w:r>
      <w:r w:rsidR="0089151F">
        <w:t xml:space="preserve"> </w:t>
      </w:r>
      <w:r w:rsidRPr="00601343">
        <w:t xml:space="preserve">experience, regulate and express emotions; form close and secure interpersonal relationships; and explore the environment and learn – all in the context of family, community and cultural expectations for young children. Infant mental health is synonymous with healthy social and emotional </w:t>
      </w:r>
      <w:r w:rsidR="00981335">
        <w:t>development</w:t>
      </w:r>
      <w:r w:rsidR="0089151F">
        <w:t xml:space="preserve"> </w:t>
      </w:r>
      <w:r w:rsidR="0089151F" w:rsidRPr="00601343">
        <w:t>(</w:t>
      </w:r>
      <w:r w:rsidR="0089151F">
        <w:t xml:space="preserve">from </w:t>
      </w:r>
      <w:r w:rsidR="0089151F" w:rsidRPr="00601343">
        <w:rPr>
          <w:i/>
        </w:rPr>
        <w:t>KidsMatter</w:t>
      </w:r>
      <w:r w:rsidR="0089151F">
        <w:rPr>
          <w:i/>
        </w:rPr>
        <w:t xml:space="preserve"> – </w:t>
      </w:r>
      <w:r w:rsidR="0089151F">
        <w:t xml:space="preserve">refer to </w:t>
      </w:r>
      <w:r w:rsidR="0089151F">
        <w:rPr>
          <w:i/>
        </w:rPr>
        <w:t>Sources</w:t>
      </w:r>
      <w:r w:rsidR="0089151F">
        <w:t>)</w:t>
      </w:r>
      <w:r w:rsidR="00981335">
        <w:t>.</w:t>
      </w:r>
    </w:p>
    <w:p w14:paraId="405E7812" w14:textId="77777777" w:rsidR="003F7212" w:rsidRPr="00677AEA" w:rsidRDefault="003F7212" w:rsidP="00E63311">
      <w:pPr>
        <w:pStyle w:val="BodyText85ptBefore"/>
        <w:rPr>
          <w:bCs/>
        </w:rPr>
      </w:pPr>
      <w:r>
        <w:rPr>
          <w:b/>
          <w:bCs/>
        </w:rPr>
        <w:t xml:space="preserve">Out-of-Home Care: </w:t>
      </w:r>
      <w:r>
        <w:rPr>
          <w:bCs/>
        </w:rPr>
        <w:t xml:space="preserve">Is the term used in Victoria when a child or young person is placed in care away from their parents. It includes placement in kinship care, home-based care such as foster care and residential care. For these children, the State of Victoria is </w:t>
      </w:r>
      <w:r w:rsidR="00981335">
        <w:rPr>
          <w:bCs/>
        </w:rPr>
        <w:t xml:space="preserve">their </w:t>
      </w:r>
      <w:r>
        <w:rPr>
          <w:bCs/>
        </w:rPr>
        <w:t>legal their parent, and with this comes the responsibilities of a parent to care for and protect them, and to ensure that they have access to all the services they need for their immediate and long</w:t>
      </w:r>
      <w:r w:rsidR="00981335">
        <w:rPr>
          <w:bCs/>
        </w:rPr>
        <w:t>er term benefit (</w:t>
      </w:r>
      <w:r w:rsidRPr="00677AEA">
        <w:rPr>
          <w:bCs/>
          <w:i/>
        </w:rPr>
        <w:t>Early Childhood Agreement on Out-of-Home Care</w:t>
      </w:r>
      <w:r>
        <w:rPr>
          <w:bCs/>
        </w:rPr>
        <w:t xml:space="preserve"> – refer to </w:t>
      </w:r>
      <w:r w:rsidRPr="00677AEA">
        <w:rPr>
          <w:bCs/>
          <w:i/>
        </w:rPr>
        <w:t>Sources</w:t>
      </w:r>
      <w:r w:rsidR="00B600E7">
        <w:rPr>
          <w:bCs/>
        </w:rPr>
        <w:t>).</w:t>
      </w:r>
    </w:p>
    <w:p w14:paraId="033119E4" w14:textId="77777777" w:rsidR="00A96E93" w:rsidRDefault="00A96E93" w:rsidP="00EC1A50">
      <w:pPr>
        <w:pStyle w:val="Heading2"/>
      </w:pPr>
      <w:r>
        <w:t>Sources and related policies</w:t>
      </w:r>
    </w:p>
    <w:p w14:paraId="0DBB0105" w14:textId="77777777" w:rsidR="00A96E93" w:rsidRPr="002228E1" w:rsidRDefault="00A96E93" w:rsidP="0031611E">
      <w:pPr>
        <w:pStyle w:val="Heading4"/>
      </w:pPr>
      <w:r>
        <w:t>Sources</w:t>
      </w:r>
    </w:p>
    <w:p w14:paraId="5A22D158" w14:textId="77777777" w:rsidR="00F54D35" w:rsidRDefault="00F54D35" w:rsidP="00CA3098">
      <w:pPr>
        <w:pStyle w:val="Bullets1"/>
      </w:pPr>
      <w:r w:rsidRPr="00677AEA">
        <w:rPr>
          <w:i/>
        </w:rPr>
        <w:t>Early Childhood Agreement for Children in Out-of-Home Care</w:t>
      </w:r>
      <w:r>
        <w:t xml:space="preserve"> (March 2014). Signed by the Department of Education and Early Childhood Development, the Department of Human Services, Municipal Association of Victoria and Early Learning Association Australia</w:t>
      </w:r>
      <w:r w:rsidR="00AC48E3">
        <w:t>.</w:t>
      </w:r>
      <w:r>
        <w:t xml:space="preserve"> </w:t>
      </w:r>
      <w:hyperlink r:id="rId9" w:history="1">
        <w:r w:rsidR="00CA3098" w:rsidRPr="00CA3098">
          <w:rPr>
            <w:rStyle w:val="Hyperlink"/>
          </w:rPr>
          <w:t>www.education.vic.gov.au</w:t>
        </w:r>
      </w:hyperlink>
      <w:r w:rsidR="00AF637F">
        <w:t xml:space="preserve"> </w:t>
      </w:r>
    </w:p>
    <w:p w14:paraId="04C5F41D" w14:textId="77777777" w:rsidR="004C61FF" w:rsidRPr="004C61FF" w:rsidRDefault="00A96E93" w:rsidP="00CA3098">
      <w:pPr>
        <w:pStyle w:val="Bullets1"/>
        <w:rPr>
          <w:i/>
        </w:rPr>
      </w:pPr>
      <w:r>
        <w:t xml:space="preserve">Early </w:t>
      </w:r>
      <w:r w:rsidRPr="00A30D5E">
        <w:t>C</w:t>
      </w:r>
      <w:r>
        <w:t>hildhood</w:t>
      </w:r>
      <w:r w:rsidRPr="00A30D5E">
        <w:t xml:space="preserve"> A</w:t>
      </w:r>
      <w:r>
        <w:t>ustralia</w:t>
      </w:r>
      <w:r w:rsidRPr="00A30D5E">
        <w:t xml:space="preserve"> </w:t>
      </w:r>
      <w:r>
        <w:t>(ECA) and</w:t>
      </w:r>
      <w:r w:rsidRPr="00A30D5E">
        <w:t xml:space="preserve"> E</w:t>
      </w:r>
      <w:r>
        <w:t xml:space="preserve">arly Childhood Intervention Australia’s (ECIA) </w:t>
      </w:r>
      <w:r w:rsidRPr="004C61FF">
        <w:rPr>
          <w:i/>
        </w:rPr>
        <w:t xml:space="preserve">Position Statement on the Inclusion of Children with a Disability in Early Childhood Education and Care – </w:t>
      </w:r>
      <w:r>
        <w:t>available at</w:t>
      </w:r>
      <w:r w:rsidR="0029674C">
        <w:t>:</w:t>
      </w:r>
      <w:r w:rsidR="00AF637F">
        <w:t xml:space="preserve"> Search ‘s</w:t>
      </w:r>
      <w:r w:rsidR="00AF637F" w:rsidRPr="00AF637F">
        <w:t>tatement on inclusion of children with disability</w:t>
      </w:r>
      <w:r w:rsidR="00AF637F">
        <w:t>’ at</w:t>
      </w:r>
      <w:r w:rsidR="004C61FF">
        <w:t xml:space="preserve">: </w:t>
      </w:r>
      <w:hyperlink r:id="rId10" w:history="1">
        <w:r w:rsidR="004C61FF" w:rsidRPr="004C61FF">
          <w:rPr>
            <w:rStyle w:val="Hyperlink"/>
          </w:rPr>
          <w:t>www.earlychildhoodaustralia.org.au/our-work/inclusion-resources/</w:t>
        </w:r>
      </w:hyperlink>
    </w:p>
    <w:p w14:paraId="3932B987" w14:textId="77777777" w:rsidR="00A96E93" w:rsidRPr="004C61FF" w:rsidRDefault="00A96E93" w:rsidP="00CA3098">
      <w:pPr>
        <w:pStyle w:val="Bullets1"/>
        <w:rPr>
          <w:i/>
        </w:rPr>
      </w:pPr>
      <w:r w:rsidRPr="004C61FF">
        <w:rPr>
          <w:i/>
        </w:rPr>
        <w:t xml:space="preserve">fka </w:t>
      </w:r>
      <w:r w:rsidRPr="00E16A30">
        <w:t>Children’s Services</w:t>
      </w:r>
      <w:r>
        <w:t xml:space="preserve"> </w:t>
      </w:r>
      <w:hyperlink r:id="rId11" w:history="1">
        <w:r w:rsidR="00BB54CB" w:rsidRPr="00E63311">
          <w:rPr>
            <w:rStyle w:val="Hyperlink"/>
          </w:rPr>
          <w:t>www.fka.com.au</w:t>
        </w:r>
      </w:hyperlink>
      <w:r w:rsidR="0029674C">
        <w:rPr>
          <w:rStyle w:val="Hyperlink"/>
        </w:rPr>
        <w:t xml:space="preserve"> </w:t>
      </w:r>
    </w:p>
    <w:p w14:paraId="6A044456" w14:textId="77777777" w:rsidR="00981335" w:rsidRPr="00981335" w:rsidRDefault="00981335" w:rsidP="00CA3098">
      <w:pPr>
        <w:pStyle w:val="Bullets1"/>
      </w:pPr>
      <w:r w:rsidRPr="00981335">
        <w:rPr>
          <w:i/>
        </w:rPr>
        <w:t xml:space="preserve">Guide to the National Quality </w:t>
      </w:r>
      <w:r>
        <w:rPr>
          <w:i/>
        </w:rPr>
        <w:t>Framework</w:t>
      </w:r>
      <w:r w:rsidRPr="00981335">
        <w:rPr>
          <w:iCs/>
        </w:rPr>
        <w:t xml:space="preserve">: </w:t>
      </w:r>
      <w:hyperlink r:id="rId12" w:history="1">
        <w:r w:rsidR="00CA3098" w:rsidRPr="00CA3098">
          <w:rPr>
            <w:rStyle w:val="Hyperlink"/>
            <w:iCs/>
          </w:rPr>
          <w:t>www.acecqa.gov.au</w:t>
        </w:r>
      </w:hyperlink>
      <w:r w:rsidR="00592EED">
        <w:rPr>
          <w:rStyle w:val="Hyperlink"/>
          <w:iCs/>
        </w:rPr>
        <w:t xml:space="preserve"> </w:t>
      </w:r>
      <w:r w:rsidRPr="00981335">
        <w:rPr>
          <w:iCs/>
          <w:u w:val="single"/>
        </w:rPr>
        <w:t xml:space="preserve"> </w:t>
      </w:r>
    </w:p>
    <w:p w14:paraId="40BE7E58" w14:textId="77777777" w:rsidR="00A96E93" w:rsidRPr="00601343" w:rsidRDefault="00A96E93" w:rsidP="00CA3098">
      <w:pPr>
        <w:pStyle w:val="Bullets1"/>
        <w:rPr>
          <w:rStyle w:val="Hyperlink"/>
          <w:color w:val="auto"/>
          <w:u w:val="none"/>
        </w:rPr>
      </w:pPr>
      <w:r w:rsidRPr="00761439">
        <w:rPr>
          <w:i/>
        </w:rPr>
        <w:t>Guide to the National Quality Standard</w:t>
      </w:r>
      <w:r w:rsidRPr="00D9514D">
        <w:rPr>
          <w:iCs/>
        </w:rPr>
        <w:t xml:space="preserve">: </w:t>
      </w:r>
      <w:hyperlink r:id="rId13" w:history="1">
        <w:r w:rsidR="00BB54CB" w:rsidRPr="00EF08EF">
          <w:rPr>
            <w:rStyle w:val="Hyperlink"/>
            <w:iCs/>
          </w:rPr>
          <w:t>www.acecqa.gov.au</w:t>
        </w:r>
      </w:hyperlink>
      <w:r w:rsidR="0029674C">
        <w:rPr>
          <w:rStyle w:val="Hyperlink"/>
          <w:iCs/>
        </w:rPr>
        <w:t xml:space="preserve"> </w:t>
      </w:r>
    </w:p>
    <w:p w14:paraId="6701CD68" w14:textId="77777777" w:rsidR="0089151F" w:rsidRPr="00D6545F" w:rsidRDefault="0089151F" w:rsidP="00CA3098">
      <w:pPr>
        <w:pStyle w:val="Bullets1"/>
      </w:pPr>
      <w:r>
        <w:t xml:space="preserve">KidsMatter: </w:t>
      </w:r>
      <w:hyperlink r:id="rId14" w:history="1">
        <w:r w:rsidR="00F02A3C" w:rsidRPr="00F02A3C">
          <w:rPr>
            <w:rStyle w:val="Hyperlink"/>
          </w:rPr>
          <w:t>www.kidsmatter.edu.au</w:t>
        </w:r>
      </w:hyperlink>
    </w:p>
    <w:p w14:paraId="4B320E02" w14:textId="77777777" w:rsidR="00CA3098" w:rsidRPr="00CA3098" w:rsidRDefault="00F44DC6" w:rsidP="00CA3098">
      <w:pPr>
        <w:pStyle w:val="Bullets1"/>
        <w:rPr>
          <w:rStyle w:val="Hyperlink"/>
          <w:color w:val="auto"/>
          <w:u w:val="none"/>
        </w:rPr>
      </w:pPr>
      <w:r w:rsidRPr="00CA3098">
        <w:rPr>
          <w:i/>
        </w:rPr>
        <w:t xml:space="preserve">The Kindergarten </w:t>
      </w:r>
      <w:r w:rsidR="00CA3098" w:rsidRPr="00CA3098">
        <w:rPr>
          <w:i/>
        </w:rPr>
        <w:t xml:space="preserve">Funding </w:t>
      </w:r>
      <w:r w:rsidRPr="00CA3098">
        <w:rPr>
          <w:i/>
        </w:rPr>
        <w:t>Guide</w:t>
      </w:r>
      <w:r w:rsidR="003630CB">
        <w:t xml:space="preserve"> </w:t>
      </w:r>
      <w:r w:rsidR="00AF3793" w:rsidRPr="00224CF7">
        <w:t>(</w:t>
      </w:r>
      <w:r w:rsidR="00AF637F">
        <w:t>DET</w:t>
      </w:r>
      <w:r w:rsidR="00AF3793" w:rsidRPr="00224CF7">
        <w:t>)</w:t>
      </w:r>
      <w:r w:rsidR="00196C59">
        <w:t>:</w:t>
      </w:r>
      <w:r w:rsidR="00AF3793">
        <w:t xml:space="preserve"> </w:t>
      </w:r>
      <w:hyperlink r:id="rId15" w:history="1">
        <w:r w:rsidR="00AF3793" w:rsidRPr="00025048">
          <w:rPr>
            <w:rStyle w:val="Hyperlink"/>
          </w:rPr>
          <w:t>www.education.vic.gov.au</w:t>
        </w:r>
      </w:hyperlink>
    </w:p>
    <w:p w14:paraId="5A504CE6" w14:textId="77777777" w:rsidR="00A96E93" w:rsidRPr="00BE4652" w:rsidRDefault="00A96E93" w:rsidP="00CA3098">
      <w:pPr>
        <w:pStyle w:val="Bullets1"/>
      </w:pPr>
      <w:r w:rsidRPr="00CA3098">
        <w:rPr>
          <w:i/>
        </w:rPr>
        <w:t>Victorian Early Years Learning and Development Framework</w:t>
      </w:r>
      <w:r w:rsidRPr="001C6FBB">
        <w:t xml:space="preserve"> </w:t>
      </w:r>
      <w:r w:rsidR="00F4698C" w:rsidRPr="00F4698C">
        <w:t>Principle Practice Guide 1: Family-centred</w:t>
      </w:r>
      <w:r w:rsidR="00F4698C" w:rsidRPr="00CA3098">
        <w:rPr>
          <w:i/>
        </w:rPr>
        <w:t xml:space="preserve"> and </w:t>
      </w:r>
      <w:r w:rsidRPr="00CA3098">
        <w:rPr>
          <w:i/>
        </w:rPr>
        <w:t>Practice Guide Four: Equity and Diversity</w:t>
      </w:r>
      <w:r w:rsidR="009F1379">
        <w:t>:</w:t>
      </w:r>
      <w:r w:rsidR="002A5B56" w:rsidRPr="002A5B56">
        <w:t xml:space="preserve"> </w:t>
      </w:r>
      <w:hyperlink r:id="rId16" w:history="1">
        <w:r w:rsidR="00911A1A" w:rsidRPr="00911A1A">
          <w:rPr>
            <w:rStyle w:val="Hyperlink"/>
          </w:rPr>
          <w:t>www.education.vic.gov.au</w:t>
        </w:r>
      </w:hyperlink>
    </w:p>
    <w:p w14:paraId="55A2FC27" w14:textId="77777777" w:rsidR="00A96E93" w:rsidRPr="00686DD5" w:rsidRDefault="00A96E93" w:rsidP="00EC1A50">
      <w:pPr>
        <w:pStyle w:val="Heading4"/>
        <w:spacing w:before="170"/>
      </w:pPr>
      <w:r>
        <w:t xml:space="preserve">Service </w:t>
      </w:r>
      <w:r w:rsidRPr="00EC1A50">
        <w:rPr>
          <w:lang w:val="en-US"/>
        </w:rPr>
        <w:t>policies</w:t>
      </w:r>
    </w:p>
    <w:p w14:paraId="68B053E2" w14:textId="77777777" w:rsidR="00A96E93" w:rsidRPr="00FE25A7" w:rsidRDefault="00A96E93" w:rsidP="00CA50E1">
      <w:pPr>
        <w:pStyle w:val="Bullets1"/>
        <w:ind w:left="284" w:hanging="284"/>
        <w:rPr>
          <w:i/>
        </w:rPr>
      </w:pPr>
      <w:r w:rsidRPr="00FE25A7">
        <w:rPr>
          <w:i/>
        </w:rPr>
        <w:t>Anaphylaxis Policy</w:t>
      </w:r>
    </w:p>
    <w:p w14:paraId="4F8EFEA2" w14:textId="77777777" w:rsidR="00A96E93" w:rsidRPr="00FE25A7" w:rsidRDefault="00A96E93" w:rsidP="00CA50E1">
      <w:pPr>
        <w:pStyle w:val="Bullets1"/>
        <w:ind w:left="284" w:hanging="284"/>
        <w:rPr>
          <w:i/>
        </w:rPr>
      </w:pPr>
      <w:r w:rsidRPr="00FE25A7">
        <w:rPr>
          <w:i/>
        </w:rPr>
        <w:t>Asthma Policy</w:t>
      </w:r>
    </w:p>
    <w:p w14:paraId="3BCB7E85" w14:textId="77777777" w:rsidR="00A96E93" w:rsidRPr="00FE25A7" w:rsidRDefault="00A96E93" w:rsidP="00CA50E1">
      <w:pPr>
        <w:pStyle w:val="Bullets1"/>
        <w:ind w:left="284" w:hanging="284"/>
        <w:rPr>
          <w:i/>
        </w:rPr>
      </w:pPr>
      <w:r w:rsidRPr="00FE25A7">
        <w:rPr>
          <w:i/>
        </w:rPr>
        <w:t>Child Safe Environment Policy</w:t>
      </w:r>
    </w:p>
    <w:p w14:paraId="08C17CDA" w14:textId="77777777" w:rsidR="00A96E93" w:rsidRPr="00FE25A7" w:rsidRDefault="00A96E93" w:rsidP="00CA50E1">
      <w:pPr>
        <w:pStyle w:val="Bullets1"/>
        <w:ind w:left="284" w:hanging="284"/>
        <w:rPr>
          <w:i/>
        </w:rPr>
      </w:pPr>
      <w:r w:rsidRPr="00FE25A7">
        <w:rPr>
          <w:i/>
        </w:rPr>
        <w:t>Code of Conduct Policy</w:t>
      </w:r>
    </w:p>
    <w:p w14:paraId="01DF6415" w14:textId="77777777" w:rsidR="00A96E93" w:rsidRPr="00FE25A7" w:rsidRDefault="00A96E93" w:rsidP="00CA50E1">
      <w:pPr>
        <w:pStyle w:val="Bullets1"/>
        <w:ind w:left="284" w:hanging="284"/>
        <w:rPr>
          <w:i/>
        </w:rPr>
      </w:pPr>
      <w:r w:rsidRPr="00FE25A7">
        <w:rPr>
          <w:i/>
        </w:rPr>
        <w:t>Complaints and Grievances Policy</w:t>
      </w:r>
    </w:p>
    <w:p w14:paraId="720F2589" w14:textId="77777777" w:rsidR="00A96E93" w:rsidRPr="00FE25A7" w:rsidRDefault="00A96E93" w:rsidP="00CA50E1">
      <w:pPr>
        <w:pStyle w:val="Bullets1"/>
        <w:ind w:left="284" w:hanging="284"/>
        <w:rPr>
          <w:i/>
        </w:rPr>
      </w:pPr>
      <w:r w:rsidRPr="00FE25A7">
        <w:rPr>
          <w:i/>
        </w:rPr>
        <w:t>Curriculum Development Policy</w:t>
      </w:r>
    </w:p>
    <w:p w14:paraId="4A1FE38B" w14:textId="77777777" w:rsidR="00A96E93" w:rsidRPr="00FE25A7" w:rsidRDefault="00A96E93" w:rsidP="00CA50E1">
      <w:pPr>
        <w:pStyle w:val="Bullets1"/>
        <w:ind w:left="284" w:hanging="284"/>
        <w:rPr>
          <w:i/>
        </w:rPr>
      </w:pPr>
      <w:r w:rsidRPr="00FE25A7">
        <w:rPr>
          <w:i/>
        </w:rPr>
        <w:t>Dealing with Infectious Diseases Policy</w:t>
      </w:r>
    </w:p>
    <w:p w14:paraId="4469361E" w14:textId="77777777" w:rsidR="00A96E93" w:rsidRPr="00FE25A7" w:rsidRDefault="00A96E93" w:rsidP="00CA50E1">
      <w:pPr>
        <w:pStyle w:val="Bullets1"/>
        <w:ind w:left="284" w:hanging="284"/>
        <w:rPr>
          <w:i/>
        </w:rPr>
      </w:pPr>
      <w:r w:rsidRPr="00FE25A7">
        <w:rPr>
          <w:i/>
        </w:rPr>
        <w:t>Dealing with Medical Conditions Policy</w:t>
      </w:r>
    </w:p>
    <w:p w14:paraId="134E08F3" w14:textId="77777777" w:rsidR="00A96E93" w:rsidRPr="00FE25A7" w:rsidRDefault="00A96E93" w:rsidP="00CA50E1">
      <w:pPr>
        <w:pStyle w:val="Bullets1"/>
        <w:ind w:left="284" w:hanging="284"/>
        <w:rPr>
          <w:i/>
        </w:rPr>
      </w:pPr>
      <w:r w:rsidRPr="00FE25A7">
        <w:rPr>
          <w:i/>
        </w:rPr>
        <w:t>Diabetes Policy</w:t>
      </w:r>
    </w:p>
    <w:p w14:paraId="33BA02E8" w14:textId="77777777" w:rsidR="00A96E93" w:rsidRPr="00FE25A7" w:rsidRDefault="00A96E93" w:rsidP="00CA50E1">
      <w:pPr>
        <w:pStyle w:val="Bullets1"/>
        <w:ind w:left="284" w:hanging="284"/>
        <w:rPr>
          <w:i/>
        </w:rPr>
      </w:pPr>
      <w:r w:rsidRPr="00FE25A7">
        <w:rPr>
          <w:i/>
        </w:rPr>
        <w:t>Enrolment and Orientation Policy</w:t>
      </w:r>
    </w:p>
    <w:p w14:paraId="020E53B4" w14:textId="77777777" w:rsidR="00A96E93" w:rsidRPr="00FE25A7" w:rsidRDefault="00A96E93" w:rsidP="00CA50E1">
      <w:pPr>
        <w:pStyle w:val="Bullets1"/>
        <w:ind w:left="284" w:hanging="284"/>
        <w:rPr>
          <w:i/>
        </w:rPr>
      </w:pPr>
      <w:r w:rsidRPr="00FE25A7">
        <w:rPr>
          <w:i/>
        </w:rPr>
        <w:t xml:space="preserve">Epilepsy Policy </w:t>
      </w:r>
    </w:p>
    <w:p w14:paraId="7AADD68F" w14:textId="77777777" w:rsidR="00C07A9A" w:rsidRPr="00C07A9A" w:rsidRDefault="00C07A9A" w:rsidP="00CA50E1">
      <w:pPr>
        <w:pStyle w:val="Bullets1"/>
        <w:ind w:left="284" w:hanging="284"/>
        <w:rPr>
          <w:i/>
        </w:rPr>
      </w:pPr>
      <w:r w:rsidRPr="006965C8">
        <w:rPr>
          <w:i/>
        </w:rPr>
        <w:t>Excursions and Service Events Policy</w:t>
      </w:r>
    </w:p>
    <w:p w14:paraId="7A0D38AA" w14:textId="77777777" w:rsidR="00A96E93" w:rsidRPr="00A760E1" w:rsidRDefault="00A96E93" w:rsidP="00CA50E1">
      <w:pPr>
        <w:pStyle w:val="Bullets1"/>
        <w:ind w:left="284" w:hanging="284"/>
      </w:pPr>
      <w:r w:rsidRPr="00FE25A7">
        <w:rPr>
          <w:i/>
        </w:rPr>
        <w:t>Fees Policy</w:t>
      </w:r>
    </w:p>
    <w:p w14:paraId="6843C751" w14:textId="77777777" w:rsidR="00A96E93" w:rsidRPr="00FE25A7" w:rsidRDefault="00A96E93" w:rsidP="00CA50E1">
      <w:pPr>
        <w:pStyle w:val="Bullets1"/>
        <w:ind w:left="284" w:hanging="284"/>
        <w:rPr>
          <w:i/>
        </w:rPr>
      </w:pPr>
      <w:r w:rsidRPr="00FE25A7">
        <w:rPr>
          <w:i/>
        </w:rPr>
        <w:t>Interactions with Children Policy</w:t>
      </w:r>
    </w:p>
    <w:p w14:paraId="0B426E7B" w14:textId="77777777" w:rsidR="00A96E93" w:rsidRPr="00FE25A7" w:rsidRDefault="00A96E93" w:rsidP="00CA50E1">
      <w:pPr>
        <w:pStyle w:val="Bullets1"/>
        <w:ind w:left="284" w:hanging="284"/>
        <w:rPr>
          <w:i/>
        </w:rPr>
      </w:pPr>
      <w:r w:rsidRPr="00FE25A7">
        <w:rPr>
          <w:i/>
        </w:rPr>
        <w:t>Nutrition and Active Play Policy</w:t>
      </w:r>
    </w:p>
    <w:p w14:paraId="0E95286C" w14:textId="77777777" w:rsidR="00A96E93" w:rsidRPr="00FE25A7" w:rsidRDefault="00A96E93" w:rsidP="00CA50E1">
      <w:pPr>
        <w:pStyle w:val="Bullets1"/>
        <w:ind w:left="284" w:hanging="284"/>
        <w:rPr>
          <w:i/>
        </w:rPr>
      </w:pPr>
      <w:r w:rsidRPr="00FE25A7">
        <w:rPr>
          <w:i/>
        </w:rPr>
        <w:lastRenderedPageBreak/>
        <w:t>Privacy and Confidentiality Policy</w:t>
      </w:r>
    </w:p>
    <w:p w14:paraId="0B3C7282" w14:textId="77777777" w:rsidR="00A96E93" w:rsidRPr="00A760E1" w:rsidRDefault="00A96E93" w:rsidP="00CA50E1">
      <w:pPr>
        <w:pStyle w:val="Bullets1"/>
        <w:ind w:left="284" w:hanging="284"/>
      </w:pPr>
      <w:r w:rsidRPr="00FE25A7">
        <w:rPr>
          <w:i/>
        </w:rPr>
        <w:t>Staffing Policy</w:t>
      </w:r>
    </w:p>
    <w:p w14:paraId="29018C57" w14:textId="77777777" w:rsidR="00A96E93" w:rsidRPr="0031611E" w:rsidRDefault="00A96E93" w:rsidP="0031611E">
      <w:pPr>
        <w:pStyle w:val="Heading1"/>
      </w:pPr>
      <w:r w:rsidRPr="0031611E">
        <w:t>Procedures</w:t>
      </w:r>
    </w:p>
    <w:p w14:paraId="3B71B867" w14:textId="77777777" w:rsidR="00A96E93" w:rsidRPr="00D31C43" w:rsidRDefault="00A96E93" w:rsidP="00881316">
      <w:pPr>
        <w:pStyle w:val="Heading4"/>
      </w:pPr>
      <w:r w:rsidRPr="00D31C43">
        <w:t xml:space="preserve">The Approved Provider </w:t>
      </w:r>
      <w:r w:rsidR="005B23A2" w:rsidRPr="00D31C43">
        <w:t>and Persons with Management or Control are</w:t>
      </w:r>
      <w:r w:rsidRPr="00D31C43">
        <w:t xml:space="preserve"> responsible for:</w:t>
      </w:r>
    </w:p>
    <w:p w14:paraId="14BC163F" w14:textId="77777777" w:rsidR="00A96E93" w:rsidRPr="00D31C43" w:rsidRDefault="002B60D3" w:rsidP="00862954">
      <w:pPr>
        <w:pStyle w:val="Bullets1"/>
        <w:ind w:left="284" w:hanging="284"/>
      </w:pPr>
      <w:r w:rsidRPr="00601343">
        <w:t xml:space="preserve">ensuring that service programs are available and accessible to families from a variety of backgrounds (refer to </w:t>
      </w:r>
      <w:r w:rsidRPr="00601343">
        <w:rPr>
          <w:i/>
        </w:rPr>
        <w:t>Curriculum Development Policy</w:t>
      </w:r>
      <w:r w:rsidRPr="00601343">
        <w:t>)</w:t>
      </w:r>
    </w:p>
    <w:p w14:paraId="0EAE25AA" w14:textId="77777777" w:rsidR="00A96E93" w:rsidRPr="00D31C43" w:rsidRDefault="002B60D3" w:rsidP="00862954">
      <w:pPr>
        <w:pStyle w:val="Bullets1"/>
        <w:ind w:left="284" w:hanging="284"/>
      </w:pPr>
      <w:r w:rsidRPr="00601343">
        <w:t xml:space="preserve">encouraging collaborative, family-centred practice (refer to </w:t>
      </w:r>
      <w:r w:rsidRPr="00601343">
        <w:rPr>
          <w:i/>
        </w:rPr>
        <w:t>Definitions</w:t>
      </w:r>
      <w:r w:rsidRPr="00601343">
        <w:t>) at the service</w:t>
      </w:r>
      <w:r w:rsidRPr="00601343">
        <w:rPr>
          <w:rFonts w:cs="Arial"/>
          <w:color w:val="000000"/>
        </w:rPr>
        <w:t xml:space="preserve"> which facilitates the inclusion and active participation of both the child and the family </w:t>
      </w:r>
      <w:r w:rsidR="007D6D73">
        <w:rPr>
          <w:rFonts w:cs="Arial"/>
          <w:color w:val="000000"/>
        </w:rPr>
        <w:t>at</w:t>
      </w:r>
      <w:r w:rsidR="007D6D73" w:rsidRPr="00601343">
        <w:rPr>
          <w:rFonts w:cs="Arial"/>
          <w:color w:val="000000"/>
        </w:rPr>
        <w:t xml:space="preserve"> </w:t>
      </w:r>
      <w:r w:rsidRPr="00601343">
        <w:rPr>
          <w:rFonts w:cs="Arial"/>
          <w:color w:val="000000"/>
        </w:rPr>
        <w:t>the service</w:t>
      </w:r>
    </w:p>
    <w:p w14:paraId="49E795C4" w14:textId="77777777" w:rsidR="007C738E" w:rsidRPr="00D31C43" w:rsidRDefault="002B60D3">
      <w:pPr>
        <w:pStyle w:val="Bullets1"/>
        <w:ind w:left="284" w:hanging="284"/>
      </w:pPr>
      <w:r w:rsidRPr="00601343">
        <w:rPr>
          <w:rFonts w:cs="Arial"/>
          <w:color w:val="000000"/>
        </w:rPr>
        <w:t xml:space="preserve">providing families with information about the support options available for children attending </w:t>
      </w:r>
      <w:r w:rsidR="00AC4FAD">
        <w:t>Eltham South Preschool</w:t>
      </w:r>
    </w:p>
    <w:p w14:paraId="54696415" w14:textId="77777777" w:rsidR="00A96E93" w:rsidRPr="00D31C43" w:rsidRDefault="002B60D3" w:rsidP="00862954">
      <w:pPr>
        <w:pStyle w:val="Bullets1"/>
        <w:ind w:left="284" w:hanging="284"/>
      </w:pPr>
      <w:r w:rsidRPr="00601343">
        <w:t>ensuring that educational programs are delivered in accordance with an approved learning framework, are based on the developmental needs, interests and experiences of each child, and take into account the individual differences of each child (</w:t>
      </w:r>
      <w:r w:rsidRPr="00601343">
        <w:rPr>
          <w:i/>
        </w:rPr>
        <w:t>Victorian Early Years Learning and Development Framework Practice Guide Four: Equity and Diversity</w:t>
      </w:r>
      <w:r w:rsidRPr="00601343">
        <w:t xml:space="preserve"> – refer to </w:t>
      </w:r>
      <w:r w:rsidRPr="00601343">
        <w:rPr>
          <w:i/>
        </w:rPr>
        <w:t>Sources</w:t>
      </w:r>
      <w:r w:rsidRPr="00601343">
        <w:t>)</w:t>
      </w:r>
    </w:p>
    <w:p w14:paraId="6A315856" w14:textId="77777777" w:rsidR="00A96E93" w:rsidRPr="00D31C43" w:rsidRDefault="002B60D3" w:rsidP="00862954">
      <w:pPr>
        <w:pStyle w:val="Bullets1"/>
        <w:ind w:left="284" w:hanging="284"/>
      </w:pPr>
      <w:r w:rsidRPr="00601343">
        <w:t xml:space="preserve">ensuring that the enrolment process is fair and equitable, and facilitates access for all children (refer to </w:t>
      </w:r>
      <w:r w:rsidRPr="00601343">
        <w:rPr>
          <w:i/>
        </w:rPr>
        <w:t>Enrolment and Orientation Policy</w:t>
      </w:r>
      <w:r w:rsidRPr="00601343">
        <w:t>)</w:t>
      </w:r>
    </w:p>
    <w:p w14:paraId="0216CBDD" w14:textId="77777777" w:rsidR="00A96E93" w:rsidRPr="00D31C43" w:rsidRDefault="002B60D3" w:rsidP="00862954">
      <w:pPr>
        <w:pStyle w:val="Bullets1"/>
        <w:ind w:left="284" w:hanging="284"/>
      </w:pPr>
      <w:r w:rsidRPr="00601343">
        <w:t xml:space="preserve">tailoring the orientation process to meet the individual needs of children and families (refer to </w:t>
      </w:r>
      <w:r w:rsidRPr="00601343">
        <w:rPr>
          <w:i/>
        </w:rPr>
        <w:t>Enrolment and Orientation Policy</w:t>
      </w:r>
      <w:r w:rsidRPr="00601343">
        <w:t>)</w:t>
      </w:r>
    </w:p>
    <w:p w14:paraId="3F9790FC" w14:textId="77777777" w:rsidR="00A96E93" w:rsidRPr="00D31C43" w:rsidRDefault="002B60D3" w:rsidP="00862954">
      <w:pPr>
        <w:pStyle w:val="Bullets1"/>
        <w:ind w:left="284" w:hanging="284"/>
      </w:pPr>
      <w:r w:rsidRPr="00601343">
        <w:t>identifying the barriers to participation in service programs and activities, and developing strategies to overcome these</w:t>
      </w:r>
      <w:r w:rsidR="003940F7">
        <w:t xml:space="preserve"> barriers</w:t>
      </w:r>
    </w:p>
    <w:p w14:paraId="34A1FA21" w14:textId="77777777" w:rsidR="007C738E" w:rsidRPr="00D31C43" w:rsidRDefault="002B60D3" w:rsidP="00601343">
      <w:pPr>
        <w:pStyle w:val="Bullets1"/>
      </w:pPr>
      <w:r w:rsidRPr="00601343">
        <w:t>ensuring that facilities are designed or adapted to support access by every child, family, educator and staff member, including adaptive equipment to support the inclusion of all children</w:t>
      </w:r>
    </w:p>
    <w:p w14:paraId="450581A7" w14:textId="77777777" w:rsidR="00A96E93" w:rsidRPr="00D31C43" w:rsidRDefault="002B60D3" w:rsidP="00862954">
      <w:pPr>
        <w:pStyle w:val="Bullets1"/>
        <w:ind w:left="284" w:hanging="284"/>
      </w:pPr>
      <w:r w:rsidRPr="00601343">
        <w:t xml:space="preserve">ensuring that staff have access to appropriate and accredited professional development activities that promote a positive understanding of diversity, inclusion and equity, and provide skills to assist in implementing this policy (refer to </w:t>
      </w:r>
      <w:r w:rsidRPr="00601343">
        <w:rPr>
          <w:i/>
        </w:rPr>
        <w:t>Staffing Policy</w:t>
      </w:r>
      <w:r w:rsidRPr="00601343">
        <w:t>)</w:t>
      </w:r>
    </w:p>
    <w:p w14:paraId="7F4BD04F" w14:textId="77777777" w:rsidR="00A96E93" w:rsidRPr="00D31C43" w:rsidRDefault="002B60D3" w:rsidP="00862954">
      <w:pPr>
        <w:pStyle w:val="Bullets1"/>
        <w:ind w:left="284" w:hanging="284"/>
      </w:pPr>
      <w:r w:rsidRPr="00601343">
        <w:t xml:space="preserve">ensuring that the Nominated Supervisor and all staff are aware of the service’s expectations regarding positive, respectful and appropriate behaviour when working with children and families (refer to </w:t>
      </w:r>
      <w:r w:rsidRPr="00601343">
        <w:rPr>
          <w:i/>
        </w:rPr>
        <w:t xml:space="preserve">Code of Conduct Policy </w:t>
      </w:r>
      <w:r w:rsidRPr="00601343">
        <w:t xml:space="preserve">and </w:t>
      </w:r>
      <w:r w:rsidRPr="00601343">
        <w:rPr>
          <w:i/>
        </w:rPr>
        <w:t>Interactions with Children Policy</w:t>
      </w:r>
      <w:r w:rsidRPr="00601343">
        <w:t>)</w:t>
      </w:r>
    </w:p>
    <w:p w14:paraId="1A837571" w14:textId="77777777" w:rsidR="00A96E93" w:rsidRPr="00D31C43" w:rsidRDefault="002B60D3" w:rsidP="00862954">
      <w:pPr>
        <w:pStyle w:val="Bullets1"/>
        <w:ind w:left="284" w:hanging="284"/>
      </w:pPr>
      <w:r w:rsidRPr="00601343">
        <w:t xml:space="preserve">considering any issues regarding fees that may be a barrier to families enrolling at </w:t>
      </w:r>
      <w:r w:rsidR="007C444B">
        <w:fldChar w:fldCharType="begin"/>
      </w:r>
      <w:r w:rsidR="007C444B">
        <w:instrText xml:space="preserve"> DOC</w:instrText>
      </w:r>
      <w:r w:rsidR="007C444B">
        <w:instrText xml:space="preserve">PROPERTY  Company  \* MERGEFORMAT </w:instrText>
      </w:r>
      <w:r w:rsidR="007C444B">
        <w:fldChar w:fldCharType="separate"/>
      </w:r>
      <w:r w:rsidR="00AC4FAD">
        <w:t>[Service Name]</w:t>
      </w:r>
      <w:r w:rsidR="007C444B">
        <w:fldChar w:fldCharType="end"/>
      </w:r>
      <w:r w:rsidRPr="00601343">
        <w:t>,</w:t>
      </w:r>
      <w:r w:rsidRPr="00601343">
        <w:rPr>
          <w:b/>
        </w:rPr>
        <w:t xml:space="preserve"> </w:t>
      </w:r>
      <w:r w:rsidRPr="00601343">
        <w:t xml:space="preserve">and removing these barriers wherever possible (refer to </w:t>
      </w:r>
      <w:r w:rsidRPr="00601343">
        <w:rPr>
          <w:i/>
        </w:rPr>
        <w:t>Fees Policy</w:t>
      </w:r>
      <w:r w:rsidRPr="00601343">
        <w:t>)</w:t>
      </w:r>
    </w:p>
    <w:p w14:paraId="403D2493" w14:textId="77777777" w:rsidR="00A96E93" w:rsidRPr="00D31C43" w:rsidRDefault="002B60D3" w:rsidP="00862954">
      <w:pPr>
        <w:pStyle w:val="Bullets1"/>
        <w:ind w:left="284" w:hanging="284"/>
      </w:pPr>
      <w:r w:rsidRPr="00601343">
        <w:t xml:space="preserve">ensuring that all eligible families are supported to access the Kindergarten Fee Subsidy (refer to </w:t>
      </w:r>
      <w:r w:rsidRPr="00601343">
        <w:rPr>
          <w:i/>
        </w:rPr>
        <w:t xml:space="preserve">Definitions </w:t>
      </w:r>
      <w:r w:rsidRPr="00601343">
        <w:t xml:space="preserve">and </w:t>
      </w:r>
      <w:r w:rsidRPr="00601343">
        <w:rPr>
          <w:i/>
        </w:rPr>
        <w:t>Fees Policy</w:t>
      </w:r>
      <w:r w:rsidRPr="00601343">
        <w:t>), including families with concession cards, Aboriginal and Torres Strait Islander families, and refugee and asylum seeker families</w:t>
      </w:r>
    </w:p>
    <w:p w14:paraId="04B101E8" w14:textId="77777777" w:rsidR="00A96E93" w:rsidRPr="00D31C43" w:rsidRDefault="002B60D3" w:rsidP="00862954">
      <w:pPr>
        <w:pStyle w:val="Bullets1"/>
        <w:ind w:left="284" w:hanging="284"/>
      </w:pPr>
      <w:r w:rsidRPr="00601343">
        <w:t>providing service information in various community languages wherever possible</w:t>
      </w:r>
    </w:p>
    <w:p w14:paraId="15A2E758" w14:textId="77777777" w:rsidR="00391023" w:rsidRPr="00D31C43" w:rsidRDefault="002B60D3" w:rsidP="00254066">
      <w:pPr>
        <w:pStyle w:val="Bullets1"/>
        <w:ind w:left="284" w:hanging="284"/>
      </w:pPr>
      <w:r w:rsidRPr="00601343">
        <w:t xml:space="preserve">using language services (refer to </w:t>
      </w:r>
      <w:r w:rsidRPr="00601343">
        <w:rPr>
          <w:i/>
        </w:rPr>
        <w:t>Sources</w:t>
      </w:r>
      <w:r w:rsidRPr="00601343">
        <w:t xml:space="preserve">) to assist with communication where required and considering the employment of a multilingual worker/s to meet the needs of culturally and linguistically diverse (CALD) families </w:t>
      </w:r>
    </w:p>
    <w:p w14:paraId="2591C814" w14:textId="77777777" w:rsidR="00A96E93" w:rsidRPr="00D31C43" w:rsidRDefault="002B60D3" w:rsidP="00254066">
      <w:pPr>
        <w:pStyle w:val="Bullets1"/>
        <w:ind w:left="284" w:hanging="284"/>
      </w:pPr>
      <w:r w:rsidRPr="00601343">
        <w:t xml:space="preserve">working with the Nominated Supervisor and educators to ensure appropriate program planning and resourcing for children with additional needs (refer to </w:t>
      </w:r>
      <w:r w:rsidRPr="00601343">
        <w:rPr>
          <w:i/>
        </w:rPr>
        <w:t>Definitions</w:t>
      </w:r>
      <w:r w:rsidRPr="00601343">
        <w:t>)</w:t>
      </w:r>
    </w:p>
    <w:p w14:paraId="64B56814" w14:textId="77777777" w:rsidR="00A96E93" w:rsidRPr="00D31C43" w:rsidRDefault="002B60D3" w:rsidP="00862954">
      <w:pPr>
        <w:pStyle w:val="Bullets1"/>
        <w:ind w:left="284" w:hanging="284"/>
      </w:pPr>
      <w:r w:rsidRPr="00601343">
        <w:t>where practicable, accessing resources, support and professional development to facilitate inclusion of children with additional needs who are ineligible for specific support packages</w:t>
      </w:r>
    </w:p>
    <w:p w14:paraId="1E66A5AD" w14:textId="77777777" w:rsidR="00A96E93" w:rsidRPr="00D31C43" w:rsidRDefault="002B60D3" w:rsidP="00862954">
      <w:pPr>
        <w:pStyle w:val="Bullets1"/>
        <w:ind w:left="284" w:hanging="284"/>
      </w:pPr>
      <w:r w:rsidRPr="00601343">
        <w:rPr>
          <w:rFonts w:cs="Arial"/>
        </w:rPr>
        <w:t xml:space="preserve">ensuring collaborative relationships with specialised services and professionals  to provide support and services for families and children </w:t>
      </w:r>
      <w:r w:rsidRPr="00601343">
        <w:t>with a disability, complex medical needs and/or developmental delay</w:t>
      </w:r>
    </w:p>
    <w:p w14:paraId="62EEB297" w14:textId="77777777" w:rsidR="00A96E93" w:rsidRPr="00D31C43" w:rsidRDefault="002B60D3" w:rsidP="00862954">
      <w:pPr>
        <w:pStyle w:val="Bullets1"/>
        <w:ind w:left="284" w:hanging="284"/>
      </w:pPr>
      <w:r w:rsidRPr="00601343">
        <w:t xml:space="preserve">ensuring that all eligible three-year-old Aboriginal and Torres Strait Islander children and children known to Child Protection are supported to access the Early Start Kindergarten program (refer to </w:t>
      </w:r>
      <w:r w:rsidRPr="00601343">
        <w:rPr>
          <w:i/>
        </w:rPr>
        <w:t>Definitions</w:t>
      </w:r>
      <w:r w:rsidRPr="00601343">
        <w:t>)</w:t>
      </w:r>
    </w:p>
    <w:p w14:paraId="7A463566" w14:textId="77777777" w:rsidR="00A96E93" w:rsidRPr="00D31C43" w:rsidRDefault="002B60D3" w:rsidP="00862954">
      <w:pPr>
        <w:pStyle w:val="Bullets1"/>
        <w:ind w:left="284" w:hanging="284"/>
      </w:pPr>
      <w:r w:rsidRPr="00601343">
        <w:lastRenderedPageBreak/>
        <w:t xml:space="preserve">implementing appropriate programs and practices to support vulnerable children and families, including working co-operatively with relevant services and/or professionals , where required (refer to </w:t>
      </w:r>
      <w:r w:rsidRPr="00601343">
        <w:rPr>
          <w:i/>
        </w:rPr>
        <w:t>Child Safe Environment Policy</w:t>
      </w:r>
      <w:r w:rsidRPr="00601343">
        <w:t>)</w:t>
      </w:r>
    </w:p>
    <w:p w14:paraId="727B957E" w14:textId="77777777" w:rsidR="00A96E93" w:rsidRPr="00D31C43" w:rsidRDefault="002B60D3" w:rsidP="00862954">
      <w:pPr>
        <w:pStyle w:val="Bullets1"/>
        <w:ind w:left="284" w:hanging="284"/>
        <w:rPr>
          <w:b/>
          <w:bCs/>
        </w:rPr>
      </w:pPr>
      <w:r w:rsidRPr="00601343">
        <w:t xml:space="preserve">ensuring that service programs are inclusive of </w:t>
      </w:r>
      <w:r w:rsidR="00981335">
        <w:t xml:space="preserve">all </w:t>
      </w:r>
      <w:r w:rsidRPr="00601343">
        <w:t>children with medical conditions</w:t>
      </w:r>
    </w:p>
    <w:p w14:paraId="0A230454" w14:textId="77777777" w:rsidR="007C738E" w:rsidRPr="00D31C43" w:rsidRDefault="002B60D3">
      <w:pPr>
        <w:pStyle w:val="Bullets1"/>
        <w:ind w:left="284" w:hanging="284"/>
      </w:pPr>
      <w:r w:rsidRPr="00601343">
        <w:t xml:space="preserve">ensuring that no employee, prospective employee, parent/guardian, child, volunteer or student at the service is discriminated against </w:t>
      </w:r>
    </w:p>
    <w:p w14:paraId="7C69C03C" w14:textId="77777777" w:rsidR="007C738E" w:rsidRPr="00D31C43" w:rsidRDefault="002B60D3">
      <w:pPr>
        <w:pStyle w:val="Bullets1"/>
        <w:ind w:left="284" w:hanging="284"/>
      </w:pPr>
      <w:r w:rsidRPr="00601343">
        <w:t xml:space="preserve">ensuring that any behaviour or circumstances that may constitute discrimination or prejudice are dealt with in an appropriate manner (refer to </w:t>
      </w:r>
      <w:r w:rsidRPr="00601343">
        <w:rPr>
          <w:i/>
        </w:rPr>
        <w:t>Complaints and Grievances Policy</w:t>
      </w:r>
      <w:r w:rsidRPr="00601343">
        <w:t>)</w:t>
      </w:r>
    </w:p>
    <w:p w14:paraId="0000C712" w14:textId="77777777" w:rsidR="00A96E93" w:rsidRPr="00D31C43" w:rsidRDefault="002B60D3" w:rsidP="00862954">
      <w:pPr>
        <w:pStyle w:val="Bullets1"/>
        <w:ind w:left="284" w:hanging="284"/>
      </w:pPr>
      <w:r w:rsidRPr="00601343">
        <w:t xml:space="preserve">ensuring that all policies of </w:t>
      </w:r>
      <w:r w:rsidR="00AC4FAD">
        <w:t>Eltham South Preschool</w:t>
      </w:r>
      <w:r w:rsidRPr="00601343">
        <w:t xml:space="preserve">, including the </w:t>
      </w:r>
      <w:r w:rsidRPr="00601343">
        <w:rPr>
          <w:i/>
        </w:rPr>
        <w:t>Privacy and Confidentiality Policy</w:t>
      </w:r>
      <w:r w:rsidRPr="00601343">
        <w:t>, are adhered to at all times.</w:t>
      </w:r>
    </w:p>
    <w:p w14:paraId="38E1A806" w14:textId="77777777" w:rsidR="00A96E93" w:rsidRPr="00C91A97" w:rsidRDefault="00A96E93" w:rsidP="00EC1A50">
      <w:pPr>
        <w:pStyle w:val="Heading4"/>
        <w:spacing w:before="170"/>
      </w:pPr>
      <w:r w:rsidRPr="00C91A97">
        <w:t xml:space="preserve">The </w:t>
      </w:r>
      <w:r w:rsidRPr="00EC1A50">
        <w:rPr>
          <w:lang w:val="en-US"/>
        </w:rPr>
        <w:t>Nominated</w:t>
      </w:r>
      <w:r w:rsidRPr="00C91A97">
        <w:t xml:space="preserve"> Supervisor </w:t>
      </w:r>
      <w:r w:rsidR="005B23A2" w:rsidRPr="005B23A2">
        <w:t xml:space="preserve">and Persons in Day to Day Charge are </w:t>
      </w:r>
      <w:r w:rsidRPr="00C91A97">
        <w:t>responsible for:</w:t>
      </w:r>
    </w:p>
    <w:p w14:paraId="43F7C7A5" w14:textId="77777777" w:rsidR="00A96E93" w:rsidRPr="00D31C43" w:rsidRDefault="002B60D3" w:rsidP="00CE646B">
      <w:pPr>
        <w:pStyle w:val="Bullets1"/>
        <w:ind w:left="284" w:hanging="284"/>
      </w:pPr>
      <w:r w:rsidRPr="00601343">
        <w:t xml:space="preserve">ensuring that the service provides a safe, inclusive and empowering environment which celebrates diversity through positive, respectful and appropriate behaviour when working with children and families (refer to </w:t>
      </w:r>
      <w:r w:rsidRPr="00601343">
        <w:rPr>
          <w:i/>
        </w:rPr>
        <w:t xml:space="preserve">Code of Conduct Policy </w:t>
      </w:r>
      <w:r w:rsidRPr="00601343">
        <w:t xml:space="preserve">and </w:t>
      </w:r>
      <w:r w:rsidRPr="00601343">
        <w:rPr>
          <w:i/>
        </w:rPr>
        <w:t>Interactions with Children Policy</w:t>
      </w:r>
      <w:r w:rsidRPr="00601343">
        <w:t>)</w:t>
      </w:r>
    </w:p>
    <w:p w14:paraId="13B2E7ED" w14:textId="77777777" w:rsidR="00981335" w:rsidRDefault="002B60D3" w:rsidP="006E318F">
      <w:pPr>
        <w:pStyle w:val="Bullets1"/>
        <w:ind w:left="284" w:hanging="284"/>
      </w:pPr>
      <w:r w:rsidRPr="00601343">
        <w:t>ensuring the diversity and interests of the children, families a</w:t>
      </w:r>
      <w:r w:rsidR="00981335">
        <w:t xml:space="preserve">nd staff are reflected in the physical environment </w:t>
      </w:r>
    </w:p>
    <w:p w14:paraId="5178208D" w14:textId="77777777" w:rsidR="006E318F" w:rsidRPr="00D31C43" w:rsidRDefault="00981335" w:rsidP="006E318F">
      <w:pPr>
        <w:pStyle w:val="Bullets1"/>
        <w:ind w:left="284" w:hanging="284"/>
      </w:pPr>
      <w:r>
        <w:t xml:space="preserve">ensuring </w:t>
      </w:r>
      <w:r w:rsidR="002B60D3" w:rsidRPr="00601343">
        <w:t>that cultural values and expectations about health and wellbeing are respected</w:t>
      </w:r>
    </w:p>
    <w:p w14:paraId="08859692" w14:textId="77777777" w:rsidR="006E318F" w:rsidRPr="00D31C43" w:rsidRDefault="002B60D3" w:rsidP="006E318F">
      <w:pPr>
        <w:pStyle w:val="Bullets1"/>
        <w:ind w:left="284" w:hanging="284"/>
      </w:pPr>
      <w:r w:rsidRPr="00601343">
        <w:t>providing an educational program that is reflective of the service’s values, beliefs and philosophy, and embraces the principles of fairness, equity, diversity and inclusion (</w:t>
      </w:r>
      <w:r w:rsidRPr="00601343">
        <w:rPr>
          <w:i/>
        </w:rPr>
        <w:t>Victorian Early Years Learning and Development Framework Practice Guide Four: Equity and Diversity</w:t>
      </w:r>
      <w:r w:rsidRPr="00601343">
        <w:t xml:space="preserve"> – refer to </w:t>
      </w:r>
      <w:r w:rsidRPr="00601343">
        <w:rPr>
          <w:i/>
        </w:rPr>
        <w:t>Sources</w:t>
      </w:r>
      <w:r w:rsidRPr="00601343">
        <w:t>)</w:t>
      </w:r>
    </w:p>
    <w:p w14:paraId="07EE0E3F" w14:textId="77777777" w:rsidR="00BD78B0" w:rsidRDefault="002B60D3" w:rsidP="00CE646B">
      <w:pPr>
        <w:pStyle w:val="Bullets1"/>
        <w:ind w:left="284" w:hanging="284"/>
      </w:pPr>
      <w:r w:rsidRPr="00601343">
        <w:t>identifying children with additional needs</w:t>
      </w:r>
    </w:p>
    <w:p w14:paraId="52A54AFF" w14:textId="77777777" w:rsidR="00A96E93" w:rsidRPr="00D31C43" w:rsidRDefault="00CA3098" w:rsidP="00CE646B">
      <w:pPr>
        <w:pStyle w:val="Bullets1"/>
        <w:ind w:left="284" w:hanging="284"/>
      </w:pPr>
      <w:r>
        <w:t>b</w:t>
      </w:r>
      <w:r w:rsidR="00BD78B0">
        <w:t>eing</w:t>
      </w:r>
      <w:r w:rsidR="002B60D3" w:rsidRPr="00601343">
        <w:t xml:space="preserve"> aware of support</w:t>
      </w:r>
      <w:r w:rsidR="00BD78B0">
        <w:t xml:space="preserve"> and </w:t>
      </w:r>
      <w:r w:rsidR="002B60D3" w:rsidRPr="00601343">
        <w:t>resources</w:t>
      </w:r>
      <w:r w:rsidR="00BD78B0">
        <w:t xml:space="preserve"> available</w:t>
      </w:r>
      <w:r w:rsidR="002B60D3" w:rsidRPr="00601343">
        <w:t xml:space="preserve"> to ensure that children are included in service programs</w:t>
      </w:r>
    </w:p>
    <w:p w14:paraId="2A3AF6C0" w14:textId="77777777" w:rsidR="00981335" w:rsidRDefault="002B60D3" w:rsidP="006E318F">
      <w:pPr>
        <w:pStyle w:val="Bullets1"/>
        <w:ind w:left="284" w:hanging="284"/>
      </w:pPr>
      <w:r w:rsidRPr="00601343">
        <w:t xml:space="preserve">ensuring that service programs are inclusive of </w:t>
      </w:r>
      <w:r w:rsidR="00981335">
        <w:t xml:space="preserve">all </w:t>
      </w:r>
      <w:r w:rsidRPr="00601343">
        <w:t>children with medical conditions</w:t>
      </w:r>
    </w:p>
    <w:p w14:paraId="3318DC9F" w14:textId="77777777" w:rsidR="006E318F" w:rsidRPr="00D31C43" w:rsidRDefault="002B60D3" w:rsidP="006E318F">
      <w:pPr>
        <w:pStyle w:val="Bullets1"/>
        <w:ind w:left="284" w:hanging="284"/>
      </w:pPr>
      <w:r w:rsidRPr="00601343">
        <w:t xml:space="preserve">using family-centred practice (refer to </w:t>
      </w:r>
      <w:r w:rsidRPr="00981335">
        <w:rPr>
          <w:i/>
        </w:rPr>
        <w:t>Definitions</w:t>
      </w:r>
      <w:r w:rsidRPr="00601343">
        <w:t>) and working collaboratively with staff, parents/guardians, specialist services and other professionals to implement the program at the service and provide individualised support for children</w:t>
      </w:r>
    </w:p>
    <w:p w14:paraId="5BD4946E" w14:textId="77777777" w:rsidR="006E318F" w:rsidRPr="00D31C43" w:rsidRDefault="002B60D3" w:rsidP="006E318F">
      <w:pPr>
        <w:pStyle w:val="Bullets1"/>
        <w:ind w:left="284" w:hanging="284"/>
      </w:pPr>
      <w:r w:rsidRPr="00601343">
        <w:t>providing information to families about the support available to assist children</w:t>
      </w:r>
    </w:p>
    <w:p w14:paraId="054F238B" w14:textId="77777777" w:rsidR="00A05C13" w:rsidRPr="00D31C43" w:rsidRDefault="002B60D3" w:rsidP="00A05C13">
      <w:pPr>
        <w:pStyle w:val="Bullets1"/>
        <w:ind w:left="284" w:hanging="284"/>
      </w:pPr>
      <w:r w:rsidRPr="00601343">
        <w:t>providing opportunities for families to contribute to the program as key partners</w:t>
      </w:r>
    </w:p>
    <w:p w14:paraId="48134E55" w14:textId="77777777" w:rsidR="006E318F" w:rsidRPr="00D31C43" w:rsidRDefault="002B60D3" w:rsidP="006E318F">
      <w:pPr>
        <w:pStyle w:val="Bullets1"/>
        <w:ind w:left="284" w:hanging="284"/>
      </w:pPr>
      <w:r w:rsidRPr="00601343">
        <w:t>ensuring that parents/guardians are consulted, kept informed and provide written consent, where individualised programs, action, support or intervention are planned and provided for their child</w:t>
      </w:r>
    </w:p>
    <w:p w14:paraId="27B0ED9E" w14:textId="77777777" w:rsidR="006E318F" w:rsidRPr="00D31C43" w:rsidRDefault="002B60D3" w:rsidP="006E318F">
      <w:pPr>
        <w:pStyle w:val="Bullets1"/>
        <w:ind w:left="284" w:hanging="284"/>
      </w:pPr>
      <w:r w:rsidRPr="00601343">
        <w:t>responding to the needs and concerns of parents/guardians, and providing support and guidance, where appropriate</w:t>
      </w:r>
    </w:p>
    <w:p w14:paraId="49989EF7" w14:textId="77777777" w:rsidR="006E318F" w:rsidRPr="00D31C43" w:rsidRDefault="002B60D3" w:rsidP="006E318F">
      <w:pPr>
        <w:pStyle w:val="Bullets1"/>
        <w:ind w:left="284" w:hanging="284"/>
      </w:pPr>
      <w:r w:rsidRPr="00601343">
        <w:t xml:space="preserve">working with educators to ensure appropriate program planning and resourcing for children with additional needs (refer to </w:t>
      </w:r>
      <w:r w:rsidRPr="00601343">
        <w:rPr>
          <w:i/>
        </w:rPr>
        <w:t>Definitions</w:t>
      </w:r>
      <w:r w:rsidRPr="00601343">
        <w:t>)</w:t>
      </w:r>
    </w:p>
    <w:p w14:paraId="7F173807" w14:textId="77777777" w:rsidR="006E318F" w:rsidRPr="00D31C43" w:rsidRDefault="002B60D3" w:rsidP="006E318F">
      <w:pPr>
        <w:pStyle w:val="Bullets1"/>
        <w:ind w:left="284" w:hanging="284"/>
      </w:pPr>
      <w:r w:rsidRPr="00601343">
        <w:t>providing support and guidance to educators/staff</w:t>
      </w:r>
    </w:p>
    <w:p w14:paraId="38CD5DA1" w14:textId="77777777" w:rsidR="00434FAD" w:rsidRPr="00D31C43" w:rsidRDefault="002B60D3" w:rsidP="00CE646B">
      <w:pPr>
        <w:pStyle w:val="Bullets1"/>
        <w:ind w:left="284" w:hanging="284"/>
      </w:pPr>
      <w:r w:rsidRPr="00601343">
        <w:t>organising appropriate resources and accredited professional development for staff to enable all children to be included at the service</w:t>
      </w:r>
    </w:p>
    <w:p w14:paraId="398DB158" w14:textId="77777777" w:rsidR="00E44BF0" w:rsidRPr="00D31C43" w:rsidRDefault="002B60D3" w:rsidP="00CE646B">
      <w:pPr>
        <w:pStyle w:val="Bullets1"/>
        <w:ind w:left="284" w:hanging="284"/>
      </w:pPr>
      <w:r w:rsidRPr="00601343">
        <w:t>developing links with other services and/or professionals to support children with additional needs and where required have referral pathways in place</w:t>
      </w:r>
    </w:p>
    <w:p w14:paraId="0BD95E3B" w14:textId="77777777" w:rsidR="007C738E" w:rsidRPr="00D31C43" w:rsidRDefault="002B60D3">
      <w:pPr>
        <w:pStyle w:val="Bullets1"/>
        <w:ind w:left="284" w:hanging="284"/>
      </w:pPr>
      <w:r w:rsidRPr="00601343">
        <w:t xml:space="preserve"> ensuring that the program provides opportunities for all children to participate and interact with one another</w:t>
      </w:r>
    </w:p>
    <w:p w14:paraId="2D00A812" w14:textId="77777777" w:rsidR="00981335" w:rsidRPr="00981335" w:rsidRDefault="002B60D3" w:rsidP="00391023">
      <w:pPr>
        <w:pStyle w:val="HTVbullet1"/>
        <w:ind w:left="284" w:hanging="284"/>
        <w:rPr>
          <w:rFonts w:ascii="Arial" w:hAnsi="Arial" w:cs="Arial"/>
          <w:sz w:val="20"/>
          <w:szCs w:val="20"/>
        </w:rPr>
      </w:pPr>
      <w:r w:rsidRPr="00601343">
        <w:rPr>
          <w:rFonts w:ascii="Arial" w:eastAsia="Calibri" w:hAnsi="Arial" w:cs="Times New Roman"/>
          <w:sz w:val="20"/>
          <w:szCs w:val="19"/>
          <w:lang w:eastAsia="en-AU"/>
        </w:rPr>
        <w:t xml:space="preserve">using language services (refer to </w:t>
      </w:r>
      <w:r w:rsidRPr="00601343">
        <w:rPr>
          <w:rFonts w:ascii="Arial" w:eastAsia="Calibri" w:hAnsi="Arial" w:cs="Times New Roman"/>
          <w:i/>
          <w:sz w:val="20"/>
          <w:szCs w:val="19"/>
          <w:lang w:eastAsia="en-AU"/>
        </w:rPr>
        <w:t>Sources</w:t>
      </w:r>
      <w:r w:rsidRPr="00601343">
        <w:rPr>
          <w:rFonts w:ascii="Arial" w:eastAsia="Calibri" w:hAnsi="Arial" w:cs="Times New Roman"/>
          <w:sz w:val="20"/>
          <w:szCs w:val="19"/>
          <w:lang w:eastAsia="en-AU"/>
        </w:rPr>
        <w:t>) to assist with communication, where required</w:t>
      </w:r>
    </w:p>
    <w:p w14:paraId="0D3C7B95" w14:textId="77777777" w:rsidR="00981335" w:rsidRPr="00981335" w:rsidRDefault="002B60D3" w:rsidP="00391023">
      <w:pPr>
        <w:pStyle w:val="HTVbullet1"/>
        <w:ind w:left="284" w:hanging="284"/>
        <w:rPr>
          <w:rFonts w:ascii="Arial" w:hAnsi="Arial" w:cs="Arial"/>
          <w:sz w:val="20"/>
          <w:szCs w:val="20"/>
        </w:rPr>
      </w:pPr>
      <w:r w:rsidRPr="00601343">
        <w:rPr>
          <w:rFonts w:ascii="Arial" w:eastAsia="Calibri" w:hAnsi="Arial" w:cs="Times New Roman"/>
          <w:sz w:val="20"/>
          <w:szCs w:val="19"/>
          <w:lang w:eastAsia="en-AU"/>
        </w:rPr>
        <w:t>ensuring that individualised programs incorporate opportunities for regular review and evaluation, in consultation with all people involved in the child’s education and care</w:t>
      </w:r>
    </w:p>
    <w:p w14:paraId="645DA9B7" w14:textId="77777777" w:rsidR="00A7453D" w:rsidRPr="00601343" w:rsidRDefault="002B60D3" w:rsidP="00391023">
      <w:pPr>
        <w:pStyle w:val="HTVbullet1"/>
        <w:ind w:left="284" w:hanging="284"/>
        <w:rPr>
          <w:rFonts w:ascii="Arial" w:hAnsi="Arial" w:cs="Arial"/>
          <w:sz w:val="20"/>
          <w:szCs w:val="20"/>
        </w:rPr>
      </w:pPr>
      <w:r w:rsidRPr="00601343">
        <w:rPr>
          <w:rFonts w:ascii="Arial" w:hAnsi="Arial" w:cs="Arial"/>
          <w:sz w:val="20"/>
          <w:szCs w:val="20"/>
        </w:rPr>
        <w:t>providing information to families about local parenting and family services, and other resources that are available to support the health and wel</w:t>
      </w:r>
      <w:r w:rsidR="00981335">
        <w:rPr>
          <w:rFonts w:ascii="Arial" w:hAnsi="Arial" w:cs="Arial"/>
          <w:sz w:val="20"/>
          <w:szCs w:val="20"/>
        </w:rPr>
        <w:t>lbeing of children and families</w:t>
      </w:r>
    </w:p>
    <w:p w14:paraId="7844C039" w14:textId="77777777" w:rsidR="00D34E8C" w:rsidRPr="00601343" w:rsidRDefault="002B60D3" w:rsidP="00391023">
      <w:pPr>
        <w:pStyle w:val="HTVbullet1"/>
        <w:ind w:left="284" w:hanging="284"/>
        <w:rPr>
          <w:rFonts w:ascii="Arial" w:hAnsi="Arial" w:cs="Arial"/>
          <w:sz w:val="20"/>
          <w:szCs w:val="20"/>
        </w:rPr>
      </w:pPr>
      <w:r w:rsidRPr="00601343">
        <w:rPr>
          <w:rFonts w:ascii="Arial" w:hAnsi="Arial" w:cs="Arial"/>
          <w:sz w:val="20"/>
          <w:szCs w:val="20"/>
        </w:rPr>
        <w:t>developing partnerships with other education and care settings and schools to enable children to move successful</w:t>
      </w:r>
      <w:r w:rsidR="00981335">
        <w:rPr>
          <w:rFonts w:ascii="Arial" w:hAnsi="Arial" w:cs="Arial"/>
          <w:sz w:val="20"/>
          <w:szCs w:val="20"/>
        </w:rPr>
        <w:t>ly from one setting to another</w:t>
      </w:r>
    </w:p>
    <w:p w14:paraId="008F3662" w14:textId="77777777" w:rsidR="00A05C13" w:rsidRPr="00D31C43" w:rsidRDefault="002B60D3" w:rsidP="00A05C13">
      <w:pPr>
        <w:pStyle w:val="Bullets1"/>
        <w:ind w:left="284" w:hanging="284"/>
      </w:pPr>
      <w:r w:rsidRPr="00601343">
        <w:lastRenderedPageBreak/>
        <w:t>notifying the Approved Provider of any behaviour or circumstances that may constitute discrimination, bullying, harassment or prejudice</w:t>
      </w:r>
    </w:p>
    <w:p w14:paraId="112601D4" w14:textId="77777777" w:rsidR="00D34E8C" w:rsidRPr="00D31C43" w:rsidRDefault="002B60D3" w:rsidP="00391023">
      <w:pPr>
        <w:pStyle w:val="Bullets1"/>
        <w:ind w:left="284" w:hanging="284"/>
      </w:pPr>
      <w:r w:rsidRPr="00601343">
        <w:t xml:space="preserve">ensuring that no employee, prospective employee, parent/guardian, child, volunteer or student at the service is discriminated against </w:t>
      </w:r>
    </w:p>
    <w:p w14:paraId="7A20ECA4" w14:textId="77777777" w:rsidR="00D34E8C" w:rsidRPr="00D31C43" w:rsidRDefault="002B60D3" w:rsidP="00391023">
      <w:pPr>
        <w:pStyle w:val="Bullets1"/>
        <w:ind w:left="284" w:hanging="284"/>
      </w:pPr>
      <w:r w:rsidRPr="00601343">
        <w:t xml:space="preserve">ensuring that any behaviour or circumstances that may constitute discrimination or prejudice are dealt with in an appropriate manner (refer to </w:t>
      </w:r>
      <w:r w:rsidRPr="00601343">
        <w:rPr>
          <w:i/>
        </w:rPr>
        <w:t>Complaints and Grievances Policy</w:t>
      </w:r>
      <w:r w:rsidRPr="00601343">
        <w:t>)</w:t>
      </w:r>
    </w:p>
    <w:p w14:paraId="5C2357FC" w14:textId="77777777" w:rsidR="007C738E" w:rsidRPr="0089151F" w:rsidRDefault="002B60D3" w:rsidP="00601343">
      <w:pPr>
        <w:pStyle w:val="Bullets1"/>
        <w:ind w:left="284" w:hanging="284"/>
      </w:pPr>
      <w:r w:rsidRPr="00601343">
        <w:t xml:space="preserve">ensuring that all policies of </w:t>
      </w:r>
      <w:r w:rsidR="00AC4FAD">
        <w:t>Eltham South Preschool</w:t>
      </w:r>
      <w:r w:rsidRPr="00601343">
        <w:t xml:space="preserve">, including the </w:t>
      </w:r>
      <w:r w:rsidRPr="00601343">
        <w:rPr>
          <w:i/>
        </w:rPr>
        <w:t>Privacy and Confidentiality Policy</w:t>
      </w:r>
      <w:r w:rsidRPr="00601343">
        <w:t>, are adhered to at all times.</w:t>
      </w:r>
    </w:p>
    <w:p w14:paraId="52F33F47" w14:textId="77777777" w:rsidR="00A96E93" w:rsidRPr="00067861" w:rsidRDefault="005B23A2" w:rsidP="00EC1A50">
      <w:pPr>
        <w:pStyle w:val="Heading4"/>
        <w:spacing w:before="170"/>
      </w:pPr>
      <w:r>
        <w:t>All</w:t>
      </w:r>
      <w:r w:rsidR="00A96E93">
        <w:t xml:space="preserve"> other staff </w:t>
      </w:r>
      <w:r w:rsidR="00A96E93" w:rsidRPr="00C91A97">
        <w:t xml:space="preserve">are </w:t>
      </w:r>
      <w:r w:rsidR="00A96E93" w:rsidRPr="00067861">
        <w:t>responsible for:</w:t>
      </w:r>
    </w:p>
    <w:p w14:paraId="58CF73BD" w14:textId="77777777" w:rsidR="00074434" w:rsidRDefault="000B0F79" w:rsidP="00EC6691">
      <w:pPr>
        <w:pStyle w:val="Bullets1"/>
        <w:ind w:left="284" w:hanging="284"/>
      </w:pPr>
      <w:r>
        <w:t>supporting the</w:t>
      </w:r>
      <w:r w:rsidR="00074434" w:rsidRPr="00074434">
        <w:t xml:space="preserve"> participation and inclusion of all children </w:t>
      </w:r>
      <w:r>
        <w:t>in the program</w:t>
      </w:r>
      <w:r w:rsidR="00074434" w:rsidRPr="00074434">
        <w:t xml:space="preserve"> at the service</w:t>
      </w:r>
    </w:p>
    <w:p w14:paraId="2997F78C" w14:textId="77777777" w:rsidR="00A96E93" w:rsidRDefault="00A96E93" w:rsidP="000B0F79">
      <w:pPr>
        <w:pStyle w:val="Bullets1"/>
        <w:ind w:left="284" w:hanging="284"/>
      </w:pPr>
      <w:r>
        <w:t xml:space="preserve">being aware of the service’s expectations regarding positive, respectful and appropriate behaviour when working with children and families (refer to </w:t>
      </w:r>
      <w:r>
        <w:rPr>
          <w:i/>
        </w:rPr>
        <w:t xml:space="preserve">Code of Conduct Policy </w:t>
      </w:r>
      <w:r>
        <w:t xml:space="preserve">and </w:t>
      </w:r>
      <w:r>
        <w:rPr>
          <w:i/>
        </w:rPr>
        <w:t>Interactions with Children Policy</w:t>
      </w:r>
      <w:r>
        <w:t>)</w:t>
      </w:r>
    </w:p>
    <w:p w14:paraId="46008030" w14:textId="77777777" w:rsidR="00A96E93" w:rsidRDefault="00A96E93" w:rsidP="000B0F79">
      <w:pPr>
        <w:pStyle w:val="Bullets1"/>
        <w:ind w:left="284" w:hanging="284"/>
      </w:pPr>
      <w:r>
        <w:t xml:space="preserve">using family-centred practice (refer to </w:t>
      </w:r>
      <w:r w:rsidRPr="003B48E4">
        <w:rPr>
          <w:i/>
        </w:rPr>
        <w:t>Definitions</w:t>
      </w:r>
      <w:r>
        <w:t>) and w</w:t>
      </w:r>
      <w:r w:rsidRPr="00433230">
        <w:t xml:space="preserve">orking collaboratively with </w:t>
      </w:r>
      <w:r>
        <w:t xml:space="preserve">other </w:t>
      </w:r>
      <w:r w:rsidRPr="00433230">
        <w:t>staff</w:t>
      </w:r>
      <w:r>
        <w:t xml:space="preserve">, </w:t>
      </w:r>
      <w:r w:rsidRPr="00433230">
        <w:t>parents/guardians</w:t>
      </w:r>
      <w:r>
        <w:t xml:space="preserve">, specialist services and </w:t>
      </w:r>
      <w:r w:rsidRPr="00433230">
        <w:t xml:space="preserve">professionals to implement </w:t>
      </w:r>
      <w:r>
        <w:t>the program at the service and provide individualised support for children, where required</w:t>
      </w:r>
    </w:p>
    <w:p w14:paraId="1C429279" w14:textId="77777777" w:rsidR="00A96E93" w:rsidRPr="002228E1" w:rsidRDefault="00A96E93" w:rsidP="000B0F79">
      <w:pPr>
        <w:pStyle w:val="Bullets1"/>
        <w:ind w:left="284" w:hanging="284"/>
      </w:pPr>
      <w:r>
        <w:t>d</w:t>
      </w:r>
      <w:r w:rsidRPr="002228E1">
        <w:t>e</w:t>
      </w:r>
      <w:r>
        <w:t>livering</w:t>
      </w:r>
      <w:r w:rsidRPr="002228E1">
        <w:t xml:space="preserve"> </w:t>
      </w:r>
      <w:r>
        <w:t xml:space="preserve">an educational </w:t>
      </w:r>
      <w:r w:rsidRPr="002228E1">
        <w:t xml:space="preserve">program </w:t>
      </w:r>
      <w:r>
        <w:t xml:space="preserve">that </w:t>
      </w:r>
      <w:r w:rsidRPr="002228E1">
        <w:t xml:space="preserve">is reflective of the </w:t>
      </w:r>
      <w:r>
        <w:t>service</w:t>
      </w:r>
      <w:r w:rsidRPr="002228E1">
        <w:t xml:space="preserve">’s </w:t>
      </w:r>
      <w:r>
        <w:t xml:space="preserve">values, beliefs and </w:t>
      </w:r>
      <w:r w:rsidRPr="002228E1">
        <w:t>philosophy</w:t>
      </w:r>
      <w:r>
        <w:t xml:space="preserve">, and </w:t>
      </w:r>
      <w:r w:rsidRPr="002228E1">
        <w:t xml:space="preserve">embraces </w:t>
      </w:r>
      <w:r>
        <w:t xml:space="preserve">the principles of fairness, equity, </w:t>
      </w:r>
      <w:r w:rsidRPr="002228E1">
        <w:t>div</w:t>
      </w:r>
      <w:r>
        <w:t>ersity and inclusion</w:t>
      </w:r>
      <w:r w:rsidR="00FE25A7">
        <w:t xml:space="preserve"> </w:t>
      </w:r>
      <w:r>
        <w:t>(</w:t>
      </w:r>
      <w:r w:rsidRPr="00FE25A7">
        <w:rPr>
          <w:i/>
        </w:rPr>
        <w:t>Victorian Early Years Learning and Development Framework Practice Guide Four: Equity and Diversity</w:t>
      </w:r>
      <w:r>
        <w:t xml:space="preserve"> – refer to </w:t>
      </w:r>
      <w:r w:rsidRPr="00FE25A7">
        <w:rPr>
          <w:i/>
        </w:rPr>
        <w:t>Sources</w:t>
      </w:r>
      <w:r>
        <w:t>)</w:t>
      </w:r>
    </w:p>
    <w:p w14:paraId="40F9E80D" w14:textId="77777777" w:rsidR="00A7453D" w:rsidRPr="00CE7230" w:rsidRDefault="00A7453D" w:rsidP="000B0F79">
      <w:pPr>
        <w:pStyle w:val="Bullets1"/>
        <w:ind w:left="284" w:hanging="284"/>
      </w:pPr>
      <w:r>
        <w:t>embedding social and emotional learning</w:t>
      </w:r>
      <w:r w:rsidRPr="00CE7230">
        <w:t xml:space="preserve"> in the service program and practic</w:t>
      </w:r>
      <w:r w:rsidR="000B0F79">
        <w:t>e</w:t>
      </w:r>
    </w:p>
    <w:p w14:paraId="4E48081F" w14:textId="77777777" w:rsidR="00A7453D" w:rsidRPr="00601343" w:rsidRDefault="002B60D3" w:rsidP="000B0F79">
      <w:pPr>
        <w:pStyle w:val="HTVbullet1"/>
        <w:ind w:left="284" w:hanging="284"/>
        <w:rPr>
          <w:rFonts w:ascii="Arial" w:hAnsi="Arial" w:cs="Arial"/>
          <w:sz w:val="20"/>
          <w:szCs w:val="20"/>
          <w:u w:val="single"/>
        </w:rPr>
      </w:pPr>
      <w:r w:rsidRPr="00601343">
        <w:rPr>
          <w:rFonts w:ascii="Arial" w:hAnsi="Arial" w:cs="Arial"/>
          <w:sz w:val="20"/>
          <w:szCs w:val="20"/>
        </w:rPr>
        <w:t>providing a range of opportunities in the outdoor and indoor spaces and the natural environment, for all children to engage in physical, explorative and creative experiences</w:t>
      </w:r>
    </w:p>
    <w:p w14:paraId="3C6C7F74" w14:textId="77777777" w:rsidR="00A7453D" w:rsidRPr="00601343" w:rsidRDefault="002B60D3" w:rsidP="000B0F79">
      <w:pPr>
        <w:pStyle w:val="HTVbullet1"/>
        <w:ind w:left="284" w:hanging="284"/>
        <w:rPr>
          <w:rFonts w:ascii="Arial" w:hAnsi="Arial" w:cs="Arial"/>
          <w:sz w:val="20"/>
          <w:szCs w:val="20"/>
        </w:rPr>
      </w:pPr>
      <w:r w:rsidRPr="00601343">
        <w:rPr>
          <w:rFonts w:ascii="Arial" w:hAnsi="Arial" w:cs="Arial"/>
          <w:sz w:val="20"/>
          <w:szCs w:val="20"/>
        </w:rPr>
        <w:t xml:space="preserve">encouraging and supporting educators, staff and families as role models to demonstrate positive and respectful relationships </w:t>
      </w:r>
    </w:p>
    <w:p w14:paraId="29625817" w14:textId="77777777" w:rsidR="00F32FF3" w:rsidRDefault="00F32FF3" w:rsidP="000B0F79">
      <w:pPr>
        <w:pStyle w:val="Bullets1"/>
        <w:ind w:left="284" w:hanging="284"/>
      </w:pPr>
      <w:r>
        <w:t>undertaking appropriate</w:t>
      </w:r>
      <w:r w:rsidR="007D6D6D">
        <w:t xml:space="preserve">, </w:t>
      </w:r>
      <w:r>
        <w:t xml:space="preserve">accredited professional development </w:t>
      </w:r>
      <w:r w:rsidR="000B0F79">
        <w:t xml:space="preserve">to support </w:t>
      </w:r>
      <w:r w:rsidR="007D6D6D">
        <w:t xml:space="preserve">the </w:t>
      </w:r>
      <w:r>
        <w:t>inclu</w:t>
      </w:r>
      <w:r w:rsidR="007D6D6D">
        <w:t>sion of all children at the service</w:t>
      </w:r>
    </w:p>
    <w:p w14:paraId="3CDA20C1" w14:textId="77777777" w:rsidR="00A96E93" w:rsidRDefault="00A96E93" w:rsidP="000B0F79">
      <w:pPr>
        <w:pStyle w:val="Bullets1"/>
        <w:ind w:left="284" w:hanging="284"/>
      </w:pPr>
      <w:r>
        <w:t>using language services to assist with communication, where required</w:t>
      </w:r>
    </w:p>
    <w:p w14:paraId="17276103" w14:textId="77777777" w:rsidR="00A96E93" w:rsidRPr="00433230" w:rsidRDefault="00A96E93" w:rsidP="000B0F79">
      <w:pPr>
        <w:pStyle w:val="Bullets1"/>
        <w:ind w:left="284" w:hanging="284"/>
      </w:pPr>
      <w:r w:rsidRPr="00433230">
        <w:t>understanding and respecting different c</w:t>
      </w:r>
      <w:r>
        <w:t>ultural child-rearing and social practices</w:t>
      </w:r>
    </w:p>
    <w:p w14:paraId="5CC15BD9" w14:textId="77777777" w:rsidR="00A96E93" w:rsidRDefault="00A96E93" w:rsidP="000B0F79">
      <w:pPr>
        <w:pStyle w:val="Bullets1"/>
        <w:ind w:left="284" w:hanging="284"/>
      </w:pPr>
      <w:r>
        <w:t xml:space="preserve">working with the Approved Provider and Nominated Supervisor to ensure appropriate program </w:t>
      </w:r>
      <w:r w:rsidRPr="006008EB">
        <w:t>planning and resourcing for children with additional nee</w:t>
      </w:r>
      <w:r>
        <w:t xml:space="preserve">ds (refer to </w:t>
      </w:r>
      <w:r w:rsidRPr="001B01EE">
        <w:rPr>
          <w:i/>
        </w:rPr>
        <w:t>Definitions</w:t>
      </w:r>
      <w:r>
        <w:t>)</w:t>
      </w:r>
    </w:p>
    <w:p w14:paraId="00ED70AC" w14:textId="77777777" w:rsidR="00A96E93" w:rsidRPr="00F803B4" w:rsidRDefault="00A96E93" w:rsidP="00EC6691">
      <w:pPr>
        <w:pStyle w:val="Bullets1"/>
        <w:ind w:left="284" w:hanging="284"/>
        <w:rPr>
          <w:b/>
          <w:bCs/>
        </w:rPr>
      </w:pPr>
      <w:r>
        <w:t xml:space="preserve">meeting </w:t>
      </w:r>
      <w:r w:rsidRPr="00686DD5">
        <w:t>any specialised medical and nutritional needs of child</w:t>
      </w:r>
      <w:r>
        <w:t>ren</w:t>
      </w:r>
      <w:r w:rsidRPr="00686DD5">
        <w:t xml:space="preserve"> </w:t>
      </w:r>
      <w:r>
        <w:t>on a</w:t>
      </w:r>
      <w:r w:rsidRPr="00686DD5">
        <w:t xml:space="preserve"> day-to-day </w:t>
      </w:r>
      <w:r>
        <w:t xml:space="preserve">basis (refer to </w:t>
      </w:r>
      <w:r w:rsidRPr="0027016A">
        <w:rPr>
          <w:i/>
        </w:rPr>
        <w:t>Dealing with Medical Conditions Policy</w:t>
      </w:r>
      <w:r>
        <w:rPr>
          <w:i/>
        </w:rPr>
        <w:t xml:space="preserve"> </w:t>
      </w:r>
      <w:r w:rsidRPr="00D6545F">
        <w:t>and</w:t>
      </w:r>
      <w:r w:rsidRPr="0027016A">
        <w:rPr>
          <w:i/>
        </w:rPr>
        <w:t xml:space="preserve"> Nutrition and Active Play Policy</w:t>
      </w:r>
      <w:r>
        <w:t>)</w:t>
      </w:r>
    </w:p>
    <w:p w14:paraId="30082BFC" w14:textId="77777777" w:rsidR="00A96E93" w:rsidRDefault="00A96E93" w:rsidP="00EC6691">
      <w:pPr>
        <w:pStyle w:val="Bullets1"/>
        <w:ind w:left="284" w:hanging="284"/>
      </w:pPr>
      <w:r>
        <w:t>providing information to families about the support available to assist childre</w:t>
      </w:r>
      <w:r w:rsidR="00EC108D">
        <w:t>n</w:t>
      </w:r>
    </w:p>
    <w:p w14:paraId="448C308C" w14:textId="77777777" w:rsidR="00A96E93" w:rsidRPr="00433230" w:rsidRDefault="00A96E93" w:rsidP="00752E9E">
      <w:pPr>
        <w:pStyle w:val="Bullets1"/>
        <w:ind w:left="284" w:hanging="284"/>
      </w:pPr>
      <w:r w:rsidRPr="00433230">
        <w:t xml:space="preserve">discussing any concerns regarding </w:t>
      </w:r>
      <w:r>
        <w:t>individual children with the Nominated Supervisor or Approved Provider, and parents/guardians</w:t>
      </w:r>
    </w:p>
    <w:p w14:paraId="512F5392" w14:textId="77777777" w:rsidR="00A96E93" w:rsidRDefault="00A96E93" w:rsidP="00752E9E">
      <w:pPr>
        <w:pStyle w:val="Bullets1"/>
        <w:ind w:left="284" w:hanging="284"/>
      </w:pPr>
      <w:r>
        <w:t>responding to the needs and concerns of parents/guardians, and providing support and guidance, where appropriate</w:t>
      </w:r>
    </w:p>
    <w:p w14:paraId="1FA5EEFE" w14:textId="77777777" w:rsidR="00A96E93" w:rsidRPr="00F803B4" w:rsidRDefault="00A96E93" w:rsidP="00752E9E">
      <w:pPr>
        <w:pStyle w:val="Bullets1"/>
        <w:ind w:left="284" w:hanging="284"/>
        <w:rPr>
          <w:b/>
          <w:bCs/>
        </w:rPr>
      </w:pPr>
      <w:r>
        <w:t>reviewing and evaluating individualised support programs in consultation with all people involved in the child’s education and care</w:t>
      </w:r>
    </w:p>
    <w:p w14:paraId="3BCE4FC7" w14:textId="77777777" w:rsidR="00A96E93" w:rsidRPr="00433230" w:rsidRDefault="00A96E93" w:rsidP="00752E9E">
      <w:pPr>
        <w:pStyle w:val="Bullets1"/>
        <w:ind w:left="284" w:hanging="284"/>
      </w:pPr>
      <w:r>
        <w:t xml:space="preserve">critically reflecting </w:t>
      </w:r>
      <w:r w:rsidRPr="00433230">
        <w:t xml:space="preserve">on practice to ensure </w:t>
      </w:r>
      <w:r>
        <w:t xml:space="preserve">that </w:t>
      </w:r>
      <w:r w:rsidRPr="00433230">
        <w:t xml:space="preserve">interactions and programs embrace an approach </w:t>
      </w:r>
      <w:r>
        <w:t>in which</w:t>
      </w:r>
      <w:r w:rsidRPr="00433230">
        <w:t xml:space="preserve"> children and families feel valued</w:t>
      </w:r>
      <w:r>
        <w:t xml:space="preserve"> and</w:t>
      </w:r>
      <w:r w:rsidRPr="00433230">
        <w:t xml:space="preserve"> respected</w:t>
      </w:r>
      <w:r>
        <w:t>,</w:t>
      </w:r>
      <w:r w:rsidRPr="00433230">
        <w:t xml:space="preserve"> and</w:t>
      </w:r>
      <w:r>
        <w:t xml:space="preserve"> that their contributions are welcomed</w:t>
      </w:r>
    </w:p>
    <w:p w14:paraId="74D76666" w14:textId="77777777" w:rsidR="00A96E93" w:rsidRDefault="00A96E93" w:rsidP="00752E9E">
      <w:pPr>
        <w:pStyle w:val="Bullets1"/>
        <w:ind w:left="284" w:hanging="284"/>
      </w:pPr>
      <w:r>
        <w:t>notifying the Nominated Supervisor or Approved Provider of any</w:t>
      </w:r>
      <w:r w:rsidRPr="00433230">
        <w:t xml:space="preserve"> </w:t>
      </w:r>
      <w:r>
        <w:t xml:space="preserve">behaviour or </w:t>
      </w:r>
      <w:r w:rsidRPr="00433230">
        <w:t xml:space="preserve">circumstances that may </w:t>
      </w:r>
      <w:r>
        <w:t xml:space="preserve">constitute </w:t>
      </w:r>
      <w:r w:rsidRPr="00433230">
        <w:t>discrimination or prejudice</w:t>
      </w:r>
    </w:p>
    <w:p w14:paraId="0680407C" w14:textId="77777777" w:rsidR="00A96E93" w:rsidRPr="00433230" w:rsidRDefault="00A96E93" w:rsidP="00752E9E">
      <w:pPr>
        <w:pStyle w:val="Bullets1"/>
        <w:ind w:left="284" w:hanging="284"/>
      </w:pPr>
      <w:r>
        <w:t xml:space="preserve">adhering to the policies of </w:t>
      </w:r>
      <w:r w:rsidR="00AC4FAD">
        <w:t>Eltham South Preschool</w:t>
      </w:r>
      <w:r w:rsidR="00426B70">
        <w:t xml:space="preserve">, </w:t>
      </w:r>
      <w:r>
        <w:t xml:space="preserve">including </w:t>
      </w:r>
      <w:r w:rsidRPr="00433230">
        <w:t xml:space="preserve">the </w:t>
      </w:r>
      <w:r w:rsidRPr="00E14EDB">
        <w:rPr>
          <w:i/>
        </w:rPr>
        <w:t>Privacy and Confidentiality Policy</w:t>
      </w:r>
      <w:r w:rsidRPr="00D6545F">
        <w:t>,</w:t>
      </w:r>
      <w:r>
        <w:t xml:space="preserve"> at all times.</w:t>
      </w:r>
    </w:p>
    <w:p w14:paraId="0136780B" w14:textId="77777777" w:rsidR="00A96E93" w:rsidRPr="00067861" w:rsidRDefault="00A96E93" w:rsidP="00EC1A50">
      <w:pPr>
        <w:pStyle w:val="Heading4"/>
        <w:spacing w:before="170"/>
      </w:pPr>
      <w:r>
        <w:t>P</w:t>
      </w:r>
      <w:r w:rsidRPr="00067861">
        <w:t>arents/guardians are responsible for:</w:t>
      </w:r>
    </w:p>
    <w:p w14:paraId="21A7EACE" w14:textId="77777777" w:rsidR="00A96E93" w:rsidRDefault="00A96E93" w:rsidP="00496F27">
      <w:pPr>
        <w:pStyle w:val="Bullets1"/>
        <w:ind w:left="284" w:hanging="284"/>
      </w:pPr>
      <w:r>
        <w:t>a</w:t>
      </w:r>
      <w:r w:rsidRPr="00433230">
        <w:t xml:space="preserve">dhering </w:t>
      </w:r>
      <w:r>
        <w:t xml:space="preserve">to the policies of </w:t>
      </w:r>
      <w:r w:rsidR="00AC4FAD">
        <w:t>Eltham South Preschool</w:t>
      </w:r>
      <w:r>
        <w:t>, including th</w:t>
      </w:r>
      <w:r w:rsidR="000B0F79">
        <w:t>e</w:t>
      </w:r>
      <w:r>
        <w:t xml:space="preserve"> </w:t>
      </w:r>
      <w:r w:rsidRPr="00067861">
        <w:rPr>
          <w:i/>
        </w:rPr>
        <w:t>Inclusion and Equity Policy</w:t>
      </w:r>
      <w:r>
        <w:t xml:space="preserve"> and the </w:t>
      </w:r>
      <w:r w:rsidRPr="00E14EDB">
        <w:rPr>
          <w:i/>
        </w:rPr>
        <w:t>Privacy and Confidentiality Policy</w:t>
      </w:r>
      <w:r w:rsidRPr="00D6545F">
        <w:t>,</w:t>
      </w:r>
      <w:r>
        <w:t xml:space="preserve"> at all times</w:t>
      </w:r>
    </w:p>
    <w:p w14:paraId="41E7AC24" w14:textId="77777777" w:rsidR="00A96E93" w:rsidRPr="00433230" w:rsidRDefault="00A96E93" w:rsidP="00496F27">
      <w:pPr>
        <w:pStyle w:val="Bullets1"/>
        <w:ind w:left="284" w:hanging="284"/>
      </w:pPr>
      <w:r>
        <w:t>communicating with the service to ensure awareness of their child’s specific needs</w:t>
      </w:r>
    </w:p>
    <w:p w14:paraId="6FC3B51C" w14:textId="77777777" w:rsidR="00A96E93" w:rsidRPr="00433230" w:rsidRDefault="00A96E93" w:rsidP="00496F27">
      <w:pPr>
        <w:pStyle w:val="Bullets1"/>
        <w:ind w:left="284" w:hanging="284"/>
      </w:pPr>
      <w:r>
        <w:lastRenderedPageBreak/>
        <w:t>r</w:t>
      </w:r>
      <w:r w:rsidRPr="00433230">
        <w:t xml:space="preserve">aising any issues or concerns </w:t>
      </w:r>
      <w:r>
        <w:t xml:space="preserve">regarding </w:t>
      </w:r>
      <w:r w:rsidRPr="00433230">
        <w:t>their child</w:t>
      </w:r>
      <w:r>
        <w:t>’s participation in the program</w:t>
      </w:r>
    </w:p>
    <w:p w14:paraId="4207D507" w14:textId="77777777" w:rsidR="00981335" w:rsidRDefault="00981335" w:rsidP="00981335">
      <w:pPr>
        <w:pStyle w:val="Bullets1"/>
        <w:ind w:left="284" w:hanging="284"/>
      </w:pPr>
      <w:r>
        <w:t>r</w:t>
      </w:r>
      <w:r w:rsidRPr="00433230">
        <w:t xml:space="preserve">esponding to requests from </w:t>
      </w:r>
      <w:r>
        <w:t xml:space="preserve">educators </w:t>
      </w:r>
      <w:r w:rsidRPr="00433230">
        <w:t xml:space="preserve">for </w:t>
      </w:r>
      <w:r>
        <w:t xml:space="preserve">written </w:t>
      </w:r>
      <w:r w:rsidRPr="00433230">
        <w:t>permission to arrange for an assessment or</w:t>
      </w:r>
      <w:r>
        <w:t xml:space="preserve"> collect reports on their child</w:t>
      </w:r>
      <w:r w:rsidR="00CA4294">
        <w:t xml:space="preserve"> from service</w:t>
      </w:r>
      <w:r>
        <w:t xml:space="preserve"> providers</w:t>
      </w:r>
    </w:p>
    <w:p w14:paraId="41845013" w14:textId="77777777" w:rsidR="00A96E93" w:rsidRDefault="00A96E93" w:rsidP="00496F27">
      <w:pPr>
        <w:pStyle w:val="Bullets1"/>
        <w:ind w:left="284" w:hanging="284"/>
      </w:pPr>
      <w:r>
        <w:t>b</w:t>
      </w:r>
      <w:r w:rsidRPr="00433230">
        <w:t xml:space="preserve">eing involved in, </w:t>
      </w:r>
      <w:r>
        <w:t>keeping</w:t>
      </w:r>
      <w:r w:rsidRPr="00433230">
        <w:t xml:space="preserve"> fully informed about, </w:t>
      </w:r>
      <w:r>
        <w:t xml:space="preserve">and providing written consent for </w:t>
      </w:r>
      <w:r w:rsidRPr="00433230">
        <w:t xml:space="preserve">any </w:t>
      </w:r>
      <w:r>
        <w:t xml:space="preserve">individualised </w:t>
      </w:r>
      <w:r w:rsidRPr="00433230">
        <w:t>intervention or s</w:t>
      </w:r>
      <w:r>
        <w:t>upport proposed/provided for their child</w:t>
      </w:r>
      <w:r w:rsidR="00CA4294">
        <w:t>.</w:t>
      </w:r>
    </w:p>
    <w:p w14:paraId="0C00BD46" w14:textId="77777777" w:rsidR="00EA440C" w:rsidRDefault="00EA440C" w:rsidP="00AE03CA">
      <w:pPr>
        <w:pStyle w:val="Tablecolumnhead"/>
        <w:spacing w:after="60"/>
        <w:rPr>
          <w:rFonts w:ascii="Arial" w:hAnsi="Arial" w:cs="Arial"/>
          <w:lang w:val="en-US"/>
        </w:rPr>
      </w:pPr>
    </w:p>
    <w:p w14:paraId="1369EE24" w14:textId="77777777" w:rsidR="00A96E93" w:rsidRPr="00601343" w:rsidRDefault="002B60D3" w:rsidP="00AE03CA">
      <w:pPr>
        <w:pStyle w:val="Tablecolumnhead"/>
        <w:spacing w:after="60"/>
        <w:rPr>
          <w:rFonts w:ascii="Arial" w:hAnsi="Arial" w:cs="Arial"/>
        </w:rPr>
      </w:pPr>
      <w:r w:rsidRPr="00601343">
        <w:rPr>
          <w:rFonts w:ascii="Arial" w:hAnsi="Arial" w:cs="Arial"/>
          <w:lang w:val="en-US"/>
        </w:rPr>
        <w:t>Volunteers</w:t>
      </w:r>
      <w:r w:rsidRPr="00601343">
        <w:rPr>
          <w:rFonts w:ascii="Arial" w:hAnsi="Arial" w:cs="Arial"/>
        </w:rPr>
        <w:t xml:space="preserve"> and students, while at the service, are responsible for following this policy and its procedures.</w:t>
      </w:r>
    </w:p>
    <w:p w14:paraId="61E18809" w14:textId="77777777" w:rsidR="00A96E93" w:rsidRPr="0031611E" w:rsidRDefault="00A96E93" w:rsidP="0031611E">
      <w:pPr>
        <w:pStyle w:val="Heading1"/>
      </w:pPr>
      <w:r w:rsidRPr="0031611E">
        <w:t>Evaluation</w:t>
      </w:r>
    </w:p>
    <w:p w14:paraId="242C9A83" w14:textId="77777777" w:rsidR="00A96E93" w:rsidRPr="000A2267" w:rsidRDefault="00A96E93" w:rsidP="0031611E">
      <w:pPr>
        <w:pStyle w:val="BodyText3ptAfter"/>
      </w:pPr>
      <w:r w:rsidRPr="000A2267">
        <w:t>In order to assess whether the values and purposes of the policy have been achieved, the Approved Provider will:</w:t>
      </w:r>
    </w:p>
    <w:p w14:paraId="5E3053E0" w14:textId="77777777" w:rsidR="00A96E93" w:rsidRPr="000A2267" w:rsidRDefault="00A96E93" w:rsidP="002861FA">
      <w:pPr>
        <w:pStyle w:val="Bullets1"/>
        <w:ind w:left="284" w:hanging="284"/>
      </w:pPr>
      <w:r w:rsidRPr="000A2267">
        <w:t>regularly seek feedback from everyone affected by the policy regarding its effectiveness</w:t>
      </w:r>
    </w:p>
    <w:p w14:paraId="7F0EB2BB" w14:textId="77777777" w:rsidR="00A96E93" w:rsidRPr="000A2267" w:rsidRDefault="00A96E93" w:rsidP="002861FA">
      <w:pPr>
        <w:pStyle w:val="Bullets1"/>
        <w:ind w:left="284" w:hanging="284"/>
      </w:pPr>
      <w:r w:rsidRPr="000A2267">
        <w:t>monitor the implementation, compliance, complaints and incidents in relation to this policy</w:t>
      </w:r>
    </w:p>
    <w:p w14:paraId="71EBA186" w14:textId="77777777" w:rsidR="00A96E93" w:rsidRPr="000A2267" w:rsidRDefault="00A96E93" w:rsidP="002861FA">
      <w:pPr>
        <w:pStyle w:val="Bullets1"/>
        <w:ind w:left="284" w:hanging="284"/>
      </w:pPr>
      <w:r w:rsidRPr="000A2267">
        <w:t>keep the policy up to date with current legislation, research, policy and best practice</w:t>
      </w:r>
    </w:p>
    <w:p w14:paraId="77A0799A" w14:textId="77777777" w:rsidR="00A96E93" w:rsidRPr="000A2267" w:rsidRDefault="00A96E93" w:rsidP="002861FA">
      <w:pPr>
        <w:pStyle w:val="Bullets1"/>
        <w:ind w:left="284" w:hanging="284"/>
      </w:pPr>
      <w:r w:rsidRPr="000A2267">
        <w:t>revise the policy and procedures as part of the service’s policy review cycle, or as required</w:t>
      </w:r>
    </w:p>
    <w:p w14:paraId="626606C0" w14:textId="77777777" w:rsidR="00821149" w:rsidRPr="00F02A3C" w:rsidRDefault="00AC4FAD" w:rsidP="00F02A3C">
      <w:pPr>
        <w:pStyle w:val="Bullets1"/>
        <w:rPr>
          <w:b/>
        </w:rPr>
      </w:pPr>
      <w:r>
        <w:t>make policies available at all times so that anyone can make comment on them</w:t>
      </w:r>
      <w:r w:rsidR="002B60D3" w:rsidRPr="00601343">
        <w:t>.</w:t>
      </w:r>
    </w:p>
    <w:sectPr w:rsidR="00821149" w:rsidRPr="00F02A3C" w:rsidSect="00B600E7">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1021" w:right="1274" w:bottom="1135" w:left="1418" w:header="567" w:footer="42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AB604C" w14:textId="77777777" w:rsidR="007C444B" w:rsidRDefault="007C444B" w:rsidP="002D4B54">
      <w:pPr>
        <w:spacing w:after="0"/>
      </w:pPr>
      <w:r>
        <w:separator/>
      </w:r>
    </w:p>
  </w:endnote>
  <w:endnote w:type="continuationSeparator" w:id="0">
    <w:p w14:paraId="1AA00D8B" w14:textId="77777777" w:rsidR="007C444B" w:rsidRDefault="007C444B" w:rsidP="002D4B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243">
    <w:altName w:val="Times New Roman"/>
    <w:panose1 w:val="00000000000000000000"/>
    <w:charset w:val="00"/>
    <w:family w:val="auto"/>
    <w:notTrueType/>
    <w:pitch w:val="default"/>
    <w:sig w:usb0="00000000" w:usb1="00000000" w:usb2="00000000" w:usb3="00000000" w:csb0="00000000" w:csb1="0006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Tms Rmn">
    <w:altName w:val="Times New Roman"/>
    <w:panose1 w:val="02020603040505020304"/>
    <w:charset w:val="00"/>
    <w:family w:val="roman"/>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Italic">
    <w:panose1 w:val="020B06040202020902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D738B7" w14:textId="77777777" w:rsidR="00034128" w:rsidRDefault="000341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CellMar>
        <w:top w:w="57" w:type="dxa"/>
        <w:left w:w="0" w:type="dxa"/>
        <w:right w:w="0" w:type="dxa"/>
      </w:tblCellMar>
      <w:tblLook w:val="04A0" w:firstRow="1" w:lastRow="0" w:firstColumn="1" w:lastColumn="0" w:noHBand="0" w:noVBand="1"/>
    </w:tblPr>
    <w:tblGrid>
      <w:gridCol w:w="4608"/>
      <w:gridCol w:w="4606"/>
    </w:tblGrid>
    <w:tr w:rsidR="00025048" w:rsidRPr="003127BE" w14:paraId="335D60FB" w14:textId="77777777" w:rsidTr="005F1D3F">
      <w:tc>
        <w:tcPr>
          <w:tcW w:w="4643" w:type="dxa"/>
          <w:shd w:val="clear" w:color="auto" w:fill="auto"/>
        </w:tcPr>
        <w:p w14:paraId="62095813" w14:textId="77777777" w:rsidR="00025048" w:rsidRPr="003127BE" w:rsidRDefault="00025048" w:rsidP="00F03AC2">
          <w:pPr>
            <w:pStyle w:val="Footer"/>
            <w:rPr>
              <w:rFonts w:ascii="Arial" w:hAnsi="Arial"/>
            </w:rPr>
          </w:pPr>
          <w:r w:rsidRPr="003127BE">
            <w:rPr>
              <w:rFonts w:ascii="Arial" w:hAnsi="Arial"/>
            </w:rPr>
            <w:t xml:space="preserve">© </w:t>
          </w:r>
          <w:r w:rsidR="00034128" w:rsidRPr="003127BE">
            <w:rPr>
              <w:rFonts w:ascii="Arial" w:hAnsi="Arial"/>
            </w:rPr>
            <w:t>2019</w:t>
          </w:r>
          <w:r w:rsidRPr="003127BE">
            <w:rPr>
              <w:rFonts w:ascii="Arial" w:hAnsi="Arial"/>
            </w:rPr>
            <w:t xml:space="preserve"> Early Learning Association Australia</w:t>
          </w:r>
        </w:p>
        <w:p w14:paraId="1B84C245" w14:textId="77777777" w:rsidR="00025048" w:rsidRPr="003127BE" w:rsidRDefault="00025048" w:rsidP="00F03AC2">
          <w:pPr>
            <w:pStyle w:val="Footer"/>
            <w:rPr>
              <w:rFonts w:ascii="Arial" w:hAnsi="Arial"/>
            </w:rPr>
          </w:pPr>
          <w:r w:rsidRPr="003127BE">
            <w:rPr>
              <w:rFonts w:ascii="Arial" w:hAnsi="Arial"/>
            </w:rPr>
            <w:t>Telephone 03 9489 3500 or 1300 730 119 (rural)</w:t>
          </w:r>
        </w:p>
      </w:tc>
      <w:tc>
        <w:tcPr>
          <w:tcW w:w="4643" w:type="dxa"/>
          <w:shd w:val="clear" w:color="auto" w:fill="auto"/>
        </w:tcPr>
        <w:p w14:paraId="4F1DA416" w14:textId="5829CB01" w:rsidR="00025048" w:rsidRPr="003127BE" w:rsidRDefault="00034128" w:rsidP="005F1D3F">
          <w:pPr>
            <w:pStyle w:val="Footer"/>
            <w:jc w:val="right"/>
            <w:rPr>
              <w:rFonts w:ascii="Arial" w:hAnsi="Arial"/>
            </w:rPr>
          </w:pPr>
          <w:r w:rsidRPr="003127BE">
            <w:rPr>
              <w:rFonts w:ascii="Arial" w:hAnsi="Arial"/>
            </w:rPr>
            <w:fldChar w:fldCharType="begin"/>
          </w:r>
          <w:r w:rsidRPr="003127BE">
            <w:rPr>
              <w:rFonts w:ascii="Arial" w:hAnsi="Arial"/>
            </w:rPr>
            <w:instrText xml:space="preserve"> STYLEREF  Title  \* MERGEFORMAT </w:instrText>
          </w:r>
          <w:r w:rsidRPr="003127BE">
            <w:rPr>
              <w:rFonts w:ascii="Arial" w:hAnsi="Arial"/>
            </w:rPr>
            <w:fldChar w:fldCharType="separate"/>
          </w:r>
          <w:r w:rsidR="000428BD" w:rsidRPr="000428BD">
            <w:rPr>
              <w:rFonts w:ascii="Arial" w:hAnsi="Arial"/>
              <w:bCs/>
              <w:noProof/>
              <w:lang w:val="en-US"/>
            </w:rPr>
            <w:t>Inclusion and</w:t>
          </w:r>
          <w:r w:rsidR="000428BD">
            <w:rPr>
              <w:rFonts w:ascii="Arial" w:hAnsi="Arial"/>
              <w:noProof/>
            </w:rPr>
            <w:t xml:space="preserve"> Equity Policy</w:t>
          </w:r>
          <w:r w:rsidRPr="003127BE">
            <w:rPr>
              <w:rFonts w:ascii="Arial" w:hAnsi="Arial"/>
              <w:noProof/>
            </w:rPr>
            <w:fldChar w:fldCharType="end"/>
          </w:r>
          <w:r w:rsidRPr="003127BE">
            <w:rPr>
              <w:rFonts w:ascii="Arial" w:hAnsi="Arial"/>
              <w:noProof/>
            </w:rPr>
            <w:t xml:space="preserve"> (July 2019)</w:t>
          </w:r>
        </w:p>
        <w:p w14:paraId="3F2CC3B9" w14:textId="77777777" w:rsidR="00025048" w:rsidRPr="003127BE" w:rsidRDefault="00025048" w:rsidP="005F1D3F">
          <w:pPr>
            <w:pStyle w:val="Footer"/>
            <w:jc w:val="right"/>
            <w:rPr>
              <w:rFonts w:ascii="Arial" w:hAnsi="Arial"/>
            </w:rPr>
          </w:pPr>
          <w:r w:rsidRPr="003127BE">
            <w:rPr>
              <w:rFonts w:ascii="Arial" w:hAnsi="Arial"/>
            </w:rPr>
            <w:t xml:space="preserve">Page </w:t>
          </w:r>
          <w:r w:rsidR="002B60D3" w:rsidRPr="003127BE">
            <w:rPr>
              <w:rFonts w:ascii="Arial" w:hAnsi="Arial"/>
            </w:rPr>
            <w:fldChar w:fldCharType="begin"/>
          </w:r>
          <w:r w:rsidRPr="003127BE">
            <w:rPr>
              <w:rFonts w:ascii="Arial" w:hAnsi="Arial"/>
            </w:rPr>
            <w:instrText xml:space="preserve"> PAGE </w:instrText>
          </w:r>
          <w:r w:rsidR="002B60D3" w:rsidRPr="003127BE">
            <w:rPr>
              <w:rFonts w:ascii="Arial" w:hAnsi="Arial"/>
            </w:rPr>
            <w:fldChar w:fldCharType="separate"/>
          </w:r>
          <w:r w:rsidR="000F0880">
            <w:rPr>
              <w:rFonts w:ascii="Arial" w:hAnsi="Arial"/>
              <w:noProof/>
            </w:rPr>
            <w:t>1</w:t>
          </w:r>
          <w:r w:rsidR="002B60D3" w:rsidRPr="003127BE">
            <w:rPr>
              <w:rFonts w:ascii="Arial" w:hAnsi="Arial"/>
              <w:noProof/>
            </w:rPr>
            <w:fldChar w:fldCharType="end"/>
          </w:r>
          <w:r w:rsidRPr="003127BE">
            <w:rPr>
              <w:rFonts w:ascii="Arial" w:hAnsi="Arial"/>
            </w:rPr>
            <w:t xml:space="preserve"> of </w:t>
          </w:r>
          <w:r w:rsidR="00034128" w:rsidRPr="003127BE">
            <w:rPr>
              <w:rFonts w:ascii="Arial" w:hAnsi="Arial"/>
            </w:rPr>
            <w:fldChar w:fldCharType="begin"/>
          </w:r>
          <w:r w:rsidR="00034128" w:rsidRPr="003127BE">
            <w:rPr>
              <w:rFonts w:ascii="Arial" w:hAnsi="Arial"/>
            </w:rPr>
            <w:instrText xml:space="preserve"> NUMPAGES  </w:instrText>
          </w:r>
          <w:r w:rsidR="00034128" w:rsidRPr="003127BE">
            <w:rPr>
              <w:rFonts w:ascii="Arial" w:hAnsi="Arial"/>
            </w:rPr>
            <w:fldChar w:fldCharType="separate"/>
          </w:r>
          <w:r w:rsidR="000F0880">
            <w:rPr>
              <w:rFonts w:ascii="Arial" w:hAnsi="Arial"/>
              <w:noProof/>
            </w:rPr>
            <w:t>8</w:t>
          </w:r>
          <w:r w:rsidR="00034128" w:rsidRPr="003127BE">
            <w:rPr>
              <w:rFonts w:ascii="Arial" w:hAnsi="Arial"/>
              <w:noProof/>
            </w:rPr>
            <w:fldChar w:fldCharType="end"/>
          </w:r>
        </w:p>
      </w:tc>
    </w:tr>
  </w:tbl>
  <w:p w14:paraId="205E4FAF" w14:textId="77777777" w:rsidR="00CA4294" w:rsidRDefault="00CA4294" w:rsidP="00CA42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8A526F" w14:textId="77777777" w:rsidR="00034128" w:rsidRDefault="000341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0CB792" w14:textId="77777777" w:rsidR="007C444B" w:rsidRDefault="007C444B" w:rsidP="002D4B54">
      <w:pPr>
        <w:spacing w:after="0"/>
      </w:pPr>
      <w:r>
        <w:separator/>
      </w:r>
    </w:p>
  </w:footnote>
  <w:footnote w:type="continuationSeparator" w:id="0">
    <w:p w14:paraId="1D06BDE2" w14:textId="77777777" w:rsidR="007C444B" w:rsidRDefault="007C444B" w:rsidP="002D4B5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A5D459" w14:textId="77777777" w:rsidR="00034128" w:rsidRDefault="000341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3AE701" w14:textId="77777777" w:rsidR="00034128" w:rsidRDefault="000341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ABC54D" w14:textId="77777777" w:rsidR="00034128" w:rsidRDefault="000341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3948E0A2"/>
    <w:lvl w:ilvl="0">
      <w:start w:val="1"/>
      <w:numFmt w:val="decimal"/>
      <w:pStyle w:val="Heading2"/>
      <w:lvlText w:val="%1."/>
      <w:legacy w:legacy="1" w:legacySpace="120" w:legacyIndent="360"/>
      <w:lvlJc w:val="left"/>
      <w:pPr>
        <w:ind w:left="927" w:hanging="360"/>
      </w:pPr>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344688E"/>
    <w:multiLevelType w:val="multilevel"/>
    <w:tmpl w:val="9796C6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6B50031"/>
    <w:multiLevelType w:val="multilevel"/>
    <w:tmpl w:val="D0E20F7C"/>
    <w:lvl w:ilvl="0">
      <w:start w:val="1"/>
      <w:numFmt w:val="decimal"/>
      <w:pStyle w:val="AttachmentNumberedHeading1"/>
      <w:lvlText w:val="%1."/>
      <w:lvlJc w:val="left"/>
      <w:pPr>
        <w:ind w:left="454" w:hanging="454"/>
      </w:pPr>
      <w:rPr>
        <w:rFonts w:hint="default"/>
      </w:rPr>
    </w:lvl>
    <w:lvl w:ilvl="1">
      <w:start w:val="1"/>
      <w:numFmt w:val="decimal"/>
      <w:pStyle w:val="AttachmentNumberedHeading2"/>
      <w:lvlText w:val="%1.%2"/>
      <w:lvlJc w:val="left"/>
      <w:pPr>
        <w:ind w:left="454" w:hanging="45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DB22729"/>
    <w:multiLevelType w:val="hybridMultilevel"/>
    <w:tmpl w:val="D592C9C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8D01FAF"/>
    <w:multiLevelType w:val="hybridMultilevel"/>
    <w:tmpl w:val="2D66E750"/>
    <w:lvl w:ilvl="0" w:tplc="98986950">
      <w:start w:val="1"/>
      <w:numFmt w:val="bullet"/>
      <w:pStyle w:val="Tablebullets"/>
      <w:lvlText w:val=""/>
      <w:lvlJc w:val="left"/>
      <w:pPr>
        <w:ind w:left="720" w:hanging="360"/>
      </w:pPr>
      <w:rPr>
        <w:rFonts w:ascii="Symbol" w:hAnsi="Symbol" w:hint="default"/>
        <w:sz w:val="20"/>
      </w:rPr>
    </w:lvl>
    <w:lvl w:ilvl="1" w:tplc="DEFC0364" w:tentative="1">
      <w:start w:val="1"/>
      <w:numFmt w:val="bullet"/>
      <w:lvlText w:val="o"/>
      <w:lvlJc w:val="left"/>
      <w:pPr>
        <w:ind w:left="1440" w:hanging="360"/>
      </w:pPr>
      <w:rPr>
        <w:rFonts w:ascii="Courier New" w:hAnsi="Courier New" w:cs="font243" w:hint="default"/>
      </w:rPr>
    </w:lvl>
    <w:lvl w:ilvl="2" w:tplc="8B04C026" w:tentative="1">
      <w:start w:val="1"/>
      <w:numFmt w:val="bullet"/>
      <w:lvlText w:val=""/>
      <w:lvlJc w:val="left"/>
      <w:pPr>
        <w:ind w:left="2160" w:hanging="360"/>
      </w:pPr>
      <w:rPr>
        <w:rFonts w:ascii="Wingdings" w:hAnsi="Wingdings" w:hint="default"/>
      </w:rPr>
    </w:lvl>
    <w:lvl w:ilvl="3" w:tplc="0DB2A0D4" w:tentative="1">
      <w:start w:val="1"/>
      <w:numFmt w:val="bullet"/>
      <w:lvlText w:val=""/>
      <w:lvlJc w:val="left"/>
      <w:pPr>
        <w:ind w:left="2880" w:hanging="360"/>
      </w:pPr>
      <w:rPr>
        <w:rFonts w:ascii="Symbol" w:hAnsi="Symbol" w:hint="default"/>
      </w:rPr>
    </w:lvl>
    <w:lvl w:ilvl="4" w:tplc="5EB260CE" w:tentative="1">
      <w:start w:val="1"/>
      <w:numFmt w:val="bullet"/>
      <w:lvlText w:val="o"/>
      <w:lvlJc w:val="left"/>
      <w:pPr>
        <w:ind w:left="3600" w:hanging="360"/>
      </w:pPr>
      <w:rPr>
        <w:rFonts w:ascii="Courier New" w:hAnsi="Courier New" w:cs="font243" w:hint="default"/>
      </w:rPr>
    </w:lvl>
    <w:lvl w:ilvl="5" w:tplc="39D068EA" w:tentative="1">
      <w:start w:val="1"/>
      <w:numFmt w:val="bullet"/>
      <w:lvlText w:val=""/>
      <w:lvlJc w:val="left"/>
      <w:pPr>
        <w:ind w:left="4320" w:hanging="360"/>
      </w:pPr>
      <w:rPr>
        <w:rFonts w:ascii="Wingdings" w:hAnsi="Wingdings" w:hint="default"/>
      </w:rPr>
    </w:lvl>
    <w:lvl w:ilvl="6" w:tplc="6FFCA53E" w:tentative="1">
      <w:start w:val="1"/>
      <w:numFmt w:val="bullet"/>
      <w:lvlText w:val=""/>
      <w:lvlJc w:val="left"/>
      <w:pPr>
        <w:ind w:left="5040" w:hanging="360"/>
      </w:pPr>
      <w:rPr>
        <w:rFonts w:ascii="Symbol" w:hAnsi="Symbol" w:hint="default"/>
      </w:rPr>
    </w:lvl>
    <w:lvl w:ilvl="7" w:tplc="B6E4CD00" w:tentative="1">
      <w:start w:val="1"/>
      <w:numFmt w:val="bullet"/>
      <w:lvlText w:val="o"/>
      <w:lvlJc w:val="left"/>
      <w:pPr>
        <w:ind w:left="5760" w:hanging="360"/>
      </w:pPr>
      <w:rPr>
        <w:rFonts w:ascii="Courier New" w:hAnsi="Courier New" w:cs="font243" w:hint="default"/>
      </w:rPr>
    </w:lvl>
    <w:lvl w:ilvl="8" w:tplc="268E7638" w:tentative="1">
      <w:start w:val="1"/>
      <w:numFmt w:val="bullet"/>
      <w:lvlText w:val=""/>
      <w:lvlJc w:val="left"/>
      <w:pPr>
        <w:ind w:left="6480" w:hanging="360"/>
      </w:pPr>
      <w:rPr>
        <w:rFonts w:ascii="Wingdings" w:hAnsi="Wingdings" w:hint="default"/>
      </w:rPr>
    </w:lvl>
  </w:abstractNum>
  <w:abstractNum w:abstractNumId="5" w15:restartNumberingAfterBreak="0">
    <w:nsid w:val="1FB47F18"/>
    <w:multiLevelType w:val="hybridMultilevel"/>
    <w:tmpl w:val="12EA1E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8E35736"/>
    <w:multiLevelType w:val="hybridMultilevel"/>
    <w:tmpl w:val="F2565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F86B33"/>
    <w:multiLevelType w:val="multilevel"/>
    <w:tmpl w:val="D7AA215E"/>
    <w:styleLink w:val="Bullets"/>
    <w:lvl w:ilvl="0">
      <w:start w:val="1"/>
      <w:numFmt w:val="bullet"/>
      <w:lvlText w:val=""/>
      <w:lvlJc w:val="left"/>
      <w:pPr>
        <w:ind w:left="227" w:hanging="227"/>
      </w:pPr>
      <w:rPr>
        <w:rFonts w:ascii="Symbol" w:hAnsi="Symbol" w:hint="default"/>
        <w:color w:val="231F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E4E21C8"/>
    <w:multiLevelType w:val="multilevel"/>
    <w:tmpl w:val="5F469010"/>
    <w:lvl w:ilvl="0">
      <w:start w:val="1"/>
      <w:numFmt w:val="bullet"/>
      <w:lvlText w:val=""/>
      <w:lvlJc w:val="left"/>
      <w:pPr>
        <w:ind w:left="227" w:hanging="227"/>
      </w:pPr>
      <w:rPr>
        <w:rFonts w:ascii="Symbol" w:hAnsi="Symbol" w:hint="default"/>
      </w:rPr>
    </w:lvl>
    <w:lvl w:ilvl="1">
      <w:start w:val="1"/>
      <w:numFmt w:val="lowerRoman"/>
      <w:lvlText w:val="%2)"/>
      <w:lvlJc w:val="left"/>
      <w:pPr>
        <w:ind w:left="510" w:hanging="283"/>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3285591"/>
    <w:multiLevelType w:val="multilevel"/>
    <w:tmpl w:val="E39A252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343F1CD2"/>
    <w:multiLevelType w:val="hybridMultilevel"/>
    <w:tmpl w:val="2320DB78"/>
    <w:lvl w:ilvl="0" w:tplc="2B76C8E4">
      <w:start w:val="1"/>
      <w:numFmt w:val="decimal"/>
      <w:lvlText w:val="%1."/>
      <w:lvlJc w:val="left"/>
      <w:pPr>
        <w:tabs>
          <w:tab w:val="num" w:pos="567"/>
        </w:tabs>
        <w:ind w:left="567" w:hanging="567"/>
      </w:pPr>
      <w:rPr>
        <w:rFonts w:hint="default"/>
      </w:rPr>
    </w:lvl>
    <w:lvl w:ilvl="1" w:tplc="5B76390E" w:tentative="1">
      <w:start w:val="1"/>
      <w:numFmt w:val="lowerLetter"/>
      <w:lvlText w:val="%2."/>
      <w:lvlJc w:val="left"/>
      <w:pPr>
        <w:tabs>
          <w:tab w:val="num" w:pos="1440"/>
        </w:tabs>
        <w:ind w:left="1440" w:hanging="360"/>
      </w:pPr>
    </w:lvl>
    <w:lvl w:ilvl="2" w:tplc="359AE33C" w:tentative="1">
      <w:start w:val="1"/>
      <w:numFmt w:val="lowerRoman"/>
      <w:lvlText w:val="%3."/>
      <w:lvlJc w:val="right"/>
      <w:pPr>
        <w:tabs>
          <w:tab w:val="num" w:pos="2160"/>
        </w:tabs>
        <w:ind w:left="2160" w:hanging="180"/>
      </w:pPr>
    </w:lvl>
    <w:lvl w:ilvl="3" w:tplc="1ACC5B9E" w:tentative="1">
      <w:start w:val="1"/>
      <w:numFmt w:val="decimal"/>
      <w:lvlText w:val="%4."/>
      <w:lvlJc w:val="left"/>
      <w:pPr>
        <w:tabs>
          <w:tab w:val="num" w:pos="2880"/>
        </w:tabs>
        <w:ind w:left="2880" w:hanging="360"/>
      </w:pPr>
    </w:lvl>
    <w:lvl w:ilvl="4" w:tplc="39E69492" w:tentative="1">
      <w:start w:val="1"/>
      <w:numFmt w:val="lowerLetter"/>
      <w:lvlText w:val="%5."/>
      <w:lvlJc w:val="left"/>
      <w:pPr>
        <w:tabs>
          <w:tab w:val="num" w:pos="3600"/>
        </w:tabs>
        <w:ind w:left="3600" w:hanging="360"/>
      </w:pPr>
    </w:lvl>
    <w:lvl w:ilvl="5" w:tplc="3A8ECF8A" w:tentative="1">
      <w:start w:val="1"/>
      <w:numFmt w:val="lowerRoman"/>
      <w:lvlText w:val="%6."/>
      <w:lvlJc w:val="right"/>
      <w:pPr>
        <w:tabs>
          <w:tab w:val="num" w:pos="4320"/>
        </w:tabs>
        <w:ind w:left="4320" w:hanging="180"/>
      </w:pPr>
    </w:lvl>
    <w:lvl w:ilvl="6" w:tplc="61B26320" w:tentative="1">
      <w:start w:val="1"/>
      <w:numFmt w:val="decimal"/>
      <w:lvlText w:val="%7."/>
      <w:lvlJc w:val="left"/>
      <w:pPr>
        <w:tabs>
          <w:tab w:val="num" w:pos="5040"/>
        </w:tabs>
        <w:ind w:left="5040" w:hanging="360"/>
      </w:pPr>
    </w:lvl>
    <w:lvl w:ilvl="7" w:tplc="331E8A12" w:tentative="1">
      <w:start w:val="1"/>
      <w:numFmt w:val="lowerLetter"/>
      <w:lvlText w:val="%8."/>
      <w:lvlJc w:val="left"/>
      <w:pPr>
        <w:tabs>
          <w:tab w:val="num" w:pos="5760"/>
        </w:tabs>
        <w:ind w:left="5760" w:hanging="360"/>
      </w:pPr>
    </w:lvl>
    <w:lvl w:ilvl="8" w:tplc="3BF0CCD2" w:tentative="1">
      <w:start w:val="1"/>
      <w:numFmt w:val="lowerRoman"/>
      <w:lvlText w:val="%9."/>
      <w:lvlJc w:val="right"/>
      <w:pPr>
        <w:tabs>
          <w:tab w:val="num" w:pos="6480"/>
        </w:tabs>
        <w:ind w:left="6480" w:hanging="180"/>
      </w:pPr>
    </w:lvl>
  </w:abstractNum>
  <w:abstractNum w:abstractNumId="11" w15:restartNumberingAfterBreak="0">
    <w:nsid w:val="37667829"/>
    <w:multiLevelType w:val="hybridMultilevel"/>
    <w:tmpl w:val="12A218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A5E6B84"/>
    <w:multiLevelType w:val="hybridMultilevel"/>
    <w:tmpl w:val="DC68006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3EBE326E"/>
    <w:multiLevelType w:val="multilevel"/>
    <w:tmpl w:val="D7AA215E"/>
    <w:numStyleLink w:val="Bullets"/>
  </w:abstractNum>
  <w:abstractNum w:abstractNumId="14" w15:restartNumberingAfterBreak="0">
    <w:nsid w:val="42D36AB0"/>
    <w:multiLevelType w:val="multilevel"/>
    <w:tmpl w:val="4076464E"/>
    <w:lvl w:ilvl="0">
      <w:start w:val="1"/>
      <w:numFmt w:val="bullet"/>
      <w:pStyle w:val="Bullets1"/>
      <w:lvlText w:val=""/>
      <w:lvlJc w:val="left"/>
      <w:pPr>
        <w:ind w:left="227" w:hanging="227"/>
      </w:pPr>
      <w:rPr>
        <w:rFonts w:ascii="Symbol" w:hAnsi="Symbol" w:hint="default"/>
        <w:color w:val="231F20"/>
      </w:rPr>
    </w:lvl>
    <w:lvl w:ilvl="1">
      <w:start w:val="1"/>
      <w:numFmt w:val="bullet"/>
      <w:pStyle w:val="Bullets2"/>
      <w:lvlText w:val=""/>
      <w:lvlJc w:val="left"/>
      <w:pPr>
        <w:ind w:left="454" w:hanging="227"/>
      </w:pPr>
      <w:rPr>
        <w:rFonts w:ascii="Symbol" w:hAnsi="Symbol" w:hint="default"/>
      </w:rPr>
    </w:lvl>
    <w:lvl w:ilvl="2">
      <w:start w:val="1"/>
      <w:numFmt w:val="bullet"/>
      <w:pStyle w:val="Bullets3"/>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49D6F20"/>
    <w:multiLevelType w:val="hybridMultilevel"/>
    <w:tmpl w:val="C278FE6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Arial"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Arial"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Arial" w:hint="default"/>
      </w:rPr>
    </w:lvl>
    <w:lvl w:ilvl="8" w:tplc="0C090005">
      <w:start w:val="1"/>
      <w:numFmt w:val="bullet"/>
      <w:lvlText w:val=""/>
      <w:lvlJc w:val="left"/>
      <w:pPr>
        <w:ind w:left="6120" w:hanging="360"/>
      </w:pPr>
      <w:rPr>
        <w:rFonts w:ascii="Wingdings" w:hAnsi="Wingdings" w:hint="default"/>
      </w:rPr>
    </w:lvl>
  </w:abstractNum>
  <w:abstractNum w:abstractNumId="16" w15:restartNumberingAfterBreak="0">
    <w:nsid w:val="454E051B"/>
    <w:multiLevelType w:val="hybridMultilevel"/>
    <w:tmpl w:val="30BE4942"/>
    <w:lvl w:ilvl="0" w:tplc="00169406">
      <w:start w:val="1"/>
      <w:numFmt w:val="decimal"/>
      <w:pStyle w:val="Policylist1"/>
      <w:lvlText w:val="%1."/>
      <w:lvlJc w:val="left"/>
      <w:pPr>
        <w:ind w:left="720" w:hanging="360"/>
      </w:pPr>
      <w:rPr>
        <w:rFonts w:hint="default"/>
      </w:rPr>
    </w:lvl>
    <w:lvl w:ilvl="1" w:tplc="56AA3418" w:tentative="1">
      <w:start w:val="1"/>
      <w:numFmt w:val="bullet"/>
      <w:lvlText w:val="o"/>
      <w:lvlJc w:val="left"/>
      <w:pPr>
        <w:ind w:left="1440" w:hanging="360"/>
      </w:pPr>
      <w:rPr>
        <w:rFonts w:ascii="Courier New" w:hAnsi="Courier New" w:cs="font243" w:hint="default"/>
      </w:rPr>
    </w:lvl>
    <w:lvl w:ilvl="2" w:tplc="CC1028D8" w:tentative="1">
      <w:start w:val="1"/>
      <w:numFmt w:val="bullet"/>
      <w:lvlText w:val=""/>
      <w:lvlJc w:val="left"/>
      <w:pPr>
        <w:ind w:left="2160" w:hanging="360"/>
      </w:pPr>
      <w:rPr>
        <w:rFonts w:ascii="Wingdings" w:hAnsi="Wingdings" w:hint="default"/>
      </w:rPr>
    </w:lvl>
    <w:lvl w:ilvl="3" w:tplc="4D041FAE" w:tentative="1">
      <w:start w:val="1"/>
      <w:numFmt w:val="bullet"/>
      <w:lvlText w:val=""/>
      <w:lvlJc w:val="left"/>
      <w:pPr>
        <w:ind w:left="2880" w:hanging="360"/>
      </w:pPr>
      <w:rPr>
        <w:rFonts w:ascii="Symbol" w:hAnsi="Symbol" w:hint="default"/>
      </w:rPr>
    </w:lvl>
    <w:lvl w:ilvl="4" w:tplc="C64C050A" w:tentative="1">
      <w:start w:val="1"/>
      <w:numFmt w:val="bullet"/>
      <w:lvlText w:val="o"/>
      <w:lvlJc w:val="left"/>
      <w:pPr>
        <w:ind w:left="3600" w:hanging="360"/>
      </w:pPr>
      <w:rPr>
        <w:rFonts w:ascii="Courier New" w:hAnsi="Courier New" w:cs="font243" w:hint="default"/>
      </w:rPr>
    </w:lvl>
    <w:lvl w:ilvl="5" w:tplc="968E58E6" w:tentative="1">
      <w:start w:val="1"/>
      <w:numFmt w:val="bullet"/>
      <w:lvlText w:val=""/>
      <w:lvlJc w:val="left"/>
      <w:pPr>
        <w:ind w:left="4320" w:hanging="360"/>
      </w:pPr>
      <w:rPr>
        <w:rFonts w:ascii="Wingdings" w:hAnsi="Wingdings" w:hint="default"/>
      </w:rPr>
    </w:lvl>
    <w:lvl w:ilvl="6" w:tplc="E8D01A32" w:tentative="1">
      <w:start w:val="1"/>
      <w:numFmt w:val="bullet"/>
      <w:lvlText w:val=""/>
      <w:lvlJc w:val="left"/>
      <w:pPr>
        <w:ind w:left="5040" w:hanging="360"/>
      </w:pPr>
      <w:rPr>
        <w:rFonts w:ascii="Symbol" w:hAnsi="Symbol" w:hint="default"/>
      </w:rPr>
    </w:lvl>
    <w:lvl w:ilvl="7" w:tplc="3D54376C" w:tentative="1">
      <w:start w:val="1"/>
      <w:numFmt w:val="bullet"/>
      <w:lvlText w:val="o"/>
      <w:lvlJc w:val="left"/>
      <w:pPr>
        <w:ind w:left="5760" w:hanging="360"/>
      </w:pPr>
      <w:rPr>
        <w:rFonts w:ascii="Courier New" w:hAnsi="Courier New" w:cs="font243" w:hint="default"/>
      </w:rPr>
    </w:lvl>
    <w:lvl w:ilvl="8" w:tplc="86420776" w:tentative="1">
      <w:start w:val="1"/>
      <w:numFmt w:val="bullet"/>
      <w:lvlText w:val=""/>
      <w:lvlJc w:val="left"/>
      <w:pPr>
        <w:ind w:left="6480" w:hanging="360"/>
      </w:pPr>
      <w:rPr>
        <w:rFonts w:ascii="Wingdings" w:hAnsi="Wingdings" w:hint="default"/>
      </w:rPr>
    </w:lvl>
  </w:abstractNum>
  <w:abstractNum w:abstractNumId="17" w15:restartNumberingAfterBreak="0">
    <w:nsid w:val="46987BFA"/>
    <w:multiLevelType w:val="hybridMultilevel"/>
    <w:tmpl w:val="1510776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46EF774E"/>
    <w:multiLevelType w:val="multilevel"/>
    <w:tmpl w:val="C38EA458"/>
    <w:name w:val="KPVAlpha"/>
    <w:lvl w:ilvl="0">
      <w:start w:val="1"/>
      <w:numFmt w:val="lowerLetter"/>
      <w:pStyle w:val="AlphaList"/>
      <w:lvlText w:val="%1)"/>
      <w:lvlJc w:val="left"/>
      <w:pPr>
        <w:ind w:left="227" w:hanging="227"/>
      </w:pPr>
      <w:rPr>
        <w:rFonts w:hint="default"/>
      </w:rPr>
    </w:lvl>
    <w:lvl w:ilvl="1">
      <w:start w:val="1"/>
      <w:numFmt w:val="lowerRoman"/>
      <w:pStyle w:val="AlphaList2"/>
      <w:lvlText w:val="%2)"/>
      <w:lvlJc w:val="left"/>
      <w:pPr>
        <w:ind w:left="510" w:hanging="283"/>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82E5609"/>
    <w:multiLevelType w:val="hybridMultilevel"/>
    <w:tmpl w:val="0540BFC0"/>
    <w:lvl w:ilvl="0" w:tplc="EAD6BC36">
      <w:start w:val="1"/>
      <w:numFmt w:val="bullet"/>
      <w:lvlText w:val=""/>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cs="font243"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font243"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font243"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1AD1E95"/>
    <w:multiLevelType w:val="hybridMultilevel"/>
    <w:tmpl w:val="C268A51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Arial"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Arial"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Arial" w:hint="default"/>
      </w:rPr>
    </w:lvl>
    <w:lvl w:ilvl="8" w:tplc="0C090005" w:tentative="1">
      <w:start w:val="1"/>
      <w:numFmt w:val="bullet"/>
      <w:lvlText w:val=""/>
      <w:lvlJc w:val="left"/>
      <w:pPr>
        <w:ind w:left="6540" w:hanging="360"/>
      </w:pPr>
      <w:rPr>
        <w:rFonts w:ascii="Wingdings" w:hAnsi="Wingdings" w:hint="default"/>
      </w:rPr>
    </w:lvl>
  </w:abstractNum>
  <w:abstractNum w:abstractNumId="21" w15:restartNumberingAfterBreak="0">
    <w:nsid w:val="53204C1F"/>
    <w:multiLevelType w:val="multilevel"/>
    <w:tmpl w:val="F132A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3159F5"/>
    <w:multiLevelType w:val="hybridMultilevel"/>
    <w:tmpl w:val="DD4C6468"/>
    <w:lvl w:ilvl="0" w:tplc="9FA4D78C">
      <w:start w:val="1"/>
      <w:numFmt w:val="bullet"/>
      <w:lvlText w:val=""/>
      <w:lvlJc w:val="left"/>
      <w:pPr>
        <w:ind w:left="360" w:hanging="360"/>
      </w:pPr>
      <w:rPr>
        <w:rFonts w:ascii="Symbol" w:hAnsi="Symbol" w:hint="default"/>
      </w:rPr>
    </w:lvl>
    <w:lvl w:ilvl="1" w:tplc="BB0EBCCE" w:tentative="1">
      <w:start w:val="1"/>
      <w:numFmt w:val="bullet"/>
      <w:lvlText w:val="o"/>
      <w:lvlJc w:val="left"/>
      <w:pPr>
        <w:ind w:left="1080" w:hanging="360"/>
      </w:pPr>
      <w:rPr>
        <w:rFonts w:ascii="Courier New" w:hAnsi="Courier New" w:cs="font243" w:hint="default"/>
      </w:rPr>
    </w:lvl>
    <w:lvl w:ilvl="2" w:tplc="D2F0DE40" w:tentative="1">
      <w:start w:val="1"/>
      <w:numFmt w:val="bullet"/>
      <w:lvlText w:val=""/>
      <w:lvlJc w:val="left"/>
      <w:pPr>
        <w:ind w:left="1800" w:hanging="360"/>
      </w:pPr>
      <w:rPr>
        <w:rFonts w:ascii="Wingdings" w:hAnsi="Wingdings" w:hint="default"/>
      </w:rPr>
    </w:lvl>
    <w:lvl w:ilvl="3" w:tplc="F59CE794" w:tentative="1">
      <w:start w:val="1"/>
      <w:numFmt w:val="bullet"/>
      <w:lvlText w:val=""/>
      <w:lvlJc w:val="left"/>
      <w:pPr>
        <w:ind w:left="2520" w:hanging="360"/>
      </w:pPr>
      <w:rPr>
        <w:rFonts w:ascii="Symbol" w:hAnsi="Symbol" w:hint="default"/>
      </w:rPr>
    </w:lvl>
    <w:lvl w:ilvl="4" w:tplc="A8D22D1A" w:tentative="1">
      <w:start w:val="1"/>
      <w:numFmt w:val="bullet"/>
      <w:lvlText w:val="o"/>
      <w:lvlJc w:val="left"/>
      <w:pPr>
        <w:ind w:left="3240" w:hanging="360"/>
      </w:pPr>
      <w:rPr>
        <w:rFonts w:ascii="Courier New" w:hAnsi="Courier New" w:cs="font243" w:hint="default"/>
      </w:rPr>
    </w:lvl>
    <w:lvl w:ilvl="5" w:tplc="8E0E5B56" w:tentative="1">
      <w:start w:val="1"/>
      <w:numFmt w:val="bullet"/>
      <w:lvlText w:val=""/>
      <w:lvlJc w:val="left"/>
      <w:pPr>
        <w:ind w:left="3960" w:hanging="360"/>
      </w:pPr>
      <w:rPr>
        <w:rFonts w:ascii="Wingdings" w:hAnsi="Wingdings" w:hint="default"/>
      </w:rPr>
    </w:lvl>
    <w:lvl w:ilvl="6" w:tplc="84CE59EC" w:tentative="1">
      <w:start w:val="1"/>
      <w:numFmt w:val="bullet"/>
      <w:lvlText w:val=""/>
      <w:lvlJc w:val="left"/>
      <w:pPr>
        <w:ind w:left="4680" w:hanging="360"/>
      </w:pPr>
      <w:rPr>
        <w:rFonts w:ascii="Symbol" w:hAnsi="Symbol" w:hint="default"/>
      </w:rPr>
    </w:lvl>
    <w:lvl w:ilvl="7" w:tplc="366E85C0" w:tentative="1">
      <w:start w:val="1"/>
      <w:numFmt w:val="bullet"/>
      <w:lvlText w:val="o"/>
      <w:lvlJc w:val="left"/>
      <w:pPr>
        <w:ind w:left="5400" w:hanging="360"/>
      </w:pPr>
      <w:rPr>
        <w:rFonts w:ascii="Courier New" w:hAnsi="Courier New" w:cs="font243" w:hint="default"/>
      </w:rPr>
    </w:lvl>
    <w:lvl w:ilvl="8" w:tplc="9550AFAE" w:tentative="1">
      <w:start w:val="1"/>
      <w:numFmt w:val="bullet"/>
      <w:lvlText w:val=""/>
      <w:lvlJc w:val="left"/>
      <w:pPr>
        <w:ind w:left="6120" w:hanging="360"/>
      </w:pPr>
      <w:rPr>
        <w:rFonts w:ascii="Wingdings" w:hAnsi="Wingdings" w:hint="default"/>
      </w:rPr>
    </w:lvl>
  </w:abstractNum>
  <w:abstractNum w:abstractNumId="23" w15:restartNumberingAfterBreak="0">
    <w:nsid w:val="5EED05E6"/>
    <w:multiLevelType w:val="hybridMultilevel"/>
    <w:tmpl w:val="DE7A8386"/>
    <w:lvl w:ilvl="0" w:tplc="C11A846C">
      <w:start w:val="1"/>
      <w:numFmt w:val="bullet"/>
      <w:lvlText w:val=""/>
      <w:lvlJc w:val="left"/>
      <w:pPr>
        <w:tabs>
          <w:tab w:val="num" w:pos="282"/>
        </w:tabs>
        <w:ind w:left="282" w:hanging="567"/>
      </w:pPr>
      <w:rPr>
        <w:rFonts w:ascii="Symbol" w:hAnsi="Symbol" w:hint="default"/>
      </w:rPr>
    </w:lvl>
    <w:lvl w:ilvl="1" w:tplc="04090019">
      <w:start w:val="1"/>
      <w:numFmt w:val="bullet"/>
      <w:lvlText w:val="o"/>
      <w:lvlJc w:val="left"/>
      <w:pPr>
        <w:tabs>
          <w:tab w:val="num" w:pos="1155"/>
        </w:tabs>
        <w:ind w:left="1155" w:hanging="360"/>
      </w:pPr>
      <w:rPr>
        <w:rFonts w:ascii="Courier New" w:hAnsi="Courier New" w:hint="default"/>
      </w:rPr>
    </w:lvl>
    <w:lvl w:ilvl="2" w:tplc="0409001B">
      <w:start w:val="1"/>
      <w:numFmt w:val="bullet"/>
      <w:lvlText w:val=""/>
      <w:lvlJc w:val="left"/>
      <w:pPr>
        <w:tabs>
          <w:tab w:val="num" w:pos="1875"/>
        </w:tabs>
        <w:ind w:left="1875" w:hanging="360"/>
      </w:pPr>
      <w:rPr>
        <w:rFonts w:ascii="Wingdings" w:hAnsi="Wingdings" w:hint="default"/>
      </w:rPr>
    </w:lvl>
    <w:lvl w:ilvl="3" w:tplc="0409000F">
      <w:start w:val="1"/>
      <w:numFmt w:val="bullet"/>
      <w:lvlText w:val=""/>
      <w:lvlJc w:val="left"/>
      <w:pPr>
        <w:tabs>
          <w:tab w:val="num" w:pos="2595"/>
        </w:tabs>
        <w:ind w:left="2595" w:hanging="360"/>
      </w:pPr>
      <w:rPr>
        <w:rFonts w:ascii="Symbol" w:hAnsi="Symbol" w:hint="default"/>
      </w:rPr>
    </w:lvl>
    <w:lvl w:ilvl="4" w:tplc="04090019">
      <w:start w:val="1"/>
      <w:numFmt w:val="bullet"/>
      <w:lvlText w:val="o"/>
      <w:lvlJc w:val="left"/>
      <w:pPr>
        <w:tabs>
          <w:tab w:val="num" w:pos="3315"/>
        </w:tabs>
        <w:ind w:left="3315" w:hanging="360"/>
      </w:pPr>
      <w:rPr>
        <w:rFonts w:ascii="Courier New" w:hAnsi="Courier New" w:hint="default"/>
      </w:rPr>
    </w:lvl>
    <w:lvl w:ilvl="5" w:tplc="0409001B" w:tentative="1">
      <w:start w:val="1"/>
      <w:numFmt w:val="bullet"/>
      <w:lvlText w:val=""/>
      <w:lvlJc w:val="left"/>
      <w:pPr>
        <w:tabs>
          <w:tab w:val="num" w:pos="4035"/>
        </w:tabs>
        <w:ind w:left="4035" w:hanging="360"/>
      </w:pPr>
      <w:rPr>
        <w:rFonts w:ascii="Wingdings" w:hAnsi="Wingdings" w:hint="default"/>
      </w:rPr>
    </w:lvl>
    <w:lvl w:ilvl="6" w:tplc="0409000F" w:tentative="1">
      <w:start w:val="1"/>
      <w:numFmt w:val="bullet"/>
      <w:lvlText w:val=""/>
      <w:lvlJc w:val="left"/>
      <w:pPr>
        <w:tabs>
          <w:tab w:val="num" w:pos="4755"/>
        </w:tabs>
        <w:ind w:left="4755" w:hanging="360"/>
      </w:pPr>
      <w:rPr>
        <w:rFonts w:ascii="Symbol" w:hAnsi="Symbol" w:hint="default"/>
      </w:rPr>
    </w:lvl>
    <w:lvl w:ilvl="7" w:tplc="04090019" w:tentative="1">
      <w:start w:val="1"/>
      <w:numFmt w:val="bullet"/>
      <w:lvlText w:val="o"/>
      <w:lvlJc w:val="left"/>
      <w:pPr>
        <w:tabs>
          <w:tab w:val="num" w:pos="5475"/>
        </w:tabs>
        <w:ind w:left="5475" w:hanging="360"/>
      </w:pPr>
      <w:rPr>
        <w:rFonts w:ascii="Courier New" w:hAnsi="Courier New" w:hint="default"/>
      </w:rPr>
    </w:lvl>
    <w:lvl w:ilvl="8" w:tplc="0409001B" w:tentative="1">
      <w:start w:val="1"/>
      <w:numFmt w:val="bullet"/>
      <w:lvlText w:val=""/>
      <w:lvlJc w:val="left"/>
      <w:pPr>
        <w:tabs>
          <w:tab w:val="num" w:pos="6195"/>
        </w:tabs>
        <w:ind w:left="6195" w:hanging="360"/>
      </w:pPr>
      <w:rPr>
        <w:rFonts w:ascii="Wingdings" w:hAnsi="Wingdings" w:hint="default"/>
      </w:rPr>
    </w:lvl>
  </w:abstractNum>
  <w:abstractNum w:abstractNumId="24" w15:restartNumberingAfterBreak="0">
    <w:nsid w:val="63A45FB8"/>
    <w:multiLevelType w:val="hybridMultilevel"/>
    <w:tmpl w:val="B5368E7E"/>
    <w:lvl w:ilvl="0" w:tplc="29F2762E">
      <w:start w:val="1"/>
      <w:numFmt w:val="bullet"/>
      <w:lvlText w:val=""/>
      <w:lvlJc w:val="left"/>
      <w:pPr>
        <w:ind w:left="720" w:hanging="360"/>
      </w:pPr>
      <w:rPr>
        <w:rFonts w:ascii="Symbol" w:hAnsi="Symbol" w:hint="default"/>
        <w:color w:val="auto"/>
      </w:rPr>
    </w:lvl>
    <w:lvl w:ilvl="1" w:tplc="54E069EC" w:tentative="1">
      <w:start w:val="1"/>
      <w:numFmt w:val="lowerLetter"/>
      <w:lvlText w:val="%2."/>
      <w:lvlJc w:val="left"/>
      <w:pPr>
        <w:ind w:left="1440" w:hanging="360"/>
      </w:pPr>
    </w:lvl>
    <w:lvl w:ilvl="2" w:tplc="E55C9C7E" w:tentative="1">
      <w:start w:val="1"/>
      <w:numFmt w:val="lowerRoman"/>
      <w:lvlText w:val="%3."/>
      <w:lvlJc w:val="right"/>
      <w:pPr>
        <w:ind w:left="2160" w:hanging="180"/>
      </w:pPr>
    </w:lvl>
    <w:lvl w:ilvl="3" w:tplc="2C564F7C" w:tentative="1">
      <w:start w:val="1"/>
      <w:numFmt w:val="decimal"/>
      <w:lvlText w:val="%4."/>
      <w:lvlJc w:val="left"/>
      <w:pPr>
        <w:ind w:left="2880" w:hanging="360"/>
      </w:pPr>
    </w:lvl>
    <w:lvl w:ilvl="4" w:tplc="DFB0073E" w:tentative="1">
      <w:start w:val="1"/>
      <w:numFmt w:val="lowerLetter"/>
      <w:lvlText w:val="%5."/>
      <w:lvlJc w:val="left"/>
      <w:pPr>
        <w:ind w:left="3600" w:hanging="360"/>
      </w:pPr>
    </w:lvl>
    <w:lvl w:ilvl="5" w:tplc="11F06A20" w:tentative="1">
      <w:start w:val="1"/>
      <w:numFmt w:val="lowerRoman"/>
      <w:lvlText w:val="%6."/>
      <w:lvlJc w:val="right"/>
      <w:pPr>
        <w:ind w:left="4320" w:hanging="180"/>
      </w:pPr>
    </w:lvl>
    <w:lvl w:ilvl="6" w:tplc="DC204676" w:tentative="1">
      <w:start w:val="1"/>
      <w:numFmt w:val="decimal"/>
      <w:lvlText w:val="%7."/>
      <w:lvlJc w:val="left"/>
      <w:pPr>
        <w:ind w:left="5040" w:hanging="360"/>
      </w:pPr>
    </w:lvl>
    <w:lvl w:ilvl="7" w:tplc="B14C5AA0" w:tentative="1">
      <w:start w:val="1"/>
      <w:numFmt w:val="lowerLetter"/>
      <w:lvlText w:val="%8."/>
      <w:lvlJc w:val="left"/>
      <w:pPr>
        <w:ind w:left="5760" w:hanging="360"/>
      </w:pPr>
    </w:lvl>
    <w:lvl w:ilvl="8" w:tplc="48DC6FD6" w:tentative="1">
      <w:start w:val="1"/>
      <w:numFmt w:val="lowerRoman"/>
      <w:lvlText w:val="%9."/>
      <w:lvlJc w:val="right"/>
      <w:pPr>
        <w:ind w:left="6480" w:hanging="180"/>
      </w:pPr>
    </w:lvl>
  </w:abstractNum>
  <w:abstractNum w:abstractNumId="25" w15:restartNumberingAfterBreak="0">
    <w:nsid w:val="6B422154"/>
    <w:multiLevelType w:val="hybridMultilevel"/>
    <w:tmpl w:val="5EA40E86"/>
    <w:lvl w:ilvl="0" w:tplc="F598489E">
      <w:start w:val="1"/>
      <w:numFmt w:val="decimal"/>
      <w:lvlText w:val="%1."/>
      <w:lvlJc w:val="left"/>
      <w:pPr>
        <w:tabs>
          <w:tab w:val="num" w:pos="720"/>
        </w:tabs>
        <w:ind w:left="720" w:hanging="72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6" w15:restartNumberingAfterBreak="0">
    <w:nsid w:val="6B7A0132"/>
    <w:multiLevelType w:val="hybridMultilevel"/>
    <w:tmpl w:val="FECC65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BFB4C37"/>
    <w:multiLevelType w:val="hybridMultilevel"/>
    <w:tmpl w:val="A07A14A6"/>
    <w:lvl w:ilvl="0" w:tplc="8A8A4310">
      <w:start w:val="1"/>
      <w:numFmt w:val="bullet"/>
      <w:pStyle w:val="Tablebullets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C95509D"/>
    <w:multiLevelType w:val="hybridMultilevel"/>
    <w:tmpl w:val="D1C4D3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CBD5B9A"/>
    <w:multiLevelType w:val="hybridMultilevel"/>
    <w:tmpl w:val="C1AA4A2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6FBF4C9E"/>
    <w:multiLevelType w:val="hybridMultilevel"/>
    <w:tmpl w:val="0FC8DCD8"/>
    <w:lvl w:ilvl="0" w:tplc="79041A06">
      <w:start w:val="1"/>
      <w:numFmt w:val="bullet"/>
      <w:lvlText w:val=""/>
      <w:lvlJc w:val="left"/>
      <w:pPr>
        <w:tabs>
          <w:tab w:val="num" w:pos="1134"/>
        </w:tabs>
        <w:ind w:left="1134"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B72B7B"/>
    <w:multiLevelType w:val="hybridMultilevel"/>
    <w:tmpl w:val="81EEF78C"/>
    <w:lvl w:ilvl="0" w:tplc="759C7BD0">
      <w:start w:val="1"/>
      <w:numFmt w:val="decimal"/>
      <w:lvlText w:val="%1."/>
      <w:lvlJc w:val="left"/>
      <w:pPr>
        <w:ind w:left="720" w:hanging="360"/>
      </w:pPr>
    </w:lvl>
    <w:lvl w:ilvl="1" w:tplc="DF10F9B8" w:tentative="1">
      <w:start w:val="1"/>
      <w:numFmt w:val="lowerLetter"/>
      <w:lvlText w:val="%2."/>
      <w:lvlJc w:val="left"/>
      <w:pPr>
        <w:ind w:left="1440" w:hanging="360"/>
      </w:pPr>
    </w:lvl>
    <w:lvl w:ilvl="2" w:tplc="AFAE1A88" w:tentative="1">
      <w:start w:val="1"/>
      <w:numFmt w:val="lowerRoman"/>
      <w:lvlText w:val="%3."/>
      <w:lvlJc w:val="right"/>
      <w:pPr>
        <w:ind w:left="2160" w:hanging="180"/>
      </w:pPr>
    </w:lvl>
    <w:lvl w:ilvl="3" w:tplc="3D30C05E" w:tentative="1">
      <w:start w:val="1"/>
      <w:numFmt w:val="decimal"/>
      <w:lvlText w:val="%4."/>
      <w:lvlJc w:val="left"/>
      <w:pPr>
        <w:ind w:left="2880" w:hanging="360"/>
      </w:pPr>
    </w:lvl>
    <w:lvl w:ilvl="4" w:tplc="8EE2EDC6" w:tentative="1">
      <w:start w:val="1"/>
      <w:numFmt w:val="lowerLetter"/>
      <w:lvlText w:val="%5."/>
      <w:lvlJc w:val="left"/>
      <w:pPr>
        <w:ind w:left="3600" w:hanging="360"/>
      </w:pPr>
    </w:lvl>
    <w:lvl w:ilvl="5" w:tplc="4F6C6B42" w:tentative="1">
      <w:start w:val="1"/>
      <w:numFmt w:val="lowerRoman"/>
      <w:lvlText w:val="%6."/>
      <w:lvlJc w:val="right"/>
      <w:pPr>
        <w:ind w:left="4320" w:hanging="180"/>
      </w:pPr>
    </w:lvl>
    <w:lvl w:ilvl="6" w:tplc="2C9A7EC6" w:tentative="1">
      <w:start w:val="1"/>
      <w:numFmt w:val="decimal"/>
      <w:lvlText w:val="%7."/>
      <w:lvlJc w:val="left"/>
      <w:pPr>
        <w:ind w:left="5040" w:hanging="360"/>
      </w:pPr>
    </w:lvl>
    <w:lvl w:ilvl="7" w:tplc="F67A345A" w:tentative="1">
      <w:start w:val="1"/>
      <w:numFmt w:val="lowerLetter"/>
      <w:lvlText w:val="%8."/>
      <w:lvlJc w:val="left"/>
      <w:pPr>
        <w:ind w:left="5760" w:hanging="360"/>
      </w:pPr>
    </w:lvl>
    <w:lvl w:ilvl="8" w:tplc="AD1A6A3A" w:tentative="1">
      <w:start w:val="1"/>
      <w:numFmt w:val="lowerRoman"/>
      <w:lvlText w:val="%9."/>
      <w:lvlJc w:val="right"/>
      <w:pPr>
        <w:ind w:left="6480" w:hanging="180"/>
      </w:pPr>
    </w:lvl>
  </w:abstractNum>
  <w:abstractNum w:abstractNumId="32" w15:restartNumberingAfterBreak="0">
    <w:nsid w:val="738B7DF1"/>
    <w:multiLevelType w:val="hybridMultilevel"/>
    <w:tmpl w:val="D8388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273B7B"/>
    <w:multiLevelType w:val="hybridMultilevel"/>
    <w:tmpl w:val="300A68B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76002CC6"/>
    <w:multiLevelType w:val="hybridMultilevel"/>
    <w:tmpl w:val="A63E2D6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775248D7"/>
    <w:multiLevelType w:val="hybridMultilevel"/>
    <w:tmpl w:val="4888F6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79F90833"/>
    <w:multiLevelType w:val="hybridMultilevel"/>
    <w:tmpl w:val="CADC1630"/>
    <w:lvl w:ilvl="0" w:tplc="0EE021FE">
      <w:start w:val="1"/>
      <w:numFmt w:val="bullet"/>
      <w:lvlText w:val=""/>
      <w:lvlJc w:val="left"/>
      <w:pPr>
        <w:ind w:left="720" w:hanging="360"/>
      </w:pPr>
      <w:rPr>
        <w:rFonts w:ascii="Symbol" w:hAnsi="Symbol" w:hint="default"/>
      </w:rPr>
    </w:lvl>
    <w:lvl w:ilvl="1" w:tplc="87E01CBC" w:tentative="1">
      <w:start w:val="1"/>
      <w:numFmt w:val="bullet"/>
      <w:lvlText w:val="o"/>
      <w:lvlJc w:val="left"/>
      <w:pPr>
        <w:ind w:left="1440" w:hanging="360"/>
      </w:pPr>
      <w:rPr>
        <w:rFonts w:ascii="Courier New" w:hAnsi="Courier New" w:cs="font243" w:hint="default"/>
      </w:rPr>
    </w:lvl>
    <w:lvl w:ilvl="2" w:tplc="AE44E490" w:tentative="1">
      <w:start w:val="1"/>
      <w:numFmt w:val="bullet"/>
      <w:lvlText w:val=""/>
      <w:lvlJc w:val="left"/>
      <w:pPr>
        <w:ind w:left="2160" w:hanging="360"/>
      </w:pPr>
      <w:rPr>
        <w:rFonts w:ascii="Wingdings" w:hAnsi="Wingdings" w:hint="default"/>
      </w:rPr>
    </w:lvl>
    <w:lvl w:ilvl="3" w:tplc="0ADE3252" w:tentative="1">
      <w:start w:val="1"/>
      <w:numFmt w:val="bullet"/>
      <w:lvlText w:val=""/>
      <w:lvlJc w:val="left"/>
      <w:pPr>
        <w:ind w:left="2880" w:hanging="360"/>
      </w:pPr>
      <w:rPr>
        <w:rFonts w:ascii="Symbol" w:hAnsi="Symbol" w:hint="default"/>
      </w:rPr>
    </w:lvl>
    <w:lvl w:ilvl="4" w:tplc="C5921C86" w:tentative="1">
      <w:start w:val="1"/>
      <w:numFmt w:val="bullet"/>
      <w:lvlText w:val="o"/>
      <w:lvlJc w:val="left"/>
      <w:pPr>
        <w:ind w:left="3600" w:hanging="360"/>
      </w:pPr>
      <w:rPr>
        <w:rFonts w:ascii="Courier New" w:hAnsi="Courier New" w:cs="font243" w:hint="default"/>
      </w:rPr>
    </w:lvl>
    <w:lvl w:ilvl="5" w:tplc="96DE6AF6" w:tentative="1">
      <w:start w:val="1"/>
      <w:numFmt w:val="bullet"/>
      <w:lvlText w:val=""/>
      <w:lvlJc w:val="left"/>
      <w:pPr>
        <w:ind w:left="4320" w:hanging="360"/>
      </w:pPr>
      <w:rPr>
        <w:rFonts w:ascii="Wingdings" w:hAnsi="Wingdings" w:hint="default"/>
      </w:rPr>
    </w:lvl>
    <w:lvl w:ilvl="6" w:tplc="CF72F048" w:tentative="1">
      <w:start w:val="1"/>
      <w:numFmt w:val="bullet"/>
      <w:lvlText w:val=""/>
      <w:lvlJc w:val="left"/>
      <w:pPr>
        <w:ind w:left="5040" w:hanging="360"/>
      </w:pPr>
      <w:rPr>
        <w:rFonts w:ascii="Symbol" w:hAnsi="Symbol" w:hint="default"/>
      </w:rPr>
    </w:lvl>
    <w:lvl w:ilvl="7" w:tplc="A87E7D06" w:tentative="1">
      <w:start w:val="1"/>
      <w:numFmt w:val="bullet"/>
      <w:lvlText w:val="o"/>
      <w:lvlJc w:val="left"/>
      <w:pPr>
        <w:ind w:left="5760" w:hanging="360"/>
      </w:pPr>
      <w:rPr>
        <w:rFonts w:ascii="Courier New" w:hAnsi="Courier New" w:cs="font243" w:hint="default"/>
      </w:rPr>
    </w:lvl>
    <w:lvl w:ilvl="8" w:tplc="EAE278C8" w:tentative="1">
      <w:start w:val="1"/>
      <w:numFmt w:val="bullet"/>
      <w:lvlText w:val=""/>
      <w:lvlJc w:val="left"/>
      <w:pPr>
        <w:ind w:left="6480" w:hanging="360"/>
      </w:pPr>
      <w:rPr>
        <w:rFonts w:ascii="Wingdings" w:hAnsi="Wingdings" w:hint="default"/>
      </w:rPr>
    </w:lvl>
  </w:abstractNum>
  <w:abstractNum w:abstractNumId="37" w15:restartNumberingAfterBreak="0">
    <w:nsid w:val="7A3D3AFC"/>
    <w:multiLevelType w:val="hybridMultilevel"/>
    <w:tmpl w:val="3D7C28B6"/>
    <w:lvl w:ilvl="0" w:tplc="52609B38">
      <w:start w:val="1"/>
      <w:numFmt w:val="bullet"/>
      <w:pStyle w:val="HTVbullet1"/>
      <w:lvlText w:val="•"/>
      <w:lvlJc w:val="left"/>
      <w:pPr>
        <w:ind w:left="624" w:hanging="284"/>
      </w:pPr>
      <w:rPr>
        <w:rFonts w:ascii="Times New Roman" w:hAnsi="Times New Roman" w:hint="default"/>
        <w:b w:val="0"/>
        <w:i w:val="0"/>
        <w:color w:val="auto"/>
        <w:sz w:val="24"/>
      </w:rPr>
    </w:lvl>
    <w:lvl w:ilvl="1" w:tplc="04090003">
      <w:start w:val="1"/>
      <w:numFmt w:val="bullet"/>
      <w:lvlText w:val="o"/>
      <w:lvlJc w:val="left"/>
      <w:pPr>
        <w:ind w:left="1780" w:hanging="360"/>
      </w:pPr>
      <w:rPr>
        <w:rFonts w:ascii="Courier New" w:hAnsi="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38" w15:restartNumberingAfterBreak="0">
    <w:nsid w:val="7FD31B51"/>
    <w:multiLevelType w:val="hybridMultilevel"/>
    <w:tmpl w:val="3FD672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7"/>
  </w:num>
  <w:num w:numId="2">
    <w:abstractNumId w:val="13"/>
  </w:num>
  <w:num w:numId="3">
    <w:abstractNumId w:val="14"/>
  </w:num>
  <w:num w:numId="4">
    <w:abstractNumId w:val="31"/>
  </w:num>
  <w:num w:numId="5">
    <w:abstractNumId w:val="19"/>
  </w:num>
  <w:num w:numId="6">
    <w:abstractNumId w:val="10"/>
  </w:num>
  <w:num w:numId="7">
    <w:abstractNumId w:val="24"/>
  </w:num>
  <w:num w:numId="8">
    <w:abstractNumId w:val="1"/>
  </w:num>
  <w:num w:numId="9">
    <w:abstractNumId w:val="2"/>
  </w:num>
  <w:num w:numId="10">
    <w:abstractNumId w:val="21"/>
  </w:num>
  <w:num w:numId="11">
    <w:abstractNumId w:val="4"/>
  </w:num>
  <w:num w:numId="12">
    <w:abstractNumId w:val="36"/>
  </w:num>
  <w:num w:numId="13">
    <w:abstractNumId w:val="22"/>
  </w:num>
  <w:num w:numId="14">
    <w:abstractNumId w:val="35"/>
  </w:num>
  <w:num w:numId="15">
    <w:abstractNumId w:val="16"/>
  </w:num>
  <w:num w:numId="16">
    <w:abstractNumId w:val="20"/>
  </w:num>
  <w:num w:numId="17">
    <w:abstractNumId w:val="23"/>
  </w:num>
  <w:num w:numId="18">
    <w:abstractNumId w:val="26"/>
  </w:num>
  <w:num w:numId="19">
    <w:abstractNumId w:val="25"/>
  </w:num>
  <w:num w:numId="20">
    <w:abstractNumId w:val="34"/>
  </w:num>
  <w:num w:numId="21">
    <w:abstractNumId w:val="12"/>
  </w:num>
  <w:num w:numId="22">
    <w:abstractNumId w:val="3"/>
  </w:num>
  <w:num w:numId="23">
    <w:abstractNumId w:val="15"/>
  </w:num>
  <w:num w:numId="24">
    <w:abstractNumId w:val="30"/>
  </w:num>
  <w:num w:numId="25">
    <w:abstractNumId w:val="0"/>
  </w:num>
  <w:num w:numId="26">
    <w:abstractNumId w:val="6"/>
  </w:num>
  <w:num w:numId="27">
    <w:abstractNumId w:val="33"/>
  </w:num>
  <w:num w:numId="28">
    <w:abstractNumId w:val="32"/>
  </w:num>
  <w:num w:numId="29">
    <w:abstractNumId w:val="18"/>
  </w:num>
  <w:num w:numId="30">
    <w:abstractNumId w:val="27"/>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num>
  <w:num w:numId="33">
    <w:abstractNumId w:val="38"/>
  </w:num>
  <w:num w:numId="34">
    <w:abstractNumId w:val="11"/>
  </w:num>
  <w:num w:numId="35">
    <w:abstractNumId w:val="5"/>
  </w:num>
  <w:num w:numId="36">
    <w:abstractNumId w:val="37"/>
  </w:num>
  <w:num w:numId="37">
    <w:abstractNumId w:val="17"/>
  </w:num>
  <w:num w:numId="38">
    <w:abstractNumId w:val="9"/>
  </w:num>
  <w:num w:numId="39">
    <w:abstractNumId w:val="28"/>
  </w:num>
  <w:num w:numId="40">
    <w:abstractNumId w:val="14"/>
  </w:num>
  <w:num w:numId="41">
    <w:abstractNumId w:val="29"/>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C4FAD"/>
    <w:rsid w:val="0000702E"/>
    <w:rsid w:val="00017F2D"/>
    <w:rsid w:val="00024D6A"/>
    <w:rsid w:val="00025048"/>
    <w:rsid w:val="00025630"/>
    <w:rsid w:val="0002620A"/>
    <w:rsid w:val="000269F6"/>
    <w:rsid w:val="00027DD2"/>
    <w:rsid w:val="00027FF8"/>
    <w:rsid w:val="00030B9A"/>
    <w:rsid w:val="00034128"/>
    <w:rsid w:val="00037923"/>
    <w:rsid w:val="0004266C"/>
    <w:rsid w:val="000428BD"/>
    <w:rsid w:val="000500F9"/>
    <w:rsid w:val="00053D13"/>
    <w:rsid w:val="000549AE"/>
    <w:rsid w:val="00056B92"/>
    <w:rsid w:val="00070909"/>
    <w:rsid w:val="00072D13"/>
    <w:rsid w:val="00074434"/>
    <w:rsid w:val="000909D2"/>
    <w:rsid w:val="0009557F"/>
    <w:rsid w:val="000B0F79"/>
    <w:rsid w:val="000B19A1"/>
    <w:rsid w:val="000B1F9C"/>
    <w:rsid w:val="000B6521"/>
    <w:rsid w:val="000B699A"/>
    <w:rsid w:val="000C1487"/>
    <w:rsid w:val="000C7EB4"/>
    <w:rsid w:val="000D5B99"/>
    <w:rsid w:val="000F0880"/>
    <w:rsid w:val="000F6FF4"/>
    <w:rsid w:val="00102FDB"/>
    <w:rsid w:val="001161CF"/>
    <w:rsid w:val="00116C84"/>
    <w:rsid w:val="0012134D"/>
    <w:rsid w:val="00122ED8"/>
    <w:rsid w:val="0012585C"/>
    <w:rsid w:val="00133721"/>
    <w:rsid w:val="00134613"/>
    <w:rsid w:val="00166DAE"/>
    <w:rsid w:val="00177003"/>
    <w:rsid w:val="001902A0"/>
    <w:rsid w:val="00196C59"/>
    <w:rsid w:val="001B03C4"/>
    <w:rsid w:val="001B18FB"/>
    <w:rsid w:val="001C7FFA"/>
    <w:rsid w:val="001F3349"/>
    <w:rsid w:val="0020399D"/>
    <w:rsid w:val="002071F5"/>
    <w:rsid w:val="00233DB0"/>
    <w:rsid w:val="002437C8"/>
    <w:rsid w:val="002443F3"/>
    <w:rsid w:val="002522BC"/>
    <w:rsid w:val="00254066"/>
    <w:rsid w:val="00254DBE"/>
    <w:rsid w:val="00265F08"/>
    <w:rsid w:val="002709A8"/>
    <w:rsid w:val="00276614"/>
    <w:rsid w:val="002861FA"/>
    <w:rsid w:val="00286B4F"/>
    <w:rsid w:val="0029674C"/>
    <w:rsid w:val="002A02CA"/>
    <w:rsid w:val="002A02D5"/>
    <w:rsid w:val="002A5B56"/>
    <w:rsid w:val="002B4501"/>
    <w:rsid w:val="002B60D3"/>
    <w:rsid w:val="002B676F"/>
    <w:rsid w:val="002D4B54"/>
    <w:rsid w:val="002D78DA"/>
    <w:rsid w:val="002F2D11"/>
    <w:rsid w:val="002F70C0"/>
    <w:rsid w:val="00301A46"/>
    <w:rsid w:val="00303E77"/>
    <w:rsid w:val="003127BE"/>
    <w:rsid w:val="0031566B"/>
    <w:rsid w:val="0031611E"/>
    <w:rsid w:val="00316F5E"/>
    <w:rsid w:val="003322BC"/>
    <w:rsid w:val="0035004C"/>
    <w:rsid w:val="00355912"/>
    <w:rsid w:val="00356BE6"/>
    <w:rsid w:val="003630CB"/>
    <w:rsid w:val="00364564"/>
    <w:rsid w:val="00371834"/>
    <w:rsid w:val="0037226C"/>
    <w:rsid w:val="00391023"/>
    <w:rsid w:val="00393FA2"/>
    <w:rsid w:val="003940F7"/>
    <w:rsid w:val="003A01C8"/>
    <w:rsid w:val="003C3FB9"/>
    <w:rsid w:val="003D4458"/>
    <w:rsid w:val="003E37DC"/>
    <w:rsid w:val="003E6411"/>
    <w:rsid w:val="003E7A75"/>
    <w:rsid w:val="003F2077"/>
    <w:rsid w:val="003F7212"/>
    <w:rsid w:val="00411E8B"/>
    <w:rsid w:val="004122F7"/>
    <w:rsid w:val="00426B70"/>
    <w:rsid w:val="00434FAD"/>
    <w:rsid w:val="00436153"/>
    <w:rsid w:val="004510A4"/>
    <w:rsid w:val="004527DD"/>
    <w:rsid w:val="004605C0"/>
    <w:rsid w:val="00461717"/>
    <w:rsid w:val="00475B61"/>
    <w:rsid w:val="00484DA8"/>
    <w:rsid w:val="00493E4D"/>
    <w:rsid w:val="00496F27"/>
    <w:rsid w:val="004A64F0"/>
    <w:rsid w:val="004B01CF"/>
    <w:rsid w:val="004C275C"/>
    <w:rsid w:val="004C3FE4"/>
    <w:rsid w:val="004C61FF"/>
    <w:rsid w:val="004C7AAC"/>
    <w:rsid w:val="004F2106"/>
    <w:rsid w:val="004F454B"/>
    <w:rsid w:val="00511539"/>
    <w:rsid w:val="00514C1B"/>
    <w:rsid w:val="00522384"/>
    <w:rsid w:val="00525010"/>
    <w:rsid w:val="00525041"/>
    <w:rsid w:val="00530A3D"/>
    <w:rsid w:val="00537E5F"/>
    <w:rsid w:val="005446A0"/>
    <w:rsid w:val="005501B5"/>
    <w:rsid w:val="0055059A"/>
    <w:rsid w:val="00552465"/>
    <w:rsid w:val="00553699"/>
    <w:rsid w:val="00555544"/>
    <w:rsid w:val="0056542D"/>
    <w:rsid w:val="005804AD"/>
    <w:rsid w:val="00583E75"/>
    <w:rsid w:val="00583E81"/>
    <w:rsid w:val="00592A3C"/>
    <w:rsid w:val="00592EED"/>
    <w:rsid w:val="0059469B"/>
    <w:rsid w:val="005A34C5"/>
    <w:rsid w:val="005A70E4"/>
    <w:rsid w:val="005B23A2"/>
    <w:rsid w:val="005B76C1"/>
    <w:rsid w:val="005D0854"/>
    <w:rsid w:val="005D398B"/>
    <w:rsid w:val="005D4B51"/>
    <w:rsid w:val="005E3388"/>
    <w:rsid w:val="005E3BB1"/>
    <w:rsid w:val="005E6509"/>
    <w:rsid w:val="005F1D3F"/>
    <w:rsid w:val="00601343"/>
    <w:rsid w:val="00625D3A"/>
    <w:rsid w:val="00626A53"/>
    <w:rsid w:val="00630BBE"/>
    <w:rsid w:val="00636744"/>
    <w:rsid w:val="0064631B"/>
    <w:rsid w:val="00650AB0"/>
    <w:rsid w:val="006543DB"/>
    <w:rsid w:val="00663558"/>
    <w:rsid w:val="00670BFD"/>
    <w:rsid w:val="00677AEA"/>
    <w:rsid w:val="00684FC8"/>
    <w:rsid w:val="0069012B"/>
    <w:rsid w:val="006953C7"/>
    <w:rsid w:val="006965C8"/>
    <w:rsid w:val="006A69A8"/>
    <w:rsid w:val="006B5BF8"/>
    <w:rsid w:val="006B6CDF"/>
    <w:rsid w:val="006D0D8B"/>
    <w:rsid w:val="006D1459"/>
    <w:rsid w:val="006E2D0B"/>
    <w:rsid w:val="006E318F"/>
    <w:rsid w:val="006E7E65"/>
    <w:rsid w:val="00703D17"/>
    <w:rsid w:val="007114E2"/>
    <w:rsid w:val="007125C2"/>
    <w:rsid w:val="00712C5C"/>
    <w:rsid w:val="00745519"/>
    <w:rsid w:val="00752E9E"/>
    <w:rsid w:val="00753166"/>
    <w:rsid w:val="00764088"/>
    <w:rsid w:val="007657CF"/>
    <w:rsid w:val="00791834"/>
    <w:rsid w:val="007969AD"/>
    <w:rsid w:val="007B7AAE"/>
    <w:rsid w:val="007C37FF"/>
    <w:rsid w:val="007C444B"/>
    <w:rsid w:val="007C71B6"/>
    <w:rsid w:val="007C738E"/>
    <w:rsid w:val="007D2515"/>
    <w:rsid w:val="007D6D6D"/>
    <w:rsid w:val="007D6D73"/>
    <w:rsid w:val="007E22ED"/>
    <w:rsid w:val="007E52B5"/>
    <w:rsid w:val="007F191B"/>
    <w:rsid w:val="007F1BFE"/>
    <w:rsid w:val="007F6AAF"/>
    <w:rsid w:val="00811EB7"/>
    <w:rsid w:val="008120AF"/>
    <w:rsid w:val="00820F39"/>
    <w:rsid w:val="00821149"/>
    <w:rsid w:val="008252A2"/>
    <w:rsid w:val="0083128C"/>
    <w:rsid w:val="00832AB6"/>
    <w:rsid w:val="008332D7"/>
    <w:rsid w:val="00833601"/>
    <w:rsid w:val="00847556"/>
    <w:rsid w:val="00851F99"/>
    <w:rsid w:val="00862954"/>
    <w:rsid w:val="00881316"/>
    <w:rsid w:val="00882EEF"/>
    <w:rsid w:val="00883C68"/>
    <w:rsid w:val="0089151F"/>
    <w:rsid w:val="008956F0"/>
    <w:rsid w:val="008A0996"/>
    <w:rsid w:val="008A7855"/>
    <w:rsid w:val="008B11CC"/>
    <w:rsid w:val="008B5EE2"/>
    <w:rsid w:val="008C205B"/>
    <w:rsid w:val="008D3809"/>
    <w:rsid w:val="008D693C"/>
    <w:rsid w:val="008E2BBA"/>
    <w:rsid w:val="00902CB0"/>
    <w:rsid w:val="0090312D"/>
    <w:rsid w:val="00911A1A"/>
    <w:rsid w:val="00912802"/>
    <w:rsid w:val="00913143"/>
    <w:rsid w:val="00913A0C"/>
    <w:rsid w:val="00913FAB"/>
    <w:rsid w:val="00920DBA"/>
    <w:rsid w:val="00925235"/>
    <w:rsid w:val="00931062"/>
    <w:rsid w:val="00946575"/>
    <w:rsid w:val="00951C23"/>
    <w:rsid w:val="00952D22"/>
    <w:rsid w:val="0096306C"/>
    <w:rsid w:val="00963EEF"/>
    <w:rsid w:val="00973123"/>
    <w:rsid w:val="00981335"/>
    <w:rsid w:val="009948BA"/>
    <w:rsid w:val="00995D2F"/>
    <w:rsid w:val="009C0FAE"/>
    <w:rsid w:val="009D33B1"/>
    <w:rsid w:val="009D7E21"/>
    <w:rsid w:val="009E16CB"/>
    <w:rsid w:val="009E51A4"/>
    <w:rsid w:val="009F0529"/>
    <w:rsid w:val="009F1379"/>
    <w:rsid w:val="009F43C3"/>
    <w:rsid w:val="009F4B4C"/>
    <w:rsid w:val="00A05271"/>
    <w:rsid w:val="00A05C13"/>
    <w:rsid w:val="00A12A0E"/>
    <w:rsid w:val="00A15445"/>
    <w:rsid w:val="00A21086"/>
    <w:rsid w:val="00A248F8"/>
    <w:rsid w:val="00A25BD5"/>
    <w:rsid w:val="00A33A00"/>
    <w:rsid w:val="00A34AA0"/>
    <w:rsid w:val="00A40087"/>
    <w:rsid w:val="00A5096B"/>
    <w:rsid w:val="00A57FD5"/>
    <w:rsid w:val="00A7247D"/>
    <w:rsid w:val="00A7453D"/>
    <w:rsid w:val="00A76BC5"/>
    <w:rsid w:val="00A840E6"/>
    <w:rsid w:val="00A91DD3"/>
    <w:rsid w:val="00A95FA6"/>
    <w:rsid w:val="00A96E93"/>
    <w:rsid w:val="00AA230F"/>
    <w:rsid w:val="00AB5E46"/>
    <w:rsid w:val="00AC48E3"/>
    <w:rsid w:val="00AC4FAD"/>
    <w:rsid w:val="00AC5892"/>
    <w:rsid w:val="00AC71E1"/>
    <w:rsid w:val="00AD7668"/>
    <w:rsid w:val="00AE03CA"/>
    <w:rsid w:val="00AF12F7"/>
    <w:rsid w:val="00AF1A53"/>
    <w:rsid w:val="00AF3793"/>
    <w:rsid w:val="00AF637F"/>
    <w:rsid w:val="00AF6A30"/>
    <w:rsid w:val="00B00EED"/>
    <w:rsid w:val="00B100CF"/>
    <w:rsid w:val="00B125AF"/>
    <w:rsid w:val="00B23B9C"/>
    <w:rsid w:val="00B46A2A"/>
    <w:rsid w:val="00B600E7"/>
    <w:rsid w:val="00B854EE"/>
    <w:rsid w:val="00B953ED"/>
    <w:rsid w:val="00B96133"/>
    <w:rsid w:val="00BB54CB"/>
    <w:rsid w:val="00BC28D1"/>
    <w:rsid w:val="00BC5501"/>
    <w:rsid w:val="00BD3336"/>
    <w:rsid w:val="00BD78B0"/>
    <w:rsid w:val="00BE43D9"/>
    <w:rsid w:val="00BF60FB"/>
    <w:rsid w:val="00C07A9A"/>
    <w:rsid w:val="00C13D46"/>
    <w:rsid w:val="00C16AFF"/>
    <w:rsid w:val="00C25A43"/>
    <w:rsid w:val="00C334C3"/>
    <w:rsid w:val="00C406D0"/>
    <w:rsid w:val="00C41617"/>
    <w:rsid w:val="00C560B4"/>
    <w:rsid w:val="00C664FA"/>
    <w:rsid w:val="00C71344"/>
    <w:rsid w:val="00C820E7"/>
    <w:rsid w:val="00C83F90"/>
    <w:rsid w:val="00CA3098"/>
    <w:rsid w:val="00CA4294"/>
    <w:rsid w:val="00CA50E1"/>
    <w:rsid w:val="00CA5ED3"/>
    <w:rsid w:val="00CC0878"/>
    <w:rsid w:val="00CC1CE0"/>
    <w:rsid w:val="00CD3247"/>
    <w:rsid w:val="00CD5670"/>
    <w:rsid w:val="00CD607A"/>
    <w:rsid w:val="00CE646B"/>
    <w:rsid w:val="00CF115C"/>
    <w:rsid w:val="00CF16FC"/>
    <w:rsid w:val="00CF6078"/>
    <w:rsid w:val="00CF6328"/>
    <w:rsid w:val="00CF6F53"/>
    <w:rsid w:val="00D01FAB"/>
    <w:rsid w:val="00D075E6"/>
    <w:rsid w:val="00D15016"/>
    <w:rsid w:val="00D224F6"/>
    <w:rsid w:val="00D25277"/>
    <w:rsid w:val="00D31C43"/>
    <w:rsid w:val="00D34E8C"/>
    <w:rsid w:val="00D52D40"/>
    <w:rsid w:val="00D533A2"/>
    <w:rsid w:val="00D535EA"/>
    <w:rsid w:val="00D543EA"/>
    <w:rsid w:val="00D65443"/>
    <w:rsid w:val="00D66DD9"/>
    <w:rsid w:val="00D6787E"/>
    <w:rsid w:val="00D81F19"/>
    <w:rsid w:val="00D83BD3"/>
    <w:rsid w:val="00D851EB"/>
    <w:rsid w:val="00D871C9"/>
    <w:rsid w:val="00D95872"/>
    <w:rsid w:val="00D96CB1"/>
    <w:rsid w:val="00DB6929"/>
    <w:rsid w:val="00DC7D58"/>
    <w:rsid w:val="00DD239B"/>
    <w:rsid w:val="00DD778C"/>
    <w:rsid w:val="00DE19B5"/>
    <w:rsid w:val="00DF2889"/>
    <w:rsid w:val="00DF7CAA"/>
    <w:rsid w:val="00E06E47"/>
    <w:rsid w:val="00E1057B"/>
    <w:rsid w:val="00E126E4"/>
    <w:rsid w:val="00E13E4B"/>
    <w:rsid w:val="00E44BF0"/>
    <w:rsid w:val="00E45E0E"/>
    <w:rsid w:val="00E63311"/>
    <w:rsid w:val="00E63C73"/>
    <w:rsid w:val="00E70F55"/>
    <w:rsid w:val="00E86EF3"/>
    <w:rsid w:val="00E8718A"/>
    <w:rsid w:val="00E90828"/>
    <w:rsid w:val="00E94CA4"/>
    <w:rsid w:val="00EA2CA0"/>
    <w:rsid w:val="00EA440C"/>
    <w:rsid w:val="00EB26EE"/>
    <w:rsid w:val="00EC108D"/>
    <w:rsid w:val="00EC1A50"/>
    <w:rsid w:val="00EC300D"/>
    <w:rsid w:val="00EC6691"/>
    <w:rsid w:val="00ED2747"/>
    <w:rsid w:val="00EE52AF"/>
    <w:rsid w:val="00EF0934"/>
    <w:rsid w:val="00F02760"/>
    <w:rsid w:val="00F02A3C"/>
    <w:rsid w:val="00F03AC2"/>
    <w:rsid w:val="00F06A87"/>
    <w:rsid w:val="00F32FF3"/>
    <w:rsid w:val="00F375D9"/>
    <w:rsid w:val="00F44DC6"/>
    <w:rsid w:val="00F4698C"/>
    <w:rsid w:val="00F54D35"/>
    <w:rsid w:val="00F6391B"/>
    <w:rsid w:val="00F71915"/>
    <w:rsid w:val="00F71B8F"/>
    <w:rsid w:val="00F9055F"/>
    <w:rsid w:val="00F90F70"/>
    <w:rsid w:val="00F97EA3"/>
    <w:rsid w:val="00FA6BB0"/>
    <w:rsid w:val="00FB1C49"/>
    <w:rsid w:val="00FC36FC"/>
    <w:rsid w:val="00FC567A"/>
    <w:rsid w:val="00FC6DB1"/>
    <w:rsid w:val="00FD1EF6"/>
    <w:rsid w:val="00FD39E8"/>
    <w:rsid w:val="00FE0721"/>
    <w:rsid w:val="00FE25A7"/>
    <w:rsid w:val="00FE40EF"/>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529704"/>
  <w15:docId w15:val="{6FCF6F01-E4A5-4D52-9811-DBD239E3F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28BD"/>
    <w:pPr>
      <w:spacing w:after="200" w:line="276" w:lineRule="auto"/>
    </w:pPr>
    <w:rPr>
      <w:rFonts w:asciiTheme="minorHAnsi" w:eastAsiaTheme="minorHAnsi" w:hAnsiTheme="minorHAnsi" w:cstheme="minorBidi"/>
      <w:sz w:val="22"/>
      <w:szCs w:val="22"/>
      <w:lang w:eastAsia="en-US"/>
    </w:rPr>
  </w:style>
  <w:style w:type="paragraph" w:styleId="Heading1">
    <w:name w:val="heading 1"/>
    <w:next w:val="BodyText"/>
    <w:link w:val="Heading1Char"/>
    <w:qFormat/>
    <w:rsid w:val="000428BD"/>
    <w:pPr>
      <w:keepNext/>
      <w:keepLines/>
      <w:spacing w:before="360" w:after="100" w:line="280" w:lineRule="atLeast"/>
      <w:outlineLvl w:val="0"/>
    </w:pPr>
    <w:rPr>
      <w:rFonts w:eastAsia="Times New Roman" w:cs="Arial"/>
      <w:b/>
      <w:bCs/>
      <w:caps/>
      <w:color w:val="000000"/>
      <w:sz w:val="24"/>
      <w:szCs w:val="24"/>
    </w:rPr>
  </w:style>
  <w:style w:type="paragraph" w:styleId="Heading2">
    <w:name w:val="heading 2"/>
    <w:next w:val="BodyText"/>
    <w:link w:val="Heading2Char"/>
    <w:qFormat/>
    <w:rsid w:val="000428BD"/>
    <w:pPr>
      <w:numPr>
        <w:numId w:val="25"/>
      </w:numPr>
      <w:spacing w:before="200" w:after="60"/>
      <w:ind w:left="284" w:hanging="284"/>
      <w:outlineLvl w:val="1"/>
    </w:pPr>
    <w:rPr>
      <w:rFonts w:eastAsia="Times New Roman" w:cs="Arial"/>
      <w:b/>
      <w:bCs/>
      <w:caps/>
      <w:color w:val="000000"/>
      <w:sz w:val="22"/>
      <w:szCs w:val="22"/>
    </w:rPr>
  </w:style>
  <w:style w:type="paragraph" w:styleId="Heading3">
    <w:name w:val="heading 3"/>
    <w:next w:val="BodyText"/>
    <w:link w:val="Heading3Char"/>
    <w:qFormat/>
    <w:rsid w:val="000428BD"/>
    <w:pPr>
      <w:keepNext/>
      <w:spacing w:before="180" w:after="60" w:line="240" w:lineRule="atLeast"/>
      <w:outlineLvl w:val="2"/>
    </w:pPr>
    <w:rPr>
      <w:rFonts w:eastAsia="Times New Roman" w:cs="Arial"/>
      <w:b/>
      <w:bCs/>
      <w:caps/>
      <w:color w:val="000000"/>
    </w:rPr>
  </w:style>
  <w:style w:type="paragraph" w:styleId="Heading4">
    <w:name w:val="heading 4"/>
    <w:next w:val="BodyText"/>
    <w:link w:val="Heading4Char"/>
    <w:qFormat/>
    <w:rsid w:val="000428BD"/>
    <w:pPr>
      <w:keepNext/>
      <w:spacing w:before="140" w:after="60" w:line="230" w:lineRule="atLeast"/>
      <w:outlineLvl w:val="3"/>
    </w:pPr>
    <w:rPr>
      <w:rFonts w:eastAsia="Times New Roman" w:cs="Arial"/>
      <w:b/>
      <w:bCs/>
      <w:color w:val="000000"/>
      <w:szCs w:val="19"/>
    </w:rPr>
  </w:style>
  <w:style w:type="character" w:default="1" w:styleId="DefaultParagraphFont">
    <w:name w:val="Default Paragraph Font"/>
    <w:uiPriority w:val="1"/>
    <w:semiHidden/>
    <w:unhideWhenUsed/>
    <w:rsid w:val="000428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28BD"/>
  </w:style>
  <w:style w:type="character" w:customStyle="1" w:styleId="Heading1Char">
    <w:name w:val="Heading 1 Char"/>
    <w:basedOn w:val="DefaultParagraphFont"/>
    <w:link w:val="Heading1"/>
    <w:rsid w:val="000428BD"/>
    <w:rPr>
      <w:rFonts w:eastAsia="Times New Roman" w:cs="Arial"/>
      <w:b/>
      <w:bCs/>
      <w:caps/>
      <w:color w:val="000000"/>
      <w:sz w:val="24"/>
      <w:szCs w:val="24"/>
    </w:rPr>
  </w:style>
  <w:style w:type="paragraph" w:styleId="Title">
    <w:name w:val="Title"/>
    <w:next w:val="Normal"/>
    <w:link w:val="TitleChar"/>
    <w:uiPriority w:val="1"/>
    <w:qFormat/>
    <w:rsid w:val="000428BD"/>
    <w:pPr>
      <w:pBdr>
        <w:bottom w:val="single" w:sz="4" w:space="1" w:color="auto"/>
      </w:pBdr>
      <w:spacing w:after="60" w:line="320" w:lineRule="atLeast"/>
    </w:pPr>
    <w:rPr>
      <w:rFonts w:eastAsia="Times New Roman" w:cs="Arial"/>
      <w:b/>
      <w:bCs/>
      <w:caps/>
      <w:color w:val="000000"/>
      <w:sz w:val="28"/>
      <w:szCs w:val="28"/>
      <w:lang w:eastAsia="en-US"/>
    </w:rPr>
  </w:style>
  <w:style w:type="character" w:customStyle="1" w:styleId="TitleChar">
    <w:name w:val="Title Char"/>
    <w:basedOn w:val="DefaultParagraphFont"/>
    <w:link w:val="Title"/>
    <w:uiPriority w:val="1"/>
    <w:rsid w:val="000428BD"/>
    <w:rPr>
      <w:rFonts w:eastAsia="Times New Roman" w:cs="Arial"/>
      <w:b/>
      <w:bCs/>
      <w:caps/>
      <w:color w:val="000000"/>
      <w:sz w:val="28"/>
      <w:szCs w:val="28"/>
      <w:lang w:eastAsia="en-US"/>
    </w:rPr>
  </w:style>
  <w:style w:type="paragraph" w:customStyle="1" w:styleId="Bullets2">
    <w:name w:val="Bullets 2"/>
    <w:qFormat/>
    <w:rsid w:val="000428BD"/>
    <w:pPr>
      <w:numPr>
        <w:ilvl w:val="1"/>
        <w:numId w:val="3"/>
      </w:numPr>
      <w:spacing w:after="60" w:line="260" w:lineRule="atLeast"/>
    </w:pPr>
    <w:rPr>
      <w:rFonts w:eastAsia="Calibri"/>
      <w:szCs w:val="19"/>
    </w:rPr>
  </w:style>
  <w:style w:type="paragraph" w:customStyle="1" w:styleId="Attachment1">
    <w:name w:val="Attachment 1"/>
    <w:next w:val="Attachment2"/>
    <w:qFormat/>
    <w:rsid w:val="000428BD"/>
    <w:pPr>
      <w:pageBreakBefore/>
      <w:spacing w:after="40"/>
    </w:pPr>
    <w:rPr>
      <w:rFonts w:eastAsia="Times New Roman" w:cs="Arial"/>
      <w:b/>
      <w:bCs/>
      <w:caps/>
      <w:color w:val="000000"/>
      <w:sz w:val="24"/>
      <w:szCs w:val="24"/>
      <w:lang w:eastAsia="en-US"/>
    </w:rPr>
  </w:style>
  <w:style w:type="paragraph" w:styleId="BodyText">
    <w:name w:val="Body Text"/>
    <w:link w:val="BodyTextChar"/>
    <w:qFormat/>
    <w:rsid w:val="000428BD"/>
    <w:pPr>
      <w:spacing w:before="60" w:after="170" w:line="260" w:lineRule="atLeast"/>
    </w:pPr>
    <w:rPr>
      <w:rFonts w:eastAsia="Calibri"/>
      <w:szCs w:val="19"/>
    </w:rPr>
  </w:style>
  <w:style w:type="character" w:customStyle="1" w:styleId="BodyTextChar">
    <w:name w:val="Body Text Char"/>
    <w:basedOn w:val="DefaultParagraphFont"/>
    <w:link w:val="BodyText"/>
    <w:rsid w:val="000428BD"/>
    <w:rPr>
      <w:rFonts w:eastAsia="Calibri"/>
      <w:szCs w:val="19"/>
    </w:rPr>
  </w:style>
  <w:style w:type="character" w:customStyle="1" w:styleId="Heading2Char">
    <w:name w:val="Heading 2 Char"/>
    <w:basedOn w:val="DefaultParagraphFont"/>
    <w:link w:val="Heading2"/>
    <w:rsid w:val="000428BD"/>
    <w:rPr>
      <w:rFonts w:eastAsia="Times New Roman" w:cs="Arial"/>
      <w:b/>
      <w:bCs/>
      <w:caps/>
      <w:color w:val="000000"/>
      <w:sz w:val="22"/>
      <w:szCs w:val="22"/>
    </w:rPr>
  </w:style>
  <w:style w:type="character" w:customStyle="1" w:styleId="Heading3Char">
    <w:name w:val="Heading 3 Char"/>
    <w:basedOn w:val="DefaultParagraphFont"/>
    <w:link w:val="Heading3"/>
    <w:rsid w:val="000428BD"/>
    <w:rPr>
      <w:rFonts w:eastAsia="Times New Roman" w:cs="Arial"/>
      <w:b/>
      <w:bCs/>
      <w:caps/>
      <w:color w:val="000000"/>
    </w:rPr>
  </w:style>
  <w:style w:type="character" w:customStyle="1" w:styleId="Heading4Char">
    <w:name w:val="Heading 4 Char"/>
    <w:basedOn w:val="DefaultParagraphFont"/>
    <w:link w:val="Heading4"/>
    <w:rsid w:val="000428BD"/>
    <w:rPr>
      <w:rFonts w:eastAsia="Times New Roman" w:cs="Arial"/>
      <w:b/>
      <w:bCs/>
      <w:color w:val="000000"/>
      <w:szCs w:val="19"/>
    </w:rPr>
  </w:style>
  <w:style w:type="numbering" w:customStyle="1" w:styleId="Bullets">
    <w:name w:val="Bullets"/>
    <w:uiPriority w:val="99"/>
    <w:locked/>
    <w:rsid w:val="000428BD"/>
    <w:pPr>
      <w:numPr>
        <w:numId w:val="1"/>
      </w:numPr>
    </w:pPr>
  </w:style>
  <w:style w:type="paragraph" w:customStyle="1" w:styleId="Bullets1">
    <w:name w:val="Bullets 1"/>
    <w:qFormat/>
    <w:rsid w:val="000428BD"/>
    <w:pPr>
      <w:numPr>
        <w:numId w:val="3"/>
      </w:numPr>
      <w:spacing w:after="60" w:line="260" w:lineRule="atLeast"/>
    </w:pPr>
    <w:rPr>
      <w:rFonts w:eastAsia="Calibri"/>
      <w:szCs w:val="19"/>
    </w:rPr>
  </w:style>
  <w:style w:type="paragraph" w:styleId="Header">
    <w:name w:val="header"/>
    <w:basedOn w:val="Normal"/>
    <w:link w:val="HeaderChar"/>
    <w:uiPriority w:val="99"/>
    <w:unhideWhenUsed/>
    <w:rsid w:val="000428BD"/>
    <w:pPr>
      <w:tabs>
        <w:tab w:val="center" w:pos="4513"/>
        <w:tab w:val="right" w:pos="9026"/>
      </w:tabs>
      <w:spacing w:after="0"/>
    </w:pPr>
  </w:style>
  <w:style w:type="character" w:customStyle="1" w:styleId="HeaderChar">
    <w:name w:val="Header Char"/>
    <w:basedOn w:val="DefaultParagraphFont"/>
    <w:link w:val="Header"/>
    <w:uiPriority w:val="99"/>
    <w:rsid w:val="000428BD"/>
    <w:rPr>
      <w:rFonts w:asciiTheme="minorHAnsi" w:eastAsiaTheme="minorHAnsi" w:hAnsiTheme="minorHAnsi" w:cstheme="minorBidi"/>
      <w:sz w:val="22"/>
      <w:szCs w:val="22"/>
      <w:lang w:eastAsia="en-US"/>
    </w:rPr>
  </w:style>
  <w:style w:type="paragraph" w:styleId="Footer">
    <w:name w:val="footer"/>
    <w:basedOn w:val="Normal"/>
    <w:link w:val="FooterChar"/>
    <w:uiPriority w:val="99"/>
    <w:unhideWhenUsed/>
    <w:rsid w:val="000428BD"/>
    <w:pPr>
      <w:tabs>
        <w:tab w:val="center" w:pos="4513"/>
        <w:tab w:val="right" w:pos="9026"/>
      </w:tabs>
      <w:spacing w:after="0"/>
    </w:pPr>
    <w:rPr>
      <w:rFonts w:cs="Arial"/>
      <w:sz w:val="16"/>
      <w:szCs w:val="16"/>
    </w:rPr>
  </w:style>
  <w:style w:type="character" w:customStyle="1" w:styleId="FooterChar">
    <w:name w:val="Footer Char"/>
    <w:basedOn w:val="DefaultParagraphFont"/>
    <w:link w:val="Footer"/>
    <w:uiPriority w:val="99"/>
    <w:rsid w:val="000428BD"/>
    <w:rPr>
      <w:rFonts w:asciiTheme="minorHAnsi" w:eastAsiaTheme="minorHAnsi" w:hAnsiTheme="minorHAnsi" w:cs="Arial"/>
      <w:sz w:val="16"/>
      <w:szCs w:val="16"/>
      <w:lang w:eastAsia="en-US"/>
    </w:rPr>
  </w:style>
  <w:style w:type="table" w:styleId="TableGrid">
    <w:name w:val="Table Grid"/>
    <w:basedOn w:val="TableNormal"/>
    <w:uiPriority w:val="59"/>
    <w:locked/>
    <w:rsid w:val="000428BD"/>
    <w:rPr>
      <w:rFonts w:eastAsia="Calibri"/>
      <w:sz w:val="19"/>
      <w:szCs w:val="1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datory">
    <w:name w:val="Mandatory"/>
    <w:qFormat/>
    <w:rsid w:val="000428BD"/>
    <w:pPr>
      <w:spacing w:after="720" w:line="230" w:lineRule="atLeast"/>
    </w:pPr>
    <w:rPr>
      <w:rFonts w:eastAsia="Times New Roman" w:cs="Arial"/>
      <w:b/>
      <w:bCs/>
      <w:color w:val="000000"/>
      <w:sz w:val="19"/>
      <w:szCs w:val="19"/>
    </w:rPr>
  </w:style>
  <w:style w:type="paragraph" w:customStyle="1" w:styleId="Attachment2">
    <w:name w:val="Attachment 2"/>
    <w:next w:val="BodyText"/>
    <w:qFormat/>
    <w:rsid w:val="000428BD"/>
    <w:pPr>
      <w:spacing w:after="720"/>
    </w:pPr>
    <w:rPr>
      <w:rFonts w:eastAsia="Times New Roman" w:cs="Arial"/>
      <w:b/>
      <w:bCs/>
      <w:color w:val="000000"/>
      <w:sz w:val="24"/>
      <w:szCs w:val="24"/>
      <w:lang w:eastAsia="en-US"/>
    </w:rPr>
  </w:style>
  <w:style w:type="paragraph" w:customStyle="1" w:styleId="Bullets3">
    <w:name w:val="Bullets 3"/>
    <w:qFormat/>
    <w:rsid w:val="000428BD"/>
    <w:pPr>
      <w:numPr>
        <w:ilvl w:val="2"/>
        <w:numId w:val="3"/>
      </w:numPr>
      <w:spacing w:after="60" w:line="260" w:lineRule="atLeast"/>
    </w:pPr>
    <w:rPr>
      <w:rFonts w:eastAsia="Calibri"/>
      <w:szCs w:val="19"/>
    </w:rPr>
  </w:style>
  <w:style w:type="paragraph" w:customStyle="1" w:styleId="BodyText3ptAfter">
    <w:name w:val="Body Text 3pt After"/>
    <w:basedOn w:val="BodyText"/>
    <w:qFormat/>
    <w:rsid w:val="000428BD"/>
    <w:pPr>
      <w:spacing w:after="60"/>
    </w:pPr>
  </w:style>
  <w:style w:type="paragraph" w:styleId="BalloonText">
    <w:name w:val="Balloon Text"/>
    <w:basedOn w:val="Normal"/>
    <w:link w:val="BalloonTextChar"/>
    <w:uiPriority w:val="99"/>
    <w:semiHidden/>
    <w:unhideWhenUsed/>
    <w:rsid w:val="000428B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28BD"/>
    <w:rPr>
      <w:rFonts w:ascii="Tahoma" w:eastAsiaTheme="minorHAnsi" w:hAnsi="Tahoma" w:cs="Tahoma"/>
      <w:sz w:val="16"/>
      <w:szCs w:val="16"/>
      <w:lang w:eastAsia="en-US"/>
    </w:rPr>
  </w:style>
  <w:style w:type="character" w:styleId="Hyperlink">
    <w:name w:val="Hyperlink"/>
    <w:uiPriority w:val="99"/>
    <w:unhideWhenUsed/>
    <w:rsid w:val="000428BD"/>
    <w:rPr>
      <w:color w:val="0000FF"/>
      <w:u w:val="single"/>
    </w:rPr>
  </w:style>
  <w:style w:type="paragraph" w:styleId="FootnoteText">
    <w:name w:val="footnote text"/>
    <w:basedOn w:val="Normal"/>
    <w:link w:val="FootnoteTextChar"/>
    <w:uiPriority w:val="99"/>
    <w:unhideWhenUsed/>
    <w:rsid w:val="000428BD"/>
    <w:pPr>
      <w:spacing w:after="0"/>
      <w:ind w:left="142" w:hanging="142"/>
    </w:pPr>
    <w:rPr>
      <w:rFonts w:eastAsia="Times New Roman"/>
      <w:snapToGrid w:val="0"/>
      <w:sz w:val="20"/>
      <w:szCs w:val="20"/>
    </w:rPr>
  </w:style>
  <w:style w:type="character" w:customStyle="1" w:styleId="FootnoteTextChar">
    <w:name w:val="Footnote Text Char"/>
    <w:basedOn w:val="DefaultParagraphFont"/>
    <w:link w:val="FootnoteText"/>
    <w:uiPriority w:val="99"/>
    <w:rsid w:val="000428BD"/>
    <w:rPr>
      <w:rFonts w:asciiTheme="minorHAnsi" w:eastAsia="Times New Roman" w:hAnsiTheme="minorHAnsi" w:cstheme="minorBidi"/>
      <w:snapToGrid w:val="0"/>
      <w:lang w:eastAsia="en-US"/>
    </w:rPr>
  </w:style>
  <w:style w:type="character" w:styleId="FootnoteReference">
    <w:name w:val="footnote reference"/>
    <w:uiPriority w:val="99"/>
    <w:unhideWhenUsed/>
    <w:rsid w:val="000428BD"/>
    <w:rPr>
      <w:vertAlign w:val="superscript"/>
    </w:rPr>
  </w:style>
  <w:style w:type="paragraph" w:customStyle="1" w:styleId="AttachmentNumberedHeading1">
    <w:name w:val="Attachment Numbered Heading 1"/>
    <w:qFormat/>
    <w:rsid w:val="000428BD"/>
    <w:pPr>
      <w:numPr>
        <w:numId w:val="9"/>
      </w:numPr>
      <w:spacing w:before="200" w:after="60"/>
    </w:pPr>
    <w:rPr>
      <w:rFonts w:ascii="Arial Bold" w:eastAsia="Times New Roman" w:hAnsi="Arial Bold" w:cs="Arial"/>
      <w:b/>
      <w:bCs/>
      <w:color w:val="000000"/>
      <w:sz w:val="22"/>
      <w:szCs w:val="22"/>
    </w:rPr>
  </w:style>
  <w:style w:type="paragraph" w:customStyle="1" w:styleId="AttachmentNumberedHeading2">
    <w:name w:val="Attachment Numbered Heading 2"/>
    <w:next w:val="BodyText"/>
    <w:qFormat/>
    <w:rsid w:val="000428BD"/>
    <w:pPr>
      <w:numPr>
        <w:ilvl w:val="1"/>
        <w:numId w:val="9"/>
      </w:numPr>
      <w:spacing w:before="140" w:line="260" w:lineRule="atLeast"/>
    </w:pPr>
    <w:rPr>
      <w:rFonts w:eastAsia="Times New Roman" w:cs="Arial"/>
      <w:b/>
      <w:bCs/>
      <w:color w:val="000000"/>
    </w:rPr>
  </w:style>
  <w:style w:type="paragraph" w:customStyle="1" w:styleId="Tablebullets">
    <w:name w:val="Table bullets"/>
    <w:basedOn w:val="Normal"/>
    <w:qFormat/>
    <w:rsid w:val="000428BD"/>
    <w:pPr>
      <w:numPr>
        <w:numId w:val="32"/>
      </w:numPr>
      <w:spacing w:before="40" w:after="40" w:line="260" w:lineRule="atLeast"/>
      <w:ind w:left="227" w:hanging="227"/>
    </w:pPr>
    <w:rPr>
      <w:rFonts w:eastAsia="Times New Roman" w:cs="Tms Rmn"/>
      <w:snapToGrid w:val="0"/>
      <w:sz w:val="20"/>
      <w:szCs w:val="20"/>
      <w:lang w:val="en-GB"/>
    </w:rPr>
  </w:style>
  <w:style w:type="paragraph" w:customStyle="1" w:styleId="Tablecolumnhead">
    <w:name w:val="Table column head"/>
    <w:basedOn w:val="Normal"/>
    <w:qFormat/>
    <w:rsid w:val="000428BD"/>
    <w:pPr>
      <w:spacing w:before="40" w:after="40"/>
    </w:pPr>
    <w:rPr>
      <w:rFonts w:eastAsia="Times New Roman" w:cs="Tms Rmn"/>
      <w:b/>
      <w:snapToGrid w:val="0"/>
      <w:sz w:val="20"/>
      <w:szCs w:val="20"/>
      <w:lang w:val="en-GB"/>
    </w:rPr>
  </w:style>
  <w:style w:type="paragraph" w:customStyle="1" w:styleId="Tabletext">
    <w:name w:val="Table text"/>
    <w:basedOn w:val="Normal"/>
    <w:qFormat/>
    <w:rsid w:val="000428BD"/>
    <w:pPr>
      <w:spacing w:before="40" w:after="40" w:line="260" w:lineRule="atLeast"/>
    </w:pPr>
    <w:rPr>
      <w:rFonts w:eastAsia="Times New Roman" w:cs="Tms Rmn"/>
      <w:snapToGrid w:val="0"/>
      <w:sz w:val="20"/>
      <w:szCs w:val="20"/>
      <w:lang w:val="en-GB"/>
    </w:rPr>
  </w:style>
  <w:style w:type="paragraph" w:customStyle="1" w:styleId="BodyText85ptBefore">
    <w:name w:val="Body Text 8.5pt Before"/>
    <w:basedOn w:val="BodyText3ptAfter"/>
    <w:qFormat/>
    <w:rsid w:val="000428BD"/>
    <w:pPr>
      <w:spacing w:before="170"/>
    </w:pPr>
  </w:style>
  <w:style w:type="paragraph" w:customStyle="1" w:styleId="SignatureLine">
    <w:name w:val="Signature Line"/>
    <w:basedOn w:val="BodyText"/>
    <w:qFormat/>
    <w:rsid w:val="000428BD"/>
    <w:pPr>
      <w:tabs>
        <w:tab w:val="right" w:leader="underscore" w:pos="4253"/>
        <w:tab w:val="left" w:pos="4522"/>
        <w:tab w:val="left" w:leader="underscore" w:pos="7796"/>
      </w:tabs>
      <w:spacing w:before="240" w:after="60"/>
    </w:pPr>
  </w:style>
  <w:style w:type="paragraph" w:customStyle="1" w:styleId="SubHeading">
    <w:name w:val="Sub Heading"/>
    <w:basedOn w:val="Normal"/>
    <w:rsid w:val="000428BD"/>
    <w:pPr>
      <w:spacing w:before="80" w:after="40" w:line="280" w:lineRule="atLeast"/>
    </w:pPr>
    <w:rPr>
      <w:rFonts w:eastAsia="Times New Roman" w:cs="Tms Rmn"/>
      <w:b/>
      <w:snapToGrid w:val="0"/>
    </w:rPr>
  </w:style>
  <w:style w:type="paragraph" w:customStyle="1" w:styleId="Policylist1">
    <w:name w:val="Policy list 1"/>
    <w:aliases w:val="2,3"/>
    <w:basedOn w:val="Normal"/>
    <w:qFormat/>
    <w:rsid w:val="000428BD"/>
    <w:pPr>
      <w:numPr>
        <w:numId w:val="15"/>
      </w:numPr>
      <w:tabs>
        <w:tab w:val="left" w:pos="284"/>
      </w:tabs>
      <w:spacing w:after="60" w:line="260" w:lineRule="atLeast"/>
    </w:pPr>
    <w:rPr>
      <w:rFonts w:eastAsia="Times New Roman" w:cs="Tms Rmn"/>
      <w:snapToGrid w:val="0"/>
      <w:sz w:val="20"/>
      <w:szCs w:val="20"/>
      <w:lang w:val="en-US"/>
    </w:rPr>
  </w:style>
  <w:style w:type="paragraph" w:customStyle="1" w:styleId="SignatureCaption">
    <w:name w:val="Signature Caption"/>
    <w:basedOn w:val="BodyText"/>
    <w:qFormat/>
    <w:rsid w:val="000428BD"/>
    <w:pPr>
      <w:tabs>
        <w:tab w:val="left" w:pos="4536"/>
      </w:tabs>
    </w:pPr>
    <w:rPr>
      <w:rFonts w:eastAsia="Arial"/>
    </w:rPr>
  </w:style>
  <w:style w:type="paragraph" w:customStyle="1" w:styleId="AlphaList">
    <w:name w:val="Alpha List"/>
    <w:qFormat/>
    <w:rsid w:val="000428BD"/>
    <w:pPr>
      <w:numPr>
        <w:numId w:val="31"/>
      </w:numPr>
      <w:spacing w:after="60" w:line="260" w:lineRule="atLeast"/>
    </w:pPr>
    <w:rPr>
      <w:rFonts w:eastAsia="Calibri"/>
      <w:szCs w:val="19"/>
    </w:rPr>
  </w:style>
  <w:style w:type="paragraph" w:customStyle="1" w:styleId="AlphaList2">
    <w:name w:val="Alpha List 2"/>
    <w:qFormat/>
    <w:rsid w:val="000428BD"/>
    <w:pPr>
      <w:numPr>
        <w:ilvl w:val="1"/>
        <w:numId w:val="31"/>
      </w:numPr>
      <w:spacing w:after="60" w:line="260" w:lineRule="atLeast"/>
    </w:pPr>
    <w:rPr>
      <w:rFonts w:eastAsia="Calibri"/>
      <w:szCs w:val="19"/>
    </w:rPr>
  </w:style>
  <w:style w:type="character" w:styleId="FollowedHyperlink">
    <w:name w:val="FollowedHyperlink"/>
    <w:uiPriority w:val="99"/>
    <w:semiHidden/>
    <w:unhideWhenUsed/>
    <w:rsid w:val="000428BD"/>
    <w:rPr>
      <w:color w:val="800080"/>
      <w:u w:val="single"/>
    </w:rPr>
  </w:style>
  <w:style w:type="paragraph" w:customStyle="1" w:styleId="Tablebullets2">
    <w:name w:val="Table bullets 2"/>
    <w:qFormat/>
    <w:rsid w:val="000428BD"/>
    <w:pPr>
      <w:numPr>
        <w:numId w:val="30"/>
      </w:numPr>
      <w:spacing w:before="40" w:after="40" w:line="260" w:lineRule="atLeast"/>
      <w:ind w:left="454" w:hanging="227"/>
    </w:pPr>
    <w:rPr>
      <w:rFonts w:eastAsia="Times New Roman" w:cs="Tms Rmn"/>
      <w:snapToGrid w:val="0"/>
      <w:lang w:val="en-GB" w:eastAsia="en-US"/>
    </w:rPr>
  </w:style>
  <w:style w:type="character" w:styleId="CommentReference">
    <w:name w:val="annotation reference"/>
    <w:basedOn w:val="DefaultParagraphFont"/>
    <w:uiPriority w:val="99"/>
    <w:semiHidden/>
    <w:unhideWhenUsed/>
    <w:rsid w:val="000428BD"/>
    <w:rPr>
      <w:sz w:val="16"/>
      <w:szCs w:val="16"/>
    </w:rPr>
  </w:style>
  <w:style w:type="paragraph" w:styleId="CommentText">
    <w:name w:val="annotation text"/>
    <w:basedOn w:val="Normal"/>
    <w:link w:val="CommentTextChar"/>
    <w:uiPriority w:val="99"/>
    <w:semiHidden/>
    <w:unhideWhenUsed/>
    <w:rsid w:val="000428BD"/>
    <w:rPr>
      <w:sz w:val="20"/>
      <w:szCs w:val="20"/>
    </w:rPr>
  </w:style>
  <w:style w:type="character" w:customStyle="1" w:styleId="CommentTextChar">
    <w:name w:val="Comment Text Char"/>
    <w:basedOn w:val="DefaultParagraphFont"/>
    <w:link w:val="CommentText"/>
    <w:uiPriority w:val="99"/>
    <w:semiHidden/>
    <w:rsid w:val="000428BD"/>
    <w:rPr>
      <w:rFonts w:asciiTheme="minorHAnsi" w:eastAsiaTheme="minorHAnsi" w:hAnsiTheme="minorHAnsi" w:cstheme="minorBidi"/>
      <w:lang w:eastAsia="en-US"/>
    </w:rPr>
  </w:style>
  <w:style w:type="paragraph" w:styleId="CommentSubject">
    <w:name w:val="annotation subject"/>
    <w:basedOn w:val="CommentText"/>
    <w:next w:val="CommentText"/>
    <w:link w:val="CommentSubjectChar"/>
    <w:uiPriority w:val="99"/>
    <w:semiHidden/>
    <w:unhideWhenUsed/>
    <w:rsid w:val="000428BD"/>
    <w:rPr>
      <w:b/>
      <w:bCs/>
    </w:rPr>
  </w:style>
  <w:style w:type="character" w:customStyle="1" w:styleId="CommentSubjectChar">
    <w:name w:val="Comment Subject Char"/>
    <w:basedOn w:val="CommentTextChar"/>
    <w:link w:val="CommentSubject"/>
    <w:uiPriority w:val="99"/>
    <w:semiHidden/>
    <w:rsid w:val="000428BD"/>
    <w:rPr>
      <w:rFonts w:asciiTheme="minorHAnsi" w:eastAsiaTheme="minorHAnsi" w:hAnsiTheme="minorHAnsi" w:cstheme="minorBidi"/>
      <w:b/>
      <w:bCs/>
      <w:lang w:eastAsia="en-US"/>
    </w:rPr>
  </w:style>
  <w:style w:type="paragraph" w:styleId="NormalWeb">
    <w:name w:val="Normal (Web)"/>
    <w:basedOn w:val="Normal"/>
    <w:uiPriority w:val="99"/>
    <w:unhideWhenUsed/>
    <w:rsid w:val="000428BD"/>
    <w:pPr>
      <w:spacing w:before="240" w:after="240"/>
    </w:pPr>
    <w:rPr>
      <w:rFonts w:ascii="Times New Roman" w:eastAsia="Times New Roman" w:hAnsi="Times New Roman"/>
      <w:sz w:val="24"/>
      <w:szCs w:val="24"/>
      <w:lang w:eastAsia="en-AU"/>
    </w:rPr>
  </w:style>
  <w:style w:type="character" w:customStyle="1" w:styleId="leadertext">
    <w:name w:val="leadertext"/>
    <w:basedOn w:val="DefaultParagraphFont"/>
    <w:rsid w:val="000428BD"/>
  </w:style>
  <w:style w:type="paragraph" w:styleId="ListParagraph">
    <w:name w:val="List Paragraph"/>
    <w:basedOn w:val="Normal"/>
    <w:uiPriority w:val="34"/>
    <w:qFormat/>
    <w:rsid w:val="000428BD"/>
    <w:pPr>
      <w:ind w:left="720"/>
      <w:contextualSpacing/>
    </w:pPr>
    <w:rPr>
      <w:rFonts w:ascii="Corbel" w:hAnsi="Corbel"/>
    </w:rPr>
  </w:style>
  <w:style w:type="paragraph" w:customStyle="1" w:styleId="HTVbullet2">
    <w:name w:val="HTV bullet 2"/>
    <w:basedOn w:val="Normal"/>
    <w:qFormat/>
    <w:rsid w:val="000428BD"/>
    <w:pPr>
      <w:spacing w:after="40" w:line="270" w:lineRule="atLeast"/>
      <w:ind w:left="340" w:hanging="170"/>
    </w:pPr>
    <w:rPr>
      <w:rFonts w:eastAsia="MS Mincho"/>
      <w:szCs w:val="24"/>
    </w:rPr>
  </w:style>
  <w:style w:type="paragraph" w:customStyle="1" w:styleId="HTVbullet2lastline">
    <w:name w:val="HTV bullet 2 last line"/>
    <w:basedOn w:val="HTVbullet2"/>
    <w:qFormat/>
    <w:rsid w:val="000428BD"/>
    <w:pPr>
      <w:spacing w:after="120"/>
    </w:pPr>
  </w:style>
  <w:style w:type="paragraph" w:customStyle="1" w:styleId="HTVbullet1">
    <w:name w:val="HTV bullet 1"/>
    <w:basedOn w:val="Normal"/>
    <w:qFormat/>
    <w:rsid w:val="000428BD"/>
    <w:pPr>
      <w:numPr>
        <w:numId w:val="36"/>
      </w:numPr>
      <w:spacing w:after="40" w:line="270" w:lineRule="atLeast"/>
      <w:ind w:left="170" w:hanging="170"/>
    </w:pPr>
    <w:rPr>
      <w:rFonts w:eastAsia="MS Mincho"/>
      <w:szCs w:val="24"/>
    </w:rPr>
  </w:style>
  <w:style w:type="paragraph" w:customStyle="1" w:styleId="HTVbody">
    <w:name w:val="HTV body"/>
    <w:rsid w:val="000428BD"/>
    <w:pPr>
      <w:spacing w:after="120" w:line="270" w:lineRule="atLeast"/>
    </w:pPr>
    <w:rPr>
      <w:rFonts w:eastAsia="MS Mincho"/>
      <w:sz w:val="19"/>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380881">
      <w:bodyDiv w:val="1"/>
      <w:marLeft w:val="0"/>
      <w:marRight w:val="0"/>
      <w:marTop w:val="0"/>
      <w:marBottom w:val="0"/>
      <w:divBdr>
        <w:top w:val="none" w:sz="0" w:space="0" w:color="auto"/>
        <w:left w:val="none" w:sz="0" w:space="0" w:color="auto"/>
        <w:bottom w:val="none" w:sz="0" w:space="0" w:color="auto"/>
        <w:right w:val="none" w:sz="0" w:space="0" w:color="auto"/>
      </w:divBdr>
    </w:div>
    <w:div w:id="123278331">
      <w:bodyDiv w:val="1"/>
      <w:marLeft w:val="0"/>
      <w:marRight w:val="0"/>
      <w:marTop w:val="0"/>
      <w:marBottom w:val="0"/>
      <w:divBdr>
        <w:top w:val="none" w:sz="0" w:space="0" w:color="auto"/>
        <w:left w:val="none" w:sz="0" w:space="0" w:color="auto"/>
        <w:bottom w:val="none" w:sz="0" w:space="0" w:color="auto"/>
        <w:right w:val="none" w:sz="0" w:space="0" w:color="auto"/>
      </w:divBdr>
    </w:div>
    <w:div w:id="137697517">
      <w:bodyDiv w:val="1"/>
      <w:marLeft w:val="0"/>
      <w:marRight w:val="0"/>
      <w:marTop w:val="0"/>
      <w:marBottom w:val="0"/>
      <w:divBdr>
        <w:top w:val="none" w:sz="0" w:space="0" w:color="auto"/>
        <w:left w:val="none" w:sz="0" w:space="0" w:color="auto"/>
        <w:bottom w:val="none" w:sz="0" w:space="0" w:color="auto"/>
        <w:right w:val="none" w:sz="0" w:space="0" w:color="auto"/>
      </w:divBdr>
    </w:div>
    <w:div w:id="1195458830">
      <w:bodyDiv w:val="1"/>
      <w:marLeft w:val="0"/>
      <w:marRight w:val="0"/>
      <w:marTop w:val="0"/>
      <w:marBottom w:val="0"/>
      <w:divBdr>
        <w:top w:val="none" w:sz="0" w:space="0" w:color="auto"/>
        <w:left w:val="none" w:sz="0" w:space="0" w:color="auto"/>
        <w:bottom w:val="none" w:sz="0" w:space="0" w:color="auto"/>
        <w:right w:val="none" w:sz="0" w:space="0" w:color="auto"/>
      </w:divBdr>
    </w:div>
    <w:div w:id="1276526228">
      <w:bodyDiv w:val="1"/>
      <w:marLeft w:val="0"/>
      <w:marRight w:val="0"/>
      <w:marTop w:val="0"/>
      <w:marBottom w:val="0"/>
      <w:divBdr>
        <w:top w:val="none" w:sz="0" w:space="0" w:color="auto"/>
        <w:left w:val="none" w:sz="0" w:space="0" w:color="auto"/>
        <w:bottom w:val="none" w:sz="0" w:space="0" w:color="auto"/>
        <w:right w:val="none" w:sz="0" w:space="0" w:color="auto"/>
      </w:divBdr>
      <w:divsChild>
        <w:div w:id="1421104756">
          <w:marLeft w:val="0"/>
          <w:marRight w:val="0"/>
          <w:marTop w:val="0"/>
          <w:marBottom w:val="0"/>
          <w:divBdr>
            <w:top w:val="none" w:sz="0" w:space="0" w:color="auto"/>
            <w:left w:val="none" w:sz="0" w:space="0" w:color="auto"/>
            <w:bottom w:val="none" w:sz="0" w:space="0" w:color="auto"/>
            <w:right w:val="none" w:sz="0" w:space="0" w:color="auto"/>
          </w:divBdr>
          <w:divsChild>
            <w:div w:id="1947347843">
              <w:marLeft w:val="0"/>
              <w:marRight w:val="0"/>
              <w:marTop w:val="0"/>
              <w:marBottom w:val="0"/>
              <w:divBdr>
                <w:top w:val="none" w:sz="0" w:space="0" w:color="auto"/>
                <w:left w:val="none" w:sz="0" w:space="0" w:color="auto"/>
                <w:bottom w:val="none" w:sz="0" w:space="0" w:color="auto"/>
                <w:right w:val="none" w:sz="0" w:space="0" w:color="auto"/>
              </w:divBdr>
              <w:divsChild>
                <w:div w:id="1158109937">
                  <w:marLeft w:val="0"/>
                  <w:marRight w:val="0"/>
                  <w:marTop w:val="0"/>
                  <w:marBottom w:val="0"/>
                  <w:divBdr>
                    <w:top w:val="none" w:sz="0" w:space="0" w:color="auto"/>
                    <w:left w:val="none" w:sz="0" w:space="0" w:color="auto"/>
                    <w:bottom w:val="none" w:sz="0" w:space="0" w:color="auto"/>
                    <w:right w:val="none" w:sz="0" w:space="0" w:color="auto"/>
                  </w:divBdr>
                  <w:divsChild>
                    <w:div w:id="285894999">
                      <w:marLeft w:val="0"/>
                      <w:marRight w:val="0"/>
                      <w:marTop w:val="0"/>
                      <w:marBottom w:val="0"/>
                      <w:divBdr>
                        <w:top w:val="none" w:sz="0" w:space="0" w:color="auto"/>
                        <w:left w:val="none" w:sz="0" w:space="0" w:color="auto"/>
                        <w:bottom w:val="none" w:sz="0" w:space="0" w:color="auto"/>
                        <w:right w:val="none" w:sz="0" w:space="0" w:color="auto"/>
                      </w:divBdr>
                      <w:divsChild>
                        <w:div w:id="1227304867">
                          <w:marLeft w:val="0"/>
                          <w:marRight w:val="0"/>
                          <w:marTop w:val="0"/>
                          <w:marBottom w:val="0"/>
                          <w:divBdr>
                            <w:top w:val="none" w:sz="0" w:space="0" w:color="auto"/>
                            <w:left w:val="none" w:sz="0" w:space="0" w:color="auto"/>
                            <w:bottom w:val="none" w:sz="0" w:space="0" w:color="auto"/>
                            <w:right w:val="none" w:sz="0" w:space="0" w:color="auto"/>
                          </w:divBdr>
                          <w:divsChild>
                            <w:div w:id="1288662763">
                              <w:marLeft w:val="0"/>
                              <w:marRight w:val="0"/>
                              <w:marTop w:val="0"/>
                              <w:marBottom w:val="0"/>
                              <w:divBdr>
                                <w:top w:val="none" w:sz="0" w:space="0" w:color="auto"/>
                                <w:left w:val="none" w:sz="0" w:space="0" w:color="auto"/>
                                <w:bottom w:val="none" w:sz="0" w:space="0" w:color="auto"/>
                                <w:right w:val="none" w:sz="0" w:space="0" w:color="auto"/>
                              </w:divBdr>
                              <w:divsChild>
                                <w:div w:id="178896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0165747">
      <w:bodyDiv w:val="1"/>
      <w:marLeft w:val="0"/>
      <w:marRight w:val="0"/>
      <w:marTop w:val="0"/>
      <w:marBottom w:val="0"/>
      <w:divBdr>
        <w:top w:val="none" w:sz="0" w:space="0" w:color="auto"/>
        <w:left w:val="none" w:sz="0" w:space="0" w:color="auto"/>
        <w:bottom w:val="none" w:sz="0" w:space="0" w:color="auto"/>
        <w:right w:val="none" w:sz="0" w:space="0" w:color="auto"/>
      </w:divBdr>
    </w:div>
    <w:div w:id="1334139364">
      <w:bodyDiv w:val="1"/>
      <w:marLeft w:val="0"/>
      <w:marRight w:val="0"/>
      <w:marTop w:val="0"/>
      <w:marBottom w:val="0"/>
      <w:divBdr>
        <w:top w:val="none" w:sz="0" w:space="0" w:color="auto"/>
        <w:left w:val="none" w:sz="0" w:space="0" w:color="auto"/>
        <w:bottom w:val="none" w:sz="0" w:space="0" w:color="auto"/>
        <w:right w:val="none" w:sz="0" w:space="0" w:color="auto"/>
      </w:divBdr>
    </w:div>
    <w:div w:id="1817989018">
      <w:bodyDiv w:val="1"/>
      <w:marLeft w:val="0"/>
      <w:marRight w:val="0"/>
      <w:marTop w:val="0"/>
      <w:marBottom w:val="0"/>
      <w:divBdr>
        <w:top w:val="none" w:sz="0" w:space="0" w:color="auto"/>
        <w:left w:val="none" w:sz="0" w:space="0" w:color="auto"/>
        <w:bottom w:val="none" w:sz="0" w:space="0" w:color="auto"/>
        <w:right w:val="none" w:sz="0" w:space="0" w:color="auto"/>
      </w:divBdr>
      <w:divsChild>
        <w:div w:id="328557684">
          <w:marLeft w:val="0"/>
          <w:marRight w:val="0"/>
          <w:marTop w:val="0"/>
          <w:marBottom w:val="0"/>
          <w:divBdr>
            <w:top w:val="none" w:sz="0" w:space="0" w:color="auto"/>
            <w:left w:val="none" w:sz="0" w:space="0" w:color="auto"/>
            <w:bottom w:val="none" w:sz="0" w:space="0" w:color="auto"/>
            <w:right w:val="none" w:sz="0" w:space="0" w:color="auto"/>
          </w:divBdr>
          <w:divsChild>
            <w:div w:id="1728264830">
              <w:marLeft w:val="0"/>
              <w:marRight w:val="0"/>
              <w:marTop w:val="0"/>
              <w:marBottom w:val="0"/>
              <w:divBdr>
                <w:top w:val="none" w:sz="0" w:space="0" w:color="auto"/>
                <w:left w:val="none" w:sz="0" w:space="0" w:color="auto"/>
                <w:bottom w:val="none" w:sz="0" w:space="0" w:color="auto"/>
                <w:right w:val="none" w:sz="0" w:space="0" w:color="auto"/>
              </w:divBdr>
              <w:divsChild>
                <w:div w:id="1607351723">
                  <w:marLeft w:val="0"/>
                  <w:marRight w:val="0"/>
                  <w:marTop w:val="0"/>
                  <w:marBottom w:val="0"/>
                  <w:divBdr>
                    <w:top w:val="none" w:sz="0" w:space="0" w:color="auto"/>
                    <w:left w:val="none" w:sz="0" w:space="0" w:color="auto"/>
                    <w:bottom w:val="none" w:sz="0" w:space="0" w:color="auto"/>
                    <w:right w:val="none" w:sz="0" w:space="0" w:color="auto"/>
                  </w:divBdr>
                  <w:divsChild>
                    <w:div w:id="1817405813">
                      <w:marLeft w:val="0"/>
                      <w:marRight w:val="0"/>
                      <w:marTop w:val="0"/>
                      <w:marBottom w:val="0"/>
                      <w:divBdr>
                        <w:top w:val="none" w:sz="0" w:space="0" w:color="auto"/>
                        <w:left w:val="none" w:sz="0" w:space="0" w:color="auto"/>
                        <w:bottom w:val="none" w:sz="0" w:space="0" w:color="auto"/>
                        <w:right w:val="none" w:sz="0" w:space="0" w:color="auto"/>
                      </w:divBdr>
                      <w:divsChild>
                        <w:div w:id="972293927">
                          <w:marLeft w:val="0"/>
                          <w:marRight w:val="0"/>
                          <w:marTop w:val="0"/>
                          <w:marBottom w:val="0"/>
                          <w:divBdr>
                            <w:top w:val="none" w:sz="0" w:space="0" w:color="auto"/>
                            <w:left w:val="none" w:sz="0" w:space="0" w:color="auto"/>
                            <w:bottom w:val="none" w:sz="0" w:space="0" w:color="auto"/>
                            <w:right w:val="none" w:sz="0" w:space="0" w:color="auto"/>
                          </w:divBdr>
                          <w:divsChild>
                            <w:div w:id="186347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6694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islation.vic.gov.au/Domino/Web_Notes/LDMS/PubStatbook.nsf/f932b66241ecf1b7ca256e92000e23be/54d73763ef9dca36ca2571b6002428b0!OpenDocument" TargetMode="External"/><Relationship Id="rId13" Type="http://schemas.openxmlformats.org/officeDocument/2006/relationships/hyperlink" Target="https://www.acecqa.gov.a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acecqa.gov.a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education.vic.gov.au/Pages/default.aspx"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ka.com.a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ducation.vic.gov.au/Pages/default.aspx" TargetMode="External"/><Relationship Id="rId23" Type="http://schemas.openxmlformats.org/officeDocument/2006/relationships/fontTable" Target="fontTable.xml"/><Relationship Id="rId10" Type="http://schemas.openxmlformats.org/officeDocument/2006/relationships/hyperlink" Target="http://www.earlychildhoodaustralia.org.au/our-work/inclusion-resource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ducation.vic.gov.au" TargetMode="External"/><Relationship Id="rId14" Type="http://schemas.openxmlformats.org/officeDocument/2006/relationships/hyperlink" Target="https://www.kidsmatter.edu.au/"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tham%20South%20Kinder\Downloads\QA1-Inclusion-and-Equity-Polic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C2CE6-4FE1-4EBB-83D0-19067D761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QA1-Inclusion-and-Equity-Policy.dotx</Template>
  <TotalTime>10</TotalTime>
  <Pages>8</Pages>
  <Words>3652</Words>
  <Characters>20818</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[Service Name]</Company>
  <LinksUpToDate>false</LinksUpToDate>
  <CharactersWithSpaces>24422</CharactersWithSpaces>
  <SharedDoc>false</SharedDoc>
  <HLinks>
    <vt:vector size="150" baseType="variant">
      <vt:variant>
        <vt:i4>5439504</vt:i4>
      </vt:variant>
      <vt:variant>
        <vt:i4>84</vt:i4>
      </vt:variant>
      <vt:variant>
        <vt:i4>0</vt:i4>
      </vt:variant>
      <vt:variant>
        <vt:i4>5</vt:i4>
      </vt:variant>
      <vt:variant>
        <vt:lpwstr>http://www.education.vic.gov.au/ecprofessionals/kindergarten/</vt:lpwstr>
      </vt:variant>
      <vt:variant>
        <vt:lpwstr/>
      </vt:variant>
      <vt:variant>
        <vt:i4>5242944</vt:i4>
      </vt:variant>
      <vt:variant>
        <vt:i4>81</vt:i4>
      </vt:variant>
      <vt:variant>
        <vt:i4>0</vt:i4>
      </vt:variant>
      <vt:variant>
        <vt:i4>5</vt:i4>
      </vt:variant>
      <vt:variant>
        <vt:lpwstr>https://fuse.education.vic.gov.au/pages/Teacher.aspx</vt:lpwstr>
      </vt:variant>
      <vt:variant>
        <vt:lpwstr/>
      </vt:variant>
      <vt:variant>
        <vt:i4>1507443</vt:i4>
      </vt:variant>
      <vt:variant>
        <vt:i4>78</vt:i4>
      </vt:variant>
      <vt:variant>
        <vt:i4>0</vt:i4>
      </vt:variant>
      <vt:variant>
        <vt:i4>5</vt:i4>
      </vt:variant>
      <vt:variant>
        <vt:lpwstr>http://www.multicultural.vic.gov.au/images/stories/pdf/_x000b_2383 vmc interpreter manual web.pdf</vt:lpwstr>
      </vt:variant>
      <vt:variant>
        <vt:lpwstr/>
      </vt:variant>
      <vt:variant>
        <vt:i4>3014695</vt:i4>
      </vt:variant>
      <vt:variant>
        <vt:i4>75</vt:i4>
      </vt:variant>
      <vt:variant>
        <vt:i4>0</vt:i4>
      </vt:variant>
      <vt:variant>
        <vt:i4>5</vt:i4>
      </vt:variant>
      <vt:variant>
        <vt:lpwstr>http://www.allgraduates.com.au/</vt:lpwstr>
      </vt:variant>
      <vt:variant>
        <vt:lpwstr/>
      </vt:variant>
      <vt:variant>
        <vt:i4>6684781</vt:i4>
      </vt:variant>
      <vt:variant>
        <vt:i4>72</vt:i4>
      </vt:variant>
      <vt:variant>
        <vt:i4>0</vt:i4>
      </vt:variant>
      <vt:variant>
        <vt:i4>5</vt:i4>
      </vt:variant>
      <vt:variant>
        <vt:lpwstr>http://www.education.vic.gov.au/ecsmanagement/careankinder/inclusion/koorie.htm</vt:lpwstr>
      </vt:variant>
      <vt:variant>
        <vt:lpwstr/>
      </vt:variant>
      <vt:variant>
        <vt:i4>5111902</vt:i4>
      </vt:variant>
      <vt:variant>
        <vt:i4>69</vt:i4>
      </vt:variant>
      <vt:variant>
        <vt:i4>0</vt:i4>
      </vt:variant>
      <vt:variant>
        <vt:i4>5</vt:i4>
      </vt:variant>
      <vt:variant>
        <vt:lpwstr>http://www.education.vic.gov.au/ecsmanagement/intervention/services/inclusion.htm</vt:lpwstr>
      </vt:variant>
      <vt:variant>
        <vt:lpwstr/>
      </vt:variant>
      <vt:variant>
        <vt:i4>4456513</vt:i4>
      </vt:variant>
      <vt:variant>
        <vt:i4>66</vt:i4>
      </vt:variant>
      <vt:variant>
        <vt:i4>0</vt:i4>
      </vt:variant>
      <vt:variant>
        <vt:i4>5</vt:i4>
      </vt:variant>
      <vt:variant>
        <vt:lpwstr>http://www.acecqa.gov.au/</vt:lpwstr>
      </vt:variant>
      <vt:variant>
        <vt:lpwstr/>
      </vt:variant>
      <vt:variant>
        <vt:i4>7077921</vt:i4>
      </vt:variant>
      <vt:variant>
        <vt:i4>63</vt:i4>
      </vt:variant>
      <vt:variant>
        <vt:i4>0</vt:i4>
      </vt:variant>
      <vt:variant>
        <vt:i4>5</vt:i4>
      </vt:variant>
      <vt:variant>
        <vt:lpwstr>http://www.fka.com.au/</vt:lpwstr>
      </vt:variant>
      <vt:variant>
        <vt:lpwstr/>
      </vt:variant>
      <vt:variant>
        <vt:i4>7602236</vt:i4>
      </vt:variant>
      <vt:variant>
        <vt:i4>60</vt:i4>
      </vt:variant>
      <vt:variant>
        <vt:i4>0</vt:i4>
      </vt:variant>
      <vt:variant>
        <vt:i4>5</vt:i4>
      </vt:variant>
      <vt:variant>
        <vt:lpwstr>http://www.eciavic.org.au/</vt:lpwstr>
      </vt:variant>
      <vt:variant>
        <vt:lpwstr/>
      </vt:variant>
      <vt:variant>
        <vt:i4>2097211</vt:i4>
      </vt:variant>
      <vt:variant>
        <vt:i4>57</vt:i4>
      </vt:variant>
      <vt:variant>
        <vt:i4>0</vt:i4>
      </vt:variant>
      <vt:variant>
        <vt:i4>5</vt:i4>
      </vt:variant>
      <vt:variant>
        <vt:lpwstr>http://www.ecia.org.au/</vt:lpwstr>
      </vt:variant>
      <vt:variant>
        <vt:lpwstr/>
      </vt:variant>
      <vt:variant>
        <vt:i4>7143478</vt:i4>
      </vt:variant>
      <vt:variant>
        <vt:i4>54</vt:i4>
      </vt:variant>
      <vt:variant>
        <vt:i4>0</vt:i4>
      </vt:variant>
      <vt:variant>
        <vt:i4>5</vt:i4>
      </vt:variant>
      <vt:variant>
        <vt:lpwstr>http://www.earlychildhoodaustralia.org.au/</vt:lpwstr>
      </vt:variant>
      <vt:variant>
        <vt:lpwstr/>
      </vt:variant>
      <vt:variant>
        <vt:i4>2424934</vt:i4>
      </vt:variant>
      <vt:variant>
        <vt:i4>51</vt:i4>
      </vt:variant>
      <vt:variant>
        <vt:i4>0</vt:i4>
      </vt:variant>
      <vt:variant>
        <vt:i4>5</vt:i4>
      </vt:variant>
      <vt:variant>
        <vt:lpwstr>http://www.education.vic.gov.au/about/directions/aboriginalcharter/charter/charter.htm</vt:lpwstr>
      </vt:variant>
      <vt:variant>
        <vt:lpwstr/>
      </vt:variant>
      <vt:variant>
        <vt:i4>4456513</vt:i4>
      </vt:variant>
      <vt:variant>
        <vt:i4>48</vt:i4>
      </vt:variant>
      <vt:variant>
        <vt:i4>0</vt:i4>
      </vt:variant>
      <vt:variant>
        <vt:i4>5</vt:i4>
      </vt:variant>
      <vt:variant>
        <vt:lpwstr>http://www.acecqa.gov.au/</vt:lpwstr>
      </vt:variant>
      <vt:variant>
        <vt:lpwstr/>
      </vt:variant>
      <vt:variant>
        <vt:i4>3735598</vt:i4>
      </vt:variant>
      <vt:variant>
        <vt:i4>45</vt:i4>
      </vt:variant>
      <vt:variant>
        <vt:i4>0</vt:i4>
      </vt:variant>
      <vt:variant>
        <vt:i4>5</vt:i4>
      </vt:variant>
      <vt:variant>
        <vt:lpwstr>http://www.dhs.vic.gov.au/__data/assets/pdf_file/0020/612038/building_better_partnerships_dec10.pdf</vt:lpwstr>
      </vt:variant>
      <vt:variant>
        <vt:lpwstr/>
      </vt:variant>
      <vt:variant>
        <vt:i4>6815796</vt:i4>
      </vt:variant>
      <vt:variant>
        <vt:i4>42</vt:i4>
      </vt:variant>
      <vt:variant>
        <vt:i4>0</vt:i4>
      </vt:variant>
      <vt:variant>
        <vt:i4>5</vt:i4>
      </vt:variant>
      <vt:variant>
        <vt:lpwstr>http://www.acd.org.au/</vt:lpwstr>
      </vt:variant>
      <vt:variant>
        <vt:lpwstr/>
      </vt:variant>
      <vt:variant>
        <vt:i4>3670053</vt:i4>
      </vt:variant>
      <vt:variant>
        <vt:i4>39</vt:i4>
      </vt:variant>
      <vt:variant>
        <vt:i4>0</vt:i4>
      </vt:variant>
      <vt:variant>
        <vt:i4>5</vt:i4>
      </vt:variant>
      <vt:variant>
        <vt:lpwstr>http://www.education.vic.gov.au/ecsmanagement/intervention/services/default.htm</vt:lpwstr>
      </vt:variant>
      <vt:variant>
        <vt:lpwstr/>
      </vt:variant>
      <vt:variant>
        <vt:i4>5439504</vt:i4>
      </vt:variant>
      <vt:variant>
        <vt:i4>36</vt:i4>
      </vt:variant>
      <vt:variant>
        <vt:i4>0</vt:i4>
      </vt:variant>
      <vt:variant>
        <vt:i4>5</vt:i4>
      </vt:variant>
      <vt:variant>
        <vt:lpwstr>http://www.education.vic.gov.au/ecprofessionals/kindergarten/</vt:lpwstr>
      </vt:variant>
      <vt:variant>
        <vt:lpwstr/>
      </vt:variant>
      <vt:variant>
        <vt:i4>6881306</vt:i4>
      </vt:variant>
      <vt:variant>
        <vt:i4>33</vt:i4>
      </vt:variant>
      <vt:variant>
        <vt:i4>0</vt:i4>
      </vt:variant>
      <vt:variant>
        <vt:i4>5</vt:i4>
      </vt:variant>
      <vt:variant>
        <vt:lpwstr>http://www.deewr.gov.au/earlychildhood/programs/childcareforservices/supportfamilyccs/pages/_x000b_inclusionsupportprogram.aspx</vt:lpwstr>
      </vt:variant>
      <vt:variant>
        <vt:lpwstr>inclusion_support_x000d_</vt:lpwstr>
      </vt:variant>
      <vt:variant>
        <vt:i4>7208999</vt:i4>
      </vt:variant>
      <vt:variant>
        <vt:i4>30</vt:i4>
      </vt:variant>
      <vt:variant>
        <vt:i4>0</vt:i4>
      </vt:variant>
      <vt:variant>
        <vt:i4>5</vt:i4>
      </vt:variant>
      <vt:variant>
        <vt:lpwstr>http://www.education.vic.gov.au/ecsmanagement/careankinder/earlystart/</vt:lpwstr>
      </vt:variant>
      <vt:variant>
        <vt:lpwstr/>
      </vt:variant>
      <vt:variant>
        <vt:i4>917581</vt:i4>
      </vt:variant>
      <vt:variant>
        <vt:i4>27</vt:i4>
      </vt:variant>
      <vt:variant>
        <vt:i4>0</vt:i4>
      </vt:variant>
      <vt:variant>
        <vt:i4>5</vt:i4>
      </vt:variant>
      <vt:variant>
        <vt:lpwstr>http://en.wikipedia.org/wiki/Viral_hemorrhagic_fever</vt:lpwstr>
      </vt:variant>
      <vt:variant>
        <vt:lpwstr/>
      </vt:variant>
      <vt:variant>
        <vt:i4>1507438</vt:i4>
      </vt:variant>
      <vt:variant>
        <vt:i4>24</vt:i4>
      </vt:variant>
      <vt:variant>
        <vt:i4>0</vt:i4>
      </vt:variant>
      <vt:variant>
        <vt:i4>5</vt:i4>
      </vt:variant>
      <vt:variant>
        <vt:lpwstr>http://en.wikipedia.org/wiki/Hepatitis_C</vt:lpwstr>
      </vt:variant>
      <vt:variant>
        <vt:lpwstr/>
      </vt:variant>
      <vt:variant>
        <vt:i4>1441902</vt:i4>
      </vt:variant>
      <vt:variant>
        <vt:i4>21</vt:i4>
      </vt:variant>
      <vt:variant>
        <vt:i4>0</vt:i4>
      </vt:variant>
      <vt:variant>
        <vt:i4>5</vt:i4>
      </vt:variant>
      <vt:variant>
        <vt:lpwstr>http://en.wikipedia.org/wiki/Hepatitis_B</vt:lpwstr>
      </vt:variant>
      <vt:variant>
        <vt:lpwstr/>
      </vt:variant>
      <vt:variant>
        <vt:i4>65628</vt:i4>
      </vt:variant>
      <vt:variant>
        <vt:i4>18</vt:i4>
      </vt:variant>
      <vt:variant>
        <vt:i4>0</vt:i4>
      </vt:variant>
      <vt:variant>
        <vt:i4>5</vt:i4>
      </vt:variant>
      <vt:variant>
        <vt:lpwstr>http://en.wikipedia.org/wiki/HIV</vt:lpwstr>
      </vt:variant>
      <vt:variant>
        <vt:lpwstr/>
      </vt:variant>
      <vt:variant>
        <vt:i4>3997790</vt:i4>
      </vt:variant>
      <vt:variant>
        <vt:i4>15</vt:i4>
      </vt:variant>
      <vt:variant>
        <vt:i4>0</vt:i4>
      </vt:variant>
      <vt:variant>
        <vt:i4>5</vt:i4>
      </vt:variant>
      <vt:variant>
        <vt:lpwstr>http://www.legislation.vic.gov.au/Domino/Web_Notes/LDMS/PubStatbook.nsf/f932b66241ecf1b7ca256e92000e23be/54d73763ef9dca36ca2571b6002428b0!OpenDocument</vt:lpwstr>
      </vt:variant>
      <vt:variant>
        <vt:lpwstr/>
      </vt:variant>
      <vt:variant>
        <vt:i4>3997790</vt:i4>
      </vt:variant>
      <vt:variant>
        <vt:i4>9</vt:i4>
      </vt:variant>
      <vt:variant>
        <vt:i4>0</vt:i4>
      </vt:variant>
      <vt:variant>
        <vt:i4>5</vt:i4>
      </vt:variant>
      <vt:variant>
        <vt:lpwstr>http://www.legislation.vic.gov.au/Domino/Web_Notes/LDMS/PubStatbook.nsf/f932b66241ecf1b7ca256e92000e23be/54d73763ef9dca36ca2571b6002428b0!OpenDocument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Eltham South Kinder</dc:creator>
  <cp:lastModifiedBy>Eltham South Kindergarten</cp:lastModifiedBy>
  <cp:revision>2</cp:revision>
  <cp:lastPrinted>2018-01-17T22:02:00Z</cp:lastPrinted>
  <dcterms:created xsi:type="dcterms:W3CDTF">2019-07-24T00:28:00Z</dcterms:created>
  <dcterms:modified xsi:type="dcterms:W3CDTF">2020-08-21T05:43:00Z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PolicyName">
    <vt:lpwstr>Policy name</vt:lpwstr>
  </property>
</Properties>
</file>