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20C68D" w14:textId="77777777" w:rsidR="000F6FF4" w:rsidRPr="00EC300D" w:rsidRDefault="00F71B8F" w:rsidP="002071F5">
      <w:pPr>
        <w:pStyle w:val="Title"/>
      </w:pPr>
      <w:r w:rsidRPr="00F71B8F">
        <w:t>Privacy and Confidentiality Policy</w:t>
      </w:r>
    </w:p>
    <w:p w14:paraId="4B6DF7AC" w14:textId="77777777" w:rsidR="00C13D46" w:rsidRDefault="00C13D46" w:rsidP="002071F5">
      <w:pPr>
        <w:pStyle w:val="Mandatory"/>
      </w:pPr>
      <w:r w:rsidRPr="002071F5">
        <w:t>Mandatory</w:t>
      </w:r>
      <w:r w:rsidR="005A70E4">
        <w:t xml:space="preserve"> </w:t>
      </w:r>
      <w:r w:rsidR="002709A8" w:rsidRPr="002709A8">
        <w:t>– Quality Area 7</w:t>
      </w:r>
    </w:p>
    <w:p w14:paraId="54C3636A" w14:textId="77777777" w:rsidR="00F71B8F" w:rsidRDefault="00F71B8F" w:rsidP="00F71B8F">
      <w:pPr>
        <w:pStyle w:val="Heading1"/>
      </w:pPr>
      <w:r>
        <w:t>Purpose</w:t>
      </w:r>
    </w:p>
    <w:p w14:paraId="66C9C2DB" w14:textId="77777777" w:rsidR="00F71B8F" w:rsidRDefault="00F71B8F" w:rsidP="00472276">
      <w:pPr>
        <w:pStyle w:val="BodyText3ptAfter"/>
      </w:pPr>
      <w:r>
        <w:t xml:space="preserve">This </w:t>
      </w:r>
      <w:r w:rsidR="0033686B">
        <w:t xml:space="preserve">policy will provide guidelines: </w:t>
      </w:r>
    </w:p>
    <w:p w14:paraId="6545343B" w14:textId="77777777" w:rsidR="00F71B8F" w:rsidRDefault="00F71B8F" w:rsidP="00061E4C">
      <w:pPr>
        <w:pStyle w:val="Bullets1"/>
        <w:ind w:left="284" w:hanging="284"/>
      </w:pPr>
      <w:r>
        <w:t xml:space="preserve">for the collection, storage, use, disclosure and disposal of personal information, including photos, videos and health information at </w:t>
      </w:r>
      <w:r w:rsidR="009475F1">
        <w:fldChar w:fldCharType="begin"/>
      </w:r>
      <w:r w:rsidR="009475F1">
        <w:instrText xml:space="preserve"> DOCPROPERTY  Company  \* MERGEFORMAT </w:instrText>
      </w:r>
      <w:r w:rsidR="009475F1">
        <w:fldChar w:fldCharType="separate"/>
      </w:r>
      <w:r w:rsidR="00761BF7">
        <w:t>Eltham South Preschool</w:t>
      </w:r>
      <w:r w:rsidR="009475F1">
        <w:fldChar w:fldCharType="end"/>
      </w:r>
    </w:p>
    <w:p w14:paraId="2AF1B21F" w14:textId="77777777" w:rsidR="00F71B8F" w:rsidRDefault="00F71B8F" w:rsidP="00061E4C">
      <w:pPr>
        <w:pStyle w:val="Bullets1"/>
        <w:ind w:left="284" w:hanging="284"/>
      </w:pPr>
      <w:r>
        <w:t>to ensure compliance with privacy legislation.</w:t>
      </w:r>
    </w:p>
    <w:p w14:paraId="154B1E50" w14:textId="77777777" w:rsidR="00F71B8F" w:rsidRDefault="00F71B8F" w:rsidP="00F71B8F">
      <w:pPr>
        <w:pStyle w:val="Heading1"/>
      </w:pPr>
      <w:r>
        <w:t>Policy statement</w:t>
      </w:r>
    </w:p>
    <w:p w14:paraId="7DD6AEBD" w14:textId="77777777" w:rsidR="00F71B8F" w:rsidRDefault="00F71B8F" w:rsidP="00F71B8F">
      <w:pPr>
        <w:pStyle w:val="Heading2"/>
      </w:pPr>
      <w:r>
        <w:t>Values</w:t>
      </w:r>
    </w:p>
    <w:p w14:paraId="2FFA7409" w14:textId="77777777" w:rsidR="00F71B8F" w:rsidRDefault="009475F1" w:rsidP="0096430E">
      <w:pPr>
        <w:pStyle w:val="BodyText3ptAfter"/>
      </w:pPr>
      <w:r>
        <w:fldChar w:fldCharType="begin"/>
      </w:r>
      <w:r>
        <w:instrText xml:space="preserve"> DOCPROPERTY  Company  \* MERGEFORMAT </w:instrText>
      </w:r>
      <w:r>
        <w:fldChar w:fldCharType="separate"/>
      </w:r>
      <w:r w:rsidR="00761BF7">
        <w:t>Eltham South Preschool</w:t>
      </w:r>
      <w:r>
        <w:fldChar w:fldCharType="end"/>
      </w:r>
      <w:r w:rsidR="0033686B">
        <w:t xml:space="preserve"> is committed to: </w:t>
      </w:r>
    </w:p>
    <w:p w14:paraId="36423BFC" w14:textId="77777777" w:rsidR="00F71B8F" w:rsidRDefault="00F71B8F" w:rsidP="00F71335">
      <w:pPr>
        <w:pStyle w:val="Bullets1"/>
        <w:ind w:left="284" w:hanging="284"/>
      </w:pPr>
      <w:r>
        <w:t>responsible and secure collection and handling of personal information</w:t>
      </w:r>
    </w:p>
    <w:p w14:paraId="26040DA9" w14:textId="77777777" w:rsidR="00F71B8F" w:rsidRDefault="00F71B8F" w:rsidP="00F71335">
      <w:pPr>
        <w:pStyle w:val="Bullets1"/>
        <w:ind w:left="284" w:hanging="284"/>
      </w:pPr>
      <w:r>
        <w:t xml:space="preserve">protecting the privacy of </w:t>
      </w:r>
      <w:proofErr w:type="gramStart"/>
      <w:r>
        <w:t>each individual's</w:t>
      </w:r>
      <w:proofErr w:type="gramEnd"/>
      <w:r>
        <w:t xml:space="preserve"> personal information</w:t>
      </w:r>
    </w:p>
    <w:p w14:paraId="048CE171" w14:textId="77777777" w:rsidR="00F71B8F" w:rsidRDefault="00F71B8F" w:rsidP="00F71335">
      <w:pPr>
        <w:pStyle w:val="Bullets1"/>
        <w:ind w:left="284" w:hanging="284"/>
      </w:pPr>
      <w:r>
        <w:t xml:space="preserve">ensuring individuals are fully informed regarding the collection, storage, use, disclosure and disposal of their personal information, and </w:t>
      </w:r>
      <w:r w:rsidRPr="00F71B8F">
        <w:rPr>
          <w:i/>
        </w:rPr>
        <w:t>their</w:t>
      </w:r>
      <w:r>
        <w:t xml:space="preserve"> access to that information.</w:t>
      </w:r>
    </w:p>
    <w:p w14:paraId="2BB165BF" w14:textId="77777777" w:rsidR="00F71B8F" w:rsidRDefault="00F71B8F" w:rsidP="00F71B8F">
      <w:pPr>
        <w:pStyle w:val="Heading2"/>
      </w:pPr>
      <w:r>
        <w:t>Scope</w:t>
      </w:r>
    </w:p>
    <w:p w14:paraId="4F9924FB" w14:textId="77777777" w:rsidR="00F71B8F" w:rsidRDefault="00F71B8F" w:rsidP="00316F5E">
      <w:pPr>
        <w:pStyle w:val="BodyText"/>
      </w:pPr>
      <w:r>
        <w:t>This policy ap</w:t>
      </w:r>
      <w:r w:rsidR="000E5588">
        <w:t xml:space="preserve">plies to the Approved Provider or Persons with Management or Control, </w:t>
      </w:r>
      <w:r>
        <w:t xml:space="preserve">Nominated </w:t>
      </w:r>
      <w:r w:rsidR="000E5588">
        <w:t>Supervisor, Persons in Day to Day Charge</w:t>
      </w:r>
      <w:r>
        <w:t xml:space="preserve">, educators, staff, students on placement, volunteers, parents/guardians, children and others attending the programs and activities of </w:t>
      </w:r>
      <w:r w:rsidR="009475F1">
        <w:fldChar w:fldCharType="begin"/>
      </w:r>
      <w:r w:rsidR="009475F1">
        <w:instrText xml:space="preserve"> DOCPROPERTY  Company  \* MERGEFORMAT </w:instrText>
      </w:r>
      <w:r w:rsidR="009475F1">
        <w:fldChar w:fldCharType="separate"/>
      </w:r>
      <w:r w:rsidR="00761BF7">
        <w:t>Eltham South Preschool</w:t>
      </w:r>
      <w:r w:rsidR="009475F1">
        <w:fldChar w:fldCharType="end"/>
      </w:r>
      <w:r>
        <w:t>.</w:t>
      </w:r>
    </w:p>
    <w:p w14:paraId="412C8DCC" w14:textId="77777777" w:rsidR="00F71B8F" w:rsidRDefault="00F71B8F" w:rsidP="00316F5E">
      <w:pPr>
        <w:pStyle w:val="Heading2"/>
      </w:pPr>
      <w:r>
        <w:t>Background and legislation</w:t>
      </w:r>
    </w:p>
    <w:p w14:paraId="65489211" w14:textId="77777777" w:rsidR="00F71B8F" w:rsidRDefault="00F71B8F" w:rsidP="002642B4">
      <w:pPr>
        <w:pStyle w:val="Heading4"/>
      </w:pPr>
      <w:r>
        <w:t>Background</w:t>
      </w:r>
    </w:p>
    <w:p w14:paraId="2C18708A" w14:textId="77777777" w:rsidR="00F71B8F" w:rsidRPr="00F71B8F" w:rsidRDefault="00F71B8F" w:rsidP="00316F5E">
      <w:pPr>
        <w:pStyle w:val="BodyText"/>
      </w:pPr>
      <w:r w:rsidRPr="00F71B8F">
        <w:t>Early childhood services are obligated by law, service agreements and licensing requirements to comply with the privacy and health records legislation when collecting personal and health information about individuals.</w:t>
      </w:r>
    </w:p>
    <w:p w14:paraId="40A23A38" w14:textId="77777777" w:rsidR="00F71B8F" w:rsidRPr="00F71B8F" w:rsidRDefault="00F71B8F" w:rsidP="00F71B8F">
      <w:pPr>
        <w:pStyle w:val="BodyText"/>
        <w:rPr>
          <w:i/>
        </w:rPr>
      </w:pPr>
      <w:r w:rsidRPr="00F71B8F">
        <w:t xml:space="preserve">The </w:t>
      </w:r>
      <w:r w:rsidRPr="00F71B8F">
        <w:rPr>
          <w:i/>
        </w:rPr>
        <w:t>Health Records Act 2001</w:t>
      </w:r>
      <w:r w:rsidRPr="00F71B8F">
        <w:t xml:space="preserve"> (Part 1, 7.1) and the </w:t>
      </w:r>
      <w:r w:rsidR="0061137A">
        <w:rPr>
          <w:i/>
        </w:rPr>
        <w:t>Privacy and Data Protection Act 2014</w:t>
      </w:r>
      <w:r w:rsidR="009F4B28">
        <w:rPr>
          <w:i/>
        </w:rPr>
        <w:t xml:space="preserve"> (Vic)</w:t>
      </w:r>
      <w:r w:rsidRPr="00F71B8F">
        <w:t xml:space="preserve"> (Part 1, 6</w:t>
      </w:r>
      <w:r w:rsidR="0061137A">
        <w:t xml:space="preserve"> (</w:t>
      </w:r>
      <w:r w:rsidRPr="00F71B8F">
        <w:t>1</w:t>
      </w:r>
      <w:r w:rsidR="0061137A">
        <w:t>)</w:t>
      </w:r>
      <w:r w:rsidRPr="00F71B8F">
        <w:t xml:space="preserve">) include a clause that overrides the requirements of these Acts if they conflict with other Acts or Regulations already in place. For example, if there is a requirement under the </w:t>
      </w:r>
      <w:r w:rsidRPr="00F71B8F">
        <w:rPr>
          <w:i/>
        </w:rPr>
        <w:t xml:space="preserve">Education and Care Services National Law Act 2010 </w:t>
      </w:r>
      <w:r w:rsidRPr="00F71B8F">
        <w:t xml:space="preserve">or the </w:t>
      </w:r>
      <w:r w:rsidRPr="00F71B8F">
        <w:rPr>
          <w:i/>
        </w:rPr>
        <w:t>Education and Care Services National Regulations 2011</w:t>
      </w:r>
      <w:r w:rsidRPr="00F71B8F">
        <w:t xml:space="preserve"> that is inconsistent with the requirements of the privacy legislation, services are required to abide by the </w:t>
      </w:r>
      <w:r w:rsidRPr="00F71B8F">
        <w:rPr>
          <w:i/>
        </w:rPr>
        <w:t>Education and Care Services National Law Act 2010</w:t>
      </w:r>
      <w:r w:rsidRPr="00F71B8F">
        <w:t xml:space="preserve"> and the </w:t>
      </w:r>
      <w:r w:rsidRPr="00F71B8F">
        <w:rPr>
          <w:i/>
        </w:rPr>
        <w:t>Education and Care Serv</w:t>
      </w:r>
      <w:r w:rsidR="0033686B">
        <w:rPr>
          <w:i/>
        </w:rPr>
        <w:t>ices National Regulations 2011.</w:t>
      </w:r>
    </w:p>
    <w:p w14:paraId="2AA05940" w14:textId="77777777" w:rsidR="00F71B8F" w:rsidRPr="00F71B8F" w:rsidRDefault="00F71B8F" w:rsidP="00316F5E">
      <w:pPr>
        <w:pStyle w:val="Heading4"/>
        <w:rPr>
          <w:rFonts w:eastAsia="Arial"/>
        </w:rPr>
      </w:pPr>
      <w:r w:rsidRPr="00F71B8F">
        <w:rPr>
          <w:rFonts w:eastAsia="Arial"/>
        </w:rPr>
        <w:t>Legislation and standards</w:t>
      </w:r>
    </w:p>
    <w:p w14:paraId="648CBD19" w14:textId="77777777" w:rsidR="00F71B8F" w:rsidRPr="00F71B8F" w:rsidRDefault="00F71B8F" w:rsidP="0096430E">
      <w:pPr>
        <w:pStyle w:val="BodyText3ptAfter"/>
      </w:pPr>
      <w:r w:rsidRPr="00F71B8F">
        <w:t>Relevant legislation and standards include but are not limited to:</w:t>
      </w:r>
    </w:p>
    <w:p w14:paraId="063F418D" w14:textId="77777777" w:rsidR="00225620" w:rsidRDefault="00820D04" w:rsidP="00E90769">
      <w:pPr>
        <w:pStyle w:val="Bullets1"/>
        <w:ind w:left="284" w:hanging="284"/>
        <w:rPr>
          <w:i/>
        </w:rPr>
      </w:pPr>
      <w:r>
        <w:rPr>
          <w:i/>
        </w:rPr>
        <w:t>Associations Incorporation Reform Act 2012 (</w:t>
      </w:r>
      <w:r w:rsidRPr="000C695D">
        <w:t>Vic</w:t>
      </w:r>
      <w:r w:rsidRPr="000C695D">
        <w:rPr>
          <w:i/>
        </w:rPr>
        <w:t>)</w:t>
      </w:r>
    </w:p>
    <w:p w14:paraId="43C26D0E" w14:textId="77777777" w:rsidR="00F71B8F" w:rsidRDefault="00F71B8F" w:rsidP="00E90769">
      <w:pPr>
        <w:pStyle w:val="Bullets1"/>
        <w:ind w:left="284" w:hanging="284"/>
        <w:rPr>
          <w:i/>
        </w:rPr>
      </w:pPr>
      <w:r w:rsidRPr="00F71B8F">
        <w:rPr>
          <w:i/>
        </w:rPr>
        <w:t>Education and Care Services National Law Act 2010</w:t>
      </w:r>
    </w:p>
    <w:p w14:paraId="14DE79B8" w14:textId="77777777" w:rsidR="00F71B8F" w:rsidRPr="00F71B8F" w:rsidRDefault="00F71B8F" w:rsidP="00E90769">
      <w:pPr>
        <w:pStyle w:val="Bullets1"/>
        <w:ind w:left="284" w:hanging="284"/>
        <w:rPr>
          <w:i/>
        </w:rPr>
      </w:pPr>
      <w:r w:rsidRPr="00F71B8F">
        <w:rPr>
          <w:i/>
        </w:rPr>
        <w:t>Education and Care Services National Regulations 2011</w:t>
      </w:r>
      <w:r w:rsidRPr="00F71B8F">
        <w:t>: Regulations 181, 183</w:t>
      </w:r>
    </w:p>
    <w:p w14:paraId="35F05432" w14:textId="77777777" w:rsidR="00F71B8F" w:rsidRPr="00F71B8F" w:rsidRDefault="00F71B8F" w:rsidP="00E90769">
      <w:pPr>
        <w:pStyle w:val="Bullets1"/>
        <w:ind w:left="284" w:hanging="284"/>
        <w:rPr>
          <w:i/>
        </w:rPr>
      </w:pPr>
      <w:r w:rsidRPr="00F71B8F">
        <w:rPr>
          <w:i/>
        </w:rPr>
        <w:t>Freedom of Information Act 1982</w:t>
      </w:r>
      <w:r w:rsidR="006C2024">
        <w:rPr>
          <w:i/>
        </w:rPr>
        <w:t xml:space="preserve"> (</w:t>
      </w:r>
      <w:r w:rsidR="006C2024" w:rsidRPr="000C695D">
        <w:t>Vic</w:t>
      </w:r>
      <w:r w:rsidR="006C2024">
        <w:rPr>
          <w:i/>
        </w:rPr>
        <w:t>)</w:t>
      </w:r>
    </w:p>
    <w:p w14:paraId="5FDADF86" w14:textId="77777777" w:rsidR="00F71B8F" w:rsidRPr="0062601D" w:rsidRDefault="00F71B8F" w:rsidP="0062601D">
      <w:pPr>
        <w:pStyle w:val="Bullets1"/>
        <w:ind w:left="284" w:hanging="284"/>
        <w:rPr>
          <w:i/>
        </w:rPr>
      </w:pPr>
      <w:r w:rsidRPr="00F71B8F">
        <w:rPr>
          <w:i/>
        </w:rPr>
        <w:t xml:space="preserve">Health Records Act 2001 </w:t>
      </w:r>
      <w:r w:rsidRPr="003029A1">
        <w:t>(Vic)</w:t>
      </w:r>
    </w:p>
    <w:p w14:paraId="6ABDFDF4" w14:textId="77777777" w:rsidR="00F71B8F" w:rsidRPr="00F71B8F" w:rsidRDefault="00F71B8F" w:rsidP="00E90769">
      <w:pPr>
        <w:pStyle w:val="Bullets1"/>
        <w:ind w:left="284" w:hanging="284"/>
        <w:rPr>
          <w:i/>
        </w:rPr>
      </w:pPr>
      <w:r w:rsidRPr="00F71B8F">
        <w:rPr>
          <w:i/>
        </w:rPr>
        <w:t>National Quality Standard</w:t>
      </w:r>
      <w:r w:rsidRPr="00F71B8F">
        <w:t>, Quality Area 7: Leadership and Service Management</w:t>
      </w:r>
    </w:p>
    <w:p w14:paraId="15C47786" w14:textId="77777777" w:rsidR="00F71B8F" w:rsidRPr="00F71B8F" w:rsidRDefault="00F71B8F" w:rsidP="00421DAD">
      <w:pPr>
        <w:pStyle w:val="Bullets2"/>
        <w:ind w:left="567" w:hanging="283"/>
      </w:pPr>
      <w:r w:rsidRPr="00F71B8F">
        <w:t>Standard 7.3: Administrative systems enable the effective management of a quality service</w:t>
      </w:r>
    </w:p>
    <w:p w14:paraId="2D2A0927" w14:textId="77777777" w:rsidR="00B06047" w:rsidRDefault="00B06047" w:rsidP="00B06047">
      <w:pPr>
        <w:pStyle w:val="Bullets1"/>
        <w:numPr>
          <w:ilvl w:val="0"/>
          <w:numId w:val="0"/>
        </w:numPr>
        <w:ind w:left="227" w:hanging="227"/>
        <w:rPr>
          <w:i/>
        </w:rPr>
      </w:pPr>
    </w:p>
    <w:p w14:paraId="40ADDCDB" w14:textId="77777777" w:rsidR="00E0137B" w:rsidRPr="008845B7" w:rsidRDefault="00E0137B" w:rsidP="00421DAD">
      <w:pPr>
        <w:pStyle w:val="Bullets1"/>
        <w:ind w:left="284" w:hanging="284"/>
      </w:pPr>
      <w:r>
        <w:rPr>
          <w:i/>
        </w:rPr>
        <w:t xml:space="preserve">Privacy and Data Protection Act 2014 </w:t>
      </w:r>
      <w:r w:rsidRPr="008845B7">
        <w:t>(Vic)</w:t>
      </w:r>
    </w:p>
    <w:p w14:paraId="68FEA688" w14:textId="77777777" w:rsidR="00F71B8F" w:rsidRPr="00933B26" w:rsidRDefault="00F71B8F" w:rsidP="00421DAD">
      <w:pPr>
        <w:pStyle w:val="Bullets1"/>
        <w:ind w:left="284" w:hanging="284"/>
        <w:rPr>
          <w:i/>
        </w:rPr>
      </w:pPr>
      <w:r w:rsidRPr="00F71B8F">
        <w:rPr>
          <w:i/>
        </w:rPr>
        <w:t xml:space="preserve">Privacy Act 1988 </w:t>
      </w:r>
      <w:r w:rsidRPr="00F71B8F">
        <w:t>(</w:t>
      </w:r>
      <w:proofErr w:type="spellStart"/>
      <w:r w:rsidRPr="00F71B8F">
        <w:t>Cth</w:t>
      </w:r>
      <w:proofErr w:type="spellEnd"/>
      <w:r w:rsidRPr="00F71B8F">
        <w:t>)</w:t>
      </w:r>
    </w:p>
    <w:p w14:paraId="0C479B9B" w14:textId="77777777" w:rsidR="00202D9D" w:rsidRPr="00F71B8F" w:rsidRDefault="00202D9D" w:rsidP="00FF1380">
      <w:pPr>
        <w:pStyle w:val="Bullets1"/>
        <w:ind w:left="284" w:hanging="284"/>
        <w:rPr>
          <w:i/>
        </w:rPr>
      </w:pPr>
      <w:r w:rsidRPr="00F71B8F">
        <w:rPr>
          <w:i/>
        </w:rPr>
        <w:t xml:space="preserve">Privacy </w:t>
      </w:r>
      <w:r>
        <w:rPr>
          <w:i/>
        </w:rPr>
        <w:t xml:space="preserve">Amendment (Enhancing Privacy </w:t>
      </w:r>
      <w:proofErr w:type="gramStart"/>
      <w:r>
        <w:rPr>
          <w:i/>
        </w:rPr>
        <w:t>Protection )</w:t>
      </w:r>
      <w:r w:rsidRPr="00F71B8F">
        <w:rPr>
          <w:i/>
        </w:rPr>
        <w:t>Act</w:t>
      </w:r>
      <w:proofErr w:type="gramEnd"/>
      <w:r w:rsidRPr="00F71B8F">
        <w:rPr>
          <w:i/>
        </w:rPr>
        <w:t xml:space="preserve"> </w:t>
      </w:r>
      <w:r>
        <w:rPr>
          <w:i/>
        </w:rPr>
        <w:t>2012</w:t>
      </w:r>
      <w:r w:rsidRPr="00F71B8F">
        <w:rPr>
          <w:i/>
        </w:rPr>
        <w:t xml:space="preserve"> </w:t>
      </w:r>
      <w:r w:rsidRPr="00F71B8F">
        <w:t>(</w:t>
      </w:r>
      <w:proofErr w:type="spellStart"/>
      <w:r w:rsidRPr="00F71B8F">
        <w:t>Cth</w:t>
      </w:r>
      <w:proofErr w:type="spellEnd"/>
      <w:r w:rsidRPr="00F71B8F">
        <w:t>)</w:t>
      </w:r>
    </w:p>
    <w:p w14:paraId="322947E0" w14:textId="77777777" w:rsidR="008457E1" w:rsidRPr="00933B26" w:rsidRDefault="008457E1" w:rsidP="00FF1380">
      <w:pPr>
        <w:pStyle w:val="Bullets1"/>
        <w:ind w:left="284" w:hanging="284"/>
        <w:rPr>
          <w:i/>
        </w:rPr>
      </w:pPr>
      <w:r w:rsidRPr="00933B26">
        <w:rPr>
          <w:i/>
        </w:rPr>
        <w:t>Privacy Regulations 2013 (</w:t>
      </w:r>
      <w:proofErr w:type="spellStart"/>
      <w:r w:rsidRPr="000C695D">
        <w:t>Cth</w:t>
      </w:r>
      <w:proofErr w:type="spellEnd"/>
      <w:r w:rsidRPr="00933B26">
        <w:rPr>
          <w:i/>
        </w:rPr>
        <w:t>)</w:t>
      </w:r>
    </w:p>
    <w:p w14:paraId="74B7298C" w14:textId="77777777" w:rsidR="00F71B8F" w:rsidRPr="00933B26" w:rsidRDefault="000E5588" w:rsidP="002B6781">
      <w:pPr>
        <w:pStyle w:val="Bullets1"/>
        <w:ind w:left="284" w:hanging="284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584FD9" wp14:editId="41FC3869">
                <wp:simplePos x="0" y="0"/>
                <wp:positionH relativeFrom="column">
                  <wp:posOffset>-1270</wp:posOffset>
                </wp:positionH>
                <wp:positionV relativeFrom="paragraph">
                  <wp:posOffset>336550</wp:posOffset>
                </wp:positionV>
                <wp:extent cx="5740400" cy="628650"/>
                <wp:effectExtent l="0" t="0" r="0" b="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40400" cy="62865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32B5075" w14:textId="77777777" w:rsidR="00A51AED" w:rsidRPr="0011176B" w:rsidRDefault="00A51AED" w:rsidP="003D206F">
                            <w:pPr>
                              <w:spacing w:after="40"/>
                              <w:rPr>
                                <w:rFonts w:cs="Arial"/>
                                <w:iCs/>
                              </w:rPr>
                            </w:pPr>
                            <w:r w:rsidRPr="0011176B">
                              <w:rPr>
                                <w:rFonts w:cs="Arial"/>
                                <w:iCs/>
                              </w:rPr>
                              <w:t>The most current amendments to listed legislation can be found at:</w:t>
                            </w:r>
                          </w:p>
                          <w:p w14:paraId="0FBA8DD8" w14:textId="77777777" w:rsidR="00A51AED" w:rsidRPr="0011176B" w:rsidRDefault="00A51AED" w:rsidP="00277570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spacing w:after="0" w:line="0" w:lineRule="atLeast"/>
                              <w:ind w:left="1077" w:hanging="357"/>
                              <w:rPr>
                                <w:rFonts w:cs="Arial"/>
                              </w:rPr>
                            </w:pPr>
                            <w:r w:rsidRPr="0011176B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Victorian Legislation – Victorian Law Today</w:t>
                            </w:r>
                            <w:r w:rsidRPr="0011176B">
                              <w:rPr>
                                <w:rFonts w:cs="Arial"/>
                              </w:rPr>
                              <w:t xml:space="preserve">: </w:t>
                            </w:r>
                            <w:hyperlink r:id="rId8" w:history="1">
                              <w:r w:rsidRPr="0011176B">
                                <w:rPr>
                                  <w:rStyle w:val="Hyperlink"/>
                                  <w:rFonts w:ascii="Arial" w:hAnsi="Arial" w:cs="Arial"/>
                                  <w:sz w:val="19"/>
                                  <w:szCs w:val="19"/>
                                </w:rPr>
                                <w:t>http://www.legislation.vic.gov.au/</w:t>
                              </w:r>
                            </w:hyperlink>
                            <w:r w:rsidRPr="0011176B">
                              <w:rPr>
                                <w:rFonts w:cs="Arial"/>
                              </w:rPr>
                              <w:t xml:space="preserve"> </w:t>
                            </w:r>
                          </w:p>
                          <w:p w14:paraId="02E05C2F" w14:textId="77777777" w:rsidR="00A51AED" w:rsidRPr="00FE2AEC" w:rsidRDefault="00A51AED" w:rsidP="00277570">
                            <w:pPr>
                              <w:pStyle w:val="Bullets1"/>
                              <w:numPr>
                                <w:ilvl w:val="0"/>
                                <w:numId w:val="25"/>
                              </w:numPr>
                              <w:spacing w:after="0" w:line="0" w:lineRule="atLeast"/>
                              <w:ind w:left="1077" w:hanging="357"/>
                              <w:rPr>
                                <w:rFonts w:cs="Arial"/>
                                <w:szCs w:val="20"/>
                              </w:rPr>
                            </w:pPr>
                            <w:r w:rsidRPr="0011176B">
                              <w:rPr>
                                <w:rFonts w:cs="Arial"/>
                                <w:sz w:val="19"/>
                              </w:rPr>
                              <w:t xml:space="preserve">Commonwealth Legislation – ComLaw: </w:t>
                            </w:r>
                            <w:hyperlink r:id="rId9" w:history="1">
                              <w:r w:rsidRPr="0011176B">
                                <w:rPr>
                                  <w:rStyle w:val="Hyperlink"/>
                                  <w:rFonts w:cs="Arial"/>
                                  <w:sz w:val="19"/>
                                </w:rPr>
                                <w:t>http://www.comlaw.gov.au/</w:t>
                              </w:r>
                            </w:hyperlink>
                            <w:r>
                              <w:rPr>
                                <w:rStyle w:val="Hyperlink"/>
                                <w:rFonts w:cs="Arial"/>
                                <w:sz w:val="1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84FD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.1pt;margin-top:26.5pt;width:452pt;height:4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" fillcolor="#ddd" stroked="f" strokeweight=".5pt">
                <v:textbox>
                  <w:txbxContent>
                    <w:p w14:paraId="632B5075" w14:textId="77777777" w:rsidR="00A51AED" w:rsidRPr="0011176B" w:rsidRDefault="00A51AED" w:rsidP="003D206F">
                      <w:pPr>
                        <w:spacing w:after="40"/>
                        <w:rPr>
                          <w:rFonts w:cs="Arial"/>
                          <w:iCs/>
                        </w:rPr>
                      </w:pPr>
                      <w:r w:rsidRPr="0011176B">
                        <w:rPr>
                          <w:rFonts w:cs="Arial"/>
                          <w:iCs/>
                        </w:rPr>
                        <w:t>The most current amendments to listed legislation can be found at:</w:t>
                      </w:r>
                    </w:p>
                    <w:p w14:paraId="0FBA8DD8" w14:textId="77777777" w:rsidR="00A51AED" w:rsidRPr="0011176B" w:rsidRDefault="00A51AED" w:rsidP="00277570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spacing w:after="0" w:line="0" w:lineRule="atLeast"/>
                        <w:ind w:left="1077" w:hanging="357"/>
                        <w:rPr>
                          <w:rFonts w:cs="Arial"/>
                        </w:rPr>
                      </w:pPr>
                      <w:r w:rsidRPr="0011176B">
                        <w:rPr>
                          <w:rFonts w:ascii="Arial" w:hAnsi="Arial" w:cs="Arial"/>
                          <w:sz w:val="19"/>
                          <w:szCs w:val="19"/>
                        </w:rPr>
                        <w:t>Victorian Legislation – Victorian Law Today</w:t>
                      </w:r>
                      <w:r w:rsidRPr="0011176B">
                        <w:rPr>
                          <w:rFonts w:cs="Arial"/>
                        </w:rPr>
                        <w:t xml:space="preserve">: </w:t>
                      </w:r>
                      <w:hyperlink r:id="rId10" w:history="1">
                        <w:r w:rsidRPr="0011176B">
                          <w:rPr>
                            <w:rStyle w:val="Hyperlink"/>
                            <w:rFonts w:ascii="Arial" w:hAnsi="Arial" w:cs="Arial"/>
                            <w:sz w:val="19"/>
                            <w:szCs w:val="19"/>
                          </w:rPr>
                          <w:t>http://www.legislation.vic.gov.au/</w:t>
                        </w:r>
                      </w:hyperlink>
                      <w:r w:rsidRPr="0011176B">
                        <w:rPr>
                          <w:rFonts w:cs="Arial"/>
                        </w:rPr>
                        <w:t xml:space="preserve"> </w:t>
                      </w:r>
                    </w:p>
                    <w:p w14:paraId="02E05C2F" w14:textId="77777777" w:rsidR="00A51AED" w:rsidRPr="00FE2AEC" w:rsidRDefault="00A51AED" w:rsidP="00277570">
                      <w:pPr>
                        <w:pStyle w:val="Bullets1"/>
                        <w:numPr>
                          <w:ilvl w:val="0"/>
                          <w:numId w:val="25"/>
                        </w:numPr>
                        <w:spacing w:after="0" w:line="0" w:lineRule="atLeast"/>
                        <w:ind w:left="1077" w:hanging="357"/>
                        <w:rPr>
                          <w:rFonts w:cs="Arial"/>
                          <w:szCs w:val="20"/>
                        </w:rPr>
                      </w:pPr>
                      <w:r w:rsidRPr="0011176B">
                        <w:rPr>
                          <w:rFonts w:cs="Arial"/>
                          <w:sz w:val="19"/>
                        </w:rPr>
                        <w:t xml:space="preserve">Commonwealth Legislation – ComLaw: </w:t>
                      </w:r>
                      <w:hyperlink r:id="rId11" w:history="1">
                        <w:r w:rsidRPr="0011176B">
                          <w:rPr>
                            <w:rStyle w:val="Hyperlink"/>
                            <w:rFonts w:cs="Arial"/>
                            <w:sz w:val="19"/>
                          </w:rPr>
                          <w:t>http://www.comlaw.gov.au/</w:t>
                        </w:r>
                      </w:hyperlink>
                      <w:r>
                        <w:rPr>
                          <w:rStyle w:val="Hyperlink"/>
                          <w:rFonts w:cs="Arial"/>
                          <w:sz w:val="19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71B8F" w:rsidRPr="00F71B8F">
        <w:rPr>
          <w:i/>
        </w:rPr>
        <w:t>Public</w:t>
      </w:r>
      <w:r w:rsidR="003029A1">
        <w:rPr>
          <w:i/>
        </w:rPr>
        <w:t xml:space="preserve"> Records Act 1973 </w:t>
      </w:r>
      <w:r w:rsidR="003029A1" w:rsidRPr="003029A1">
        <w:t>(Vic)</w:t>
      </w:r>
    </w:p>
    <w:p w14:paraId="31C1E382" w14:textId="77777777" w:rsidR="00316F5E" w:rsidRPr="00416726" w:rsidRDefault="00316F5E" w:rsidP="00316F5E">
      <w:pPr>
        <w:pStyle w:val="Heading2"/>
      </w:pPr>
      <w:r w:rsidRPr="00416726">
        <w:t>Definitions</w:t>
      </w:r>
    </w:p>
    <w:p w14:paraId="7641D19B" w14:textId="77777777" w:rsidR="00316F5E" w:rsidRDefault="00316F5E" w:rsidP="00316F5E">
      <w:pPr>
        <w:pStyle w:val="BodyText"/>
        <w:rPr>
          <w:b/>
        </w:rPr>
      </w:pPr>
      <w:r w:rsidRPr="003E6337">
        <w:t xml:space="preserve">The terms defined in this section relate specifically to this policy. For commonly used terms e.g. </w:t>
      </w:r>
      <w:r>
        <w:t>A</w:t>
      </w:r>
      <w:r w:rsidRPr="003E6337">
        <w:t xml:space="preserve">pproved </w:t>
      </w:r>
      <w:r>
        <w:t>P</w:t>
      </w:r>
      <w:r w:rsidRPr="003E6337">
        <w:t xml:space="preserve">rovider, </w:t>
      </w:r>
      <w:r>
        <w:t>N</w:t>
      </w:r>
      <w:r w:rsidRPr="003E6337">
        <w:t xml:space="preserve">ominated </w:t>
      </w:r>
      <w:r>
        <w:t>S</w:t>
      </w:r>
      <w:r w:rsidRPr="003E6337">
        <w:t xml:space="preserve">upervisor, </w:t>
      </w:r>
      <w:r>
        <w:t>R</w:t>
      </w:r>
      <w:r w:rsidRPr="003E6337">
        <w:t xml:space="preserve">egulatory </w:t>
      </w:r>
      <w:r>
        <w:t>A</w:t>
      </w:r>
      <w:r w:rsidRPr="003E6337">
        <w:t>uthority etc. refer to</w:t>
      </w:r>
      <w:r>
        <w:t xml:space="preserve"> the</w:t>
      </w:r>
      <w:r w:rsidRPr="003E6337">
        <w:t xml:space="preserve"> </w:t>
      </w:r>
      <w:r w:rsidRPr="003E6337">
        <w:rPr>
          <w:i/>
        </w:rPr>
        <w:t>General Definitions</w:t>
      </w:r>
      <w:r>
        <w:t xml:space="preserve"> section</w:t>
      </w:r>
      <w:r w:rsidRPr="003E6337">
        <w:t xml:space="preserve"> of this manual</w:t>
      </w:r>
      <w:r>
        <w:t>.</w:t>
      </w:r>
    </w:p>
    <w:p w14:paraId="56133047" w14:textId="77777777" w:rsidR="00316F5E" w:rsidRPr="00416726" w:rsidRDefault="00316F5E" w:rsidP="00316F5E">
      <w:pPr>
        <w:pStyle w:val="BodyText"/>
      </w:pPr>
      <w:r w:rsidRPr="00EE3316">
        <w:rPr>
          <w:b/>
          <w:i/>
        </w:rPr>
        <w:t>Freedom of Information Act 1982</w:t>
      </w:r>
      <w:r w:rsidRPr="00BF3AFC">
        <w:rPr>
          <w:b/>
        </w:rPr>
        <w:t>:</w:t>
      </w:r>
      <w:r>
        <w:t xml:space="preserve"> Legislation regarding a</w:t>
      </w:r>
      <w:r w:rsidRPr="00416726">
        <w:t>ccess and correction</w:t>
      </w:r>
      <w:r>
        <w:t xml:space="preserve"> of information</w:t>
      </w:r>
      <w:r w:rsidRPr="00416726">
        <w:t xml:space="preserve"> requests</w:t>
      </w:r>
      <w:r>
        <w:t>.</w:t>
      </w:r>
    </w:p>
    <w:p w14:paraId="392FEF22" w14:textId="77777777" w:rsidR="00316F5E" w:rsidRPr="00416726" w:rsidRDefault="00316F5E" w:rsidP="00316F5E">
      <w:pPr>
        <w:pStyle w:val="BodyText"/>
      </w:pPr>
      <w:r w:rsidRPr="00416726">
        <w:rPr>
          <w:b/>
        </w:rPr>
        <w:t>Health information</w:t>
      </w:r>
      <w:r w:rsidRPr="00EE3316">
        <w:rPr>
          <w:b/>
        </w:rPr>
        <w:t>:</w:t>
      </w:r>
      <w:r w:rsidRPr="00386BEE">
        <w:t xml:space="preserve"> </w:t>
      </w:r>
      <w:r w:rsidRPr="00416726">
        <w:t xml:space="preserve">Any information or an opinion about the physical, </w:t>
      </w:r>
      <w:proofErr w:type="gramStart"/>
      <w:r w:rsidRPr="00416726">
        <w:t>mental</w:t>
      </w:r>
      <w:proofErr w:type="gramEnd"/>
      <w:r w:rsidRPr="00416726">
        <w:t xml:space="preserve"> or </w:t>
      </w:r>
      <w:r>
        <w:t>psychological health or ability</w:t>
      </w:r>
      <w:r w:rsidRPr="00416726">
        <w:t xml:space="preserve"> (at any time) of an individual.</w:t>
      </w:r>
    </w:p>
    <w:p w14:paraId="7EF5AEEF" w14:textId="77777777" w:rsidR="00316F5E" w:rsidRDefault="00316F5E" w:rsidP="00316F5E">
      <w:pPr>
        <w:pStyle w:val="BodyText"/>
      </w:pPr>
      <w:r w:rsidRPr="00544CB5">
        <w:rPr>
          <w:b/>
          <w:i/>
        </w:rPr>
        <w:t>Health Records Act</w:t>
      </w:r>
      <w:r w:rsidRPr="00544CB5">
        <w:t xml:space="preserve"> </w:t>
      </w:r>
      <w:r w:rsidRPr="00386BEE">
        <w:rPr>
          <w:b/>
          <w:i/>
        </w:rPr>
        <w:t>2001</w:t>
      </w:r>
      <w:r w:rsidRPr="00EE3316">
        <w:rPr>
          <w:b/>
        </w:rPr>
        <w:t>:</w:t>
      </w:r>
      <w:r>
        <w:t xml:space="preserve"> State legislation</w:t>
      </w:r>
      <w:r w:rsidRPr="00544CB5">
        <w:t xml:space="preserve"> </w:t>
      </w:r>
      <w:r>
        <w:t>that regulates the management and privacy of health information handled by public and pri</w:t>
      </w:r>
      <w:r w:rsidR="000C695D">
        <w:t>vate sector bodies in Victoria.</w:t>
      </w:r>
    </w:p>
    <w:p w14:paraId="324500E2" w14:textId="77777777" w:rsidR="00BB7B80" w:rsidRPr="003029A1" w:rsidRDefault="00BB7B80" w:rsidP="00BB7B80">
      <w:pPr>
        <w:pStyle w:val="BodyText"/>
      </w:pPr>
      <w:r>
        <w:rPr>
          <w:b/>
          <w:bCs/>
        </w:rPr>
        <w:t>Identifier/</w:t>
      </w:r>
      <w:r w:rsidRPr="00416726">
        <w:rPr>
          <w:b/>
          <w:bCs/>
        </w:rPr>
        <w:t>Unique identifier</w:t>
      </w:r>
      <w:r w:rsidRPr="003029A1">
        <w:rPr>
          <w:b/>
          <w:bCs/>
        </w:rPr>
        <w:t>:</w:t>
      </w:r>
      <w:r>
        <w:t xml:space="preserve"> A</w:t>
      </w:r>
      <w:r w:rsidRPr="00416726">
        <w:t xml:space="preserve"> </w:t>
      </w:r>
      <w:r>
        <w:t xml:space="preserve">symbol or code </w:t>
      </w:r>
      <w:r w:rsidRPr="00416726">
        <w:t xml:space="preserve">(usually a number) assigned by an organisation to an individual to </w:t>
      </w:r>
      <w:r>
        <w:t xml:space="preserve">distinctively </w:t>
      </w:r>
      <w:r w:rsidRPr="00416726">
        <w:t xml:space="preserve">identify that individual </w:t>
      </w:r>
      <w:r w:rsidRPr="003029A1">
        <w:t>while reducing privacy concerns by avo</w:t>
      </w:r>
      <w:r w:rsidR="009D6D78">
        <w:t>iding use of the person's name.</w:t>
      </w:r>
    </w:p>
    <w:p w14:paraId="1C3FB3E6" w14:textId="77777777" w:rsidR="00316F5E" w:rsidRPr="00416726" w:rsidRDefault="00316F5E" w:rsidP="00316F5E">
      <w:pPr>
        <w:pStyle w:val="BodyText"/>
        <w:rPr>
          <w:b/>
        </w:rPr>
      </w:pPr>
      <w:r>
        <w:rPr>
          <w:b/>
        </w:rPr>
        <w:t>Personal information</w:t>
      </w:r>
      <w:r w:rsidRPr="00EE3316">
        <w:rPr>
          <w:b/>
        </w:rPr>
        <w:t>:</w:t>
      </w:r>
      <w:r w:rsidRPr="00416726">
        <w:rPr>
          <w:b/>
        </w:rPr>
        <w:t xml:space="preserve"> </w:t>
      </w:r>
      <w:r>
        <w:t>R</w:t>
      </w:r>
      <w:r w:rsidRPr="00416726">
        <w:t>ecorded information (including images) or opinion, whether true or not, about a living individual whose identity can reasonably be ascertained.</w:t>
      </w:r>
    </w:p>
    <w:p w14:paraId="52E53135" w14:textId="77777777" w:rsidR="0061137A" w:rsidRPr="008845B7" w:rsidRDefault="0061137A" w:rsidP="00BE6107">
      <w:pPr>
        <w:pStyle w:val="BodyText"/>
      </w:pPr>
      <w:r>
        <w:rPr>
          <w:b/>
          <w:i/>
        </w:rPr>
        <w:t xml:space="preserve">Privacy and Data Protection Act 2014: </w:t>
      </w:r>
      <w:r>
        <w:t xml:space="preserve">State legislation that </w:t>
      </w:r>
      <w:r w:rsidR="00F82543">
        <w:t>provides for responsible collection and handling of personal information in the Victorian public sector</w:t>
      </w:r>
      <w:r w:rsidR="00BE6107">
        <w:t xml:space="preserve">, including </w:t>
      </w:r>
      <w:r w:rsidR="00CE6E6D">
        <w:t>some organisations, such as early childhood services contracted to provide services for government.</w:t>
      </w:r>
      <w:r w:rsidR="00F82543">
        <w:t xml:space="preserve"> It provides remedies for interferences with the information privacy of an individual and establishes the Commissioner for Privacy and Data </w:t>
      </w:r>
      <w:r w:rsidR="00BE6107">
        <w:t>Protection</w:t>
      </w:r>
      <w:r w:rsidR="00F82543">
        <w:t xml:space="preserve">. </w:t>
      </w:r>
    </w:p>
    <w:p w14:paraId="3D9D9000" w14:textId="77777777" w:rsidR="00316F5E" w:rsidRPr="00416726" w:rsidRDefault="00316F5E" w:rsidP="00316F5E">
      <w:pPr>
        <w:pStyle w:val="BodyText"/>
      </w:pPr>
      <w:r w:rsidRPr="00327F35">
        <w:rPr>
          <w:b/>
          <w:i/>
        </w:rPr>
        <w:t>Privacy Act</w:t>
      </w:r>
      <w:r>
        <w:rPr>
          <w:b/>
          <w:i/>
        </w:rPr>
        <w:t xml:space="preserve"> 1988</w:t>
      </w:r>
      <w:r w:rsidRPr="00EE3316">
        <w:rPr>
          <w:b/>
        </w:rPr>
        <w:t>:</w:t>
      </w:r>
      <w:r>
        <w:rPr>
          <w:b/>
        </w:rPr>
        <w:t xml:space="preserve"> </w:t>
      </w:r>
      <w:r>
        <w:t xml:space="preserve">Commonwealth legislation that operates alongside state or territory Acts and makes provision for the collection, holding, use, correction, </w:t>
      </w:r>
      <w:proofErr w:type="gramStart"/>
      <w:r>
        <w:t>disclosure</w:t>
      </w:r>
      <w:proofErr w:type="gramEnd"/>
      <w:r>
        <w:t xml:space="preserve"> or transfer of personal information.</w:t>
      </w:r>
      <w:r w:rsidR="00044752">
        <w:t xml:space="preserve"> The </w:t>
      </w:r>
      <w:r w:rsidR="00044752" w:rsidRPr="00044752">
        <w:t>Privacy Amendmen</w:t>
      </w:r>
      <w:r w:rsidR="00EF67F3">
        <w:t>t (Enhancing Privacy Protection</w:t>
      </w:r>
      <w:r w:rsidR="00044752" w:rsidRPr="00044752">
        <w:t>)</w:t>
      </w:r>
      <w:r w:rsidR="008457E1">
        <w:t xml:space="preserve"> </w:t>
      </w:r>
      <w:r w:rsidR="00044752" w:rsidRPr="00044752">
        <w:t>Act 2012 (</w:t>
      </w:r>
      <w:proofErr w:type="spellStart"/>
      <w:r w:rsidR="00044752" w:rsidRPr="00044752">
        <w:t>Cth</w:t>
      </w:r>
      <w:proofErr w:type="spellEnd"/>
      <w:r w:rsidR="00044752" w:rsidRPr="00044752">
        <w:t>)</w:t>
      </w:r>
      <w:r w:rsidR="00044752">
        <w:t xml:space="preserve"> introduced from 12 March 2014 has made extensive amendments to the Privacy Act 1988</w:t>
      </w:r>
      <w:r w:rsidR="007D5A26">
        <w:t>. O</w:t>
      </w:r>
      <w:r w:rsidR="00043535">
        <w:t xml:space="preserve">rganisations with a turnover of $3 million per annum </w:t>
      </w:r>
      <w:r w:rsidR="007D5A26">
        <w:t xml:space="preserve">or more </w:t>
      </w:r>
      <w:r w:rsidR="00043535">
        <w:t>must comply with</w:t>
      </w:r>
      <w:r w:rsidR="007D5A26">
        <w:t xml:space="preserve"> these regulations</w:t>
      </w:r>
      <w:r w:rsidR="00DC166C">
        <w:t>.</w:t>
      </w:r>
    </w:p>
    <w:p w14:paraId="60AA305B" w14:textId="77777777" w:rsidR="00316F5E" w:rsidRPr="00416726" w:rsidRDefault="00316F5E" w:rsidP="00316F5E">
      <w:pPr>
        <w:pStyle w:val="BodyText"/>
      </w:pPr>
      <w:r w:rsidRPr="00416726">
        <w:rPr>
          <w:b/>
        </w:rPr>
        <w:t>Privacy breach</w:t>
      </w:r>
      <w:r w:rsidRPr="00386BEE">
        <w:t>:</w:t>
      </w:r>
      <w:r>
        <w:rPr>
          <w:b/>
        </w:rPr>
        <w:t xml:space="preserve"> </w:t>
      </w:r>
      <w:r>
        <w:t xml:space="preserve">An </w:t>
      </w:r>
      <w:r w:rsidRPr="00416726">
        <w:t>act or practice that interferes with the privacy of an individual by being contrary to</w:t>
      </w:r>
      <w:r>
        <w:t>,</w:t>
      </w:r>
      <w:r w:rsidRPr="00416726">
        <w:t xml:space="preserve"> or inconsistent with</w:t>
      </w:r>
      <w:r>
        <w:t>,</w:t>
      </w:r>
      <w:r w:rsidRPr="00416726">
        <w:t xml:space="preserve"> one or more of the information </w:t>
      </w:r>
      <w:r>
        <w:t>P</w:t>
      </w:r>
      <w:r w:rsidRPr="00416726">
        <w:t xml:space="preserve">rivacy </w:t>
      </w:r>
      <w:r>
        <w:t>P</w:t>
      </w:r>
      <w:r w:rsidRPr="00416726">
        <w:t>rinciples</w:t>
      </w:r>
      <w:r>
        <w:t xml:space="preserve"> (refer to Attachment 2: </w:t>
      </w:r>
      <w:r w:rsidRPr="00843B59">
        <w:rPr>
          <w:i/>
        </w:rPr>
        <w:t>Privacy principles in action</w:t>
      </w:r>
      <w:r>
        <w:t>)</w:t>
      </w:r>
      <w:r w:rsidRPr="00416726">
        <w:t xml:space="preserve"> or </w:t>
      </w:r>
      <w:r w:rsidR="00862F49">
        <w:t xml:space="preserve">the new Australian Privacy Principles </w:t>
      </w:r>
      <w:r w:rsidR="007F7B45">
        <w:t xml:space="preserve"> (Attachment 7) </w:t>
      </w:r>
      <w:r w:rsidR="00862F49">
        <w:t xml:space="preserve">or </w:t>
      </w:r>
      <w:r w:rsidRPr="00416726">
        <w:t>any relevant code of practice</w:t>
      </w:r>
      <w:r>
        <w:t>.</w:t>
      </w:r>
    </w:p>
    <w:p w14:paraId="7C0E0386" w14:textId="77777777" w:rsidR="00316F5E" w:rsidRPr="00416726" w:rsidRDefault="00316F5E" w:rsidP="00316F5E">
      <w:pPr>
        <w:pStyle w:val="BodyText"/>
      </w:pPr>
      <w:r w:rsidRPr="00327F35">
        <w:rPr>
          <w:b/>
          <w:i/>
        </w:rPr>
        <w:t>Public</w:t>
      </w:r>
      <w:r w:rsidRPr="00096B70">
        <w:rPr>
          <w:b/>
          <w:i/>
        </w:rPr>
        <w:t xml:space="preserve"> Records Act</w:t>
      </w:r>
      <w:r>
        <w:rPr>
          <w:b/>
          <w:i/>
        </w:rPr>
        <w:t xml:space="preserve"> 1973 </w:t>
      </w:r>
      <w:r w:rsidRPr="003029A1">
        <w:rPr>
          <w:b/>
        </w:rPr>
        <w:t>(Vic):</w:t>
      </w:r>
      <w:r>
        <w:t xml:space="preserve"> Legislation regarding the</w:t>
      </w:r>
      <w:r w:rsidRPr="00416726">
        <w:t xml:space="preserve"> management of public sector documents</w:t>
      </w:r>
      <w:r>
        <w:t>.</w:t>
      </w:r>
    </w:p>
    <w:p w14:paraId="40AA1E2C" w14:textId="77777777" w:rsidR="00316F5E" w:rsidRDefault="00316F5E" w:rsidP="00316F5E">
      <w:pPr>
        <w:pStyle w:val="BodyText"/>
      </w:pPr>
      <w:r w:rsidRPr="00416726">
        <w:rPr>
          <w:b/>
          <w:bCs/>
        </w:rPr>
        <w:t>Sensitive information</w:t>
      </w:r>
      <w:r w:rsidRPr="003029A1">
        <w:rPr>
          <w:b/>
          <w:bCs/>
        </w:rPr>
        <w:t>:</w:t>
      </w:r>
      <w:r>
        <w:t xml:space="preserve"> I</w:t>
      </w:r>
      <w:r w:rsidRPr="00416726">
        <w:t xml:space="preserve">nformation or an opinion about an individual’s racial or ethnic origin, political opinions, membership of a political </w:t>
      </w:r>
      <w:r w:rsidR="000155BB">
        <w:t>association</w:t>
      </w:r>
      <w:r w:rsidRPr="00416726">
        <w:t xml:space="preserve">, religious beliefs or affiliations, philosophical beliefs, membership of a professional or trade association, membership of a trade union, sexual preference or practices, </w:t>
      </w:r>
      <w:r>
        <w:t xml:space="preserve">or </w:t>
      </w:r>
      <w:r w:rsidRPr="00416726">
        <w:t>criminal record</w:t>
      </w:r>
      <w:r>
        <w:t>.</w:t>
      </w:r>
      <w:r w:rsidRPr="00416726">
        <w:t xml:space="preserve"> </w:t>
      </w:r>
      <w:r>
        <w:t xml:space="preserve">This is also considered to be </w:t>
      </w:r>
      <w:r w:rsidRPr="00416726">
        <w:t>personal information.</w:t>
      </w:r>
    </w:p>
    <w:p w14:paraId="59544670" w14:textId="77777777" w:rsidR="00316F5E" w:rsidRPr="00AF5C58" w:rsidRDefault="00316F5E" w:rsidP="00316F5E">
      <w:pPr>
        <w:pStyle w:val="Heading2"/>
        <w:rPr>
          <w:color w:val="auto"/>
        </w:rPr>
      </w:pPr>
      <w:r w:rsidRPr="00AF5C58">
        <w:rPr>
          <w:color w:val="auto"/>
        </w:rPr>
        <w:lastRenderedPageBreak/>
        <w:t>Sources and related policies</w:t>
      </w:r>
    </w:p>
    <w:p w14:paraId="111F2955" w14:textId="77777777" w:rsidR="00316F5E" w:rsidRPr="00AF5C58" w:rsidRDefault="00316F5E" w:rsidP="00316F5E">
      <w:pPr>
        <w:pStyle w:val="Heading4"/>
        <w:rPr>
          <w:color w:val="auto"/>
        </w:rPr>
      </w:pPr>
      <w:r w:rsidRPr="00AF5C58">
        <w:rPr>
          <w:color w:val="auto"/>
        </w:rPr>
        <w:t>Sources</w:t>
      </w:r>
    </w:p>
    <w:p w14:paraId="738151E8" w14:textId="77777777" w:rsidR="008845B7" w:rsidRPr="00AF5C58" w:rsidRDefault="00316F5E" w:rsidP="00A27A39">
      <w:pPr>
        <w:pStyle w:val="Bullets1"/>
        <w:ind w:left="284" w:hanging="284"/>
      </w:pPr>
      <w:r w:rsidRPr="00AF5C58">
        <w:rPr>
          <w:i/>
        </w:rPr>
        <w:t xml:space="preserve">Child Care Service Handbook </w:t>
      </w:r>
      <w:r w:rsidR="000E5588">
        <w:rPr>
          <w:i/>
        </w:rPr>
        <w:t>2017-18</w:t>
      </w:r>
    </w:p>
    <w:p w14:paraId="43301BAE" w14:textId="77777777" w:rsidR="00280284" w:rsidRDefault="00280284" w:rsidP="00280284">
      <w:pPr>
        <w:pStyle w:val="Bullets1"/>
        <w:numPr>
          <w:ilvl w:val="0"/>
          <w:numId w:val="0"/>
        </w:numPr>
        <w:ind w:left="227"/>
      </w:pPr>
      <w:r>
        <w:t xml:space="preserve"> </w:t>
      </w:r>
      <w:hyperlink r:id="rId12" w:history="1">
        <w:r>
          <w:rPr>
            <w:rStyle w:val="Hyperlink"/>
          </w:rPr>
          <w:t>http://docs.education.gov.au/documents/child-care-service-handbook</w:t>
        </w:r>
      </w:hyperlink>
      <w:r>
        <w:t xml:space="preserve"> </w:t>
      </w:r>
    </w:p>
    <w:p w14:paraId="27A2B95B" w14:textId="77777777" w:rsidR="0062601D" w:rsidRDefault="00316F5E" w:rsidP="00A27A39">
      <w:pPr>
        <w:pStyle w:val="Bullets1"/>
        <w:ind w:left="284" w:hanging="284"/>
      </w:pPr>
      <w:r>
        <w:t>Guidelines to the I</w:t>
      </w:r>
      <w:r w:rsidR="00E32164">
        <w:t>nformation Privacy Principles:</w:t>
      </w:r>
    </w:p>
    <w:p w14:paraId="28AD950D" w14:textId="77777777" w:rsidR="003029A1" w:rsidRDefault="00364C68" w:rsidP="0062601D">
      <w:pPr>
        <w:pStyle w:val="Bullets1"/>
        <w:numPr>
          <w:ilvl w:val="0"/>
          <w:numId w:val="0"/>
        </w:numPr>
        <w:ind w:left="284"/>
      </w:pPr>
      <w:r>
        <w:t xml:space="preserve"> </w:t>
      </w:r>
      <w:hyperlink r:id="rId13" w:history="1">
        <w:r w:rsidRPr="00A22552">
          <w:rPr>
            <w:rStyle w:val="Hyperlink"/>
          </w:rPr>
          <w:t>http://www.oaic.gov.au/privacy/pr</w:t>
        </w:r>
        <w:r w:rsidR="00EE1E9F" w:rsidRPr="00A22552">
          <w:rPr>
            <w:rStyle w:val="Hyperlink"/>
          </w:rPr>
          <w:t>ivacy-a</w:t>
        </w:r>
        <w:r w:rsidRPr="00A22552">
          <w:rPr>
            <w:rStyle w:val="Hyperlink"/>
          </w:rPr>
          <w:t>ct/information-privacy-principles</w:t>
        </w:r>
      </w:hyperlink>
      <w:r w:rsidR="00C31671">
        <w:t xml:space="preserve"> </w:t>
      </w:r>
    </w:p>
    <w:p w14:paraId="263BE805" w14:textId="77777777" w:rsidR="00316F5E" w:rsidRPr="00327F35" w:rsidRDefault="000C6432" w:rsidP="00A27A39">
      <w:pPr>
        <w:pStyle w:val="Bullets1"/>
        <w:ind w:left="284" w:hanging="284"/>
      </w:pPr>
      <w:r>
        <w:t xml:space="preserve">ELAA </w:t>
      </w:r>
      <w:r w:rsidR="00316F5E" w:rsidRPr="003029A1">
        <w:rPr>
          <w:i/>
        </w:rPr>
        <w:t>Early Childhood Management</w:t>
      </w:r>
      <w:r w:rsidR="003029A1">
        <w:rPr>
          <w:i/>
        </w:rPr>
        <w:t xml:space="preserve"> </w:t>
      </w:r>
      <w:r w:rsidR="00316F5E" w:rsidRPr="003029A1">
        <w:rPr>
          <w:i/>
        </w:rPr>
        <w:t>Manual</w:t>
      </w:r>
      <w:r w:rsidR="00891F7D">
        <w:rPr>
          <w:i/>
        </w:rPr>
        <w:t xml:space="preserve">, </w:t>
      </w:r>
      <w:hyperlink r:id="rId14" w:history="1">
        <w:r w:rsidR="00891F7D" w:rsidRPr="00FF3D9F">
          <w:rPr>
            <w:rStyle w:val="Hyperlink"/>
            <w:i/>
          </w:rPr>
          <w:t>www.elaa.org.au</w:t>
        </w:r>
      </w:hyperlink>
      <w:r w:rsidR="00891F7D">
        <w:rPr>
          <w:i/>
        </w:rPr>
        <w:t xml:space="preserve"> </w:t>
      </w:r>
    </w:p>
    <w:p w14:paraId="6340C88D" w14:textId="77777777" w:rsidR="00891F7D" w:rsidRPr="00891F7D" w:rsidRDefault="00316F5E" w:rsidP="00A51AED">
      <w:pPr>
        <w:pStyle w:val="Bullets1"/>
        <w:ind w:left="284" w:hanging="284"/>
        <w:rPr>
          <w:i/>
        </w:rPr>
      </w:pPr>
      <w:r w:rsidRPr="00891F7D">
        <w:rPr>
          <w:lang w:val="en-US"/>
        </w:rPr>
        <w:t xml:space="preserve">Office of the Health </w:t>
      </w:r>
      <w:r w:rsidR="00891F7D" w:rsidRPr="00891F7D">
        <w:rPr>
          <w:lang w:val="en-US"/>
        </w:rPr>
        <w:t>Complaints</w:t>
      </w:r>
      <w:r w:rsidRPr="00891F7D">
        <w:rPr>
          <w:lang w:val="en-US"/>
        </w:rPr>
        <w:t xml:space="preserve"> Commissioner: </w:t>
      </w:r>
      <w:hyperlink r:id="rId15" w:history="1">
        <w:r w:rsidR="00891F7D">
          <w:rPr>
            <w:rStyle w:val="Hyperlink"/>
          </w:rPr>
          <w:t>https://hcc.vic.gov.au/</w:t>
        </w:r>
      </w:hyperlink>
    </w:p>
    <w:p w14:paraId="475AC707" w14:textId="77777777" w:rsidR="006674BB" w:rsidRPr="00891F7D" w:rsidRDefault="00497BDB" w:rsidP="00A51AED">
      <w:pPr>
        <w:pStyle w:val="Bullets1"/>
        <w:ind w:left="284" w:hanging="284"/>
        <w:rPr>
          <w:i/>
        </w:rPr>
      </w:pPr>
      <w:r w:rsidRPr="008845B7">
        <w:t>Privacy Compliance Manual</w:t>
      </w:r>
      <w:r w:rsidR="00A51AED">
        <w:t xml:space="preserve">: </w:t>
      </w:r>
      <w:hyperlink r:id="rId16" w:history="1">
        <w:r w:rsidR="00A51AED" w:rsidRPr="005D37B6">
          <w:rPr>
            <w:rStyle w:val="Hyperlink"/>
          </w:rPr>
          <w:t>http://www.nfplaw.org.au/privacy</w:t>
        </w:r>
      </w:hyperlink>
    </w:p>
    <w:p w14:paraId="0092306A" w14:textId="77777777" w:rsidR="00E9323F" w:rsidRDefault="00891F7D" w:rsidP="00891F7D">
      <w:pPr>
        <w:pStyle w:val="Bullets1"/>
      </w:pPr>
      <w:r>
        <w:t xml:space="preserve">Australia Not-for-profit Law Guide (2017) </w:t>
      </w:r>
      <w:r w:rsidR="00E9323F" w:rsidRPr="008845B7">
        <w:rPr>
          <w:i/>
        </w:rPr>
        <w:t xml:space="preserve">Privacy Guide: A guide to compliance with </w:t>
      </w:r>
      <w:r>
        <w:rPr>
          <w:i/>
        </w:rPr>
        <w:t>privacy laws in Australia:</w:t>
      </w:r>
      <w:r>
        <w:t xml:space="preserve"> </w:t>
      </w:r>
      <w:hyperlink r:id="rId17" w:history="1">
        <w:r w:rsidRPr="00FF3D9F">
          <w:rPr>
            <w:rStyle w:val="Hyperlink"/>
          </w:rPr>
          <w:t>https://www.nfplaw.org.au/sites/default/files/media/Privacy_Guide_0_0_0.pdf</w:t>
        </w:r>
      </w:hyperlink>
      <w:r>
        <w:t xml:space="preserve"> </w:t>
      </w:r>
    </w:p>
    <w:p w14:paraId="0357EFF5" w14:textId="77777777" w:rsidR="00316F5E" w:rsidRDefault="00891F7D" w:rsidP="00A27A39">
      <w:pPr>
        <w:pStyle w:val="Bullets1"/>
        <w:ind w:left="284" w:hanging="284"/>
      </w:pPr>
      <w:r>
        <w:t>Office of the</w:t>
      </w:r>
      <w:r w:rsidR="00316F5E">
        <w:t xml:space="preserve"> Victoria</w:t>
      </w:r>
      <w:r>
        <w:t>n Information Commissioner</w:t>
      </w:r>
      <w:r w:rsidR="00316F5E">
        <w:t xml:space="preserve">: </w:t>
      </w:r>
      <w:hyperlink r:id="rId18" w:history="1">
        <w:r>
          <w:rPr>
            <w:rStyle w:val="Hyperlink"/>
          </w:rPr>
          <w:t>https://ovic.vic.gov.au/</w:t>
        </w:r>
      </w:hyperlink>
    </w:p>
    <w:p w14:paraId="5F9D4C3D" w14:textId="77777777" w:rsidR="00316F5E" w:rsidRPr="008B0479" w:rsidRDefault="00316F5E" w:rsidP="003029A1">
      <w:pPr>
        <w:pStyle w:val="Heading4"/>
        <w:spacing w:before="170"/>
      </w:pPr>
      <w:r>
        <w:t>Service</w:t>
      </w:r>
      <w:r w:rsidRPr="008B0479">
        <w:t xml:space="preserve"> policies</w:t>
      </w:r>
    </w:p>
    <w:p w14:paraId="3082BB60" w14:textId="77777777" w:rsidR="00316F5E" w:rsidRPr="00316F5E" w:rsidRDefault="00316F5E" w:rsidP="00045B4D">
      <w:pPr>
        <w:pStyle w:val="Bullets1"/>
        <w:ind w:left="284" w:hanging="284"/>
        <w:rPr>
          <w:i/>
        </w:rPr>
      </w:pPr>
      <w:r w:rsidRPr="00316F5E">
        <w:rPr>
          <w:i/>
        </w:rPr>
        <w:t xml:space="preserve">Child </w:t>
      </w:r>
      <w:r w:rsidR="000C6432">
        <w:rPr>
          <w:i/>
        </w:rPr>
        <w:t xml:space="preserve">Safe Environment </w:t>
      </w:r>
      <w:r w:rsidRPr="00316F5E">
        <w:rPr>
          <w:i/>
        </w:rPr>
        <w:t>Policy</w:t>
      </w:r>
    </w:p>
    <w:p w14:paraId="225B2C17" w14:textId="77777777" w:rsidR="00316F5E" w:rsidRPr="00316F5E" w:rsidRDefault="00316F5E" w:rsidP="00045B4D">
      <w:pPr>
        <w:pStyle w:val="Bullets1"/>
        <w:ind w:left="284" w:hanging="284"/>
        <w:rPr>
          <w:i/>
        </w:rPr>
      </w:pPr>
      <w:r w:rsidRPr="00316F5E">
        <w:rPr>
          <w:i/>
        </w:rPr>
        <w:t>Code of Conduct Policy</w:t>
      </w:r>
    </w:p>
    <w:p w14:paraId="1EB73C82" w14:textId="77777777" w:rsidR="00316F5E" w:rsidRPr="00316F5E" w:rsidRDefault="00316F5E" w:rsidP="00045B4D">
      <w:pPr>
        <w:pStyle w:val="Bullets1"/>
        <w:ind w:left="284" w:hanging="284"/>
        <w:rPr>
          <w:i/>
        </w:rPr>
      </w:pPr>
      <w:r w:rsidRPr="00316F5E">
        <w:rPr>
          <w:i/>
        </w:rPr>
        <w:t>Complaints and Grievances Policy</w:t>
      </w:r>
    </w:p>
    <w:p w14:paraId="76990C02" w14:textId="77777777" w:rsidR="00316F5E" w:rsidRPr="00316F5E" w:rsidRDefault="00316F5E" w:rsidP="00045B4D">
      <w:pPr>
        <w:pStyle w:val="Bullets1"/>
        <w:ind w:left="284" w:hanging="284"/>
        <w:rPr>
          <w:i/>
        </w:rPr>
      </w:pPr>
      <w:r w:rsidRPr="00316F5E">
        <w:rPr>
          <w:i/>
        </w:rPr>
        <w:t>Delivery and Collection of Children Policy</w:t>
      </w:r>
    </w:p>
    <w:p w14:paraId="686E9F30" w14:textId="77777777" w:rsidR="00316F5E" w:rsidRPr="00316F5E" w:rsidRDefault="00316F5E" w:rsidP="00045B4D">
      <w:pPr>
        <w:pStyle w:val="Bullets1"/>
        <w:ind w:left="284" w:hanging="284"/>
        <w:rPr>
          <w:i/>
        </w:rPr>
      </w:pPr>
      <w:r w:rsidRPr="00316F5E">
        <w:rPr>
          <w:i/>
        </w:rPr>
        <w:t>Enrolment and Orientation Policy</w:t>
      </w:r>
    </w:p>
    <w:p w14:paraId="76DDD504" w14:textId="77777777" w:rsidR="00316F5E" w:rsidRPr="00316F5E" w:rsidRDefault="00316F5E" w:rsidP="00045B4D">
      <w:pPr>
        <w:pStyle w:val="Bullets1"/>
        <w:ind w:left="284" w:hanging="284"/>
        <w:rPr>
          <w:i/>
        </w:rPr>
      </w:pPr>
      <w:r w:rsidRPr="00316F5E">
        <w:rPr>
          <w:i/>
        </w:rPr>
        <w:t>Information Technology Policy</w:t>
      </w:r>
    </w:p>
    <w:p w14:paraId="3741FFD4" w14:textId="77777777" w:rsidR="00316F5E" w:rsidRPr="00316F5E" w:rsidRDefault="00316F5E" w:rsidP="00045B4D">
      <w:pPr>
        <w:pStyle w:val="Bullets1"/>
        <w:ind w:left="284" w:hanging="284"/>
        <w:rPr>
          <w:i/>
        </w:rPr>
      </w:pPr>
      <w:r w:rsidRPr="00316F5E">
        <w:rPr>
          <w:i/>
        </w:rPr>
        <w:t>Staffing Policy</w:t>
      </w:r>
    </w:p>
    <w:p w14:paraId="7A0027C7" w14:textId="77777777" w:rsidR="00316F5E" w:rsidRPr="00316F5E" w:rsidRDefault="00BB4B05" w:rsidP="00045B4D">
      <w:pPr>
        <w:pStyle w:val="Bullets1"/>
        <w:ind w:left="284" w:hanging="284"/>
        <w:rPr>
          <w:i/>
        </w:rPr>
      </w:pPr>
      <w:r>
        <w:rPr>
          <w:i/>
        </w:rPr>
        <w:t>Inclusion and Equity Policy</w:t>
      </w:r>
    </w:p>
    <w:p w14:paraId="7302ED3C" w14:textId="77777777" w:rsidR="00316F5E" w:rsidRDefault="00316F5E" w:rsidP="00316F5E">
      <w:pPr>
        <w:pStyle w:val="Heading1"/>
      </w:pPr>
      <w:r>
        <w:t>Procedures</w:t>
      </w:r>
    </w:p>
    <w:p w14:paraId="5253FF05" w14:textId="77777777" w:rsidR="00316F5E" w:rsidRPr="008B0479" w:rsidRDefault="00316F5E" w:rsidP="00316F5E">
      <w:pPr>
        <w:pStyle w:val="Heading4"/>
      </w:pPr>
      <w:r w:rsidRPr="008B0479">
        <w:t xml:space="preserve">The </w:t>
      </w:r>
      <w:r>
        <w:t>A</w:t>
      </w:r>
      <w:r w:rsidRPr="008B0479">
        <w:t xml:space="preserve">pproved </w:t>
      </w:r>
      <w:r>
        <w:t>P</w:t>
      </w:r>
      <w:r w:rsidRPr="008B0479">
        <w:t>rovider</w:t>
      </w:r>
      <w:r w:rsidR="000E5588">
        <w:t xml:space="preserve"> and Persons with Management and Control</w:t>
      </w:r>
      <w:r w:rsidRPr="008B0479">
        <w:t xml:space="preserve"> is responsible for:</w:t>
      </w:r>
    </w:p>
    <w:p w14:paraId="7B6B5621" w14:textId="77777777" w:rsidR="00316F5E" w:rsidRDefault="00316F5E" w:rsidP="00C746B0">
      <w:pPr>
        <w:pStyle w:val="Bullets1"/>
        <w:ind w:left="284" w:hanging="284"/>
      </w:pPr>
      <w:r>
        <w:t xml:space="preserve">ensuring all records and documents are maintained and stored in accordance with Regulations 181 and 183 of the </w:t>
      </w:r>
      <w:r w:rsidRPr="00424B27">
        <w:rPr>
          <w:i/>
        </w:rPr>
        <w:t>Education and Care Services National Regulations 2011</w:t>
      </w:r>
    </w:p>
    <w:p w14:paraId="5FD41EBB" w14:textId="77777777" w:rsidR="00316F5E" w:rsidRDefault="00316F5E" w:rsidP="00C746B0">
      <w:pPr>
        <w:pStyle w:val="Bullets1"/>
        <w:ind w:left="284" w:hanging="284"/>
      </w:pPr>
      <w:r>
        <w:t>e</w:t>
      </w:r>
      <w:r w:rsidRPr="002F0342">
        <w:t>nsuring</w:t>
      </w:r>
      <w:r w:rsidRPr="00C94B01">
        <w:t xml:space="preserve"> the </w:t>
      </w:r>
      <w:r>
        <w:t>service</w:t>
      </w:r>
      <w:r w:rsidRPr="00C94B01">
        <w:t xml:space="preserve"> complies with the requirements of the </w:t>
      </w:r>
      <w:r>
        <w:t>P</w:t>
      </w:r>
      <w:r w:rsidRPr="00C94B01">
        <w:t xml:space="preserve">rivacy </w:t>
      </w:r>
      <w:r>
        <w:t>P</w:t>
      </w:r>
      <w:r w:rsidRPr="00C94B01">
        <w:t xml:space="preserve">rinciples as outlined in the </w:t>
      </w:r>
      <w:r w:rsidRPr="00C94B01">
        <w:rPr>
          <w:i/>
          <w:iCs/>
        </w:rPr>
        <w:t>Health Records Act 2001</w:t>
      </w:r>
      <w:r w:rsidRPr="00C94B01">
        <w:t xml:space="preserve">, the </w:t>
      </w:r>
      <w:r w:rsidR="00BB51F3" w:rsidRPr="008845B7">
        <w:rPr>
          <w:i/>
        </w:rPr>
        <w:t>Privacy and Data Protection Act 2014</w:t>
      </w:r>
      <w:r w:rsidR="00BB51F3">
        <w:t xml:space="preserve"> (Vic) </w:t>
      </w:r>
      <w:r w:rsidRPr="00C94B01">
        <w:t>and</w:t>
      </w:r>
      <w:r>
        <w:t xml:space="preserve">, </w:t>
      </w:r>
      <w:r w:rsidRPr="00C94B01">
        <w:t>where applicable</w:t>
      </w:r>
      <w:r>
        <w:t>,</w:t>
      </w:r>
      <w:r w:rsidRPr="00C94B01">
        <w:t xml:space="preserve"> the </w:t>
      </w:r>
      <w:r w:rsidRPr="00C94B01">
        <w:rPr>
          <w:i/>
          <w:iCs/>
        </w:rPr>
        <w:t>Privacy Act 1988</w:t>
      </w:r>
      <w:r w:rsidRPr="00C94B01">
        <w:t xml:space="preserve"> </w:t>
      </w:r>
      <w:r w:rsidR="00233EFF">
        <w:t>(</w:t>
      </w:r>
      <w:proofErr w:type="spellStart"/>
      <w:r w:rsidR="00233EFF">
        <w:t>Cth</w:t>
      </w:r>
      <w:proofErr w:type="spellEnd"/>
      <w:r w:rsidR="00233EFF">
        <w:t xml:space="preserve">) and the </w:t>
      </w:r>
      <w:r w:rsidR="00233EFF" w:rsidRPr="00044752">
        <w:t>Privacy Amendment (Enhancing Privacy Protection )</w:t>
      </w:r>
      <w:r w:rsidR="00233EFF">
        <w:t xml:space="preserve"> </w:t>
      </w:r>
      <w:r w:rsidR="00233EFF" w:rsidRPr="00044752">
        <w:t>Act 2012 (</w:t>
      </w:r>
      <w:proofErr w:type="spellStart"/>
      <w:r w:rsidR="00233EFF" w:rsidRPr="00044752">
        <w:t>Cth</w:t>
      </w:r>
      <w:proofErr w:type="spellEnd"/>
      <w:r w:rsidR="00233EFF" w:rsidRPr="00044752">
        <w:t>)</w:t>
      </w:r>
      <w:r w:rsidR="00233EFF">
        <w:t xml:space="preserve">, </w:t>
      </w:r>
      <w:r w:rsidRPr="00C94B01">
        <w:t>by developing, reviewing and implementing proc</w:t>
      </w:r>
      <w:r>
        <w:t>esses and practices that identify:</w:t>
      </w:r>
    </w:p>
    <w:p w14:paraId="67ABD7C1" w14:textId="77777777" w:rsidR="00316F5E" w:rsidRDefault="00316F5E" w:rsidP="00836CA5">
      <w:pPr>
        <w:pStyle w:val="Bullets2"/>
        <w:ind w:left="709" w:hanging="425"/>
      </w:pPr>
      <w:r>
        <w:t>what information the service collects about individuals, and the source of the information</w:t>
      </w:r>
    </w:p>
    <w:p w14:paraId="4680EF90" w14:textId="77777777" w:rsidR="00316F5E" w:rsidRDefault="00316F5E" w:rsidP="00836CA5">
      <w:pPr>
        <w:pStyle w:val="Bullets2"/>
        <w:ind w:left="709" w:hanging="425"/>
      </w:pPr>
      <w:r>
        <w:t>why and how the service collects, uses and discloses the information</w:t>
      </w:r>
    </w:p>
    <w:p w14:paraId="5B734918" w14:textId="77777777" w:rsidR="00316F5E" w:rsidRDefault="00316F5E" w:rsidP="00836CA5">
      <w:pPr>
        <w:pStyle w:val="Bullets2"/>
        <w:ind w:left="709" w:hanging="425"/>
      </w:pPr>
      <w:r>
        <w:t xml:space="preserve">who will have access to the </w:t>
      </w:r>
      <w:proofErr w:type="gramStart"/>
      <w:r>
        <w:t>information</w:t>
      </w:r>
      <w:proofErr w:type="gramEnd"/>
    </w:p>
    <w:p w14:paraId="70C7F921" w14:textId="77777777" w:rsidR="00316F5E" w:rsidRPr="001D24A9" w:rsidRDefault="00316F5E" w:rsidP="00836CA5">
      <w:pPr>
        <w:pStyle w:val="Bullets2"/>
        <w:ind w:left="709" w:hanging="425"/>
      </w:pPr>
      <w:r>
        <w:t xml:space="preserve">risks in relation to the collection, storage, use, </w:t>
      </w:r>
      <w:proofErr w:type="gramStart"/>
      <w:r>
        <w:t>disclosure</w:t>
      </w:r>
      <w:proofErr w:type="gramEnd"/>
      <w:r>
        <w:t xml:space="preserve"> or disposal of and access to personal and health information collected by the service</w:t>
      </w:r>
    </w:p>
    <w:p w14:paraId="42AD57E8" w14:textId="77777777" w:rsidR="00316F5E" w:rsidRDefault="00316F5E" w:rsidP="00836CA5">
      <w:pPr>
        <w:pStyle w:val="Bullets1"/>
        <w:ind w:left="284" w:hanging="284"/>
      </w:pPr>
      <w:r>
        <w:t>ensuring parents/guardians know why the information is being collected and how it will be managed</w:t>
      </w:r>
    </w:p>
    <w:p w14:paraId="0F122EEF" w14:textId="77777777" w:rsidR="00316F5E" w:rsidRPr="003E34DC" w:rsidRDefault="00316F5E" w:rsidP="00836CA5">
      <w:pPr>
        <w:pStyle w:val="Bullets1"/>
        <w:ind w:left="284" w:hanging="284"/>
      </w:pPr>
      <w:r>
        <w:t>p</w:t>
      </w:r>
      <w:r w:rsidRPr="00CD6CEB">
        <w:t xml:space="preserve">roviding adequate and appropriate secure storage for personal information collected by </w:t>
      </w:r>
      <w:r>
        <w:t>the service</w:t>
      </w:r>
      <w:r w:rsidR="006640AD">
        <w:t xml:space="preserve">, including electronic storage </w:t>
      </w:r>
    </w:p>
    <w:p w14:paraId="479F3D86" w14:textId="77777777" w:rsidR="00316F5E" w:rsidRPr="003E34DC" w:rsidRDefault="00316F5E" w:rsidP="00836CA5">
      <w:pPr>
        <w:pStyle w:val="Bullets1"/>
        <w:ind w:left="284" w:hanging="284"/>
      </w:pPr>
      <w:r>
        <w:t>d</w:t>
      </w:r>
      <w:r w:rsidRPr="003E34DC">
        <w:t xml:space="preserve">eveloping procedures </w:t>
      </w:r>
      <w:r>
        <w:t>that</w:t>
      </w:r>
      <w:r w:rsidRPr="003E34DC">
        <w:t xml:space="preserve"> will protect personal information from unauthorised access</w:t>
      </w:r>
    </w:p>
    <w:p w14:paraId="43080815" w14:textId="77777777" w:rsidR="00316F5E" w:rsidRPr="003E34DC" w:rsidRDefault="00316F5E" w:rsidP="00836CA5">
      <w:pPr>
        <w:pStyle w:val="Bullets1"/>
        <w:ind w:left="284" w:hanging="284"/>
      </w:pPr>
      <w:r>
        <w:t>ensuring</w:t>
      </w:r>
      <w:r w:rsidRPr="003E34DC">
        <w:t xml:space="preserve"> the appropriate use of images of children</w:t>
      </w:r>
      <w:r>
        <w:t>, including</w:t>
      </w:r>
      <w:r w:rsidRPr="003E34DC">
        <w:t xml:space="preserve"> </w:t>
      </w:r>
      <w:r>
        <w:t xml:space="preserve">being aware of cultural sensitivities </w:t>
      </w:r>
      <w:r w:rsidRPr="003E34DC">
        <w:t xml:space="preserve">and </w:t>
      </w:r>
      <w:r>
        <w:t xml:space="preserve">the need for some images to be </w:t>
      </w:r>
      <w:r w:rsidRPr="003E34DC">
        <w:t>treated with special care</w:t>
      </w:r>
    </w:p>
    <w:p w14:paraId="262AF5A2" w14:textId="77777777" w:rsidR="00316F5E" w:rsidRPr="00C94B01" w:rsidRDefault="00316F5E" w:rsidP="00836CA5">
      <w:pPr>
        <w:pStyle w:val="Bullets1"/>
        <w:ind w:left="284" w:hanging="284"/>
      </w:pPr>
      <w:r>
        <w:t xml:space="preserve">developing </w:t>
      </w:r>
      <w:r w:rsidRPr="00C94B01">
        <w:t xml:space="preserve">procedures to monitor compliance with the </w:t>
      </w:r>
      <w:r>
        <w:t>requirements of this policy</w:t>
      </w:r>
    </w:p>
    <w:p w14:paraId="591DFFD2" w14:textId="77777777" w:rsidR="00316F5E" w:rsidRDefault="00316F5E" w:rsidP="00836CA5">
      <w:pPr>
        <w:pStyle w:val="Bullets1"/>
        <w:ind w:left="284" w:hanging="284"/>
      </w:pPr>
      <w:r>
        <w:t>e</w:t>
      </w:r>
      <w:r w:rsidRPr="00C94B01">
        <w:t xml:space="preserve">nsuring all employees </w:t>
      </w:r>
      <w:r>
        <w:t>and volunteers</w:t>
      </w:r>
      <w:r w:rsidRPr="00C94B01">
        <w:t xml:space="preserve"> are provided with a copy of th</w:t>
      </w:r>
      <w:r>
        <w:t xml:space="preserve">is policy, including the </w:t>
      </w:r>
      <w:r w:rsidRPr="00B44950">
        <w:rPr>
          <w:i/>
        </w:rPr>
        <w:t>Privacy Statement</w:t>
      </w:r>
      <w:r>
        <w:t xml:space="preserve"> of the service</w:t>
      </w:r>
      <w:r w:rsidRPr="00C94B01">
        <w:t xml:space="preserve"> (</w:t>
      </w:r>
      <w:r>
        <w:t xml:space="preserve">refer to </w:t>
      </w:r>
      <w:r w:rsidRPr="007C3987">
        <w:t xml:space="preserve">Attachment </w:t>
      </w:r>
      <w:r>
        <w:t>4)</w:t>
      </w:r>
    </w:p>
    <w:p w14:paraId="6EEC0F6D" w14:textId="77777777" w:rsidR="00316F5E" w:rsidRDefault="00316F5E" w:rsidP="00836CA5">
      <w:pPr>
        <w:pStyle w:val="Bullets1"/>
        <w:ind w:left="284" w:hanging="284"/>
      </w:pPr>
      <w:r>
        <w:lastRenderedPageBreak/>
        <w:t xml:space="preserve">ensuring all parents/guardians are provided with the service’s </w:t>
      </w:r>
      <w:r w:rsidRPr="00B44950">
        <w:rPr>
          <w:i/>
        </w:rPr>
        <w:t>Privacy Statement</w:t>
      </w:r>
      <w:r>
        <w:t xml:space="preserve"> (refer to Attachment 4) and all relevant forms</w:t>
      </w:r>
    </w:p>
    <w:p w14:paraId="7118B744" w14:textId="77777777" w:rsidR="00316F5E" w:rsidRPr="00C94B01" w:rsidRDefault="00316F5E" w:rsidP="00836CA5">
      <w:pPr>
        <w:pStyle w:val="Bullets1"/>
        <w:ind w:left="284" w:hanging="284"/>
      </w:pPr>
      <w:r>
        <w:t>informing parents/guardians that a copy of the complete policy is available on request</w:t>
      </w:r>
    </w:p>
    <w:p w14:paraId="5C3B907B" w14:textId="77777777" w:rsidR="00316F5E" w:rsidRDefault="00316F5E" w:rsidP="00836CA5">
      <w:pPr>
        <w:pStyle w:val="Bullets1"/>
        <w:ind w:left="284" w:hanging="284"/>
      </w:pPr>
      <w:r>
        <w:t>e</w:t>
      </w:r>
      <w:r w:rsidRPr="00C94B01">
        <w:t>nsuring a copy of th</w:t>
      </w:r>
      <w:r>
        <w:t>is</w:t>
      </w:r>
      <w:r w:rsidRPr="00C94B01">
        <w:t xml:space="preserve"> policy</w:t>
      </w:r>
      <w:r>
        <w:t>,</w:t>
      </w:r>
      <w:r w:rsidRPr="00C94B01">
        <w:t xml:space="preserve"> </w:t>
      </w:r>
      <w:r>
        <w:t xml:space="preserve">including the </w:t>
      </w:r>
      <w:r w:rsidRPr="00B44950">
        <w:rPr>
          <w:i/>
        </w:rPr>
        <w:t>Privacy Statement</w:t>
      </w:r>
      <w:r>
        <w:t xml:space="preserve">, </w:t>
      </w:r>
      <w:r w:rsidRPr="00C94B01">
        <w:t xml:space="preserve">is </w:t>
      </w:r>
      <w:r>
        <w:t xml:space="preserve">prominently </w:t>
      </w:r>
      <w:r w:rsidRPr="00C94B01">
        <w:t xml:space="preserve">displayed </w:t>
      </w:r>
      <w:r>
        <w:t>at</w:t>
      </w:r>
      <w:r w:rsidRPr="00C94B01">
        <w:t xml:space="preserve"> the </w:t>
      </w:r>
      <w:r>
        <w:t>service and available on request</w:t>
      </w:r>
    </w:p>
    <w:p w14:paraId="7422A45C" w14:textId="77777777" w:rsidR="00316F5E" w:rsidRDefault="00316F5E" w:rsidP="00836CA5">
      <w:pPr>
        <w:pStyle w:val="Bullets1"/>
        <w:ind w:left="284" w:hanging="284"/>
      </w:pPr>
      <w:r>
        <w:t>e</w:t>
      </w:r>
      <w:r w:rsidRPr="00DC0C2F">
        <w:t>stablishing procedures</w:t>
      </w:r>
      <w:r>
        <w:t xml:space="preserve"> to be implemented</w:t>
      </w:r>
      <w:r w:rsidRPr="00DC0C2F">
        <w:t xml:space="preserve"> if </w:t>
      </w:r>
      <w:r>
        <w:t>parents/guardians</w:t>
      </w:r>
      <w:r w:rsidRPr="00DC0C2F">
        <w:t xml:space="preserve"> request that their </w:t>
      </w:r>
      <w:r>
        <w:t xml:space="preserve">child’s </w:t>
      </w:r>
      <w:r w:rsidRPr="00DC0C2F">
        <w:t>image</w:t>
      </w:r>
      <w:r>
        <w:t xml:space="preserve"> is</w:t>
      </w:r>
      <w:r w:rsidRPr="00DC0C2F">
        <w:t xml:space="preserve"> </w:t>
      </w:r>
      <w:r w:rsidRPr="00996F15">
        <w:rPr>
          <w:i/>
        </w:rPr>
        <w:t>not</w:t>
      </w:r>
      <w:r w:rsidRPr="00996F15">
        <w:rPr>
          <w:b/>
        </w:rPr>
        <w:t xml:space="preserve"> </w:t>
      </w:r>
      <w:r w:rsidR="00517283" w:rsidRPr="00933B26">
        <w:t>to</w:t>
      </w:r>
      <w:r w:rsidR="00517283">
        <w:rPr>
          <w:b/>
        </w:rPr>
        <w:t xml:space="preserve"> </w:t>
      </w:r>
      <w:r>
        <w:t xml:space="preserve">be taken, </w:t>
      </w:r>
      <w:proofErr w:type="gramStart"/>
      <w:r w:rsidRPr="00DC0C2F">
        <w:t>published</w:t>
      </w:r>
      <w:proofErr w:type="gramEnd"/>
      <w:r w:rsidRPr="00DC0C2F">
        <w:t xml:space="preserve"> or recorded</w:t>
      </w:r>
      <w:r>
        <w:t xml:space="preserve">, or when a child requests that their photo </w:t>
      </w:r>
      <w:r w:rsidRPr="00B44950">
        <w:rPr>
          <w:i/>
        </w:rPr>
        <w:t>not</w:t>
      </w:r>
      <w:r w:rsidR="000E5588">
        <w:t xml:space="preserve"> be taken</w:t>
      </w:r>
    </w:p>
    <w:p w14:paraId="700849EA" w14:textId="77777777" w:rsidR="000E5588" w:rsidRDefault="000E5588" w:rsidP="00836CA5">
      <w:pPr>
        <w:pStyle w:val="Bullets1"/>
        <w:ind w:left="284" w:hanging="284"/>
      </w:pPr>
      <w:r>
        <w:t>develop a process to respond to a privacy breach in line with privacy principles (see sources)</w:t>
      </w:r>
    </w:p>
    <w:p w14:paraId="090896D0" w14:textId="77777777" w:rsidR="00316F5E" w:rsidRPr="00554DE6" w:rsidRDefault="00316F5E" w:rsidP="00316F5E">
      <w:pPr>
        <w:pStyle w:val="Heading4"/>
      </w:pPr>
      <w:r w:rsidRPr="00554DE6">
        <w:t xml:space="preserve">The Nominated Supervisor </w:t>
      </w:r>
      <w:r w:rsidR="000E5588">
        <w:t xml:space="preserve">or Persons in Day to Day Charge </w:t>
      </w:r>
      <w:r w:rsidRPr="00554DE6">
        <w:t>is responsible for:</w:t>
      </w:r>
    </w:p>
    <w:p w14:paraId="298E6655" w14:textId="77777777" w:rsidR="00316F5E" w:rsidRPr="00554DE6" w:rsidRDefault="00316F5E" w:rsidP="00D85C3C">
      <w:pPr>
        <w:pStyle w:val="Bullets1"/>
        <w:ind w:left="284" w:hanging="284"/>
      </w:pPr>
      <w:r w:rsidRPr="00554DE6">
        <w:t>assisting the Approved Provider to implement this policy</w:t>
      </w:r>
    </w:p>
    <w:p w14:paraId="56F88A44" w14:textId="77777777" w:rsidR="00316F5E" w:rsidRDefault="00316F5E" w:rsidP="00D85C3C">
      <w:pPr>
        <w:pStyle w:val="Bullets1"/>
        <w:ind w:left="284" w:hanging="284"/>
      </w:pPr>
      <w:r w:rsidRPr="00554DE6">
        <w:t xml:space="preserve">reading and acknowledging they have read the </w:t>
      </w:r>
      <w:r w:rsidRPr="003029A1">
        <w:rPr>
          <w:i/>
        </w:rPr>
        <w:t>Privacy</w:t>
      </w:r>
      <w:r w:rsidR="003029A1" w:rsidRPr="003029A1">
        <w:rPr>
          <w:i/>
        </w:rPr>
        <w:t xml:space="preserve"> and Confidentiality</w:t>
      </w:r>
      <w:r w:rsidRPr="003029A1">
        <w:rPr>
          <w:i/>
        </w:rPr>
        <w:t xml:space="preserve"> Policy</w:t>
      </w:r>
      <w:r w:rsidRPr="00554DE6">
        <w:t xml:space="preserve"> (refer</w:t>
      </w:r>
      <w:r>
        <w:t xml:space="preserve"> to Attachment 3)</w:t>
      </w:r>
    </w:p>
    <w:p w14:paraId="17DD462C" w14:textId="77777777" w:rsidR="00316F5E" w:rsidRPr="002F0342" w:rsidRDefault="00316F5E" w:rsidP="00D85C3C">
      <w:pPr>
        <w:pStyle w:val="Bullets1"/>
        <w:ind w:left="284" w:hanging="284"/>
      </w:pPr>
      <w:r>
        <w:t xml:space="preserve">providing notice to children and </w:t>
      </w:r>
      <w:r w:rsidRPr="002F0342">
        <w:t>parents/guardians when photos</w:t>
      </w:r>
      <w:r>
        <w:t xml:space="preserve">/video </w:t>
      </w:r>
      <w:r w:rsidRPr="002F0342">
        <w:t xml:space="preserve">recordings are </w:t>
      </w:r>
      <w:r>
        <w:t>going to be taken at the service</w:t>
      </w:r>
    </w:p>
    <w:p w14:paraId="1ED9B5F1" w14:textId="77777777" w:rsidR="00316F5E" w:rsidRDefault="00316F5E" w:rsidP="00D85C3C">
      <w:pPr>
        <w:pStyle w:val="Bullets1"/>
        <w:ind w:left="284" w:hanging="284"/>
      </w:pPr>
      <w:r>
        <w:t>ensuring educators and all staff are provided a copy of this policy and that they complete the</w:t>
      </w:r>
      <w:r w:rsidRPr="002F0342">
        <w:t xml:space="preserve"> </w:t>
      </w:r>
      <w:r w:rsidRPr="008B0479">
        <w:rPr>
          <w:i/>
        </w:rPr>
        <w:t>Letter of acknowledgement and understanding</w:t>
      </w:r>
      <w:r w:rsidRPr="002F0342">
        <w:t xml:space="preserve"> (Attachment 3</w:t>
      </w:r>
      <w:r>
        <w:t>)</w:t>
      </w:r>
    </w:p>
    <w:p w14:paraId="21259B9F" w14:textId="77777777" w:rsidR="00316F5E" w:rsidRPr="002F0342" w:rsidRDefault="00316F5E" w:rsidP="00D85C3C">
      <w:pPr>
        <w:pStyle w:val="Bullets1"/>
        <w:ind w:left="284" w:hanging="284"/>
      </w:pPr>
      <w:r>
        <w:t>o</w:t>
      </w:r>
      <w:r w:rsidRPr="002F0342">
        <w:t xml:space="preserve">btaining informed and voluntary consent of the parents/guardians of children who </w:t>
      </w:r>
      <w:r>
        <w:t>will be photographed or videoed.</w:t>
      </w:r>
    </w:p>
    <w:p w14:paraId="3ACFD7A9" w14:textId="77777777" w:rsidR="00316F5E" w:rsidRPr="00B47CF7" w:rsidRDefault="000E5588" w:rsidP="00316F5E">
      <w:pPr>
        <w:pStyle w:val="Heading4"/>
      </w:pPr>
      <w:r>
        <w:t>E</w:t>
      </w:r>
      <w:r w:rsidR="00316F5E" w:rsidRPr="00B47CF7">
        <w:t xml:space="preserve">ducators </w:t>
      </w:r>
      <w:r>
        <w:t xml:space="preserve">and other staff </w:t>
      </w:r>
      <w:r w:rsidR="00316F5E" w:rsidRPr="00B47CF7">
        <w:t>are responsible for:</w:t>
      </w:r>
    </w:p>
    <w:p w14:paraId="52915160" w14:textId="77777777" w:rsidR="00316F5E" w:rsidRDefault="00316F5E" w:rsidP="00A963B7">
      <w:pPr>
        <w:pStyle w:val="Bullets1"/>
        <w:ind w:left="284" w:hanging="284"/>
      </w:pPr>
      <w:r>
        <w:t xml:space="preserve">reading and acknowledging they have read the </w:t>
      </w:r>
      <w:r w:rsidR="003029A1" w:rsidRPr="003029A1">
        <w:rPr>
          <w:i/>
        </w:rPr>
        <w:t>Privacy and Confidentiality Policy</w:t>
      </w:r>
      <w:r w:rsidR="003029A1">
        <w:rPr>
          <w:i/>
        </w:rPr>
        <w:t xml:space="preserve"> </w:t>
      </w:r>
      <w:r>
        <w:t>(refer to Attachment 3)</w:t>
      </w:r>
    </w:p>
    <w:p w14:paraId="2BEBA7B1" w14:textId="77777777" w:rsidR="00316F5E" w:rsidRPr="00922BB7" w:rsidRDefault="00316F5E" w:rsidP="00A963B7">
      <w:pPr>
        <w:pStyle w:val="Bullets1"/>
        <w:ind w:left="284" w:hanging="284"/>
        <w:rPr>
          <w:b/>
        </w:rPr>
      </w:pPr>
      <w:r>
        <w:t>r</w:t>
      </w:r>
      <w:r w:rsidRPr="002F0342">
        <w:t>ecording information on children</w:t>
      </w:r>
      <w:r>
        <w:t>,</w:t>
      </w:r>
      <w:r w:rsidRPr="002F0342">
        <w:t xml:space="preserve"> which must be kept secure and may be requested and viewed by the child’s parents/guardians and representatives of </w:t>
      </w:r>
      <w:r w:rsidR="00CC3AF5">
        <w:t xml:space="preserve">the Department of Education and Training </w:t>
      </w:r>
      <w:r w:rsidRPr="002F0342">
        <w:t>during an inspection visit</w:t>
      </w:r>
    </w:p>
    <w:p w14:paraId="0A8D06A6" w14:textId="77777777" w:rsidR="00316F5E" w:rsidRPr="002F0342" w:rsidRDefault="00316F5E" w:rsidP="00A963B7">
      <w:pPr>
        <w:pStyle w:val="Bullets1"/>
        <w:ind w:left="284" w:hanging="284"/>
      </w:pPr>
      <w:r>
        <w:t>e</w:t>
      </w:r>
      <w:r w:rsidRPr="002F0342">
        <w:t xml:space="preserve">nsuring they are aware of their responsibilities in relation to the collection, </w:t>
      </w:r>
      <w:r>
        <w:t xml:space="preserve">storage, </w:t>
      </w:r>
      <w:r w:rsidRPr="002F0342">
        <w:t xml:space="preserve">use, </w:t>
      </w:r>
      <w:proofErr w:type="gramStart"/>
      <w:r>
        <w:t>disclosure</w:t>
      </w:r>
      <w:proofErr w:type="gramEnd"/>
      <w:r w:rsidRPr="002F0342">
        <w:t xml:space="preserve"> and disposal of </w:t>
      </w:r>
      <w:r>
        <w:t>personal and health information</w:t>
      </w:r>
    </w:p>
    <w:p w14:paraId="5F44BD82" w14:textId="77777777" w:rsidR="00316F5E" w:rsidRPr="002F0342" w:rsidRDefault="00316F5E" w:rsidP="00A963B7">
      <w:pPr>
        <w:pStyle w:val="Bullets1"/>
        <w:ind w:left="284" w:hanging="284"/>
      </w:pPr>
      <w:r>
        <w:t>i</w:t>
      </w:r>
      <w:r w:rsidRPr="002F0342">
        <w:t>mplementing the requirements for the handling of personal and health inform</w:t>
      </w:r>
      <w:r>
        <w:t>ation, as set out in this policy</w:t>
      </w:r>
    </w:p>
    <w:p w14:paraId="6B270EB3" w14:textId="77777777" w:rsidR="00316F5E" w:rsidRPr="002F0342" w:rsidRDefault="00316F5E" w:rsidP="00A963B7">
      <w:pPr>
        <w:pStyle w:val="Bullets1"/>
        <w:ind w:left="284" w:hanging="284"/>
      </w:pPr>
      <w:r>
        <w:t>r</w:t>
      </w:r>
      <w:r w:rsidRPr="002F0342">
        <w:t xml:space="preserve">especting </w:t>
      </w:r>
      <w:r>
        <w:t xml:space="preserve">parents’ choices about their child being photographed or videoed, and </w:t>
      </w:r>
      <w:r w:rsidRPr="002F0342">
        <w:t xml:space="preserve">children’s choices about </w:t>
      </w:r>
      <w:r>
        <w:t>being photographed or videoed.</w:t>
      </w:r>
    </w:p>
    <w:p w14:paraId="546BC723" w14:textId="77777777" w:rsidR="00316F5E" w:rsidRPr="008B0479" w:rsidRDefault="00316F5E" w:rsidP="00316F5E">
      <w:pPr>
        <w:pStyle w:val="Heading4"/>
      </w:pPr>
      <w:r>
        <w:t>P</w:t>
      </w:r>
      <w:r w:rsidRPr="008B0479">
        <w:t>arents/guardians are responsible for:</w:t>
      </w:r>
    </w:p>
    <w:p w14:paraId="45C368F3" w14:textId="77777777" w:rsidR="00316F5E" w:rsidRPr="002F0342" w:rsidRDefault="00316F5E" w:rsidP="004E25A0">
      <w:pPr>
        <w:pStyle w:val="Bullets1"/>
        <w:ind w:left="284" w:hanging="284"/>
      </w:pPr>
      <w:r>
        <w:t>p</w:t>
      </w:r>
      <w:r w:rsidRPr="002F0342">
        <w:t>roviding accurate informa</w:t>
      </w:r>
      <w:r>
        <w:t>tion when requested</w:t>
      </w:r>
    </w:p>
    <w:p w14:paraId="749E06F2" w14:textId="77777777" w:rsidR="00316F5E" w:rsidRPr="002F0342" w:rsidRDefault="00316F5E" w:rsidP="004E25A0">
      <w:pPr>
        <w:pStyle w:val="Bullets1"/>
        <w:ind w:left="284" w:hanging="284"/>
      </w:pPr>
      <w:r>
        <w:t>m</w:t>
      </w:r>
      <w:r w:rsidRPr="002F0342">
        <w:t>aintaining the privacy of any personal or health information provided to them about other individual</w:t>
      </w:r>
      <w:r>
        <w:t>s, such as contact details</w:t>
      </w:r>
    </w:p>
    <w:p w14:paraId="6D7D557E" w14:textId="77777777" w:rsidR="00316F5E" w:rsidRDefault="00316F5E" w:rsidP="004E25A0">
      <w:pPr>
        <w:pStyle w:val="Bullets1"/>
        <w:ind w:left="284" w:hanging="284"/>
      </w:pPr>
      <w:r>
        <w:t>c</w:t>
      </w:r>
      <w:r w:rsidRPr="002F0342">
        <w:t xml:space="preserve">ompleting all permission forms and returning them to the </w:t>
      </w:r>
      <w:r>
        <w:t>service</w:t>
      </w:r>
      <w:r w:rsidR="003029A1">
        <w:t xml:space="preserve"> in a timely manner</w:t>
      </w:r>
    </w:p>
    <w:p w14:paraId="7C45AC0B" w14:textId="77777777" w:rsidR="00316F5E" w:rsidRDefault="00316F5E" w:rsidP="004E25A0">
      <w:pPr>
        <w:pStyle w:val="Bullets1"/>
        <w:ind w:left="284" w:hanging="284"/>
      </w:pPr>
      <w:r>
        <w:t>b</w:t>
      </w:r>
      <w:r w:rsidRPr="002F0342">
        <w:t xml:space="preserve">eing sensitive and respectful to </w:t>
      </w:r>
      <w:r>
        <w:t xml:space="preserve">other </w:t>
      </w:r>
      <w:r w:rsidRPr="002F0342">
        <w:t xml:space="preserve">parent/guardians </w:t>
      </w:r>
      <w:r>
        <w:t xml:space="preserve">who do not want </w:t>
      </w:r>
      <w:r w:rsidRPr="002F0342">
        <w:t>their child</w:t>
      </w:r>
      <w:r>
        <w:t xml:space="preserve"> to be photographed or videoed</w:t>
      </w:r>
    </w:p>
    <w:p w14:paraId="17E62A25" w14:textId="77777777" w:rsidR="00316F5E" w:rsidRDefault="00316F5E" w:rsidP="004E25A0">
      <w:pPr>
        <w:pStyle w:val="Bullets1"/>
        <w:ind w:left="284" w:hanging="284"/>
      </w:pPr>
      <w:r>
        <w:t>being sensitive and respectful of the privacy of other children and families in photographs/videos when using and disposing of these photographs/videos</w:t>
      </w:r>
      <w:r w:rsidR="003029A1">
        <w:t>.</w:t>
      </w:r>
    </w:p>
    <w:p w14:paraId="73EB8290" w14:textId="77777777" w:rsidR="00316F5E" w:rsidRPr="00922BB7" w:rsidRDefault="00316F5E" w:rsidP="00316F5E">
      <w:pPr>
        <w:pStyle w:val="Heading4"/>
      </w:pPr>
      <w:r w:rsidRPr="00C939AF">
        <w:t xml:space="preserve">Volunteers and students, while at the service, are responsible for following this policy and </w:t>
      </w:r>
      <w:r>
        <w:t xml:space="preserve">its </w:t>
      </w:r>
      <w:r w:rsidR="00686E8B">
        <w:t>procedures.</w:t>
      </w:r>
    </w:p>
    <w:p w14:paraId="2CFCC633" w14:textId="77777777" w:rsidR="00316F5E" w:rsidRPr="006A1214" w:rsidRDefault="00316F5E" w:rsidP="00316F5E">
      <w:pPr>
        <w:pStyle w:val="Heading1"/>
      </w:pPr>
      <w:r>
        <w:t>Evaluation</w:t>
      </w:r>
    </w:p>
    <w:p w14:paraId="784C5DFA" w14:textId="77777777" w:rsidR="00316F5E" w:rsidRPr="00E62FC9" w:rsidRDefault="00316F5E" w:rsidP="0096430E">
      <w:pPr>
        <w:pStyle w:val="BodyText3ptAfter"/>
      </w:pPr>
      <w:r w:rsidRPr="00554DE6">
        <w:t xml:space="preserve">In order to assess whether the values and purposes of the policy have been achieved, the Approved Provider </w:t>
      </w:r>
      <w:r w:rsidRPr="00E62FC9">
        <w:t xml:space="preserve">of </w:t>
      </w:r>
      <w:r w:rsidR="009475F1">
        <w:fldChar w:fldCharType="begin"/>
      </w:r>
      <w:r w:rsidR="009475F1">
        <w:instrText xml:space="preserve"> DOCPROPERTY  Company  \</w:instrText>
      </w:r>
      <w:r w:rsidR="009475F1">
        <w:instrText xml:space="preserve">* MERGEFORMAT </w:instrText>
      </w:r>
      <w:r w:rsidR="009475F1">
        <w:fldChar w:fldCharType="separate"/>
      </w:r>
      <w:r w:rsidR="00761BF7">
        <w:t>Eltham South Preschool</w:t>
      </w:r>
      <w:r w:rsidR="009475F1">
        <w:fldChar w:fldCharType="end"/>
      </w:r>
      <w:r>
        <w:t xml:space="preserve"> </w:t>
      </w:r>
      <w:r w:rsidRPr="00E62FC9">
        <w:t>will:</w:t>
      </w:r>
    </w:p>
    <w:p w14:paraId="24BE3CA7" w14:textId="77777777" w:rsidR="00316F5E" w:rsidRPr="00141DD2" w:rsidRDefault="00316F5E" w:rsidP="005F1771">
      <w:pPr>
        <w:pStyle w:val="Bullets1"/>
        <w:ind w:left="284" w:hanging="284"/>
        <w:rPr>
          <w:lang w:val="en-US"/>
        </w:rPr>
      </w:pPr>
      <w:r w:rsidRPr="00141DD2">
        <w:rPr>
          <w:lang w:val="en-US"/>
        </w:rPr>
        <w:t>regularly seek feedback from everyone affected by the policy regarding its effectiveness</w:t>
      </w:r>
    </w:p>
    <w:p w14:paraId="31299DD3" w14:textId="77777777" w:rsidR="00316F5E" w:rsidRPr="00141DD2" w:rsidRDefault="00316F5E" w:rsidP="005F1771">
      <w:pPr>
        <w:pStyle w:val="Bullets1"/>
        <w:ind w:left="284" w:hanging="284"/>
        <w:rPr>
          <w:lang w:val="en-US"/>
        </w:rPr>
      </w:pPr>
      <w:r w:rsidRPr="00141DD2">
        <w:rPr>
          <w:lang w:val="en-US"/>
        </w:rPr>
        <w:lastRenderedPageBreak/>
        <w:t xml:space="preserve">monitor the implementation, compliance, </w:t>
      </w:r>
      <w:proofErr w:type="gramStart"/>
      <w:r w:rsidRPr="00141DD2">
        <w:rPr>
          <w:lang w:val="en-US"/>
        </w:rPr>
        <w:t>complaints</w:t>
      </w:r>
      <w:proofErr w:type="gramEnd"/>
      <w:r w:rsidRPr="00141DD2">
        <w:rPr>
          <w:lang w:val="en-US"/>
        </w:rPr>
        <w:t xml:space="preserve"> and incidents in relation to this policy</w:t>
      </w:r>
    </w:p>
    <w:p w14:paraId="24986240" w14:textId="77777777" w:rsidR="00316F5E" w:rsidRPr="00141DD2" w:rsidRDefault="00316F5E" w:rsidP="005F1771">
      <w:pPr>
        <w:pStyle w:val="Bullets1"/>
        <w:ind w:left="284" w:hanging="284"/>
        <w:rPr>
          <w:lang w:val="en-US"/>
        </w:rPr>
      </w:pPr>
      <w:r w:rsidRPr="00141DD2">
        <w:rPr>
          <w:lang w:val="en-US"/>
        </w:rPr>
        <w:t xml:space="preserve">keep the policy up to date with current legislation, research, </w:t>
      </w:r>
      <w:proofErr w:type="gramStart"/>
      <w:r w:rsidRPr="00141DD2">
        <w:rPr>
          <w:lang w:val="en-US"/>
        </w:rPr>
        <w:t>policy</w:t>
      </w:r>
      <w:proofErr w:type="gramEnd"/>
      <w:r w:rsidRPr="00141DD2">
        <w:rPr>
          <w:lang w:val="en-US"/>
        </w:rPr>
        <w:t xml:space="preserve"> and best practice</w:t>
      </w:r>
    </w:p>
    <w:p w14:paraId="04FDE661" w14:textId="77777777" w:rsidR="00316F5E" w:rsidRPr="00554DE6" w:rsidRDefault="00316F5E" w:rsidP="005F1771">
      <w:pPr>
        <w:pStyle w:val="Bullets1"/>
        <w:ind w:left="284" w:hanging="284"/>
        <w:rPr>
          <w:rFonts w:cs="Arial"/>
          <w:b/>
        </w:rPr>
      </w:pPr>
      <w:r w:rsidRPr="00141DD2">
        <w:rPr>
          <w:lang w:val="en-US"/>
        </w:rPr>
        <w:t>revise the policy and procedures as part of the service’s policy review cycle, or as required</w:t>
      </w:r>
    </w:p>
    <w:p w14:paraId="1B7BC266" w14:textId="77777777" w:rsidR="00316F5E" w:rsidRPr="00E62FC9" w:rsidRDefault="00761BF7" w:rsidP="005F1771">
      <w:pPr>
        <w:pStyle w:val="Bullets1"/>
        <w:ind w:left="284" w:hanging="284"/>
      </w:pPr>
      <w:proofErr w:type="gramStart"/>
      <w:r>
        <w:t>make policies available at all times</w:t>
      </w:r>
      <w:proofErr w:type="gramEnd"/>
      <w:r>
        <w:t xml:space="preserve"> so that anyone can make comment on them</w:t>
      </w:r>
      <w:r w:rsidR="00316F5E" w:rsidRPr="00E62FC9">
        <w:t>.</w:t>
      </w:r>
    </w:p>
    <w:sectPr w:rsidR="00316F5E" w:rsidRPr="00E62FC9" w:rsidSect="0062601D">
      <w:footerReference w:type="default" r:id="rId19"/>
      <w:type w:val="continuous"/>
      <w:pgSz w:w="11906" w:h="16838" w:code="9"/>
      <w:pgMar w:top="1440" w:right="1440" w:bottom="1440" w:left="1440" w:header="567" w:footer="42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D11F0D" w14:textId="77777777" w:rsidR="009475F1" w:rsidRDefault="009475F1" w:rsidP="002D4B54">
      <w:pPr>
        <w:spacing w:after="0"/>
      </w:pPr>
      <w:r>
        <w:separator/>
      </w:r>
    </w:p>
  </w:endnote>
  <w:endnote w:type="continuationSeparator" w:id="0">
    <w:p w14:paraId="5486968B" w14:textId="77777777" w:rsidR="009475F1" w:rsidRDefault="009475F1" w:rsidP="002D4B5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243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0006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CellMar>
        <w:top w:w="57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10"/>
      <w:gridCol w:w="4516"/>
    </w:tblGrid>
    <w:tr w:rsidR="00A51AED" w:rsidRPr="00E5525F" w14:paraId="64D1A6A9" w14:textId="77777777" w:rsidTr="00E5525F">
      <w:tc>
        <w:tcPr>
          <w:tcW w:w="4643" w:type="dxa"/>
        </w:tcPr>
        <w:p w14:paraId="01A5B440" w14:textId="77777777" w:rsidR="00A51AED" w:rsidRPr="00E5525F" w:rsidRDefault="00A51AED" w:rsidP="00F03AC2">
          <w:pPr>
            <w:pStyle w:val="Footer"/>
          </w:pPr>
          <w:r w:rsidRPr="00E5525F">
            <w:t xml:space="preserve">© </w:t>
          </w:r>
          <w:r w:rsidR="00535590">
            <w:t>2019</w:t>
          </w:r>
          <w:r>
            <w:t xml:space="preserve"> Early Learning Association Australia</w:t>
          </w:r>
        </w:p>
        <w:p w14:paraId="4D009EEA" w14:textId="77777777" w:rsidR="00A51AED" w:rsidRPr="00E5525F" w:rsidRDefault="00A51AED" w:rsidP="00F03AC2">
          <w:pPr>
            <w:pStyle w:val="Footer"/>
          </w:pPr>
          <w:r w:rsidRPr="00E5525F">
            <w:t>Telephone 03 9489 3500 or 1300 730 119 (rural)</w:t>
          </w:r>
        </w:p>
      </w:tc>
      <w:tc>
        <w:tcPr>
          <w:tcW w:w="4643" w:type="dxa"/>
        </w:tcPr>
        <w:p w14:paraId="2BDD6288" w14:textId="12C9EC1F" w:rsidR="00A51AED" w:rsidRPr="00E5525F" w:rsidRDefault="009475F1" w:rsidP="00930CBD">
          <w:pPr>
            <w:pStyle w:val="Footer"/>
            <w:jc w:val="right"/>
          </w:pPr>
          <w:r>
            <w:fldChar w:fldCharType="begin"/>
          </w:r>
          <w:r>
            <w:instrText xml:space="preserve"> STYLEREF  Title  \* MERGEFORMAT </w:instrText>
          </w:r>
          <w:r>
            <w:fldChar w:fldCharType="separate"/>
          </w:r>
          <w:r w:rsidR="002C1F7F">
            <w:rPr>
              <w:noProof/>
            </w:rPr>
            <w:t>Privacy and Confidentiality Policy</w:t>
          </w:r>
          <w:r>
            <w:rPr>
              <w:noProof/>
            </w:rPr>
            <w:fldChar w:fldCharType="end"/>
          </w:r>
          <w:r w:rsidR="00A51AED">
            <w:t xml:space="preserve"> (</w:t>
          </w:r>
          <w:r w:rsidR="00535590">
            <w:t>July 2019</w:t>
          </w:r>
          <w:r w:rsidR="00A51AED">
            <w:t>)</w:t>
          </w:r>
        </w:p>
        <w:p w14:paraId="6719D372" w14:textId="77777777" w:rsidR="00A51AED" w:rsidRPr="00E5525F" w:rsidRDefault="00A51AED" w:rsidP="00E5525F">
          <w:pPr>
            <w:pStyle w:val="Footer"/>
            <w:jc w:val="right"/>
          </w:pPr>
          <w:r w:rsidRPr="00E5525F">
            <w:t xml:space="preserve">Page </w:t>
          </w:r>
          <w:r w:rsidRPr="00E5525F">
            <w:fldChar w:fldCharType="begin"/>
          </w:r>
          <w:r w:rsidRPr="00E5525F">
            <w:instrText xml:space="preserve"> PAGE </w:instrText>
          </w:r>
          <w:r w:rsidRPr="00E5525F">
            <w:fldChar w:fldCharType="separate"/>
          </w:r>
          <w:r w:rsidR="00D83C60">
            <w:rPr>
              <w:noProof/>
            </w:rPr>
            <w:t>1</w:t>
          </w:r>
          <w:r w:rsidRPr="00E5525F">
            <w:rPr>
              <w:noProof/>
            </w:rPr>
            <w:fldChar w:fldCharType="end"/>
          </w:r>
          <w:r w:rsidRPr="00E5525F">
            <w:t xml:space="preserve"> of </w:t>
          </w:r>
          <w:fldSimple w:instr=" NUMPAGES  ">
            <w:r w:rsidR="00D83C60">
              <w:rPr>
                <w:noProof/>
              </w:rPr>
              <w:t>21</w:t>
            </w:r>
          </w:fldSimple>
        </w:p>
      </w:tc>
    </w:tr>
  </w:tbl>
  <w:p w14:paraId="59F390F6" w14:textId="77777777" w:rsidR="00A51AED" w:rsidRPr="00A25BD5" w:rsidRDefault="00A51AED" w:rsidP="00F03A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28690" w14:textId="77777777" w:rsidR="009475F1" w:rsidRDefault="009475F1" w:rsidP="002D4B54">
      <w:pPr>
        <w:spacing w:after="0"/>
      </w:pPr>
      <w:r>
        <w:separator/>
      </w:r>
    </w:p>
  </w:footnote>
  <w:footnote w:type="continuationSeparator" w:id="0">
    <w:p w14:paraId="01998B6D" w14:textId="77777777" w:rsidR="009475F1" w:rsidRDefault="009475F1" w:rsidP="002D4B5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4688E"/>
    <w:multiLevelType w:val="multilevel"/>
    <w:tmpl w:val="9796C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6B50031"/>
    <w:multiLevelType w:val="multilevel"/>
    <w:tmpl w:val="D0E20F7C"/>
    <w:lvl w:ilvl="0">
      <w:start w:val="1"/>
      <w:numFmt w:val="decimal"/>
      <w:pStyle w:val="AttachmentNumberedHeading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AttachmentNumberedHeading2"/>
      <w:lvlText w:val="%1.%2"/>
      <w:lvlJc w:val="left"/>
      <w:pPr>
        <w:ind w:left="45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A6859E8"/>
    <w:multiLevelType w:val="hybridMultilevel"/>
    <w:tmpl w:val="9A2E7800"/>
    <w:lvl w:ilvl="0" w:tplc="F43E95B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1B47F2"/>
    <w:multiLevelType w:val="hybridMultilevel"/>
    <w:tmpl w:val="9AF8C6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01FAF"/>
    <w:multiLevelType w:val="hybridMultilevel"/>
    <w:tmpl w:val="CC86E842"/>
    <w:lvl w:ilvl="0" w:tplc="AA5AD80A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5234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ont243" w:hint="default"/>
      </w:rPr>
    </w:lvl>
    <w:lvl w:ilvl="2" w:tplc="52E806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B03F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A8F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ont243" w:hint="default"/>
      </w:rPr>
    </w:lvl>
    <w:lvl w:ilvl="5" w:tplc="2F845E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E8D5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AAE2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ont243" w:hint="default"/>
      </w:rPr>
    </w:lvl>
    <w:lvl w:ilvl="8" w:tplc="21482E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F5AED"/>
    <w:multiLevelType w:val="hybridMultilevel"/>
    <w:tmpl w:val="F28EBC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8394F"/>
    <w:multiLevelType w:val="hybridMultilevel"/>
    <w:tmpl w:val="84D8E484"/>
    <w:lvl w:ilvl="0" w:tplc="5EBE31E2">
      <w:start w:val="1"/>
      <w:numFmt w:val="bullet"/>
      <w:lvlText w:val=""/>
      <w:lvlJc w:val="left"/>
      <w:pPr>
        <w:ind w:left="720" w:hanging="360"/>
      </w:pPr>
      <w:rPr>
        <w:rFonts w:ascii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D0EA1"/>
    <w:multiLevelType w:val="hybridMultilevel"/>
    <w:tmpl w:val="BC36DE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A165C"/>
    <w:multiLevelType w:val="hybridMultilevel"/>
    <w:tmpl w:val="F998CC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B33"/>
    <w:multiLevelType w:val="multilevel"/>
    <w:tmpl w:val="D7AA215E"/>
    <w:styleLink w:val="Bullets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231F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E970738"/>
    <w:multiLevelType w:val="hybridMultilevel"/>
    <w:tmpl w:val="395495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3F1CD2"/>
    <w:multiLevelType w:val="hybridMultilevel"/>
    <w:tmpl w:val="2320DB78"/>
    <w:lvl w:ilvl="0" w:tplc="A56A3D3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2EE46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1E88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810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267B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4494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668A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6C6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E89E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FA5E90"/>
    <w:multiLevelType w:val="hybridMultilevel"/>
    <w:tmpl w:val="1868C5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BE326E"/>
    <w:multiLevelType w:val="multilevel"/>
    <w:tmpl w:val="D7AA215E"/>
    <w:numStyleLink w:val="Bullets"/>
  </w:abstractNum>
  <w:abstractNum w:abstractNumId="14" w15:restartNumberingAfterBreak="0">
    <w:nsid w:val="40780BC8"/>
    <w:multiLevelType w:val="hybridMultilevel"/>
    <w:tmpl w:val="596CF2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36AB0"/>
    <w:multiLevelType w:val="multilevel"/>
    <w:tmpl w:val="DB422F72"/>
    <w:name w:val="AttachmentNumbered"/>
    <w:lvl w:ilvl="0">
      <w:start w:val="1"/>
      <w:numFmt w:val="bullet"/>
      <w:pStyle w:val="Bullets1"/>
      <w:lvlText w:val=""/>
      <w:lvlJc w:val="left"/>
      <w:pPr>
        <w:ind w:left="227" w:hanging="227"/>
      </w:pPr>
      <w:rPr>
        <w:rFonts w:ascii="Symbol" w:hAnsi="Symbol" w:hint="default"/>
        <w:color w:val="231F20"/>
      </w:rPr>
    </w:lvl>
    <w:lvl w:ilvl="1">
      <w:start w:val="1"/>
      <w:numFmt w:val="bullet"/>
      <w:pStyle w:val="Bullets2"/>
      <w:lvlText w:val="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bullet"/>
      <w:pStyle w:val="Bullets3"/>
      <w:lvlText w:val=""/>
      <w:lvlJc w:val="left"/>
      <w:pPr>
        <w:ind w:left="680" w:hanging="226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54E051B"/>
    <w:multiLevelType w:val="hybridMultilevel"/>
    <w:tmpl w:val="2AF208F0"/>
    <w:lvl w:ilvl="0" w:tplc="0C090003">
      <w:start w:val="1"/>
      <w:numFmt w:val="bullet"/>
      <w:pStyle w:val="Policylist1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6426E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ont243" w:hint="default"/>
      </w:rPr>
    </w:lvl>
    <w:lvl w:ilvl="2" w:tplc="57EEAD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F0C4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F468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ont243" w:hint="default"/>
      </w:rPr>
    </w:lvl>
    <w:lvl w:ilvl="5" w:tplc="DDBAB7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5838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164C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ont243" w:hint="default"/>
      </w:rPr>
    </w:lvl>
    <w:lvl w:ilvl="8" w:tplc="2014F8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2E5609"/>
    <w:multiLevelType w:val="hybridMultilevel"/>
    <w:tmpl w:val="0540BFC0"/>
    <w:lvl w:ilvl="0" w:tplc="EAD6BC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ont243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ont243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ont243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EF2445"/>
    <w:multiLevelType w:val="hybridMultilevel"/>
    <w:tmpl w:val="F5C055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04C1F"/>
    <w:multiLevelType w:val="multilevel"/>
    <w:tmpl w:val="F132A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3159F5"/>
    <w:multiLevelType w:val="hybridMultilevel"/>
    <w:tmpl w:val="DD4C6468"/>
    <w:lvl w:ilvl="0" w:tplc="295C11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148ED9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font243" w:hint="default"/>
      </w:rPr>
    </w:lvl>
    <w:lvl w:ilvl="2" w:tplc="8EB8D2C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E26E65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7A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font243" w:hint="default"/>
      </w:rPr>
    </w:lvl>
    <w:lvl w:ilvl="5" w:tplc="A16081D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9BC5BE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A60E71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font243" w:hint="default"/>
      </w:rPr>
    </w:lvl>
    <w:lvl w:ilvl="8" w:tplc="BC84992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3A45FB8"/>
    <w:multiLevelType w:val="hybridMultilevel"/>
    <w:tmpl w:val="B5368E7E"/>
    <w:lvl w:ilvl="0" w:tplc="29F27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4E069EC" w:tentative="1">
      <w:start w:val="1"/>
      <w:numFmt w:val="lowerLetter"/>
      <w:lvlText w:val="%2."/>
      <w:lvlJc w:val="left"/>
      <w:pPr>
        <w:ind w:left="1440" w:hanging="360"/>
      </w:pPr>
    </w:lvl>
    <w:lvl w:ilvl="2" w:tplc="E55C9C7E" w:tentative="1">
      <w:start w:val="1"/>
      <w:numFmt w:val="lowerRoman"/>
      <w:lvlText w:val="%3."/>
      <w:lvlJc w:val="right"/>
      <w:pPr>
        <w:ind w:left="2160" w:hanging="180"/>
      </w:pPr>
    </w:lvl>
    <w:lvl w:ilvl="3" w:tplc="2C564F7C" w:tentative="1">
      <w:start w:val="1"/>
      <w:numFmt w:val="decimal"/>
      <w:lvlText w:val="%4."/>
      <w:lvlJc w:val="left"/>
      <w:pPr>
        <w:ind w:left="2880" w:hanging="360"/>
      </w:pPr>
    </w:lvl>
    <w:lvl w:ilvl="4" w:tplc="DFB0073E" w:tentative="1">
      <w:start w:val="1"/>
      <w:numFmt w:val="lowerLetter"/>
      <w:lvlText w:val="%5."/>
      <w:lvlJc w:val="left"/>
      <w:pPr>
        <w:ind w:left="3600" w:hanging="360"/>
      </w:pPr>
    </w:lvl>
    <w:lvl w:ilvl="5" w:tplc="11F06A20" w:tentative="1">
      <w:start w:val="1"/>
      <w:numFmt w:val="lowerRoman"/>
      <w:lvlText w:val="%6."/>
      <w:lvlJc w:val="right"/>
      <w:pPr>
        <w:ind w:left="4320" w:hanging="180"/>
      </w:pPr>
    </w:lvl>
    <w:lvl w:ilvl="6" w:tplc="DC204676" w:tentative="1">
      <w:start w:val="1"/>
      <w:numFmt w:val="decimal"/>
      <w:lvlText w:val="%7."/>
      <w:lvlJc w:val="left"/>
      <w:pPr>
        <w:ind w:left="5040" w:hanging="360"/>
      </w:pPr>
    </w:lvl>
    <w:lvl w:ilvl="7" w:tplc="B14C5AA0" w:tentative="1">
      <w:start w:val="1"/>
      <w:numFmt w:val="lowerLetter"/>
      <w:lvlText w:val="%8."/>
      <w:lvlJc w:val="left"/>
      <w:pPr>
        <w:ind w:left="5760" w:hanging="360"/>
      </w:pPr>
    </w:lvl>
    <w:lvl w:ilvl="8" w:tplc="48DC6F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B8529C"/>
    <w:multiLevelType w:val="hybridMultilevel"/>
    <w:tmpl w:val="111263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72B7B"/>
    <w:multiLevelType w:val="hybridMultilevel"/>
    <w:tmpl w:val="85860136"/>
    <w:lvl w:ilvl="0" w:tplc="8AFA097C">
      <w:start w:val="1"/>
      <w:numFmt w:val="decimal"/>
      <w:pStyle w:val="Heading2"/>
      <w:lvlText w:val="%1."/>
      <w:lvlJc w:val="left"/>
      <w:pPr>
        <w:ind w:left="720" w:hanging="360"/>
      </w:pPr>
    </w:lvl>
    <w:lvl w:ilvl="1" w:tplc="4150FBF6" w:tentative="1">
      <w:start w:val="1"/>
      <w:numFmt w:val="lowerLetter"/>
      <w:lvlText w:val="%2."/>
      <w:lvlJc w:val="left"/>
      <w:pPr>
        <w:ind w:left="1440" w:hanging="360"/>
      </w:pPr>
    </w:lvl>
    <w:lvl w:ilvl="2" w:tplc="9DAEC5DC" w:tentative="1">
      <w:start w:val="1"/>
      <w:numFmt w:val="lowerRoman"/>
      <w:lvlText w:val="%3."/>
      <w:lvlJc w:val="right"/>
      <w:pPr>
        <w:ind w:left="2160" w:hanging="180"/>
      </w:pPr>
    </w:lvl>
    <w:lvl w:ilvl="3" w:tplc="0D28317C" w:tentative="1">
      <w:start w:val="1"/>
      <w:numFmt w:val="decimal"/>
      <w:lvlText w:val="%4."/>
      <w:lvlJc w:val="left"/>
      <w:pPr>
        <w:ind w:left="2880" w:hanging="360"/>
      </w:pPr>
    </w:lvl>
    <w:lvl w:ilvl="4" w:tplc="C0FAED6A" w:tentative="1">
      <w:start w:val="1"/>
      <w:numFmt w:val="lowerLetter"/>
      <w:lvlText w:val="%5."/>
      <w:lvlJc w:val="left"/>
      <w:pPr>
        <w:ind w:left="3600" w:hanging="360"/>
      </w:pPr>
    </w:lvl>
    <w:lvl w:ilvl="5" w:tplc="A830E2A2" w:tentative="1">
      <w:start w:val="1"/>
      <w:numFmt w:val="lowerRoman"/>
      <w:lvlText w:val="%6."/>
      <w:lvlJc w:val="right"/>
      <w:pPr>
        <w:ind w:left="4320" w:hanging="180"/>
      </w:pPr>
    </w:lvl>
    <w:lvl w:ilvl="6" w:tplc="09729DE2" w:tentative="1">
      <w:start w:val="1"/>
      <w:numFmt w:val="decimal"/>
      <w:lvlText w:val="%7."/>
      <w:lvlJc w:val="left"/>
      <w:pPr>
        <w:ind w:left="5040" w:hanging="360"/>
      </w:pPr>
    </w:lvl>
    <w:lvl w:ilvl="7" w:tplc="681A1D14" w:tentative="1">
      <w:start w:val="1"/>
      <w:numFmt w:val="lowerLetter"/>
      <w:lvlText w:val="%8."/>
      <w:lvlJc w:val="left"/>
      <w:pPr>
        <w:ind w:left="5760" w:hanging="360"/>
      </w:pPr>
    </w:lvl>
    <w:lvl w:ilvl="8" w:tplc="FDC401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A67E9B"/>
    <w:multiLevelType w:val="hybridMultilevel"/>
    <w:tmpl w:val="8B3ABB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5248D7"/>
    <w:multiLevelType w:val="hybridMultilevel"/>
    <w:tmpl w:val="4888F6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4A4DAA"/>
    <w:multiLevelType w:val="hybridMultilevel"/>
    <w:tmpl w:val="6ECCF7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F90833"/>
    <w:multiLevelType w:val="hybridMultilevel"/>
    <w:tmpl w:val="CADC1630"/>
    <w:lvl w:ilvl="0" w:tplc="5A5A9F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80F4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ont243" w:hint="default"/>
      </w:rPr>
    </w:lvl>
    <w:lvl w:ilvl="2" w:tplc="F020B6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92B6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B292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ont243" w:hint="default"/>
      </w:rPr>
    </w:lvl>
    <w:lvl w:ilvl="5" w:tplc="2E04CF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D6D3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6885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ont243" w:hint="default"/>
      </w:rPr>
    </w:lvl>
    <w:lvl w:ilvl="8" w:tplc="A97EF5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24902"/>
    <w:multiLevelType w:val="hybridMultilevel"/>
    <w:tmpl w:val="18A24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31B51"/>
    <w:multiLevelType w:val="hybridMultilevel"/>
    <w:tmpl w:val="3FD6722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5"/>
  </w:num>
  <w:num w:numId="4">
    <w:abstractNumId w:val="23"/>
  </w:num>
  <w:num w:numId="5">
    <w:abstractNumId w:val="17"/>
  </w:num>
  <w:num w:numId="6">
    <w:abstractNumId w:val="11"/>
  </w:num>
  <w:num w:numId="7">
    <w:abstractNumId w:val="21"/>
  </w:num>
  <w:num w:numId="8">
    <w:abstractNumId w:val="0"/>
  </w:num>
  <w:num w:numId="9">
    <w:abstractNumId w:val="1"/>
  </w:num>
  <w:num w:numId="10">
    <w:abstractNumId w:val="19"/>
  </w:num>
  <w:num w:numId="11">
    <w:abstractNumId w:val="4"/>
  </w:num>
  <w:num w:numId="12">
    <w:abstractNumId w:val="27"/>
  </w:num>
  <w:num w:numId="13">
    <w:abstractNumId w:val="20"/>
  </w:num>
  <w:num w:numId="14">
    <w:abstractNumId w:val="25"/>
  </w:num>
  <w:num w:numId="15">
    <w:abstractNumId w:val="16"/>
  </w:num>
  <w:num w:numId="16">
    <w:abstractNumId w:val="29"/>
  </w:num>
  <w:num w:numId="17">
    <w:abstractNumId w:val="26"/>
  </w:num>
  <w:num w:numId="18">
    <w:abstractNumId w:val="14"/>
  </w:num>
  <w:num w:numId="19">
    <w:abstractNumId w:val="10"/>
  </w:num>
  <w:num w:numId="20">
    <w:abstractNumId w:val="28"/>
  </w:num>
  <w:num w:numId="21">
    <w:abstractNumId w:val="7"/>
  </w:num>
  <w:num w:numId="22">
    <w:abstractNumId w:val="5"/>
  </w:num>
  <w:num w:numId="23">
    <w:abstractNumId w:val="22"/>
  </w:num>
  <w:num w:numId="24">
    <w:abstractNumId w:val="6"/>
  </w:num>
  <w:num w:numId="25">
    <w:abstractNumId w:val="2"/>
  </w:num>
  <w:num w:numId="26">
    <w:abstractNumId w:val="12"/>
  </w:num>
  <w:num w:numId="27">
    <w:abstractNumId w:val="24"/>
  </w:num>
  <w:num w:numId="28">
    <w:abstractNumId w:val="8"/>
  </w:num>
  <w:num w:numId="29">
    <w:abstractNumId w:val="1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61BF7"/>
    <w:rsid w:val="000028D3"/>
    <w:rsid w:val="0000702E"/>
    <w:rsid w:val="000155BB"/>
    <w:rsid w:val="00017F2D"/>
    <w:rsid w:val="0002620A"/>
    <w:rsid w:val="00027DD2"/>
    <w:rsid w:val="00027FF8"/>
    <w:rsid w:val="0003018C"/>
    <w:rsid w:val="00030B9A"/>
    <w:rsid w:val="00041FC0"/>
    <w:rsid w:val="0004266C"/>
    <w:rsid w:val="00043535"/>
    <w:rsid w:val="00044752"/>
    <w:rsid w:val="00045B4D"/>
    <w:rsid w:val="00047F27"/>
    <w:rsid w:val="00051F53"/>
    <w:rsid w:val="00061E4C"/>
    <w:rsid w:val="0006670C"/>
    <w:rsid w:val="00066C01"/>
    <w:rsid w:val="00070214"/>
    <w:rsid w:val="00072B82"/>
    <w:rsid w:val="00075E15"/>
    <w:rsid w:val="000856D2"/>
    <w:rsid w:val="00087A35"/>
    <w:rsid w:val="000B1F9C"/>
    <w:rsid w:val="000C6432"/>
    <w:rsid w:val="000C695D"/>
    <w:rsid w:val="000E5588"/>
    <w:rsid w:val="000F3AFE"/>
    <w:rsid w:val="000F6FF4"/>
    <w:rsid w:val="00102FDB"/>
    <w:rsid w:val="0011176B"/>
    <w:rsid w:val="00125083"/>
    <w:rsid w:val="0012585C"/>
    <w:rsid w:val="00134613"/>
    <w:rsid w:val="00153E46"/>
    <w:rsid w:val="00161024"/>
    <w:rsid w:val="001839FD"/>
    <w:rsid w:val="00187414"/>
    <w:rsid w:val="0018767E"/>
    <w:rsid w:val="0019106E"/>
    <w:rsid w:val="001A4E89"/>
    <w:rsid w:val="001B03C4"/>
    <w:rsid w:val="001B5D8A"/>
    <w:rsid w:val="001D5AE0"/>
    <w:rsid w:val="001E6A32"/>
    <w:rsid w:val="002023B1"/>
    <w:rsid w:val="00202D9D"/>
    <w:rsid w:val="002071F5"/>
    <w:rsid w:val="002102E9"/>
    <w:rsid w:val="00223062"/>
    <w:rsid w:val="00225620"/>
    <w:rsid w:val="00233EFF"/>
    <w:rsid w:val="002443F3"/>
    <w:rsid w:val="00254DBE"/>
    <w:rsid w:val="00262688"/>
    <w:rsid w:val="002642B4"/>
    <w:rsid w:val="002709A8"/>
    <w:rsid w:val="00277570"/>
    <w:rsid w:val="00280284"/>
    <w:rsid w:val="00295F15"/>
    <w:rsid w:val="002978E8"/>
    <w:rsid w:val="002A02CA"/>
    <w:rsid w:val="002A426E"/>
    <w:rsid w:val="002B1E8E"/>
    <w:rsid w:val="002B2258"/>
    <w:rsid w:val="002B6781"/>
    <w:rsid w:val="002B7819"/>
    <w:rsid w:val="002C1F7F"/>
    <w:rsid w:val="002C4773"/>
    <w:rsid w:val="002D4B54"/>
    <w:rsid w:val="002D67CF"/>
    <w:rsid w:val="003029A1"/>
    <w:rsid w:val="003050F3"/>
    <w:rsid w:val="00316F5E"/>
    <w:rsid w:val="003322BC"/>
    <w:rsid w:val="0033686B"/>
    <w:rsid w:val="00364C68"/>
    <w:rsid w:val="00392319"/>
    <w:rsid w:val="003C3EE7"/>
    <w:rsid w:val="003D206F"/>
    <w:rsid w:val="003F68AD"/>
    <w:rsid w:val="00421DAD"/>
    <w:rsid w:val="00426C38"/>
    <w:rsid w:val="00436153"/>
    <w:rsid w:val="004439C5"/>
    <w:rsid w:val="004510A4"/>
    <w:rsid w:val="00463E24"/>
    <w:rsid w:val="004675DE"/>
    <w:rsid w:val="00472276"/>
    <w:rsid w:val="00497BDB"/>
    <w:rsid w:val="004C0FA9"/>
    <w:rsid w:val="004D790B"/>
    <w:rsid w:val="004D7B90"/>
    <w:rsid w:val="004E25A0"/>
    <w:rsid w:val="004E4CAA"/>
    <w:rsid w:val="004F2F12"/>
    <w:rsid w:val="00503833"/>
    <w:rsid w:val="0051467A"/>
    <w:rsid w:val="00517283"/>
    <w:rsid w:val="00521CCF"/>
    <w:rsid w:val="00525041"/>
    <w:rsid w:val="00526FC4"/>
    <w:rsid w:val="0053039E"/>
    <w:rsid w:val="00531B7A"/>
    <w:rsid w:val="00535590"/>
    <w:rsid w:val="0053736A"/>
    <w:rsid w:val="00543C65"/>
    <w:rsid w:val="005571A8"/>
    <w:rsid w:val="0056542D"/>
    <w:rsid w:val="00574D15"/>
    <w:rsid w:val="005804AD"/>
    <w:rsid w:val="00583E75"/>
    <w:rsid w:val="00583E81"/>
    <w:rsid w:val="005A1E8F"/>
    <w:rsid w:val="005A70E4"/>
    <w:rsid w:val="005B5653"/>
    <w:rsid w:val="005B75EC"/>
    <w:rsid w:val="005B76C1"/>
    <w:rsid w:val="005E20AC"/>
    <w:rsid w:val="005E6509"/>
    <w:rsid w:val="005F00F5"/>
    <w:rsid w:val="005F1771"/>
    <w:rsid w:val="0061137A"/>
    <w:rsid w:val="00613247"/>
    <w:rsid w:val="00614D78"/>
    <w:rsid w:val="0062601D"/>
    <w:rsid w:val="00636744"/>
    <w:rsid w:val="006433DC"/>
    <w:rsid w:val="0064631B"/>
    <w:rsid w:val="006526D1"/>
    <w:rsid w:val="00657B98"/>
    <w:rsid w:val="006640AD"/>
    <w:rsid w:val="006670AC"/>
    <w:rsid w:val="006674BB"/>
    <w:rsid w:val="00670BFD"/>
    <w:rsid w:val="00676951"/>
    <w:rsid w:val="00686E8B"/>
    <w:rsid w:val="0069012B"/>
    <w:rsid w:val="006A4D69"/>
    <w:rsid w:val="006B1F42"/>
    <w:rsid w:val="006B3420"/>
    <w:rsid w:val="006C2024"/>
    <w:rsid w:val="006C5299"/>
    <w:rsid w:val="006D1F21"/>
    <w:rsid w:val="006E4DC9"/>
    <w:rsid w:val="006E60B7"/>
    <w:rsid w:val="006F10BE"/>
    <w:rsid w:val="006F2C39"/>
    <w:rsid w:val="00702D11"/>
    <w:rsid w:val="00702E11"/>
    <w:rsid w:val="007114E2"/>
    <w:rsid w:val="00712C5C"/>
    <w:rsid w:val="0073642A"/>
    <w:rsid w:val="00746A47"/>
    <w:rsid w:val="0075279C"/>
    <w:rsid w:val="00753166"/>
    <w:rsid w:val="00761BF7"/>
    <w:rsid w:val="00761D5E"/>
    <w:rsid w:val="007623C4"/>
    <w:rsid w:val="00764088"/>
    <w:rsid w:val="007969AD"/>
    <w:rsid w:val="007969E2"/>
    <w:rsid w:val="007B3446"/>
    <w:rsid w:val="007B38E8"/>
    <w:rsid w:val="007B6A5E"/>
    <w:rsid w:val="007D5A26"/>
    <w:rsid w:val="007E192F"/>
    <w:rsid w:val="007F7B45"/>
    <w:rsid w:val="00820D04"/>
    <w:rsid w:val="00827CB7"/>
    <w:rsid w:val="00836CA5"/>
    <w:rsid w:val="008377FA"/>
    <w:rsid w:val="00841372"/>
    <w:rsid w:val="008457E1"/>
    <w:rsid w:val="00855594"/>
    <w:rsid w:val="00862F49"/>
    <w:rsid w:val="00882EEF"/>
    <w:rsid w:val="00883C68"/>
    <w:rsid w:val="008845B7"/>
    <w:rsid w:val="00891F7D"/>
    <w:rsid w:val="008A0996"/>
    <w:rsid w:val="008B11CC"/>
    <w:rsid w:val="008C205B"/>
    <w:rsid w:val="008C4A69"/>
    <w:rsid w:val="008D0CBA"/>
    <w:rsid w:val="008D3809"/>
    <w:rsid w:val="008E7315"/>
    <w:rsid w:val="0090001F"/>
    <w:rsid w:val="00913143"/>
    <w:rsid w:val="009158D0"/>
    <w:rsid w:val="00920DBA"/>
    <w:rsid w:val="00925235"/>
    <w:rsid w:val="00930CBD"/>
    <w:rsid w:val="00933B26"/>
    <w:rsid w:val="00937ECE"/>
    <w:rsid w:val="00940263"/>
    <w:rsid w:val="0094515B"/>
    <w:rsid w:val="009475F1"/>
    <w:rsid w:val="0096430E"/>
    <w:rsid w:val="00965E9A"/>
    <w:rsid w:val="00973123"/>
    <w:rsid w:val="00994C75"/>
    <w:rsid w:val="009C57AB"/>
    <w:rsid w:val="009C61D0"/>
    <w:rsid w:val="009D21E7"/>
    <w:rsid w:val="009D5D2D"/>
    <w:rsid w:val="009D6825"/>
    <w:rsid w:val="009D6D78"/>
    <w:rsid w:val="009D7E21"/>
    <w:rsid w:val="009E16CB"/>
    <w:rsid w:val="009E3F13"/>
    <w:rsid w:val="009E61B6"/>
    <w:rsid w:val="009F298B"/>
    <w:rsid w:val="009F4B28"/>
    <w:rsid w:val="009F4EE8"/>
    <w:rsid w:val="00A07E4A"/>
    <w:rsid w:val="00A2076E"/>
    <w:rsid w:val="00A248F8"/>
    <w:rsid w:val="00A25BD5"/>
    <w:rsid w:val="00A27A39"/>
    <w:rsid w:val="00A32FF7"/>
    <w:rsid w:val="00A33DEA"/>
    <w:rsid w:val="00A5096B"/>
    <w:rsid w:val="00A51AED"/>
    <w:rsid w:val="00A840E6"/>
    <w:rsid w:val="00A860E2"/>
    <w:rsid w:val="00A90781"/>
    <w:rsid w:val="00A91DD3"/>
    <w:rsid w:val="00A963B7"/>
    <w:rsid w:val="00AA230F"/>
    <w:rsid w:val="00AB1D05"/>
    <w:rsid w:val="00AD3CFB"/>
    <w:rsid w:val="00AD7668"/>
    <w:rsid w:val="00AF29A2"/>
    <w:rsid w:val="00AF5C58"/>
    <w:rsid w:val="00AF6A30"/>
    <w:rsid w:val="00B01D0C"/>
    <w:rsid w:val="00B05884"/>
    <w:rsid w:val="00B06047"/>
    <w:rsid w:val="00B24D61"/>
    <w:rsid w:val="00B3031C"/>
    <w:rsid w:val="00B43E1D"/>
    <w:rsid w:val="00B94236"/>
    <w:rsid w:val="00B952C8"/>
    <w:rsid w:val="00B953ED"/>
    <w:rsid w:val="00BB3315"/>
    <w:rsid w:val="00BB4B05"/>
    <w:rsid w:val="00BB51F3"/>
    <w:rsid w:val="00BB7B80"/>
    <w:rsid w:val="00BE0149"/>
    <w:rsid w:val="00BE1D34"/>
    <w:rsid w:val="00BE4504"/>
    <w:rsid w:val="00BE6107"/>
    <w:rsid w:val="00BF60FB"/>
    <w:rsid w:val="00BF611B"/>
    <w:rsid w:val="00C01F00"/>
    <w:rsid w:val="00C04CBF"/>
    <w:rsid w:val="00C11F2A"/>
    <w:rsid w:val="00C13C8D"/>
    <w:rsid w:val="00C13D46"/>
    <w:rsid w:val="00C1797E"/>
    <w:rsid w:val="00C25A43"/>
    <w:rsid w:val="00C30703"/>
    <w:rsid w:val="00C31671"/>
    <w:rsid w:val="00C41617"/>
    <w:rsid w:val="00C543E7"/>
    <w:rsid w:val="00C664FA"/>
    <w:rsid w:val="00C66AC4"/>
    <w:rsid w:val="00C71344"/>
    <w:rsid w:val="00C71B8D"/>
    <w:rsid w:val="00C746B0"/>
    <w:rsid w:val="00C76932"/>
    <w:rsid w:val="00C87238"/>
    <w:rsid w:val="00C9325F"/>
    <w:rsid w:val="00CB1EF0"/>
    <w:rsid w:val="00CC0878"/>
    <w:rsid w:val="00CC3AF5"/>
    <w:rsid w:val="00CC44E3"/>
    <w:rsid w:val="00CD5F12"/>
    <w:rsid w:val="00CD607A"/>
    <w:rsid w:val="00CE2EF1"/>
    <w:rsid w:val="00CE40FD"/>
    <w:rsid w:val="00CE6E6D"/>
    <w:rsid w:val="00D06DFC"/>
    <w:rsid w:val="00D10348"/>
    <w:rsid w:val="00D158F4"/>
    <w:rsid w:val="00D25277"/>
    <w:rsid w:val="00D2654E"/>
    <w:rsid w:val="00D35497"/>
    <w:rsid w:val="00D404C9"/>
    <w:rsid w:val="00D47167"/>
    <w:rsid w:val="00D6609A"/>
    <w:rsid w:val="00D66392"/>
    <w:rsid w:val="00D737C8"/>
    <w:rsid w:val="00D77A2C"/>
    <w:rsid w:val="00D81F19"/>
    <w:rsid w:val="00D83C60"/>
    <w:rsid w:val="00D85C3C"/>
    <w:rsid w:val="00DA1DAC"/>
    <w:rsid w:val="00DA373A"/>
    <w:rsid w:val="00DB6661"/>
    <w:rsid w:val="00DC166C"/>
    <w:rsid w:val="00DD32FC"/>
    <w:rsid w:val="00DF7CAA"/>
    <w:rsid w:val="00E003F3"/>
    <w:rsid w:val="00E0137B"/>
    <w:rsid w:val="00E1057B"/>
    <w:rsid w:val="00E266C2"/>
    <w:rsid w:val="00E31513"/>
    <w:rsid w:val="00E32164"/>
    <w:rsid w:val="00E5525F"/>
    <w:rsid w:val="00E564D2"/>
    <w:rsid w:val="00E737F6"/>
    <w:rsid w:val="00E81711"/>
    <w:rsid w:val="00E82382"/>
    <w:rsid w:val="00E90769"/>
    <w:rsid w:val="00E9323F"/>
    <w:rsid w:val="00EB2AA4"/>
    <w:rsid w:val="00EB708C"/>
    <w:rsid w:val="00EC0B62"/>
    <w:rsid w:val="00EC300D"/>
    <w:rsid w:val="00EC4814"/>
    <w:rsid w:val="00ED5044"/>
    <w:rsid w:val="00EE1E9F"/>
    <w:rsid w:val="00EF0934"/>
    <w:rsid w:val="00EF67F3"/>
    <w:rsid w:val="00F00050"/>
    <w:rsid w:val="00F005FC"/>
    <w:rsid w:val="00F03AC2"/>
    <w:rsid w:val="00F061DE"/>
    <w:rsid w:val="00F06A87"/>
    <w:rsid w:val="00F71335"/>
    <w:rsid w:val="00F71B8F"/>
    <w:rsid w:val="00F82543"/>
    <w:rsid w:val="00F90F70"/>
    <w:rsid w:val="00F95E99"/>
    <w:rsid w:val="00FB1C49"/>
    <w:rsid w:val="00FC567A"/>
    <w:rsid w:val="00FD6839"/>
    <w:rsid w:val="00FD6F43"/>
    <w:rsid w:val="00FE40EF"/>
    <w:rsid w:val="00FF046E"/>
    <w:rsid w:val="00FF1380"/>
    <w:rsid w:val="00FF54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CCD36F"/>
  <w15:docId w15:val="{82D658EC-3651-4E4E-96C9-2720F13FF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E82382"/>
    <w:pPr>
      <w:spacing w:after="170"/>
    </w:pPr>
    <w:rPr>
      <w:sz w:val="19"/>
      <w:szCs w:val="19"/>
      <w:lang w:eastAsia="en-US"/>
    </w:rPr>
  </w:style>
  <w:style w:type="paragraph" w:styleId="Heading1">
    <w:name w:val="heading 1"/>
    <w:next w:val="BodyText"/>
    <w:link w:val="Heading1Char"/>
    <w:qFormat/>
    <w:rsid w:val="002071F5"/>
    <w:pPr>
      <w:keepNext/>
      <w:keepLines/>
      <w:spacing w:before="360" w:after="100" w:line="280" w:lineRule="atLeast"/>
      <w:outlineLvl w:val="0"/>
    </w:pPr>
    <w:rPr>
      <w:rFonts w:eastAsia="Times New Roman" w:cs="Arial"/>
      <w:b/>
      <w:bCs/>
      <w:caps/>
      <w:color w:val="000000"/>
      <w:sz w:val="24"/>
      <w:szCs w:val="24"/>
    </w:rPr>
  </w:style>
  <w:style w:type="paragraph" w:styleId="Heading2">
    <w:name w:val="heading 2"/>
    <w:next w:val="BodyText"/>
    <w:link w:val="Heading2Char"/>
    <w:qFormat/>
    <w:rsid w:val="00636744"/>
    <w:pPr>
      <w:numPr>
        <w:numId w:val="4"/>
      </w:numPr>
      <w:spacing w:before="200" w:after="60"/>
      <w:ind w:left="284" w:hanging="284"/>
      <w:outlineLvl w:val="1"/>
    </w:pPr>
    <w:rPr>
      <w:rFonts w:eastAsia="Times New Roman" w:cs="Arial"/>
      <w:b/>
      <w:bCs/>
      <w:caps/>
      <w:color w:val="000000"/>
      <w:sz w:val="22"/>
      <w:szCs w:val="22"/>
    </w:rPr>
  </w:style>
  <w:style w:type="paragraph" w:styleId="Heading3">
    <w:name w:val="heading 3"/>
    <w:next w:val="BodyText"/>
    <w:link w:val="Heading3Char"/>
    <w:qFormat/>
    <w:rsid w:val="00F06A87"/>
    <w:pPr>
      <w:keepNext/>
      <w:spacing w:before="180" w:after="60" w:line="240" w:lineRule="atLeast"/>
      <w:outlineLvl w:val="2"/>
    </w:pPr>
    <w:rPr>
      <w:rFonts w:eastAsia="Times New Roman" w:cs="Arial"/>
      <w:b/>
      <w:bCs/>
      <w:caps/>
      <w:color w:val="000000"/>
    </w:rPr>
  </w:style>
  <w:style w:type="paragraph" w:styleId="Heading4">
    <w:name w:val="heading 4"/>
    <w:next w:val="BodyText"/>
    <w:link w:val="Heading4Char"/>
    <w:qFormat/>
    <w:rsid w:val="009C61D0"/>
    <w:pPr>
      <w:keepNext/>
      <w:spacing w:before="140" w:after="60" w:line="230" w:lineRule="atLeast"/>
      <w:outlineLvl w:val="3"/>
    </w:pPr>
    <w:rPr>
      <w:rFonts w:eastAsia="Times New Roman" w:cs="Arial"/>
      <w:b/>
      <w:bCs/>
      <w:color w:val="000000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71F5"/>
    <w:rPr>
      <w:rFonts w:eastAsia="Times New Roman" w:cs="Arial"/>
      <w:b/>
      <w:bCs/>
      <w:caps/>
      <w:color w:val="000000"/>
      <w:sz w:val="24"/>
      <w:szCs w:val="24"/>
      <w:lang w:val="en-AU" w:eastAsia="en-AU" w:bidi="ar-SA"/>
    </w:rPr>
  </w:style>
  <w:style w:type="paragraph" w:styleId="Title">
    <w:name w:val="Title"/>
    <w:next w:val="Normal"/>
    <w:link w:val="TitleChar"/>
    <w:uiPriority w:val="1"/>
    <w:qFormat/>
    <w:rsid w:val="002071F5"/>
    <w:pPr>
      <w:pBdr>
        <w:bottom w:val="single" w:sz="4" w:space="1" w:color="auto"/>
      </w:pBdr>
      <w:spacing w:after="60" w:line="320" w:lineRule="atLeast"/>
    </w:pPr>
    <w:rPr>
      <w:rFonts w:eastAsia="Times New Roman" w:cs="Arial"/>
      <w:b/>
      <w:bCs/>
      <w:caps/>
      <w:color w:val="000000"/>
      <w:sz w:val="28"/>
      <w:szCs w:val="28"/>
      <w:lang w:eastAsia="en-US"/>
    </w:rPr>
  </w:style>
  <w:style w:type="character" w:customStyle="1" w:styleId="TitleChar">
    <w:name w:val="Title Char"/>
    <w:link w:val="Title"/>
    <w:uiPriority w:val="1"/>
    <w:rsid w:val="002071F5"/>
    <w:rPr>
      <w:rFonts w:eastAsia="Times New Roman" w:cs="Arial"/>
      <w:b/>
      <w:bCs/>
      <w:caps/>
      <w:color w:val="000000"/>
      <w:sz w:val="28"/>
      <w:szCs w:val="28"/>
      <w:lang w:val="en-AU" w:eastAsia="en-US" w:bidi="ar-SA"/>
    </w:rPr>
  </w:style>
  <w:style w:type="paragraph" w:customStyle="1" w:styleId="Bullets2">
    <w:name w:val="Bullets 2"/>
    <w:qFormat/>
    <w:rsid w:val="00636744"/>
    <w:pPr>
      <w:numPr>
        <w:ilvl w:val="1"/>
        <w:numId w:val="3"/>
      </w:numPr>
      <w:spacing w:after="60" w:line="260" w:lineRule="atLeast"/>
    </w:pPr>
    <w:rPr>
      <w:szCs w:val="19"/>
    </w:rPr>
  </w:style>
  <w:style w:type="paragraph" w:customStyle="1" w:styleId="Attachment1">
    <w:name w:val="Attachment 1"/>
    <w:next w:val="Attachment2"/>
    <w:qFormat/>
    <w:rsid w:val="00EF0934"/>
    <w:pPr>
      <w:pageBreakBefore/>
      <w:spacing w:after="40"/>
    </w:pPr>
    <w:rPr>
      <w:rFonts w:eastAsia="Times New Roman" w:cs="Arial"/>
      <w:b/>
      <w:bCs/>
      <w:caps/>
      <w:color w:val="000000"/>
      <w:sz w:val="24"/>
      <w:szCs w:val="24"/>
      <w:lang w:eastAsia="en-US"/>
    </w:rPr>
  </w:style>
  <w:style w:type="paragraph" w:styleId="BodyText">
    <w:name w:val="Body Text"/>
    <w:link w:val="BodyTextChar"/>
    <w:qFormat/>
    <w:rsid w:val="00C25A43"/>
    <w:pPr>
      <w:spacing w:before="60" w:after="170" w:line="260" w:lineRule="atLeast"/>
    </w:pPr>
    <w:rPr>
      <w:szCs w:val="19"/>
    </w:rPr>
  </w:style>
  <w:style w:type="character" w:customStyle="1" w:styleId="BodyTextChar">
    <w:name w:val="Body Text Char"/>
    <w:link w:val="BodyText"/>
    <w:rsid w:val="00C25A43"/>
    <w:rPr>
      <w:szCs w:val="19"/>
      <w:lang w:val="en-AU" w:eastAsia="en-AU" w:bidi="ar-SA"/>
    </w:rPr>
  </w:style>
  <w:style w:type="character" w:customStyle="1" w:styleId="Heading2Char">
    <w:name w:val="Heading 2 Char"/>
    <w:link w:val="Heading2"/>
    <w:rsid w:val="00636744"/>
    <w:rPr>
      <w:rFonts w:eastAsia="Times New Roman" w:cs="Arial"/>
      <w:b/>
      <w:bCs/>
      <w:caps/>
      <w:color w:val="000000"/>
      <w:sz w:val="22"/>
      <w:szCs w:val="22"/>
      <w:lang w:val="en-AU" w:eastAsia="en-AU" w:bidi="ar-SA"/>
    </w:rPr>
  </w:style>
  <w:style w:type="character" w:customStyle="1" w:styleId="Heading3Char">
    <w:name w:val="Heading 3 Char"/>
    <w:link w:val="Heading3"/>
    <w:rsid w:val="00F06A87"/>
    <w:rPr>
      <w:rFonts w:eastAsia="Times New Roman" w:cs="Arial"/>
      <w:b/>
      <w:bCs/>
      <w:caps/>
      <w:color w:val="000000"/>
      <w:lang w:val="en-AU" w:eastAsia="en-AU" w:bidi="ar-SA"/>
    </w:rPr>
  </w:style>
  <w:style w:type="character" w:customStyle="1" w:styleId="Heading4Char">
    <w:name w:val="Heading 4 Char"/>
    <w:link w:val="Heading4"/>
    <w:rsid w:val="009C61D0"/>
    <w:rPr>
      <w:rFonts w:eastAsia="Times New Roman" w:cs="Arial"/>
      <w:b/>
      <w:bCs/>
      <w:color w:val="000000"/>
      <w:szCs w:val="19"/>
      <w:lang w:val="en-AU" w:eastAsia="en-AU" w:bidi="ar-SA"/>
    </w:rPr>
  </w:style>
  <w:style w:type="numbering" w:customStyle="1" w:styleId="Bullets">
    <w:name w:val="Bullets"/>
    <w:uiPriority w:val="99"/>
    <w:locked/>
    <w:rsid w:val="00764088"/>
    <w:pPr>
      <w:numPr>
        <w:numId w:val="1"/>
      </w:numPr>
    </w:pPr>
  </w:style>
  <w:style w:type="paragraph" w:customStyle="1" w:styleId="Bullets1">
    <w:name w:val="Bullets 1"/>
    <w:qFormat/>
    <w:rsid w:val="00636744"/>
    <w:pPr>
      <w:numPr>
        <w:numId w:val="3"/>
      </w:numPr>
      <w:spacing w:after="60" w:line="260" w:lineRule="atLeast"/>
    </w:pPr>
    <w:rPr>
      <w:szCs w:val="19"/>
    </w:rPr>
  </w:style>
  <w:style w:type="paragraph" w:styleId="Header">
    <w:name w:val="header"/>
    <w:basedOn w:val="Normal"/>
    <w:link w:val="HeaderChar"/>
    <w:uiPriority w:val="99"/>
    <w:unhideWhenUsed/>
    <w:rsid w:val="002D4B5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D4B54"/>
  </w:style>
  <w:style w:type="paragraph" w:styleId="Footer">
    <w:name w:val="footer"/>
    <w:basedOn w:val="Normal"/>
    <w:link w:val="FooterChar"/>
    <w:uiPriority w:val="99"/>
    <w:unhideWhenUsed/>
    <w:rsid w:val="00F03AC2"/>
    <w:pPr>
      <w:tabs>
        <w:tab w:val="center" w:pos="4513"/>
        <w:tab w:val="right" w:pos="9026"/>
      </w:tabs>
      <w:spacing w:after="0"/>
    </w:pPr>
    <w:rPr>
      <w:rFonts w:cs="Arial"/>
      <w:sz w:val="16"/>
      <w:szCs w:val="16"/>
    </w:rPr>
  </w:style>
  <w:style w:type="character" w:customStyle="1" w:styleId="FooterChar">
    <w:name w:val="Footer Char"/>
    <w:link w:val="Footer"/>
    <w:uiPriority w:val="99"/>
    <w:rsid w:val="00F03AC2"/>
    <w:rPr>
      <w:rFonts w:cs="Arial"/>
      <w:sz w:val="16"/>
      <w:szCs w:val="16"/>
    </w:rPr>
  </w:style>
  <w:style w:type="table" w:styleId="TableGrid">
    <w:name w:val="Table Grid"/>
    <w:basedOn w:val="TableNormal"/>
    <w:uiPriority w:val="59"/>
    <w:locked/>
    <w:rsid w:val="00A25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ndatory">
    <w:name w:val="Mandatory"/>
    <w:qFormat/>
    <w:rsid w:val="002071F5"/>
    <w:pPr>
      <w:spacing w:after="720" w:line="230" w:lineRule="atLeast"/>
    </w:pPr>
    <w:rPr>
      <w:rFonts w:eastAsia="Times New Roman" w:cs="Arial"/>
      <w:b/>
      <w:bCs/>
      <w:color w:val="000000"/>
      <w:sz w:val="19"/>
      <w:szCs w:val="19"/>
    </w:rPr>
  </w:style>
  <w:style w:type="paragraph" w:customStyle="1" w:styleId="Attachment2">
    <w:name w:val="Attachment 2"/>
    <w:next w:val="BodyText"/>
    <w:qFormat/>
    <w:rsid w:val="00AD7668"/>
    <w:pPr>
      <w:spacing w:after="720"/>
    </w:pPr>
    <w:rPr>
      <w:rFonts w:eastAsia="Times New Roman" w:cs="Arial"/>
      <w:b/>
      <w:bCs/>
      <w:color w:val="000000"/>
      <w:sz w:val="24"/>
      <w:szCs w:val="24"/>
      <w:lang w:eastAsia="en-US"/>
    </w:rPr>
  </w:style>
  <w:style w:type="paragraph" w:customStyle="1" w:styleId="Bullets3">
    <w:name w:val="Bullets 3"/>
    <w:qFormat/>
    <w:rsid w:val="00636744"/>
    <w:pPr>
      <w:numPr>
        <w:ilvl w:val="2"/>
        <w:numId w:val="3"/>
      </w:numPr>
      <w:spacing w:after="60" w:line="260" w:lineRule="atLeast"/>
      <w:ind w:left="681" w:hanging="227"/>
    </w:pPr>
    <w:rPr>
      <w:szCs w:val="19"/>
    </w:rPr>
  </w:style>
  <w:style w:type="paragraph" w:customStyle="1" w:styleId="BodyText3ptAfter">
    <w:name w:val="Body Text 3pt After"/>
    <w:basedOn w:val="BodyText"/>
    <w:qFormat/>
    <w:rsid w:val="00C25A43"/>
    <w:pPr>
      <w:spacing w:after="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02C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A02CA"/>
    <w:rPr>
      <w:rFonts w:ascii="Tahoma" w:hAnsi="Tahoma" w:cs="Tahoma"/>
      <w:sz w:val="16"/>
      <w:szCs w:val="16"/>
    </w:rPr>
  </w:style>
  <w:style w:type="paragraph" w:customStyle="1" w:styleId="SubHeading">
    <w:name w:val="Sub Heading"/>
    <w:basedOn w:val="Normal"/>
    <w:rsid w:val="0096430E"/>
    <w:pPr>
      <w:spacing w:before="80" w:after="40" w:line="280" w:lineRule="atLeast"/>
    </w:pPr>
    <w:rPr>
      <w:rFonts w:eastAsia="Times New Roman" w:cs="Tms Rmn"/>
      <w:b/>
      <w:snapToGrid w:val="0"/>
      <w:sz w:val="22"/>
      <w:szCs w:val="22"/>
    </w:rPr>
  </w:style>
  <w:style w:type="character" w:styleId="Hyperlink">
    <w:name w:val="Hyperlink"/>
    <w:unhideWhenUsed/>
    <w:rsid w:val="00316F5E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029A1"/>
    <w:pPr>
      <w:spacing w:after="0"/>
    </w:pPr>
    <w:rPr>
      <w:rFonts w:eastAsia="Times New Roman"/>
      <w:snapToGrid w:val="0"/>
      <w:sz w:val="18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029A1"/>
    <w:rPr>
      <w:rFonts w:eastAsia="Times New Roman" w:cs="Times New Roman"/>
      <w:snapToGrid w:val="0"/>
      <w:sz w:val="18"/>
      <w:szCs w:val="20"/>
    </w:rPr>
  </w:style>
  <w:style w:type="character" w:styleId="FootnoteReference">
    <w:name w:val="footnote reference"/>
    <w:uiPriority w:val="99"/>
    <w:semiHidden/>
    <w:unhideWhenUsed/>
    <w:rsid w:val="00920DBA"/>
    <w:rPr>
      <w:vertAlign w:val="superscript"/>
    </w:rPr>
  </w:style>
  <w:style w:type="paragraph" w:customStyle="1" w:styleId="AttachmentNumberedHeading1">
    <w:name w:val="Attachment Numbered Heading 1"/>
    <w:qFormat/>
    <w:rsid w:val="006A4D69"/>
    <w:pPr>
      <w:numPr>
        <w:numId w:val="9"/>
      </w:numPr>
      <w:spacing w:before="200" w:after="60"/>
    </w:pPr>
    <w:rPr>
      <w:rFonts w:eastAsia="Times New Roman" w:cs="Arial"/>
      <w:b/>
      <w:bCs/>
      <w:color w:val="000000"/>
      <w:sz w:val="22"/>
      <w:szCs w:val="22"/>
    </w:rPr>
  </w:style>
  <w:style w:type="paragraph" w:customStyle="1" w:styleId="AttachmentNumberedHeading2">
    <w:name w:val="Attachment Numbered Heading 2"/>
    <w:next w:val="BodyText"/>
    <w:qFormat/>
    <w:rsid w:val="001B03C4"/>
    <w:pPr>
      <w:numPr>
        <w:ilvl w:val="1"/>
        <w:numId w:val="9"/>
      </w:numPr>
      <w:spacing w:before="140" w:line="260" w:lineRule="atLeast"/>
    </w:pPr>
    <w:rPr>
      <w:rFonts w:eastAsia="Times New Roman" w:cs="Arial"/>
      <w:b/>
      <w:bCs/>
      <w:color w:val="000000"/>
    </w:rPr>
  </w:style>
  <w:style w:type="paragraph" w:customStyle="1" w:styleId="Tablebullets">
    <w:name w:val="Table bullets"/>
    <w:basedOn w:val="Normal"/>
    <w:qFormat/>
    <w:rsid w:val="00883C68"/>
    <w:pPr>
      <w:numPr>
        <w:numId w:val="11"/>
      </w:numPr>
      <w:tabs>
        <w:tab w:val="left" w:pos="284"/>
      </w:tabs>
      <w:spacing w:before="40" w:after="40" w:line="260" w:lineRule="atLeast"/>
      <w:ind w:left="284" w:hanging="284"/>
    </w:pPr>
    <w:rPr>
      <w:rFonts w:eastAsia="Times New Roman" w:cs="Tms Rmn"/>
      <w:snapToGrid w:val="0"/>
      <w:sz w:val="20"/>
      <w:szCs w:val="20"/>
      <w:lang w:val="en-GB"/>
    </w:rPr>
  </w:style>
  <w:style w:type="paragraph" w:customStyle="1" w:styleId="Tablecolumnhead">
    <w:name w:val="Table column head"/>
    <w:basedOn w:val="Normal"/>
    <w:qFormat/>
    <w:rsid w:val="00883C68"/>
    <w:pPr>
      <w:spacing w:before="40" w:after="40"/>
    </w:pPr>
    <w:rPr>
      <w:rFonts w:eastAsia="Times New Roman" w:cs="Tms Rmn"/>
      <w:b/>
      <w:snapToGrid w:val="0"/>
      <w:sz w:val="20"/>
      <w:szCs w:val="20"/>
      <w:lang w:val="en-GB"/>
    </w:rPr>
  </w:style>
  <w:style w:type="paragraph" w:customStyle="1" w:styleId="Tabletext">
    <w:name w:val="Table text"/>
    <w:basedOn w:val="Normal"/>
    <w:qFormat/>
    <w:rsid w:val="00883C68"/>
    <w:pPr>
      <w:spacing w:before="40" w:after="40" w:line="260" w:lineRule="atLeast"/>
    </w:pPr>
    <w:rPr>
      <w:rFonts w:eastAsia="Times New Roman" w:cs="Tms Rmn"/>
      <w:snapToGrid w:val="0"/>
      <w:sz w:val="20"/>
      <w:szCs w:val="20"/>
      <w:lang w:val="en-GB"/>
    </w:rPr>
  </w:style>
  <w:style w:type="paragraph" w:customStyle="1" w:styleId="Policylist1">
    <w:name w:val="Policy list 1"/>
    <w:aliases w:val="2,3"/>
    <w:basedOn w:val="Normal"/>
    <w:qFormat/>
    <w:rsid w:val="00254DBE"/>
    <w:pPr>
      <w:numPr>
        <w:numId w:val="15"/>
      </w:numPr>
      <w:tabs>
        <w:tab w:val="left" w:pos="284"/>
      </w:tabs>
      <w:spacing w:after="60" w:line="260" w:lineRule="atLeast"/>
    </w:pPr>
    <w:rPr>
      <w:rFonts w:eastAsia="Times New Roman" w:cs="Tms Rmn"/>
      <w:snapToGrid w:val="0"/>
      <w:sz w:val="20"/>
      <w:szCs w:val="20"/>
      <w:lang w:val="en-US"/>
    </w:rPr>
  </w:style>
  <w:style w:type="paragraph" w:customStyle="1" w:styleId="BodyText85ptBefore">
    <w:name w:val="Body Text 8.5pt Before"/>
    <w:basedOn w:val="BodyText3ptAfter"/>
    <w:qFormat/>
    <w:rsid w:val="007969AD"/>
    <w:pPr>
      <w:spacing w:before="170"/>
    </w:pPr>
  </w:style>
  <w:style w:type="paragraph" w:customStyle="1" w:styleId="SignatureLine">
    <w:name w:val="Signature Line"/>
    <w:basedOn w:val="BodyText"/>
    <w:qFormat/>
    <w:rsid w:val="00072B82"/>
    <w:pPr>
      <w:tabs>
        <w:tab w:val="right" w:leader="underscore" w:pos="4253"/>
        <w:tab w:val="left" w:pos="4536"/>
        <w:tab w:val="left" w:leader="underscore" w:pos="7796"/>
      </w:tabs>
      <w:spacing w:before="720" w:after="60"/>
    </w:pPr>
  </w:style>
  <w:style w:type="paragraph" w:customStyle="1" w:styleId="SignatureCaption">
    <w:name w:val="Signature Caption"/>
    <w:basedOn w:val="BodyText"/>
    <w:qFormat/>
    <w:rsid w:val="00072B82"/>
    <w:pPr>
      <w:tabs>
        <w:tab w:val="left" w:pos="4536"/>
      </w:tabs>
    </w:pPr>
  </w:style>
  <w:style w:type="character" w:styleId="CommentReference">
    <w:name w:val="annotation reference"/>
    <w:uiPriority w:val="99"/>
    <w:semiHidden/>
    <w:unhideWhenUsed/>
    <w:rsid w:val="006C20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202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C202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202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C2024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6C2024"/>
    <w:pPr>
      <w:spacing w:after="200" w:line="276" w:lineRule="auto"/>
      <w:ind w:left="720"/>
      <w:contextualSpacing/>
    </w:pPr>
    <w:rPr>
      <w:rFonts w:ascii="Corbel" w:eastAsia="Calibri" w:hAnsi="Corbel"/>
      <w:sz w:val="22"/>
      <w:szCs w:val="22"/>
    </w:rPr>
  </w:style>
  <w:style w:type="character" w:styleId="FollowedHyperlink">
    <w:name w:val="FollowedHyperlink"/>
    <w:uiPriority w:val="99"/>
    <w:semiHidden/>
    <w:unhideWhenUsed/>
    <w:rsid w:val="0053039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5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gislation.vic.gov.au/" TargetMode="External"/><Relationship Id="rId13" Type="http://schemas.openxmlformats.org/officeDocument/2006/relationships/hyperlink" Target="http://www.oaic.gov.au/privacy/privacy-act/information-privacy-principles" TargetMode="External"/><Relationship Id="rId18" Type="http://schemas.openxmlformats.org/officeDocument/2006/relationships/hyperlink" Target="https://ovic.vic.gov.a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docs.education.gov.au/documents/child-care-service-handbook" TargetMode="External"/><Relationship Id="rId17" Type="http://schemas.openxmlformats.org/officeDocument/2006/relationships/hyperlink" Target="https://www.nfplaw.org.au/sites/default/files/media/Privacy_Guide_0_0_0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fplaw.org.au/privacy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mlaw.gov.a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hcc.vic.gov.au/" TargetMode="External"/><Relationship Id="rId10" Type="http://schemas.openxmlformats.org/officeDocument/2006/relationships/hyperlink" Target="http://www.legislation.vic.gov.au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omlaw.gov.au/" TargetMode="External"/><Relationship Id="rId14" Type="http://schemas.openxmlformats.org/officeDocument/2006/relationships/hyperlink" Target="http://www.elaa.org.a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tham%20South%20Kinder\Downloads\QA7-Privacy-and-Confidentiality-Polic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2B27F-7C70-41B4-9F54-BA85FF2AA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QA7-Privacy-and-Confidentiality-Policy.dotx</Template>
  <TotalTime>2</TotalTime>
  <Pages>5</Pages>
  <Words>1767</Words>
  <Characters>10074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[Service Name]</Company>
  <LinksUpToDate>false</LinksUpToDate>
  <CharactersWithSpaces>11818</CharactersWithSpaces>
  <SharedDoc>false</SharedDoc>
  <HLinks>
    <vt:vector size="42" baseType="variant">
      <vt:variant>
        <vt:i4>6291562</vt:i4>
      </vt:variant>
      <vt:variant>
        <vt:i4>21</vt:i4>
      </vt:variant>
      <vt:variant>
        <vt:i4>0</vt:i4>
      </vt:variant>
      <vt:variant>
        <vt:i4>5</vt:i4>
      </vt:variant>
      <vt:variant>
        <vt:lpwstr>http://www.privacy.vic.gov.au/</vt:lpwstr>
      </vt:variant>
      <vt:variant>
        <vt:lpwstr/>
      </vt:variant>
      <vt:variant>
        <vt:i4>5373964</vt:i4>
      </vt:variant>
      <vt:variant>
        <vt:i4>18</vt:i4>
      </vt:variant>
      <vt:variant>
        <vt:i4>0</vt:i4>
      </vt:variant>
      <vt:variant>
        <vt:i4>5</vt:i4>
      </vt:variant>
      <vt:variant>
        <vt:lpwstr>http://www.nfplaw.org.au/privacy</vt:lpwstr>
      </vt:variant>
      <vt:variant>
        <vt:lpwstr/>
      </vt:variant>
      <vt:variant>
        <vt:i4>8</vt:i4>
      </vt:variant>
      <vt:variant>
        <vt:i4>15</vt:i4>
      </vt:variant>
      <vt:variant>
        <vt:i4>0</vt:i4>
      </vt:variant>
      <vt:variant>
        <vt:i4>5</vt:i4>
      </vt:variant>
      <vt:variant>
        <vt:lpwstr>http://www.health.vic.gov.au/hsc/</vt:lpwstr>
      </vt:variant>
      <vt:variant>
        <vt:lpwstr/>
      </vt:variant>
      <vt:variant>
        <vt:i4>5701706</vt:i4>
      </vt:variant>
      <vt:variant>
        <vt:i4>12</vt:i4>
      </vt:variant>
      <vt:variant>
        <vt:i4>0</vt:i4>
      </vt:variant>
      <vt:variant>
        <vt:i4>5</vt:i4>
      </vt:variant>
      <vt:variant>
        <vt:lpwstr>http://www.oaic.gov.au/privacy/privacy-act/information-privacy-principles</vt:lpwstr>
      </vt:variant>
      <vt:variant>
        <vt:lpwstr/>
      </vt:variant>
      <vt:variant>
        <vt:i4>8192051</vt:i4>
      </vt:variant>
      <vt:variant>
        <vt:i4>9</vt:i4>
      </vt:variant>
      <vt:variant>
        <vt:i4>0</vt:i4>
      </vt:variant>
      <vt:variant>
        <vt:i4>5</vt:i4>
      </vt:variant>
      <vt:variant>
        <vt:lpwstr>http://docs.education.gov.au/documents/child-care-service-handbook</vt:lpwstr>
      </vt:variant>
      <vt:variant>
        <vt:lpwstr/>
      </vt:variant>
      <vt:variant>
        <vt:i4>6160468</vt:i4>
      </vt:variant>
      <vt:variant>
        <vt:i4>3</vt:i4>
      </vt:variant>
      <vt:variant>
        <vt:i4>0</vt:i4>
      </vt:variant>
      <vt:variant>
        <vt:i4>5</vt:i4>
      </vt:variant>
      <vt:variant>
        <vt:lpwstr>http://www.comlaw.gov.au/</vt:lpwstr>
      </vt:variant>
      <vt:variant>
        <vt:lpwstr/>
      </vt:variant>
      <vt:variant>
        <vt:i4>8323190</vt:i4>
      </vt:variant>
      <vt:variant>
        <vt:i4>0</vt:i4>
      </vt:variant>
      <vt:variant>
        <vt:i4>0</vt:i4>
      </vt:variant>
      <vt:variant>
        <vt:i4>5</vt:i4>
      </vt:variant>
      <vt:variant>
        <vt:lpwstr>http://www.legislation.vic.gov.au/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Eltham South Kinder</dc:creator>
  <cp:lastModifiedBy>Eltham South Kindergarten</cp:lastModifiedBy>
  <cp:revision>2</cp:revision>
  <cp:lastPrinted>2019-07-08T04:44:00Z</cp:lastPrinted>
  <dcterms:created xsi:type="dcterms:W3CDTF">2019-07-26T00:32:00Z</dcterms:created>
  <dcterms:modified xsi:type="dcterms:W3CDTF">2020-08-21T06:24:00Z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PolicyName">
    <vt:lpwstr>Policy name</vt:lpwstr>
  </property>
</Properties>
</file>